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4F54" w14:textId="5CF77F6E" w:rsidR="00B1523B" w:rsidRPr="00B1523B" w:rsidRDefault="00B63230" w:rsidP="00E42FE7">
      <w:pPr>
        <w:pStyle w:val="OZNPROJEKTUwskazaniedatylubwersjiprojektu"/>
      </w:pPr>
      <w:r>
        <w:t>Projekt z dnia</w:t>
      </w:r>
      <w:r w:rsidR="002C3108">
        <w:t xml:space="preserve"> </w:t>
      </w:r>
      <w:r w:rsidR="00F02AEA">
        <w:t>31</w:t>
      </w:r>
      <w:r w:rsidR="00195E64">
        <w:t xml:space="preserve"> </w:t>
      </w:r>
      <w:r w:rsidR="00F50ABA">
        <w:t>stycznia 2025</w:t>
      </w:r>
      <w:r w:rsidR="00B1523B" w:rsidRPr="00B1523B">
        <w:t xml:space="preserve"> r.</w:t>
      </w:r>
    </w:p>
    <w:p w14:paraId="09542084" w14:textId="77777777" w:rsidR="00276599" w:rsidRDefault="00B1523B" w:rsidP="00E42FE7">
      <w:pPr>
        <w:pStyle w:val="OZNRODZAKTUtznustawalubrozporzdzenieiorganwydajcy"/>
      </w:pPr>
      <w:r w:rsidRPr="00E42FE7">
        <w:t>Ustawa</w:t>
      </w:r>
    </w:p>
    <w:p w14:paraId="429BFB0C" w14:textId="27768835" w:rsidR="00B1523B" w:rsidRPr="00E42FE7" w:rsidRDefault="00B1523B" w:rsidP="00E42FE7">
      <w:pPr>
        <w:pStyle w:val="DATAAKTUdatauchwalenialubwydaniaaktu"/>
      </w:pPr>
      <w:r w:rsidRPr="00E42FE7">
        <w:t>z dnia ….</w:t>
      </w:r>
    </w:p>
    <w:p w14:paraId="74FADA4A" w14:textId="77777777" w:rsidR="00B1523B" w:rsidRPr="0064777E" w:rsidRDefault="00B1523B" w:rsidP="00B1523B">
      <w:pPr>
        <w:pStyle w:val="TYTUAKTUprzedmiotregulacjiustawylubrozporzdzenia"/>
        <w:rPr>
          <w:rStyle w:val="IGindeksgrny"/>
        </w:rPr>
      </w:pPr>
      <w:r w:rsidRPr="00B1523B">
        <w:t>o zawodzie psychologa oraz samorządzie zawodowym psychologów</w:t>
      </w:r>
      <w:r w:rsidR="0064777E" w:rsidRPr="00D03D28">
        <w:rPr>
          <w:rStyle w:val="IIGindeksgrnyindeksugrnego"/>
        </w:rPr>
        <w:footnoteReference w:id="2"/>
      </w:r>
      <w:r w:rsidR="00D03D28" w:rsidRPr="00D03D28">
        <w:rPr>
          <w:rStyle w:val="IIGindeksgrnyindeksugrnego"/>
        </w:rPr>
        <w:t>)</w:t>
      </w:r>
    </w:p>
    <w:p w14:paraId="56954E67" w14:textId="77777777" w:rsidR="00B1523B" w:rsidRPr="003B3459" w:rsidRDefault="00B1523B" w:rsidP="003B3459">
      <w:pPr>
        <w:pStyle w:val="ROZDZODDZOZNoznaczenierozdziauluboddziau"/>
      </w:pPr>
      <w:r w:rsidRPr="003B3459">
        <w:t xml:space="preserve">Rozdział 1 </w:t>
      </w:r>
      <w:r w:rsidRPr="003B3459">
        <w:br/>
        <w:t>Przepisy ogólne</w:t>
      </w:r>
    </w:p>
    <w:p w14:paraId="38EDB9A2" w14:textId="77777777" w:rsidR="00B1523B" w:rsidRPr="00E42FE7" w:rsidRDefault="00B1523B" w:rsidP="00E42FE7">
      <w:pPr>
        <w:pStyle w:val="ARTartustawynprozporzdzenia"/>
      </w:pPr>
      <w:r w:rsidRPr="00E42FE7">
        <w:rPr>
          <w:rStyle w:val="Ppogrubienie"/>
        </w:rPr>
        <w:t>Art. 1.</w:t>
      </w:r>
      <w:r w:rsidRPr="00E42FE7">
        <w:rPr>
          <w:rStyle w:val="Ppogrubienie"/>
          <w:b w:val="0"/>
        </w:rPr>
        <w:t xml:space="preserve"> </w:t>
      </w:r>
      <w:r w:rsidRPr="00E42FE7">
        <w:t>Ustawa określa:</w:t>
      </w:r>
    </w:p>
    <w:p w14:paraId="12F74B21" w14:textId="5ABF454A" w:rsidR="00B1523B" w:rsidRPr="00E42FE7" w:rsidRDefault="00E42FE7" w:rsidP="00E42FE7">
      <w:pPr>
        <w:pStyle w:val="PKTpunkt"/>
      </w:pPr>
      <w:r w:rsidRPr="00E42FE7">
        <w:t>1)</w:t>
      </w:r>
      <w:r w:rsidR="00B1523B" w:rsidRPr="00E42FE7">
        <w:t xml:space="preserve"> zasady uzyskiwania prawa wykonywania zawodu psychologa;</w:t>
      </w:r>
    </w:p>
    <w:p w14:paraId="3409EB35" w14:textId="77777777" w:rsidR="00B1523B" w:rsidRPr="00E42FE7" w:rsidRDefault="00E42FE7" w:rsidP="00E42FE7">
      <w:pPr>
        <w:pStyle w:val="PKTpunkt"/>
      </w:pPr>
      <w:r w:rsidRPr="00E42FE7">
        <w:t xml:space="preserve">2) </w:t>
      </w:r>
      <w:r w:rsidR="00B1523B" w:rsidRPr="00E42FE7">
        <w:t>zasady i warunki wykonywania zawodu psychologa;</w:t>
      </w:r>
    </w:p>
    <w:p w14:paraId="7B912F42" w14:textId="018390FE" w:rsidR="00B1523B" w:rsidRPr="00E42FE7" w:rsidRDefault="00E42FE7" w:rsidP="00E42FE7">
      <w:pPr>
        <w:pStyle w:val="PKTpunkt"/>
      </w:pPr>
      <w:r w:rsidRPr="00E42FE7">
        <w:t>3)</w:t>
      </w:r>
      <w:r w:rsidR="00B1523B" w:rsidRPr="00E42FE7">
        <w:t xml:space="preserve"> zasady organizacji i działania samorządu </w:t>
      </w:r>
      <w:r w:rsidR="00585B32">
        <w:t xml:space="preserve">zawodowego </w:t>
      </w:r>
      <w:r w:rsidR="00B1523B" w:rsidRPr="00E42FE7">
        <w:t>psychologów;</w:t>
      </w:r>
    </w:p>
    <w:p w14:paraId="0BCF0378" w14:textId="6B814CDE" w:rsidR="00B1523B" w:rsidRDefault="00E42FE7" w:rsidP="00E42FE7">
      <w:pPr>
        <w:pStyle w:val="PKTpunkt"/>
      </w:pPr>
      <w:r w:rsidRPr="00E42FE7">
        <w:t>4)</w:t>
      </w:r>
      <w:r w:rsidR="00B1523B" w:rsidRPr="00E42FE7">
        <w:t xml:space="preserve"> zasady odpowiedzialności </w:t>
      </w:r>
      <w:r w:rsidR="00AA6CA6">
        <w:t>dyscyplinarnej</w:t>
      </w:r>
      <w:r w:rsidR="00267E7E">
        <w:t xml:space="preserve"> </w:t>
      </w:r>
      <w:r w:rsidR="00B1523B" w:rsidRPr="00E42FE7">
        <w:t>psycholog</w:t>
      </w:r>
      <w:r w:rsidR="00267E7E">
        <w:t>ów</w:t>
      </w:r>
      <w:r w:rsidR="00B1523B" w:rsidRPr="00E42FE7">
        <w:t>.</w:t>
      </w:r>
    </w:p>
    <w:p w14:paraId="1FC4DC40" w14:textId="5935E1E8" w:rsidR="00B01B52" w:rsidRPr="00B01B52" w:rsidRDefault="00B01B52" w:rsidP="00B01B52">
      <w:pPr>
        <w:pStyle w:val="ARTartustawynprozporzdzenia"/>
      </w:pPr>
      <w:r>
        <w:rPr>
          <w:rStyle w:val="Ppogrubienie"/>
        </w:rPr>
        <w:t>Art. 2</w:t>
      </w:r>
      <w:r w:rsidRPr="00B01B52">
        <w:rPr>
          <w:rStyle w:val="Ppogrubienie"/>
        </w:rPr>
        <w:t>.</w:t>
      </w:r>
      <w:r w:rsidRPr="00B01B52">
        <w:t xml:space="preserve"> Przepisy ustawy nie naruszają wynikających z odrębnych przepisów:</w:t>
      </w:r>
    </w:p>
    <w:p w14:paraId="5E424BEE" w14:textId="230C1251" w:rsidR="00B01B52" w:rsidRPr="00B01B52" w:rsidRDefault="00B01B52" w:rsidP="00E84E60">
      <w:pPr>
        <w:pStyle w:val="PKTpunkt"/>
      </w:pPr>
      <w:r w:rsidRPr="00B01B52">
        <w:t xml:space="preserve">1) </w:t>
      </w:r>
      <w:bookmarkStart w:id="0" w:name="_Hlk169772513"/>
      <w:r w:rsidRPr="00B01B52">
        <w:t xml:space="preserve">uprawnień i obowiązków </w:t>
      </w:r>
      <w:r w:rsidR="00424D92">
        <w:t>os</w:t>
      </w:r>
      <w:r w:rsidR="00E84E60">
        <w:t>ób</w:t>
      </w:r>
      <w:r w:rsidR="00424D92">
        <w:t>, któr</w:t>
      </w:r>
      <w:r w:rsidR="00E84E60">
        <w:t>e</w:t>
      </w:r>
      <w:r w:rsidR="00424D92">
        <w:t xml:space="preserve"> ukończ</w:t>
      </w:r>
      <w:r w:rsidR="00424D92" w:rsidRPr="00424D92">
        <w:t>ył</w:t>
      </w:r>
      <w:r w:rsidR="00424D92">
        <w:t>y</w:t>
      </w:r>
      <w:r w:rsidR="00E84E60">
        <w:t xml:space="preserve"> </w:t>
      </w:r>
      <w:r w:rsidR="00424D92" w:rsidRPr="00424D92">
        <w:t>studia magisterskie na kierunku psychologia oraz uzyskał</w:t>
      </w:r>
      <w:r w:rsidR="00E84E60">
        <w:t>y</w:t>
      </w:r>
      <w:r w:rsidR="00424D92" w:rsidRPr="00424D92">
        <w:t xml:space="preserve"> tytuł zawodowy magistra</w:t>
      </w:r>
      <w:bookmarkEnd w:id="0"/>
      <w:r w:rsidRPr="00B01B52">
        <w:t>;</w:t>
      </w:r>
    </w:p>
    <w:p w14:paraId="3067CAA5" w14:textId="77777777" w:rsidR="00B01B52" w:rsidRPr="00B01B52" w:rsidRDefault="00B01B52" w:rsidP="00B01B52">
      <w:pPr>
        <w:pStyle w:val="PKTpunkt"/>
      </w:pPr>
      <w:r w:rsidRPr="00B01B52">
        <w:t>2) zasad dotyczących wydawania orzeczeń psychologicznych oraz terminu ich ważności;</w:t>
      </w:r>
    </w:p>
    <w:p w14:paraId="155ACDD6" w14:textId="77777777" w:rsidR="00276599" w:rsidRDefault="00B01B52" w:rsidP="005B7DB6">
      <w:pPr>
        <w:pStyle w:val="PKTpunkt"/>
      </w:pPr>
      <w:r w:rsidRPr="00B01B52">
        <w:t>3) trybu odwoławczego w zakresie</w:t>
      </w:r>
      <w:r>
        <w:t xml:space="preserve"> orzecznictwa psychologicznego.</w:t>
      </w:r>
    </w:p>
    <w:p w14:paraId="60E4469D" w14:textId="7B701176" w:rsidR="00B1523B" w:rsidRPr="00E42FE7" w:rsidRDefault="00B1523B" w:rsidP="005B7DB6">
      <w:pPr>
        <w:pStyle w:val="ARTartustawynprozporzdzenia"/>
      </w:pPr>
      <w:r w:rsidRPr="00E42FE7">
        <w:rPr>
          <w:rStyle w:val="Ppogrubienie"/>
        </w:rPr>
        <w:t xml:space="preserve">Art. </w:t>
      </w:r>
      <w:r w:rsidR="00B01B52">
        <w:rPr>
          <w:rStyle w:val="Ppogrubienie"/>
        </w:rPr>
        <w:t>3</w:t>
      </w:r>
      <w:r w:rsidRPr="00E42FE7">
        <w:rPr>
          <w:rStyle w:val="Ppogrubienie"/>
        </w:rPr>
        <w:t xml:space="preserve">. </w:t>
      </w:r>
      <w:r w:rsidRPr="00E42FE7">
        <w:t>Ilekroć w ustawie jest mowa o:</w:t>
      </w:r>
    </w:p>
    <w:p w14:paraId="3602CE86" w14:textId="63B7E7C8" w:rsidR="004C2B5D" w:rsidRDefault="00E42FE7" w:rsidP="00E42FE7">
      <w:pPr>
        <w:pStyle w:val="PKTpunkt"/>
      </w:pPr>
      <w:r>
        <w:t>1)</w:t>
      </w:r>
      <w:r w:rsidR="00212705" w:rsidRPr="00212705">
        <w:t xml:space="preserve"> dokumentacji psychologicznej </w:t>
      </w:r>
      <w:r w:rsidR="00A512B2" w:rsidRPr="00B1523B">
        <w:t>–</w:t>
      </w:r>
      <w:r w:rsidR="00212705" w:rsidRPr="00212705">
        <w:t xml:space="preserve"> należy przez to rozumieć zbiór wszystkich materiałów zebranych w </w:t>
      </w:r>
      <w:r w:rsidR="008902DE">
        <w:t>związku z</w:t>
      </w:r>
      <w:r w:rsidR="008902DE" w:rsidRPr="00212705">
        <w:t xml:space="preserve"> </w:t>
      </w:r>
      <w:r w:rsidR="00212705" w:rsidRPr="00212705">
        <w:t>udzielani</w:t>
      </w:r>
      <w:r w:rsidR="008902DE">
        <w:t>em</w:t>
      </w:r>
      <w:r w:rsidR="00212705" w:rsidRPr="00212705">
        <w:t xml:space="preserve"> </w:t>
      </w:r>
      <w:r w:rsidR="008902DE" w:rsidRPr="00212705">
        <w:t>przez psychologa</w:t>
      </w:r>
      <w:r w:rsidR="008902DE">
        <w:t xml:space="preserve"> </w:t>
      </w:r>
      <w:r w:rsidR="00212705" w:rsidRPr="00212705">
        <w:t>świadczeń psychologicznych</w:t>
      </w:r>
      <w:r w:rsidR="00236958">
        <w:t>;</w:t>
      </w:r>
    </w:p>
    <w:p w14:paraId="61D2E9A6" w14:textId="77777777" w:rsidR="00276599" w:rsidRDefault="004C2B5D" w:rsidP="003643A1">
      <w:pPr>
        <w:pStyle w:val="PKTpunkt"/>
      </w:pPr>
      <w:r>
        <w:t xml:space="preserve">2) </w:t>
      </w:r>
      <w:r w:rsidR="003643A1" w:rsidRPr="00B1523B">
        <w:t>metodach psychologicznych – należy przez to rozumieć:</w:t>
      </w:r>
    </w:p>
    <w:p w14:paraId="615465F5" w14:textId="579748DB" w:rsidR="003643A1" w:rsidRPr="00B1523B" w:rsidRDefault="003643A1" w:rsidP="003643A1">
      <w:pPr>
        <w:pStyle w:val="LITlitera"/>
      </w:pPr>
      <w:r>
        <w:t xml:space="preserve">a) </w:t>
      </w:r>
      <w:r w:rsidRPr="00B1523B">
        <w:t xml:space="preserve">testy psychologiczne – wystandaryzowane, obiektywne, o sprawdzonej trafności </w:t>
      </w:r>
      <w:r w:rsidR="0002689B">
        <w:br/>
      </w:r>
      <w:r w:rsidRPr="00B1523B">
        <w:t>i rzetelności techniki pomiaru właściwości psychologicznych,</w:t>
      </w:r>
    </w:p>
    <w:p w14:paraId="7DD85279" w14:textId="66017E64" w:rsidR="003643A1" w:rsidRPr="00E42FE7" w:rsidRDefault="003643A1" w:rsidP="003643A1">
      <w:pPr>
        <w:pStyle w:val="LITlitera"/>
      </w:pPr>
      <w:r w:rsidRPr="00E42FE7">
        <w:lastRenderedPageBreak/>
        <w:t>b) inne</w:t>
      </w:r>
      <w:r w:rsidR="00633ECF">
        <w:t xml:space="preserve"> metody i</w:t>
      </w:r>
      <w:r w:rsidRPr="00E42FE7">
        <w:t xml:space="preserve"> techniki psychologiczne – techniki służące </w:t>
      </w:r>
      <w:r w:rsidR="00633ECF">
        <w:t xml:space="preserve">przeprowadzeniu procesu </w:t>
      </w:r>
      <w:r w:rsidRPr="00E42FE7">
        <w:t>diagnoz</w:t>
      </w:r>
      <w:r w:rsidR="00633ECF">
        <w:t>y</w:t>
      </w:r>
      <w:r w:rsidRPr="00E42FE7">
        <w:t xml:space="preserve"> psychologicznej, które obejmują w szczególności</w:t>
      </w:r>
      <w:r>
        <w:t>:</w:t>
      </w:r>
      <w:r w:rsidRPr="00E42FE7">
        <w:t xml:space="preserve"> rozmowę, wywiad, </w:t>
      </w:r>
      <w:r w:rsidR="00633ECF">
        <w:t xml:space="preserve">metodę biograficzną, </w:t>
      </w:r>
      <w:r w:rsidRPr="00E42FE7">
        <w:t xml:space="preserve">obserwację, analizę próbek zachowania, </w:t>
      </w:r>
      <w:r w:rsidR="00633ECF">
        <w:t xml:space="preserve">techniki projekcyjne, genogram, </w:t>
      </w:r>
      <w:r w:rsidRPr="00E42FE7">
        <w:t>eksperyment kliniczny</w:t>
      </w:r>
      <w:r w:rsidR="00633ECF">
        <w:t xml:space="preserve">, eksperyment naturalny (społeczny), </w:t>
      </w:r>
      <w:r w:rsidR="006315E7">
        <w:t xml:space="preserve">eksperyment </w:t>
      </w:r>
      <w:r w:rsidR="00633ECF">
        <w:t>laboratoryjny</w:t>
      </w:r>
      <w:r w:rsidRPr="00E42FE7">
        <w:t>;</w:t>
      </w:r>
    </w:p>
    <w:p w14:paraId="1C3F7D74" w14:textId="6EA931DA" w:rsidR="003643A1" w:rsidRPr="00B1523B" w:rsidRDefault="00236958" w:rsidP="003643A1">
      <w:pPr>
        <w:pStyle w:val="PKTpunkt"/>
      </w:pPr>
      <w:r>
        <w:t>3</w:t>
      </w:r>
      <w:r w:rsidR="00E42FE7">
        <w:t xml:space="preserve">) </w:t>
      </w:r>
      <w:r w:rsidR="003643A1">
        <w:t>odbiorcy świadczeń psychologicznych</w:t>
      </w:r>
      <w:r w:rsidR="003643A1" w:rsidRPr="00B1523B">
        <w:t xml:space="preserve"> – należy przez to rozumieć osobę lub grupę osób objętą świadczeniami psychologicznymi;</w:t>
      </w:r>
    </w:p>
    <w:p w14:paraId="6E5E6AA3" w14:textId="77777777" w:rsidR="00706C0A" w:rsidRDefault="00070965" w:rsidP="00706C0A">
      <w:pPr>
        <w:pStyle w:val="PKTpunkt"/>
      </w:pPr>
      <w:r>
        <w:t>4</w:t>
      </w:r>
      <w:r w:rsidR="00E42FE7" w:rsidRPr="00E42FE7">
        <w:t xml:space="preserve">) </w:t>
      </w:r>
      <w:r w:rsidR="00B1523B" w:rsidRPr="00E42FE7">
        <w:t xml:space="preserve">państwie członkowskim Unii Europejskiej </w:t>
      </w:r>
      <w:bookmarkStart w:id="1" w:name="_Hlk169609493"/>
      <w:r w:rsidR="00B1523B" w:rsidRPr="00E42FE7">
        <w:t>–</w:t>
      </w:r>
      <w:bookmarkEnd w:id="1"/>
      <w:r w:rsidR="00B1523B" w:rsidRPr="00E42FE7">
        <w:t xml:space="preserve"> należy przez to rozumieć</w:t>
      </w:r>
      <w:r w:rsidR="00B1523B" w:rsidRPr="00E42FE7" w:rsidDel="003A12FB">
        <w:t xml:space="preserve"> </w:t>
      </w:r>
      <w:r w:rsidR="00B1523B" w:rsidRPr="00E42FE7">
        <w:t>inne niż Rzeczpospolita Polska państwo członkowskie Unii Europejskiej, państwo członkowskie Europejskiego Porozumienia o Wolnym Handlu (EFTA) – stronę</w:t>
      </w:r>
      <w:r w:rsidR="00B1523B" w:rsidRPr="00B1523B">
        <w:t xml:space="preserve"> umowy o Europejskim Obszarze Gospodarczym lub Konfederację Szwajcarską</w:t>
      </w:r>
      <w:r w:rsidR="00706C0A">
        <w:t>;</w:t>
      </w:r>
    </w:p>
    <w:p w14:paraId="402DF2C6" w14:textId="243982BC" w:rsidR="005A69A9" w:rsidRDefault="00706C0A" w:rsidP="00706C0A">
      <w:pPr>
        <w:pStyle w:val="PKTpunkt"/>
      </w:pPr>
      <w:r>
        <w:t xml:space="preserve">5) rzeczniku dyscyplinarnym </w:t>
      </w:r>
      <w:r w:rsidR="00864F49" w:rsidRPr="00E42FE7">
        <w:t>–</w:t>
      </w:r>
      <w:r>
        <w:t xml:space="preserve"> </w:t>
      </w:r>
      <w:bookmarkStart w:id="2" w:name="_Hlk179465203"/>
      <w:r w:rsidRPr="00E42FE7">
        <w:t>należy przez to rozumieć</w:t>
      </w:r>
      <w:r>
        <w:t xml:space="preserve"> </w:t>
      </w:r>
      <w:bookmarkEnd w:id="2"/>
      <w:r w:rsidRPr="00B1523B">
        <w:t>Krajow</w:t>
      </w:r>
      <w:r>
        <w:t>ego</w:t>
      </w:r>
      <w:r w:rsidRPr="00B1523B">
        <w:t xml:space="preserve"> Rzecznik</w:t>
      </w:r>
      <w:r>
        <w:t>a</w:t>
      </w:r>
      <w:r w:rsidRPr="00B1523B">
        <w:t xml:space="preserve"> Dyscyplinarn</w:t>
      </w:r>
      <w:r>
        <w:t xml:space="preserve">ego i </w:t>
      </w:r>
      <w:r w:rsidR="00E602F9">
        <w:t>r</w:t>
      </w:r>
      <w:r w:rsidR="00E602F9" w:rsidRPr="00B1523B">
        <w:t>egionaln</w:t>
      </w:r>
      <w:r w:rsidR="00E602F9">
        <w:t>ego</w:t>
      </w:r>
      <w:r w:rsidR="00E602F9" w:rsidRPr="00B1523B">
        <w:t xml:space="preserve"> </w:t>
      </w:r>
      <w:r w:rsidR="00E602F9">
        <w:t>r</w:t>
      </w:r>
      <w:r w:rsidR="00E602F9" w:rsidRPr="00B1523B">
        <w:t>zecznik</w:t>
      </w:r>
      <w:r w:rsidR="00E602F9">
        <w:t>a</w:t>
      </w:r>
      <w:r w:rsidR="00E602F9" w:rsidRPr="00B1523B">
        <w:t xml:space="preserve"> </w:t>
      </w:r>
      <w:r w:rsidR="00E602F9">
        <w:t>d</w:t>
      </w:r>
      <w:r w:rsidR="00E602F9" w:rsidRPr="00B1523B">
        <w:t>yscyplinarn</w:t>
      </w:r>
      <w:r w:rsidR="00E602F9">
        <w:t>ego</w:t>
      </w:r>
      <w:r w:rsidR="005A69A9">
        <w:t>;</w:t>
      </w:r>
    </w:p>
    <w:p w14:paraId="7C022EAD" w14:textId="1713F12A" w:rsidR="00E602F9" w:rsidRDefault="00E602F9" w:rsidP="00706C0A">
      <w:pPr>
        <w:pStyle w:val="PKTpunkt"/>
      </w:pPr>
      <w:r>
        <w:t xml:space="preserve">6) sądzie </w:t>
      </w:r>
      <w:r w:rsidR="000D1345">
        <w:t xml:space="preserve">dyscyplinarnym </w:t>
      </w:r>
      <w:r w:rsidR="00A8507D" w:rsidRPr="00B1523B">
        <w:t>–</w:t>
      </w:r>
      <w:r>
        <w:t xml:space="preserve"> </w:t>
      </w:r>
      <w:r w:rsidRPr="00E42FE7">
        <w:t>należy przez to rozumieć</w:t>
      </w:r>
      <w:r>
        <w:t xml:space="preserve"> Krajowy Sąd Dyscyplinarny i regionalny sąd dyscyplinarny;</w:t>
      </w:r>
    </w:p>
    <w:p w14:paraId="786A8809" w14:textId="32FF7ED6" w:rsidR="00B1523B" w:rsidRPr="00B1523B" w:rsidRDefault="00A6677A" w:rsidP="00E42FE7">
      <w:pPr>
        <w:pStyle w:val="PKTpunkt"/>
      </w:pPr>
      <w:r>
        <w:t>7</w:t>
      </w:r>
      <w:r w:rsidR="00070965">
        <w:t>)</w:t>
      </w:r>
      <w:r w:rsidR="00212705" w:rsidRPr="00212705">
        <w:t xml:space="preserve"> </w:t>
      </w:r>
      <w:r w:rsidR="00B1523B" w:rsidRPr="00E42FE7">
        <w:t>świadczeniu usług</w:t>
      </w:r>
      <w:r w:rsidR="00420D85">
        <w:t>i</w:t>
      </w:r>
      <w:r w:rsidR="00B1523B" w:rsidRPr="00E42FE7">
        <w:t xml:space="preserve"> transgraniczn</w:t>
      </w:r>
      <w:r w:rsidR="00420D85">
        <w:t>ej</w:t>
      </w:r>
      <w:r w:rsidR="00B1523B" w:rsidRPr="00E42FE7">
        <w:t xml:space="preserve"> – należy przez to rozumieć</w:t>
      </w:r>
      <w:r w:rsidR="00B1523B" w:rsidRPr="00E42FE7" w:rsidDel="003A12FB">
        <w:t xml:space="preserve"> </w:t>
      </w:r>
      <w:r w:rsidR="00B1523B" w:rsidRPr="00E42FE7">
        <w:t>udzielanie tymczasowo lub okazjonalnie świadcze</w:t>
      </w:r>
      <w:r w:rsidR="004F3209">
        <w:t>nia</w:t>
      </w:r>
      <w:r w:rsidR="00B1523B" w:rsidRPr="00E42FE7">
        <w:t xml:space="preserve"> psychologiczn</w:t>
      </w:r>
      <w:r w:rsidR="004F3209">
        <w:t>ego</w:t>
      </w:r>
      <w:r w:rsidR="00B1523B" w:rsidRPr="00E42FE7">
        <w:t xml:space="preserve"> w Rzeczypospolitej Polskiej przez psychologa z państwa członkowskiego Unii Europejskiej, uprawnionego do wykonywania zawodu psychologa w państwie członkowskim Unii Europejskiej</w:t>
      </w:r>
      <w:r w:rsidR="00B1523B" w:rsidRPr="00B1523B">
        <w:t>.</w:t>
      </w:r>
    </w:p>
    <w:p w14:paraId="29F1AFDE" w14:textId="4DA257BF" w:rsidR="00B1523B" w:rsidRPr="00B1523B" w:rsidRDefault="00B1523B" w:rsidP="00B1523B">
      <w:pPr>
        <w:pStyle w:val="ARTartustawynprozporzdzenia"/>
      </w:pPr>
      <w:r w:rsidRPr="00E42FE7">
        <w:rPr>
          <w:rStyle w:val="Ppogrubienie"/>
        </w:rPr>
        <w:t xml:space="preserve">Art. </w:t>
      </w:r>
      <w:r w:rsidR="00B01B52">
        <w:rPr>
          <w:rStyle w:val="Ppogrubienie"/>
        </w:rPr>
        <w:t>4</w:t>
      </w:r>
      <w:r w:rsidRPr="00E42FE7">
        <w:rPr>
          <w:rStyle w:val="Ppogrubienie"/>
        </w:rPr>
        <w:t>.</w:t>
      </w:r>
      <w:r w:rsidRPr="00B1523B">
        <w:t xml:space="preserve"> 1. Zawód psychologa jest zawodem zaufania publicznego.</w:t>
      </w:r>
    </w:p>
    <w:p w14:paraId="37F48F05" w14:textId="33768B34" w:rsidR="00B1523B" w:rsidRDefault="00B1523B" w:rsidP="00B1523B">
      <w:pPr>
        <w:pStyle w:val="USTustnpkodeksu"/>
      </w:pPr>
      <w:r w:rsidRPr="00B1523B">
        <w:t>2. Tytuł zawodowy „psycholog” podlega ochronie prawnej.</w:t>
      </w:r>
    </w:p>
    <w:p w14:paraId="65C724C7" w14:textId="0F8BDE36" w:rsidR="00D002C5" w:rsidRPr="00B1523B" w:rsidRDefault="00D002C5" w:rsidP="00B1523B">
      <w:pPr>
        <w:pStyle w:val="USTustnpkodeksu"/>
      </w:pPr>
      <w:r>
        <w:t xml:space="preserve">3. </w:t>
      </w:r>
      <w:r w:rsidR="003F5A6E" w:rsidRPr="007B610E">
        <w:t>Tytułem zawodowym</w:t>
      </w:r>
      <w:r w:rsidR="00826298" w:rsidRPr="007B610E">
        <w:t xml:space="preserve"> psychologa może </w:t>
      </w:r>
      <w:r w:rsidR="003F5A6E" w:rsidRPr="007B610E">
        <w:t>posługiwać się</w:t>
      </w:r>
      <w:r w:rsidR="00826298" w:rsidRPr="007B610E">
        <w:t xml:space="preserve"> osoba, która posiada prawo wykonywania zawodu psychologa</w:t>
      </w:r>
      <w:r>
        <w:t>.</w:t>
      </w:r>
    </w:p>
    <w:p w14:paraId="3C1F9593" w14:textId="280C3697" w:rsidR="00B1523B" w:rsidRPr="00B1523B" w:rsidRDefault="00A24E01" w:rsidP="00B1523B">
      <w:pPr>
        <w:pStyle w:val="ARTartustawynprozporzdzenia"/>
      </w:pPr>
      <w:r>
        <w:rPr>
          <w:rStyle w:val="Ppogrubienie"/>
        </w:rPr>
        <w:t>Art. 5</w:t>
      </w:r>
      <w:r w:rsidR="00B1523B" w:rsidRPr="005B33EE">
        <w:rPr>
          <w:rStyle w:val="Ppogrubienie"/>
        </w:rPr>
        <w:t>.</w:t>
      </w:r>
      <w:r w:rsidR="00B1523B" w:rsidRPr="00B1523B">
        <w:t xml:space="preserve"> Minister właściwy do spraw pracy sprawuje nadzór nad </w:t>
      </w:r>
      <w:r w:rsidR="00441B9D">
        <w:t xml:space="preserve">samorządem </w:t>
      </w:r>
      <w:bookmarkStart w:id="3" w:name="_Hlk169858702"/>
      <w:r w:rsidR="006B7D29">
        <w:t xml:space="preserve">zawodowym </w:t>
      </w:r>
      <w:r w:rsidR="00441B9D">
        <w:t>psychologów</w:t>
      </w:r>
      <w:r w:rsidR="006B7D29">
        <w:t>, zwan</w:t>
      </w:r>
      <w:r w:rsidR="00C3633D">
        <w:t>ym dalej</w:t>
      </w:r>
      <w:r w:rsidR="006B7D29">
        <w:t xml:space="preserve"> </w:t>
      </w:r>
      <w:r w:rsidR="006B7D29" w:rsidRPr="00B1523B">
        <w:t>„</w:t>
      </w:r>
      <w:r w:rsidR="006B7D29">
        <w:t>samorządem psychologów</w:t>
      </w:r>
      <w:r w:rsidR="006B7D29" w:rsidRPr="00B1523B">
        <w:t>”</w:t>
      </w:r>
      <w:bookmarkEnd w:id="3"/>
      <w:r w:rsidR="00B32BC1">
        <w:t>,</w:t>
      </w:r>
      <w:r w:rsidR="00B1523B" w:rsidRPr="00B1523B">
        <w:t xml:space="preserve"> w zakresie i formach określonych niniejszą ustawą.</w:t>
      </w:r>
    </w:p>
    <w:p w14:paraId="22B9EB51" w14:textId="77777777" w:rsidR="00B1523B" w:rsidRPr="00B1523B" w:rsidRDefault="00B1523B" w:rsidP="00E42FE7">
      <w:pPr>
        <w:pStyle w:val="ROZDZODDZOZNoznaczenierozdziauluboddziau"/>
      </w:pPr>
      <w:r w:rsidRPr="00B1523B">
        <w:t>Rozdział 2</w:t>
      </w:r>
      <w:r w:rsidRPr="00B1523B">
        <w:br/>
        <w:t>Prawo wykonywania zawodu psychologa</w:t>
      </w:r>
    </w:p>
    <w:p w14:paraId="51853DC5" w14:textId="4CD226DB" w:rsidR="00B1523B" w:rsidRPr="00B1523B" w:rsidRDefault="00A24E01" w:rsidP="00B1523B">
      <w:pPr>
        <w:pStyle w:val="ARTartustawynprozporzdzenia"/>
      </w:pPr>
      <w:r>
        <w:rPr>
          <w:rStyle w:val="Ppogrubienie"/>
        </w:rPr>
        <w:t>Art. 6</w:t>
      </w:r>
      <w:r w:rsidR="00B1523B" w:rsidRPr="005B33EE">
        <w:rPr>
          <w:rStyle w:val="Ppogrubienie"/>
        </w:rPr>
        <w:t>.</w:t>
      </w:r>
      <w:r w:rsidR="00B1523B" w:rsidRPr="00B1523B">
        <w:t xml:space="preserve"> 1. </w:t>
      </w:r>
      <w:bookmarkStart w:id="4" w:name="_Hlk169859440"/>
      <w:r w:rsidR="00B1523B" w:rsidRPr="00B1523B">
        <w:t xml:space="preserve">Psycholog uzyskuje prawo wykonywania zawodu z </w:t>
      </w:r>
      <w:r w:rsidR="00CD0989">
        <w:t>dniem</w:t>
      </w:r>
      <w:r w:rsidR="00B1523B" w:rsidRPr="00B1523B">
        <w:t xml:space="preserve"> wpisu </w:t>
      </w:r>
      <w:bookmarkEnd w:id="4"/>
      <w:r w:rsidR="000B2ECD">
        <w:t>do Rejestru</w:t>
      </w:r>
      <w:r w:rsidR="000B2ECD" w:rsidRPr="00B04EFD">
        <w:t xml:space="preserve"> </w:t>
      </w:r>
      <w:r w:rsidR="00B1523B" w:rsidRPr="00B1523B">
        <w:t>Psychologów</w:t>
      </w:r>
      <w:r w:rsidR="00B429AD">
        <w:t>,</w:t>
      </w:r>
      <w:r w:rsidR="00B1523B" w:rsidRPr="00B1523B">
        <w:t xml:space="preserve"> zwan</w:t>
      </w:r>
      <w:r w:rsidR="00B54F0B">
        <w:t>ego</w:t>
      </w:r>
      <w:r w:rsidR="00B1523B" w:rsidRPr="00B1523B">
        <w:t xml:space="preserve"> </w:t>
      </w:r>
      <w:r w:rsidR="00C3633D">
        <w:t xml:space="preserve">dalej </w:t>
      </w:r>
      <w:r w:rsidR="00B1523B" w:rsidRPr="00B1523B">
        <w:t>„</w:t>
      </w:r>
      <w:r w:rsidR="001741E1">
        <w:t>Rejestrem</w:t>
      </w:r>
      <w:r w:rsidR="00B1523B" w:rsidRPr="00B1523B">
        <w:t>”</w:t>
      </w:r>
      <w:r w:rsidR="005810FB">
        <w:t>,</w:t>
      </w:r>
      <w:r w:rsidR="00584EC5" w:rsidRPr="00584EC5">
        <w:t xml:space="preserve"> z zastrzeżeniem art. 17 ust. 6</w:t>
      </w:r>
      <w:r w:rsidR="00B1523B" w:rsidRPr="00B1523B">
        <w:t>.</w:t>
      </w:r>
      <w:bookmarkStart w:id="5" w:name="mip44846307"/>
      <w:bookmarkEnd w:id="5"/>
    </w:p>
    <w:p w14:paraId="364F4961" w14:textId="4CEAE661" w:rsidR="00365522" w:rsidRDefault="00B1523B" w:rsidP="00D637B4">
      <w:pPr>
        <w:pStyle w:val="USTustnpkodeksu"/>
      </w:pPr>
      <w:r w:rsidRPr="00B1523B">
        <w:lastRenderedPageBreak/>
        <w:t xml:space="preserve">2. </w:t>
      </w:r>
      <w:r w:rsidR="001741E1">
        <w:t>Rejestr</w:t>
      </w:r>
      <w:r w:rsidR="001741E1" w:rsidRPr="00B1523B">
        <w:t xml:space="preserve"> </w:t>
      </w:r>
      <w:r w:rsidRPr="00B1523B">
        <w:t xml:space="preserve">prowadzi </w:t>
      </w:r>
      <w:r w:rsidR="009515EA">
        <w:t>r</w:t>
      </w:r>
      <w:r w:rsidRPr="00B1523B">
        <w:t xml:space="preserve">egionalna </w:t>
      </w:r>
      <w:r w:rsidR="009515EA">
        <w:t>r</w:t>
      </w:r>
      <w:r w:rsidRPr="00B1523B">
        <w:t xml:space="preserve">ada </w:t>
      </w:r>
      <w:r w:rsidR="009515EA">
        <w:t>p</w:t>
      </w:r>
      <w:r w:rsidRPr="00B1523B">
        <w:t xml:space="preserve">sychologów, zwana </w:t>
      </w:r>
      <w:bookmarkStart w:id="6" w:name="_Hlk101967808"/>
      <w:r w:rsidR="00302C5F">
        <w:t xml:space="preserve">dalej </w:t>
      </w:r>
      <w:r w:rsidRPr="00B1523B">
        <w:t>„</w:t>
      </w:r>
      <w:r w:rsidR="009515EA">
        <w:t>r</w:t>
      </w:r>
      <w:r w:rsidRPr="00B1523B">
        <w:t xml:space="preserve">egionalną </w:t>
      </w:r>
      <w:r w:rsidR="009515EA">
        <w:t>r</w:t>
      </w:r>
      <w:r w:rsidRPr="00B1523B">
        <w:t>adą”</w:t>
      </w:r>
      <w:bookmarkEnd w:id="6"/>
      <w:r w:rsidRPr="00B1523B">
        <w:t>,</w:t>
      </w:r>
      <w:r w:rsidR="00DE7F1B">
        <w:t xml:space="preserve"> </w:t>
      </w:r>
      <w:r w:rsidR="00971177" w:rsidRPr="00971177">
        <w:t>w systemie teleinformatycznym udostępnianym przez Krajową Radę</w:t>
      </w:r>
      <w:r w:rsidR="00971177">
        <w:t xml:space="preserve"> </w:t>
      </w:r>
      <w:r w:rsidR="00971177" w:rsidRPr="00971177">
        <w:t>Psychologów, zwan</w:t>
      </w:r>
      <w:r w:rsidR="00971177">
        <w:t>ą</w:t>
      </w:r>
      <w:r w:rsidR="00302C5F">
        <w:t xml:space="preserve"> dalej</w:t>
      </w:r>
      <w:r w:rsidR="00971177" w:rsidRPr="00971177">
        <w:t xml:space="preserve"> </w:t>
      </w:r>
      <w:r w:rsidR="00302C5F">
        <w:rPr>
          <w:rFonts w:cs="Times"/>
        </w:rPr>
        <w:t>„</w:t>
      </w:r>
      <w:r w:rsidR="00971177" w:rsidRPr="00971177">
        <w:t>Krajową Radą</w:t>
      </w:r>
      <w:r w:rsidR="00302C5F">
        <w:rPr>
          <w:rFonts w:cs="Times"/>
        </w:rPr>
        <w:t>”</w:t>
      </w:r>
      <w:r w:rsidRPr="00B1523B">
        <w:t>.</w:t>
      </w:r>
    </w:p>
    <w:p w14:paraId="0BB4C637" w14:textId="16581960" w:rsidR="007B373B" w:rsidRDefault="00365522" w:rsidP="00D637B4">
      <w:pPr>
        <w:pStyle w:val="USTustnpkodeksu"/>
      </w:pPr>
      <w:r>
        <w:t>3.</w:t>
      </w:r>
      <w:r w:rsidR="00AE5D7F">
        <w:t xml:space="preserve"> Wpisu do Rejestru dokonuje</w:t>
      </w:r>
      <w:r w:rsidR="00AE5D7F" w:rsidRPr="00AE5D7F">
        <w:t xml:space="preserve"> </w:t>
      </w:r>
      <w:r w:rsidR="00AE5D7F">
        <w:t>regionalna rada</w:t>
      </w:r>
      <w:r w:rsidR="00AE5D7F" w:rsidRPr="00B1523B">
        <w:t xml:space="preserve"> właściwa ze względu na </w:t>
      </w:r>
      <w:r w:rsidR="00AE5D7F">
        <w:t xml:space="preserve">adres </w:t>
      </w:r>
      <w:r w:rsidR="00AE5D7F" w:rsidRPr="00B1523B">
        <w:t>zamieszkania</w:t>
      </w:r>
      <w:r w:rsidR="00AE5D7F">
        <w:t xml:space="preserve"> psychologa</w:t>
      </w:r>
      <w:r>
        <w:t>.</w:t>
      </w:r>
      <w:r w:rsidR="007B373B" w:rsidRPr="007B373B">
        <w:t xml:space="preserve"> </w:t>
      </w:r>
      <w:r w:rsidR="007B373B">
        <w:t xml:space="preserve">W przypadku </w:t>
      </w:r>
      <w:r w:rsidR="005810FB">
        <w:t>o</w:t>
      </w:r>
      <w:r w:rsidR="005810FB" w:rsidRPr="007B373B">
        <w:t>s</w:t>
      </w:r>
      <w:r w:rsidR="005810FB">
        <w:t>ób</w:t>
      </w:r>
      <w:r w:rsidR="005810FB" w:rsidRPr="007B373B">
        <w:t xml:space="preserve"> będąc</w:t>
      </w:r>
      <w:r w:rsidR="005810FB">
        <w:t>ych</w:t>
      </w:r>
      <w:r w:rsidR="005810FB" w:rsidRPr="007B373B">
        <w:t xml:space="preserve"> obywatelami państw członkowskich Unii Europejskiej</w:t>
      </w:r>
      <w:r w:rsidR="005810FB">
        <w:t>, które nie posiadają</w:t>
      </w:r>
      <w:r w:rsidR="007B373B">
        <w:t xml:space="preserve"> miejsca zamieszkania w </w:t>
      </w:r>
      <w:r w:rsidR="007B373B" w:rsidRPr="007B373B">
        <w:t>Rzeczypospolitej Polskiej</w:t>
      </w:r>
      <w:r w:rsidR="00F731DC">
        <w:t>,</w:t>
      </w:r>
      <w:r w:rsidR="007B373B">
        <w:t xml:space="preserve"> wpisu do Rejestru dokonuje regionalna rada właściwa dla m.st. Warszawy.</w:t>
      </w:r>
      <w:r>
        <w:t xml:space="preserve"> </w:t>
      </w:r>
    </w:p>
    <w:p w14:paraId="52BAA048" w14:textId="6BDF7227" w:rsidR="00D637B4" w:rsidRDefault="007B373B" w:rsidP="00D637B4">
      <w:pPr>
        <w:pStyle w:val="USTustnpkodeksu"/>
      </w:pPr>
      <w:r>
        <w:t xml:space="preserve">4. </w:t>
      </w:r>
      <w:r w:rsidR="00365522">
        <w:t xml:space="preserve">Po wpisie do Rejestru psycholog przynależy do </w:t>
      </w:r>
      <w:r w:rsidR="0079546B">
        <w:t xml:space="preserve">tej </w:t>
      </w:r>
      <w:r w:rsidR="00365522">
        <w:t>regionalnej izby, której rada dokonała wpisu, z zastrzeżeniem art. 16.</w:t>
      </w:r>
      <w:r w:rsidR="00AE5D7F" w:rsidRPr="00AE5D7F">
        <w:t xml:space="preserve"> </w:t>
      </w:r>
    </w:p>
    <w:p w14:paraId="16CDE8E6" w14:textId="720EA5BE" w:rsidR="00DC7DFF" w:rsidRDefault="007B373B" w:rsidP="00D637B4">
      <w:pPr>
        <w:pStyle w:val="USTustnpkodeksu"/>
      </w:pPr>
      <w:r>
        <w:t>5</w:t>
      </w:r>
      <w:r w:rsidR="00B1523B" w:rsidRPr="00B1523B">
        <w:t xml:space="preserve">. Regionalna </w:t>
      </w:r>
      <w:r w:rsidR="00A03E67">
        <w:t>r</w:t>
      </w:r>
      <w:r w:rsidR="00B1523B" w:rsidRPr="00B1523B">
        <w:t xml:space="preserve">ada wpisuje </w:t>
      </w:r>
      <w:r w:rsidR="001741E1">
        <w:t>do Rejestru</w:t>
      </w:r>
      <w:r w:rsidR="00B1523B" w:rsidRPr="00B1523B">
        <w:t xml:space="preserve"> osobę, która spełnia </w:t>
      </w:r>
      <w:r w:rsidR="007A6BF9">
        <w:t xml:space="preserve">następujące </w:t>
      </w:r>
      <w:r w:rsidR="00B1523B" w:rsidRPr="00B1523B">
        <w:t>wymagania</w:t>
      </w:r>
      <w:r w:rsidR="007A6BF9">
        <w:t>:</w:t>
      </w:r>
    </w:p>
    <w:p w14:paraId="7699D767" w14:textId="57CB8136" w:rsidR="007A6BF9" w:rsidRPr="00B1523B" w:rsidRDefault="007A6BF9" w:rsidP="007A6BF9">
      <w:pPr>
        <w:pStyle w:val="PKTpunkt"/>
      </w:pPr>
      <w:r>
        <w:t xml:space="preserve">1) </w:t>
      </w:r>
      <w:r w:rsidRPr="00B1523B">
        <w:t>ukończyła w Rzecz</w:t>
      </w:r>
      <w:r w:rsidR="004A6523">
        <w:t>y</w:t>
      </w:r>
      <w:r w:rsidRPr="00B1523B">
        <w:t>pospolitej Polskiej:</w:t>
      </w:r>
    </w:p>
    <w:p w14:paraId="06E97844" w14:textId="77777777" w:rsidR="007A6BF9" w:rsidRPr="00B1523B" w:rsidRDefault="007A6BF9" w:rsidP="007A6BF9">
      <w:pPr>
        <w:pStyle w:val="LITlitera"/>
      </w:pPr>
      <w:r>
        <w:t xml:space="preserve">a) </w:t>
      </w:r>
      <w:r w:rsidRPr="00B1523B">
        <w:t>studia pierwszego stopnia na kierunku psychologia i studia drugiego stopnia na kierunku psychologia oraz uzyskała tytuł zawodowy magistra albo</w:t>
      </w:r>
    </w:p>
    <w:p w14:paraId="45B78745" w14:textId="77777777" w:rsidR="007A6BF9" w:rsidRPr="00B1523B" w:rsidRDefault="007A6BF9" w:rsidP="007A6BF9">
      <w:pPr>
        <w:pStyle w:val="LITlitera"/>
      </w:pPr>
      <w:r>
        <w:t xml:space="preserve">b) </w:t>
      </w:r>
      <w:r w:rsidRPr="00B1523B">
        <w:t>jednolite studia magisterskie na kierunku psychologia oraz uzyskała tytuł zawodowy magistra lub</w:t>
      </w:r>
    </w:p>
    <w:p w14:paraId="2CCD2F3E" w14:textId="6212B39B" w:rsidR="007A6BF9" w:rsidRPr="00B1523B" w:rsidRDefault="007A6BF9" w:rsidP="007A6BF9">
      <w:pPr>
        <w:pStyle w:val="PKTpunkt"/>
      </w:pPr>
      <w:r>
        <w:t xml:space="preserve">2) </w:t>
      </w:r>
      <w:r w:rsidRPr="00B1523B">
        <w:t xml:space="preserve">posiada dyplom wydany w państwie innym niż państwo członkowskie Unii Europejskiej, uznany za równoważny z dyplomem </w:t>
      </w:r>
      <w:r w:rsidR="003C4356" w:rsidRPr="003C4356">
        <w:t>ukończenia studiów na kierunku psychologia</w:t>
      </w:r>
      <w:r w:rsidR="003C4356" w:rsidRPr="00B1523B">
        <w:t xml:space="preserve"> </w:t>
      </w:r>
      <w:r w:rsidRPr="00B1523B">
        <w:t>uzyskiwanym w Rzeczypospolitej Polskiej, potwierdzający</w:t>
      </w:r>
      <w:r w:rsidR="004725C7">
        <w:t xml:space="preserve"> </w:t>
      </w:r>
      <w:r w:rsidR="003C4356" w:rsidRPr="003C4356">
        <w:t xml:space="preserve">formalne </w:t>
      </w:r>
      <w:r w:rsidR="003C4356">
        <w:t xml:space="preserve">kwalifikacje </w:t>
      </w:r>
      <w:r w:rsidRPr="00B1523B">
        <w:t>psychologa, lub</w:t>
      </w:r>
    </w:p>
    <w:p w14:paraId="569A3ACF" w14:textId="47042581" w:rsidR="007A6BF9" w:rsidRPr="00DD3F83" w:rsidRDefault="007A6BF9" w:rsidP="007A6BF9">
      <w:pPr>
        <w:pStyle w:val="PKTpunkt"/>
      </w:pPr>
      <w:r>
        <w:t xml:space="preserve">3) </w:t>
      </w:r>
      <w:r w:rsidRPr="00B1523B">
        <w:t>posiada kwalifikacje do wykonywania zawodu psychologa nabyte w państwie członkowskim Unii Europejskiej, uznane w Rzeczypospolitej Polskiej</w:t>
      </w:r>
      <w:r w:rsidR="004A4570">
        <w:t>,</w:t>
      </w:r>
      <w:r w:rsidRPr="00B1523B">
        <w:t xml:space="preserve"> zgodnie z przepisami ustawy z dnia 22 grudnia 2015 r. o zasadach uznawania kwalifikacji zawodowych nabytych w państwach członkowskich Unii Europejskiej </w:t>
      </w:r>
      <w:r w:rsidRPr="00DD3F83">
        <w:t>(</w:t>
      </w:r>
      <w:r w:rsidR="00C3005F">
        <w:t>Dz. U.</w:t>
      </w:r>
      <w:r w:rsidR="007D7DE9" w:rsidRPr="007D7DE9">
        <w:t xml:space="preserve"> z 202</w:t>
      </w:r>
      <w:r w:rsidR="004829E7">
        <w:t>3</w:t>
      </w:r>
      <w:r w:rsidR="007D7DE9" w:rsidRPr="007D7DE9">
        <w:t xml:space="preserve"> r. poz. </w:t>
      </w:r>
      <w:r w:rsidR="004829E7">
        <w:t>334</w:t>
      </w:r>
      <w:r w:rsidRPr="00DD3F83">
        <w:t>);</w:t>
      </w:r>
    </w:p>
    <w:p w14:paraId="75CEF681" w14:textId="7331569F" w:rsidR="007A6BF9" w:rsidRDefault="007A6BF9" w:rsidP="007A6BF9">
      <w:pPr>
        <w:pStyle w:val="PKTpunkt"/>
      </w:pPr>
      <w:r>
        <w:t xml:space="preserve">4) </w:t>
      </w:r>
      <w:r w:rsidRPr="00B1523B">
        <w:t>korzysta w pełni z praw publicznych oraz ma pełną zdolność do czynności prawnych;</w:t>
      </w:r>
    </w:p>
    <w:p w14:paraId="22F88E57" w14:textId="672CBB15" w:rsidR="00ED26E0" w:rsidRDefault="007A6BF9" w:rsidP="007A6BF9">
      <w:pPr>
        <w:pStyle w:val="PKTpunkt"/>
      </w:pPr>
      <w:r>
        <w:t xml:space="preserve">5) </w:t>
      </w:r>
      <w:r w:rsidR="0027514B">
        <w:t xml:space="preserve">swoim dotychczasowym zachowaniem </w:t>
      </w:r>
      <w:r w:rsidR="0027514B" w:rsidRPr="00497B6E">
        <w:t xml:space="preserve">daje rękojmię prawidłowego wykonywania zawodu </w:t>
      </w:r>
      <w:r w:rsidR="0027514B">
        <w:t>psychologa, w szczególności</w:t>
      </w:r>
      <w:r w:rsidR="0027514B" w:rsidRPr="00B1523B">
        <w:t xml:space="preserve"> </w:t>
      </w:r>
      <w:r w:rsidRPr="00B1523B">
        <w:t>nie była prawomocnie skazana za przestępstwo umyślne ścigane z oskarżenia publicznego</w:t>
      </w:r>
      <w:r w:rsidR="00ED26E0">
        <w:t>;</w:t>
      </w:r>
    </w:p>
    <w:p w14:paraId="51444C77" w14:textId="521F85E0" w:rsidR="00D90F65" w:rsidRDefault="00ED26E0" w:rsidP="00DD5375">
      <w:pPr>
        <w:pStyle w:val="PKTpunkt"/>
      </w:pPr>
      <w:r>
        <w:t xml:space="preserve">6) </w:t>
      </w:r>
      <w:r w:rsidR="00D90F65">
        <w:t xml:space="preserve">legitymuje się </w:t>
      </w:r>
      <w:r w:rsidR="00D90F65" w:rsidRPr="00B1523B">
        <w:t>znajomoś</w:t>
      </w:r>
      <w:r w:rsidR="00D90F65">
        <w:t>cią</w:t>
      </w:r>
      <w:r w:rsidR="00D90F65" w:rsidRPr="00B1523B">
        <w:t xml:space="preserve"> języka polskiego </w:t>
      </w:r>
      <w:r w:rsidR="00D90F65" w:rsidRPr="004F1D07">
        <w:t>co najmniej na poziomie B2 w skali globalnej biegłości językowej według „Common European Framework of Reference for Languages: learning, teaching, assessment (CEFR)</w:t>
      </w:r>
      <w:r w:rsidR="00D90F65">
        <w:t xml:space="preserve"> </w:t>
      </w:r>
      <w:r w:rsidR="00D90F65" w:rsidRPr="00E42FE7">
        <w:t>–</w:t>
      </w:r>
      <w:r w:rsidR="00D90F65" w:rsidRPr="004F1D07">
        <w:t xml:space="preserve"> Europejski system opisu kształcenia językowego: uczenie się</w:t>
      </w:r>
      <w:r w:rsidR="00D90F65">
        <w:t>, nauczanie, ocenianie (ESOKJ)”</w:t>
      </w:r>
      <w:r w:rsidR="001B5B82">
        <w:t xml:space="preserve">, </w:t>
      </w:r>
      <w:r w:rsidR="00F22D84">
        <w:t>z zastrzeżeniem art. 10 ust. 3</w:t>
      </w:r>
      <w:r w:rsidR="000E64A0">
        <w:t>.</w:t>
      </w:r>
      <w:bookmarkStart w:id="7" w:name="_Hlk170238952"/>
    </w:p>
    <w:p w14:paraId="6859E16F" w14:textId="780A4B3B" w:rsidR="000E64A0" w:rsidRDefault="007B373B" w:rsidP="00FD0D1B">
      <w:pPr>
        <w:pStyle w:val="USTustnpkodeksu"/>
      </w:pPr>
      <w:r>
        <w:lastRenderedPageBreak/>
        <w:t>6</w:t>
      </w:r>
      <w:r w:rsidR="003B6B54">
        <w:t xml:space="preserve">. </w:t>
      </w:r>
      <w:r w:rsidR="000E64A0" w:rsidRPr="000E64A0">
        <w:t xml:space="preserve">Obowiązek, o którym mowa w ust. </w:t>
      </w:r>
      <w:r>
        <w:t>5</w:t>
      </w:r>
      <w:r w:rsidR="000E64A0" w:rsidRPr="000E64A0">
        <w:t xml:space="preserve"> pkt </w:t>
      </w:r>
      <w:r w:rsidR="0079546B">
        <w:t>6</w:t>
      </w:r>
      <w:r w:rsidR="000E64A0" w:rsidRPr="000E64A0">
        <w:t>, uważa się za spełniony</w:t>
      </w:r>
      <w:r w:rsidR="005B1935">
        <w:t>,</w:t>
      </w:r>
      <w:r w:rsidR="000E64A0" w:rsidRPr="000E64A0">
        <w:t xml:space="preserve"> jeżeli wnioskodawca </w:t>
      </w:r>
      <w:r w:rsidR="000E64A0" w:rsidRPr="004F1D07">
        <w:t>ukończył studia</w:t>
      </w:r>
      <w:r>
        <w:t xml:space="preserve"> </w:t>
      </w:r>
      <w:r w:rsidR="000E64A0" w:rsidRPr="004F1D07">
        <w:t>w języku polskim</w:t>
      </w:r>
      <w:r w:rsidR="000E64A0">
        <w:t xml:space="preserve"> lub</w:t>
      </w:r>
      <w:r w:rsidR="000E64A0" w:rsidRPr="000E64A0">
        <w:t xml:space="preserve"> uzyskał świadectwo dojrzałości po zdaniu egzaminu dojrzałości w języku polskim</w:t>
      </w:r>
      <w:r w:rsidR="000E64A0">
        <w:t>.</w:t>
      </w:r>
    </w:p>
    <w:p w14:paraId="524280A8" w14:textId="37C7EFA9" w:rsidR="003B6B54" w:rsidRDefault="007B373B" w:rsidP="00FD0D1B">
      <w:pPr>
        <w:pStyle w:val="USTustnpkodeksu"/>
      </w:pPr>
      <w:r>
        <w:t>7</w:t>
      </w:r>
      <w:r w:rsidR="000E64A0">
        <w:t xml:space="preserve">. </w:t>
      </w:r>
      <w:r w:rsidR="003B6B54" w:rsidRPr="003B6B54">
        <w:t xml:space="preserve">Rejestr jest rejestrem publicznym w rozumieniu ustawy z dnia 17 lutego 2005 r. </w:t>
      </w:r>
      <w:r w:rsidR="00000223">
        <w:br/>
      </w:r>
      <w:r w:rsidR="003B6B54" w:rsidRPr="003B6B54">
        <w:t>o informatyzacji działalności podmiotów realizujących zadania publiczne</w:t>
      </w:r>
      <w:r w:rsidR="009A2349">
        <w:t xml:space="preserve"> (</w:t>
      </w:r>
      <w:r w:rsidR="009A2349" w:rsidRPr="009A2349">
        <w:t xml:space="preserve">Dz. U. z 2024 r. poz. </w:t>
      </w:r>
      <w:r w:rsidR="00FB4C15">
        <w:t>1557</w:t>
      </w:r>
      <w:r w:rsidR="009210BD">
        <w:t xml:space="preserve"> i 1717</w:t>
      </w:r>
      <w:r w:rsidR="009A2349">
        <w:t>)</w:t>
      </w:r>
      <w:r w:rsidR="003B6B54" w:rsidRPr="003B6B54">
        <w:t>.</w:t>
      </w:r>
    </w:p>
    <w:p w14:paraId="5691812B" w14:textId="40D825C0" w:rsidR="00C33C6E" w:rsidRDefault="007B373B" w:rsidP="00FD0D1B">
      <w:pPr>
        <w:pStyle w:val="USTustnpkodeksu"/>
      </w:pPr>
      <w:r>
        <w:t>8</w:t>
      </w:r>
      <w:r w:rsidR="00C33C6E">
        <w:t>. Rejestr zawiera następujące dane:</w:t>
      </w:r>
    </w:p>
    <w:p w14:paraId="6AF1694C" w14:textId="7B2271A7" w:rsidR="00CD6BDE" w:rsidRDefault="00CD6BDE" w:rsidP="00CD6BDE">
      <w:pPr>
        <w:pStyle w:val="PKTpunkt"/>
      </w:pPr>
      <w:r>
        <w:t xml:space="preserve">1) numer i </w:t>
      </w:r>
      <w:r w:rsidRPr="00B04EFD">
        <w:t xml:space="preserve">datę </w:t>
      </w:r>
      <w:r>
        <w:t>wpisu</w:t>
      </w:r>
      <w:r w:rsidRPr="001741E1">
        <w:t xml:space="preserve"> </w:t>
      </w:r>
      <w:r>
        <w:t>do Rejestru</w:t>
      </w:r>
      <w:r w:rsidR="006459F9">
        <w:t>;</w:t>
      </w:r>
    </w:p>
    <w:p w14:paraId="7AA2C355" w14:textId="77777777" w:rsidR="00CD6BDE" w:rsidRDefault="00CD6BDE" w:rsidP="00CD6BDE">
      <w:pPr>
        <w:pStyle w:val="PKTpunkt"/>
      </w:pPr>
      <w:r>
        <w:t>2) dane osobowe dotyczące psychologa:</w:t>
      </w:r>
    </w:p>
    <w:p w14:paraId="3E02792D" w14:textId="6A252E9D" w:rsidR="00CD6BDE" w:rsidRDefault="00CD6BDE" w:rsidP="00CD6BDE">
      <w:pPr>
        <w:pStyle w:val="LITlitera"/>
      </w:pPr>
      <w:r>
        <w:t xml:space="preserve">a) </w:t>
      </w:r>
      <w:r w:rsidRPr="00B1523B">
        <w:t xml:space="preserve">imię </w:t>
      </w:r>
      <w:r>
        <w:t xml:space="preserve">(imiona) </w:t>
      </w:r>
      <w:r w:rsidRPr="00B1523B">
        <w:t>i nazwisko</w:t>
      </w:r>
      <w:r w:rsidR="006459F9">
        <w:t>,</w:t>
      </w:r>
    </w:p>
    <w:p w14:paraId="6E930D62" w14:textId="61F616E1" w:rsidR="00CD6BDE" w:rsidRDefault="00CD6BDE" w:rsidP="00CD6BDE">
      <w:pPr>
        <w:pStyle w:val="LITlitera"/>
      </w:pPr>
      <w:r>
        <w:t xml:space="preserve">b) </w:t>
      </w:r>
      <w:r w:rsidRPr="006F64B1">
        <w:t>nazwisko rodowe</w:t>
      </w:r>
      <w:r w:rsidR="006459F9">
        <w:t>,</w:t>
      </w:r>
    </w:p>
    <w:p w14:paraId="5D9EF35C" w14:textId="1A2BDE00" w:rsidR="00CD6BDE" w:rsidRDefault="00CD6BDE" w:rsidP="00CD6BDE">
      <w:pPr>
        <w:pStyle w:val="LITlitera"/>
      </w:pPr>
      <w:r>
        <w:t xml:space="preserve">c) </w:t>
      </w:r>
      <w:r w:rsidRPr="00B1523B">
        <w:t>numer PESEL, a w przypadku braku numeru PESEL – nazwę i numer dokumentu potwierdzającego tożsamość oraz nazwę państwa, które go wydało</w:t>
      </w:r>
      <w:r w:rsidR="006459F9">
        <w:t>,</w:t>
      </w:r>
    </w:p>
    <w:p w14:paraId="1B7DED0E" w14:textId="6B925646" w:rsidR="00CD6BDE" w:rsidRDefault="00CD6BDE" w:rsidP="00CD6BDE">
      <w:pPr>
        <w:pStyle w:val="LITlitera"/>
      </w:pPr>
      <w:r>
        <w:t xml:space="preserve">d) </w:t>
      </w:r>
      <w:r w:rsidRPr="00B1523B">
        <w:t>obywatelstwo</w:t>
      </w:r>
      <w:r w:rsidR="006459F9">
        <w:t>,</w:t>
      </w:r>
    </w:p>
    <w:p w14:paraId="64748FCF" w14:textId="16C1DD12" w:rsidR="00CD6BDE" w:rsidRDefault="00CD6BDE" w:rsidP="00CD6BDE">
      <w:pPr>
        <w:pStyle w:val="LITlitera"/>
      </w:pPr>
      <w:r>
        <w:t xml:space="preserve">e) </w:t>
      </w:r>
      <w:r w:rsidRPr="00B1523B">
        <w:t>adres zamieszkania</w:t>
      </w:r>
      <w:r w:rsidR="006459F9">
        <w:t>,</w:t>
      </w:r>
    </w:p>
    <w:p w14:paraId="63A08DF0" w14:textId="701FF5AC" w:rsidR="00FC4E22" w:rsidRDefault="00CD6BDE" w:rsidP="00FC4E22">
      <w:pPr>
        <w:pStyle w:val="LITlitera"/>
      </w:pPr>
      <w:r>
        <w:t xml:space="preserve">f) </w:t>
      </w:r>
      <w:r w:rsidR="00917A90">
        <w:t>a</w:t>
      </w:r>
      <w:r w:rsidRPr="00B1523B">
        <w:t>dres do korespondencji, numer telefonu oraz adres poczty elektronicznej</w:t>
      </w:r>
      <w:r w:rsidR="007D5E47">
        <w:t>,</w:t>
      </w:r>
    </w:p>
    <w:p w14:paraId="668D5844" w14:textId="7F43AE1E" w:rsidR="00C33C6E" w:rsidRDefault="00FC4E22" w:rsidP="00E35F23">
      <w:pPr>
        <w:pStyle w:val="LITlitera"/>
      </w:pPr>
      <w:r>
        <w:t xml:space="preserve">g) </w:t>
      </w:r>
      <w:r w:rsidR="00CD6BDE">
        <w:t xml:space="preserve">dane dotyczące wykształcenia, </w:t>
      </w:r>
      <w:r>
        <w:t xml:space="preserve">a </w:t>
      </w:r>
      <w:r w:rsidR="00CD6BDE">
        <w:t>w tym:</w:t>
      </w:r>
    </w:p>
    <w:p w14:paraId="2AED1A6B" w14:textId="77777777" w:rsidR="00FC4E22" w:rsidRDefault="00FC4E22" w:rsidP="00FC4E22">
      <w:pPr>
        <w:pStyle w:val="TIRtiret"/>
      </w:pPr>
      <w:r>
        <w:t xml:space="preserve">– nazwę i adres siedziby uczelni, </w:t>
      </w:r>
    </w:p>
    <w:p w14:paraId="651B57DB" w14:textId="77777777" w:rsidR="00FC4E22" w:rsidRDefault="00FC4E22" w:rsidP="00FC4E22">
      <w:pPr>
        <w:pStyle w:val="TIRtiret"/>
      </w:pPr>
      <w:r>
        <w:t>– numer i datę wydania dyplomu,</w:t>
      </w:r>
    </w:p>
    <w:p w14:paraId="6506565B" w14:textId="77777777" w:rsidR="00FC4E22" w:rsidRDefault="00FC4E22" w:rsidP="00FC4E22">
      <w:pPr>
        <w:pStyle w:val="TIRtiret"/>
      </w:pPr>
      <w:r>
        <w:t>– tytuł zawodowy;</w:t>
      </w:r>
    </w:p>
    <w:p w14:paraId="5AF6EB1F" w14:textId="0B7D2005" w:rsidR="00CD6BDE" w:rsidRDefault="00FC4E22" w:rsidP="00CD6BDE">
      <w:pPr>
        <w:pStyle w:val="PKTpunkt"/>
      </w:pPr>
      <w:r>
        <w:t>3</w:t>
      </w:r>
      <w:r w:rsidR="00CD6BDE">
        <w:t xml:space="preserve">) </w:t>
      </w:r>
      <w:r w:rsidR="006459F9" w:rsidRPr="006459F9">
        <w:t xml:space="preserve">informację o </w:t>
      </w:r>
      <w:r w:rsidR="003C57BB">
        <w:t xml:space="preserve">dopełnieniu </w:t>
      </w:r>
      <w:r w:rsidR="006459F9" w:rsidRPr="006459F9">
        <w:t>obowiązku doskonalenia zawodowego</w:t>
      </w:r>
      <w:r w:rsidR="006459F9">
        <w:t>, o którym mowa w art. 29 ust. 1;</w:t>
      </w:r>
    </w:p>
    <w:p w14:paraId="18F0E36E" w14:textId="65E4A91B" w:rsidR="006459F9" w:rsidRDefault="00FC4E22" w:rsidP="00CD6BDE">
      <w:pPr>
        <w:pStyle w:val="PKTpunkt"/>
      </w:pPr>
      <w:r>
        <w:t>4</w:t>
      </w:r>
      <w:r w:rsidR="006459F9">
        <w:t>) datę skreślenia z Rejestru wraz z podaniem przyczyny;</w:t>
      </w:r>
    </w:p>
    <w:p w14:paraId="58F35861" w14:textId="5B2A0D40" w:rsidR="006459F9" w:rsidRDefault="00FC4E22" w:rsidP="005D6663">
      <w:pPr>
        <w:pStyle w:val="PKTpunkt"/>
      </w:pPr>
      <w:r>
        <w:t>5</w:t>
      </w:r>
      <w:r w:rsidR="006459F9">
        <w:t>) informację o zawieszeniu w wykonywaniu zawodu psychologa;</w:t>
      </w:r>
    </w:p>
    <w:p w14:paraId="2D9F6ABA" w14:textId="1BEAAB64" w:rsidR="002A0CED" w:rsidRDefault="00FC4E22" w:rsidP="006459F9">
      <w:pPr>
        <w:pStyle w:val="PKTpunkt"/>
      </w:pPr>
      <w:r>
        <w:t>6</w:t>
      </w:r>
      <w:r w:rsidR="002A0CED">
        <w:t>) informację o zaprzestaniu wykonywania zawodu, o którym mowa w art. 30.</w:t>
      </w:r>
    </w:p>
    <w:p w14:paraId="3B8E3F45" w14:textId="7B9BDE00" w:rsidR="002A0CED" w:rsidRDefault="007B373B" w:rsidP="002A0CED">
      <w:pPr>
        <w:pStyle w:val="USTustnpkodeksu"/>
      </w:pPr>
      <w:r>
        <w:t>9</w:t>
      </w:r>
      <w:r w:rsidR="002A0CED">
        <w:t xml:space="preserve">. </w:t>
      </w:r>
      <w:r w:rsidR="002A0CED" w:rsidRPr="002A0CED">
        <w:t xml:space="preserve">Wpisów i zmian, w tym </w:t>
      </w:r>
      <w:r w:rsidR="002A0CED">
        <w:t>s</w:t>
      </w:r>
      <w:r w:rsidR="002A0CED" w:rsidRPr="002A0CED">
        <w:t xml:space="preserve">kreśleń w </w:t>
      </w:r>
      <w:r w:rsidR="002A0CED">
        <w:t>R</w:t>
      </w:r>
      <w:r w:rsidR="002A0CED" w:rsidRPr="002A0CED">
        <w:t xml:space="preserve">ejestrze, dokonuje </w:t>
      </w:r>
      <w:r w:rsidR="002A0CED">
        <w:t>właściwa regionalna rada.</w:t>
      </w:r>
    </w:p>
    <w:p w14:paraId="6B662CA1" w14:textId="14C49769" w:rsidR="00B04EFD" w:rsidRPr="00B04EFD" w:rsidRDefault="00477645" w:rsidP="00477645">
      <w:pPr>
        <w:pStyle w:val="ARTartustawynprozporzdzenia"/>
      </w:pPr>
      <w:bookmarkStart w:id="8" w:name="_Hlk178082070"/>
      <w:bookmarkEnd w:id="7"/>
      <w:r>
        <w:rPr>
          <w:rStyle w:val="Ppogrubienie"/>
        </w:rPr>
        <w:t>Art. 7</w:t>
      </w:r>
      <w:r w:rsidRPr="005B33EE">
        <w:rPr>
          <w:rStyle w:val="Ppogrubienie"/>
        </w:rPr>
        <w:t>.</w:t>
      </w:r>
      <w:r>
        <w:rPr>
          <w:rStyle w:val="Ppogrubienie"/>
        </w:rPr>
        <w:t xml:space="preserve"> </w:t>
      </w:r>
      <w:r>
        <w:t>1</w:t>
      </w:r>
      <w:r w:rsidR="00B1523B" w:rsidRPr="00B1523B">
        <w:t xml:space="preserve">. </w:t>
      </w:r>
      <w:r w:rsidR="00CD6BDE">
        <w:t>Rejestr jest jawny w zakresie następujących danych</w:t>
      </w:r>
      <w:r w:rsidR="00B04EFD" w:rsidRPr="00B04EFD">
        <w:t>:</w:t>
      </w:r>
    </w:p>
    <w:p w14:paraId="7D585BEE" w14:textId="52AEC04C" w:rsidR="00AD6E09" w:rsidRDefault="00B04EFD" w:rsidP="00B04EFD">
      <w:pPr>
        <w:pStyle w:val="PKTpunkt"/>
      </w:pPr>
      <w:r w:rsidRPr="00B04EFD">
        <w:t>1) imię</w:t>
      </w:r>
      <w:r w:rsidR="00D03F86">
        <w:t xml:space="preserve"> (imiona)</w:t>
      </w:r>
      <w:r w:rsidRPr="00B04EFD">
        <w:t xml:space="preserve"> i nazwisko;</w:t>
      </w:r>
    </w:p>
    <w:p w14:paraId="27F82977" w14:textId="3120705D" w:rsidR="00B77398" w:rsidRDefault="00F92519" w:rsidP="00B04EFD">
      <w:pPr>
        <w:pStyle w:val="PKTpunkt"/>
      </w:pPr>
      <w:r>
        <w:t>2</w:t>
      </w:r>
      <w:r w:rsidR="00432DDE">
        <w:t>)</w:t>
      </w:r>
      <w:r w:rsidR="007965C4">
        <w:t xml:space="preserve"> </w:t>
      </w:r>
      <w:bookmarkStart w:id="9" w:name="_Hlk158969944"/>
      <w:r w:rsidR="007965C4">
        <w:t xml:space="preserve">numer i </w:t>
      </w:r>
      <w:r w:rsidR="00B04EFD" w:rsidRPr="00B04EFD">
        <w:t xml:space="preserve">datę </w:t>
      </w:r>
      <w:r w:rsidR="00B04EFD">
        <w:t>wpisu</w:t>
      </w:r>
      <w:bookmarkEnd w:id="9"/>
      <w:r w:rsidR="001741E1" w:rsidRPr="001741E1">
        <w:t xml:space="preserve"> </w:t>
      </w:r>
      <w:r w:rsidR="001741E1">
        <w:t>do Rejestru</w:t>
      </w:r>
      <w:r w:rsidR="00B77398">
        <w:t>;</w:t>
      </w:r>
    </w:p>
    <w:p w14:paraId="1D2D24BD" w14:textId="337B204D" w:rsidR="00B04EFD" w:rsidRDefault="00B77398" w:rsidP="00B04EFD">
      <w:pPr>
        <w:pStyle w:val="PKTpunkt"/>
      </w:pPr>
      <w:r>
        <w:t>3) adnotację wykonujący</w:t>
      </w:r>
      <w:r w:rsidR="006315E7">
        <w:t xml:space="preserve"> zawód</w:t>
      </w:r>
      <w:r>
        <w:t>/niewykonujący zawodu</w:t>
      </w:r>
      <w:r w:rsidR="00DD513B">
        <w:t>.</w:t>
      </w:r>
    </w:p>
    <w:bookmarkEnd w:id="8"/>
    <w:p w14:paraId="6F56798D" w14:textId="2401174A" w:rsidR="00F22D84" w:rsidRDefault="00477645" w:rsidP="00C364DB">
      <w:pPr>
        <w:pStyle w:val="USTustnpkodeksu"/>
      </w:pPr>
      <w:r>
        <w:t>2</w:t>
      </w:r>
      <w:r w:rsidR="007A6BF9">
        <w:t xml:space="preserve">. </w:t>
      </w:r>
      <w:r w:rsidR="00F22D84">
        <w:t>Adnotację o niewykonywaniu zawodu, o której mowa w ust. 1 pkt 3 zamieszcza się w przypadkach wskazanych w art. 30 lub art. 94 ust. 1 pkt 5.</w:t>
      </w:r>
    </w:p>
    <w:p w14:paraId="6CA3BA3C" w14:textId="248E1291" w:rsidR="00705534" w:rsidRDefault="00F22D84" w:rsidP="00C364DB">
      <w:pPr>
        <w:pStyle w:val="USTustnpkodeksu"/>
      </w:pPr>
      <w:r>
        <w:lastRenderedPageBreak/>
        <w:t xml:space="preserve">3. </w:t>
      </w:r>
      <w:r w:rsidR="00705534" w:rsidRPr="00B1523B">
        <w:t>Wniosek o wpis</w:t>
      </w:r>
      <w:r w:rsidR="001741E1" w:rsidRPr="001741E1">
        <w:t xml:space="preserve"> </w:t>
      </w:r>
      <w:r w:rsidR="001741E1">
        <w:t>do Rejestru</w:t>
      </w:r>
      <w:r w:rsidR="00705534">
        <w:t xml:space="preserve">, </w:t>
      </w:r>
      <w:bookmarkStart w:id="10" w:name="_Hlk102644029"/>
      <w:r w:rsidR="00705534">
        <w:t xml:space="preserve">zwany </w:t>
      </w:r>
      <w:r w:rsidR="00302C5F">
        <w:t xml:space="preserve">dalej </w:t>
      </w:r>
      <w:r w:rsidR="00F92519" w:rsidRPr="00B1523B">
        <w:t>„</w:t>
      </w:r>
      <w:r w:rsidR="00705534">
        <w:t>wnioskiem</w:t>
      </w:r>
      <w:r w:rsidR="00F92519" w:rsidRPr="00B1523B">
        <w:t>”</w:t>
      </w:r>
      <w:bookmarkEnd w:id="10"/>
      <w:r w:rsidR="00705534">
        <w:t>,</w:t>
      </w:r>
      <w:r w:rsidR="00705534" w:rsidRPr="00B1523B">
        <w:t xml:space="preserve"> </w:t>
      </w:r>
      <w:r w:rsidR="00705534">
        <w:t>jest składany</w:t>
      </w:r>
      <w:r w:rsidR="00705534" w:rsidRPr="00B1523B">
        <w:t xml:space="preserve"> </w:t>
      </w:r>
      <w:r w:rsidR="00CC4265">
        <w:t xml:space="preserve">w formie pisemnej </w:t>
      </w:r>
      <w:r w:rsidR="00705534" w:rsidRPr="00B1523B">
        <w:t xml:space="preserve">do </w:t>
      </w:r>
      <w:r w:rsidR="00722C94">
        <w:t xml:space="preserve">właściwej </w:t>
      </w:r>
      <w:r w:rsidR="00A03E67">
        <w:t>r</w:t>
      </w:r>
      <w:r w:rsidR="00705534" w:rsidRPr="00B1523B">
        <w:t>egionalnej</w:t>
      </w:r>
      <w:r w:rsidR="00722C94" w:rsidRPr="00722C94">
        <w:t xml:space="preserve"> </w:t>
      </w:r>
      <w:r w:rsidR="00A03E67">
        <w:t>r</w:t>
      </w:r>
      <w:r w:rsidR="00722C94" w:rsidRPr="00B1523B">
        <w:t>ady</w:t>
      </w:r>
      <w:r w:rsidR="00705534">
        <w:t>.</w:t>
      </w:r>
    </w:p>
    <w:p w14:paraId="16983DCF" w14:textId="567D1C17" w:rsidR="007A6BF9" w:rsidRPr="00D83644" w:rsidRDefault="00F22D84" w:rsidP="00C364DB">
      <w:pPr>
        <w:pStyle w:val="USTustnpkodeksu"/>
      </w:pPr>
      <w:r>
        <w:t>4</w:t>
      </w:r>
      <w:r w:rsidR="00705534">
        <w:t xml:space="preserve">. </w:t>
      </w:r>
      <w:r w:rsidR="007A6BF9" w:rsidRPr="00FD75FB">
        <w:t xml:space="preserve">Wpis </w:t>
      </w:r>
      <w:r w:rsidR="001741E1">
        <w:t>do Rejestru</w:t>
      </w:r>
      <w:r w:rsidR="001741E1" w:rsidRPr="00B04EFD">
        <w:t xml:space="preserve"> </w:t>
      </w:r>
      <w:r w:rsidR="007A6BF9" w:rsidRPr="00FD75FB">
        <w:t xml:space="preserve">jest dokonywany w </w:t>
      </w:r>
      <w:r w:rsidR="006D4F76">
        <w:t xml:space="preserve">terminie </w:t>
      </w:r>
      <w:r w:rsidR="001C0D4C">
        <w:t>14</w:t>
      </w:r>
      <w:r w:rsidR="007A6BF9" w:rsidRPr="00FD75FB">
        <w:t xml:space="preserve"> dni od </w:t>
      </w:r>
      <w:r w:rsidR="007A6BF9">
        <w:t>dnia, w którym uchwała</w:t>
      </w:r>
      <w:r w:rsidR="00506683">
        <w:t xml:space="preserve">, </w:t>
      </w:r>
      <w:r w:rsidR="007A6BF9" w:rsidRPr="00FD75FB">
        <w:t>o</w:t>
      </w:r>
      <w:r w:rsidR="006D4F76">
        <w:t xml:space="preserve"> której mowa w art. 13 ust. 1</w:t>
      </w:r>
      <w:r w:rsidR="00302C5F">
        <w:t>,</w:t>
      </w:r>
      <w:r w:rsidR="007A6BF9">
        <w:t xml:space="preserve"> stała się </w:t>
      </w:r>
      <w:r w:rsidR="00A026C9">
        <w:t>ostateczna</w:t>
      </w:r>
      <w:r w:rsidR="007A6BF9" w:rsidRPr="00FD75FB">
        <w:t>.</w:t>
      </w:r>
    </w:p>
    <w:p w14:paraId="2E6C001E" w14:textId="7C24DC3B" w:rsidR="0088692D" w:rsidRPr="0088692D" w:rsidRDefault="00A24E01" w:rsidP="003C57BB">
      <w:pPr>
        <w:pStyle w:val="ARTartustawynprozporzdzenia"/>
      </w:pPr>
      <w:bookmarkStart w:id="11" w:name="_Hlk170305754"/>
      <w:r>
        <w:rPr>
          <w:rStyle w:val="Ppogrubienie"/>
        </w:rPr>
        <w:t xml:space="preserve">Art. </w:t>
      </w:r>
      <w:r w:rsidR="00477645">
        <w:rPr>
          <w:rStyle w:val="Ppogrubienie"/>
        </w:rPr>
        <w:t>8</w:t>
      </w:r>
      <w:r w:rsidR="00B1523B" w:rsidRPr="005B33EE">
        <w:rPr>
          <w:rStyle w:val="Ppogrubienie"/>
        </w:rPr>
        <w:t>.</w:t>
      </w:r>
      <w:r w:rsidR="00B1523B" w:rsidRPr="00B1523B">
        <w:t xml:space="preserve"> </w:t>
      </w:r>
      <w:bookmarkEnd w:id="11"/>
      <w:r w:rsidR="00D83644">
        <w:t xml:space="preserve">1. </w:t>
      </w:r>
      <w:r w:rsidR="002338BC">
        <w:t>Krajowa Rada</w:t>
      </w:r>
      <w:r w:rsidR="008B14D2">
        <w:t xml:space="preserve"> </w:t>
      </w:r>
      <w:r w:rsidR="00971177" w:rsidRPr="00971177">
        <w:t xml:space="preserve">udostępnia </w:t>
      </w:r>
      <w:r w:rsidR="009860FF">
        <w:t xml:space="preserve">na </w:t>
      </w:r>
      <w:r w:rsidR="00971177" w:rsidRPr="00971177">
        <w:t>stron</w:t>
      </w:r>
      <w:r w:rsidR="009860FF">
        <w:t>ie</w:t>
      </w:r>
      <w:r w:rsidR="002A6F45">
        <w:t xml:space="preserve"> int</w:t>
      </w:r>
      <w:r w:rsidR="00971177" w:rsidRPr="00971177">
        <w:t>ernetow</w:t>
      </w:r>
      <w:r w:rsidR="009860FF">
        <w:t>ej</w:t>
      </w:r>
      <w:r w:rsidR="00971177" w:rsidRPr="00971177">
        <w:t xml:space="preserve"> </w:t>
      </w:r>
      <w:bookmarkStart w:id="12" w:name="_Hlk169859647"/>
      <w:r w:rsidR="00BA6909">
        <w:t>Krajowej Izby</w:t>
      </w:r>
      <w:r w:rsidR="00DC0593">
        <w:t xml:space="preserve"> </w:t>
      </w:r>
      <w:r w:rsidR="00DC0593" w:rsidRPr="00E42474">
        <w:t>Psychologów, zwan</w:t>
      </w:r>
      <w:r w:rsidR="00DC0593">
        <w:t>ej</w:t>
      </w:r>
      <w:r w:rsidR="004C2B5E">
        <w:t xml:space="preserve"> dalej </w:t>
      </w:r>
      <w:r w:rsidR="00DC0593" w:rsidRPr="00E42474">
        <w:t>„Krajową Izbą”</w:t>
      </w:r>
      <w:bookmarkEnd w:id="12"/>
      <w:r w:rsidR="00DC0593" w:rsidRPr="00E42474">
        <w:t>,</w:t>
      </w:r>
      <w:r w:rsidR="00DC0593">
        <w:t xml:space="preserve"> </w:t>
      </w:r>
      <w:r w:rsidR="001741E1">
        <w:t>Rejestr</w:t>
      </w:r>
      <w:r w:rsidR="001741E1" w:rsidRPr="00971177">
        <w:t xml:space="preserve"> </w:t>
      </w:r>
      <w:r w:rsidR="00971177">
        <w:t>obejmując</w:t>
      </w:r>
      <w:r w:rsidR="001741E1">
        <w:t>y</w:t>
      </w:r>
      <w:r w:rsidR="00971177" w:rsidRPr="00971177">
        <w:t xml:space="preserve"> dan</w:t>
      </w:r>
      <w:r w:rsidR="00971177">
        <w:t>e</w:t>
      </w:r>
      <w:r w:rsidR="00971177" w:rsidRPr="00971177">
        <w:t xml:space="preserve">, o których mowa w art. </w:t>
      </w:r>
      <w:r w:rsidR="00477645">
        <w:t>7</w:t>
      </w:r>
      <w:r w:rsidR="00971177" w:rsidRPr="00971177">
        <w:t xml:space="preserve"> ust. </w:t>
      </w:r>
      <w:r w:rsidR="00477645">
        <w:t>1</w:t>
      </w:r>
      <w:r w:rsidR="001C68EF">
        <w:t>.</w:t>
      </w:r>
    </w:p>
    <w:p w14:paraId="000F78A9" w14:textId="77777777" w:rsidR="00BC659D" w:rsidRDefault="00D83644" w:rsidP="000A6B2E">
      <w:pPr>
        <w:pStyle w:val="ARTartustawynprozporzdzenia"/>
        <w:spacing w:before="0"/>
      </w:pPr>
      <w:r>
        <w:t>2</w:t>
      </w:r>
      <w:r w:rsidR="0088692D" w:rsidRPr="0088692D">
        <w:t xml:space="preserve">. </w:t>
      </w:r>
      <w:bookmarkStart w:id="13" w:name="_Hlk101343896"/>
      <w:r w:rsidR="0088692D" w:rsidRPr="0088692D">
        <w:t xml:space="preserve">Psycholog ma obowiązek zgłoszenia zmiany danych objętych </w:t>
      </w:r>
      <w:r w:rsidR="00F92519">
        <w:t xml:space="preserve">wnioskiem </w:t>
      </w:r>
      <w:r w:rsidR="00722C94" w:rsidRPr="0088692D">
        <w:t>w</w:t>
      </w:r>
      <w:r w:rsidR="00722C94">
        <w:t xml:space="preserve"> </w:t>
      </w:r>
      <w:r w:rsidR="0088692D" w:rsidRPr="0088692D">
        <w:t xml:space="preserve">terminie 30 dni od </w:t>
      </w:r>
      <w:r w:rsidR="00930DF2">
        <w:t>dnia</w:t>
      </w:r>
      <w:r w:rsidR="00930DF2" w:rsidRPr="0088692D">
        <w:t xml:space="preserve"> </w:t>
      </w:r>
      <w:r w:rsidR="006C251F">
        <w:t>zaistnienia</w:t>
      </w:r>
      <w:r w:rsidR="0088692D" w:rsidRPr="0088692D">
        <w:t xml:space="preserve"> zmiany. </w:t>
      </w:r>
      <w:r w:rsidR="00822E08" w:rsidRPr="00CC4265">
        <w:t xml:space="preserve">Zgłoszenie dokonywane jest w formie dokumentowej, </w:t>
      </w:r>
      <w:r w:rsidR="004D3AF8">
        <w:br/>
      </w:r>
      <w:r w:rsidR="00822E08" w:rsidRPr="00CC4265">
        <w:t xml:space="preserve">o której mowa w art. 77² ustawy z dnia 23 kwietnia 1964 r. </w:t>
      </w:r>
      <w:r w:rsidR="001D7D7F" w:rsidRPr="00B1523B">
        <w:t>–</w:t>
      </w:r>
      <w:r w:rsidR="00822E08" w:rsidRPr="00CC4265">
        <w:t xml:space="preserve"> Kodeks cywilny (Dz. U. z 2024 r. poz. 1061</w:t>
      </w:r>
      <w:r w:rsidR="003B7D8F">
        <w:t xml:space="preserve"> i </w:t>
      </w:r>
      <w:r w:rsidR="00822E08" w:rsidRPr="00CC4265">
        <w:t>1237).</w:t>
      </w:r>
      <w:r w:rsidR="00822E08">
        <w:t xml:space="preserve"> </w:t>
      </w:r>
      <w:r w:rsidR="00050332">
        <w:t xml:space="preserve">W przypadku zmiany </w:t>
      </w:r>
      <w:r w:rsidR="00D002C5">
        <w:t>imienia</w:t>
      </w:r>
      <w:r w:rsidR="00050332">
        <w:t xml:space="preserve"> (imion) i nazwisk</w:t>
      </w:r>
      <w:r w:rsidR="00D002C5">
        <w:t>a</w:t>
      </w:r>
      <w:r w:rsidR="003205E1">
        <w:t>,</w:t>
      </w:r>
      <w:r w:rsidR="00050332">
        <w:t xml:space="preserve"> do zgłoszenia dołącza się </w:t>
      </w:r>
      <w:r w:rsidR="007C597C">
        <w:t xml:space="preserve">kopie </w:t>
      </w:r>
      <w:r w:rsidR="00050332">
        <w:t>dokument</w:t>
      </w:r>
      <w:r w:rsidR="007C597C">
        <w:t>ów</w:t>
      </w:r>
      <w:r w:rsidR="00050332">
        <w:t xml:space="preserve"> potwierdzając</w:t>
      </w:r>
      <w:r w:rsidR="007C597C">
        <w:t>ych</w:t>
      </w:r>
      <w:r w:rsidR="00050332">
        <w:t xml:space="preserve"> zmianę.</w:t>
      </w:r>
      <w:r w:rsidR="00F22D84">
        <w:t xml:space="preserve"> </w:t>
      </w:r>
      <w:bookmarkStart w:id="14" w:name="highlightHit_10"/>
      <w:bookmarkEnd w:id="13"/>
      <w:bookmarkEnd w:id="14"/>
    </w:p>
    <w:p w14:paraId="19521ACB" w14:textId="68D64B31" w:rsidR="00B1523B" w:rsidRPr="00B1523B" w:rsidRDefault="00A24E01" w:rsidP="008C66D9">
      <w:pPr>
        <w:pStyle w:val="ARTartustawynprozporzdzenia"/>
      </w:pPr>
      <w:r>
        <w:rPr>
          <w:rStyle w:val="Ppogrubienie"/>
        </w:rPr>
        <w:t>Art. 9</w:t>
      </w:r>
      <w:r w:rsidR="00B1523B" w:rsidRPr="005B33EE">
        <w:rPr>
          <w:rStyle w:val="Ppogrubienie"/>
        </w:rPr>
        <w:t>.</w:t>
      </w:r>
      <w:r w:rsidR="00B1523B" w:rsidRPr="00B1523B">
        <w:t xml:space="preserve"> </w:t>
      </w:r>
      <w:r w:rsidR="00480176">
        <w:t xml:space="preserve">1. </w:t>
      </w:r>
      <w:r w:rsidR="00B1523B" w:rsidRPr="00B1523B">
        <w:t>Wniosek</w:t>
      </w:r>
      <w:r w:rsidR="00125A87">
        <w:t xml:space="preserve"> </w:t>
      </w:r>
      <w:r w:rsidR="00B1523B" w:rsidRPr="00B1523B">
        <w:t>zawiera następujące dane dotyczące osoby ubiegającej się o przyznanie prawa wykonywania zawodu psychologa:</w:t>
      </w:r>
    </w:p>
    <w:p w14:paraId="7DDAA12E" w14:textId="75C499F0" w:rsidR="00B1523B" w:rsidRPr="00B1523B" w:rsidRDefault="00B1523B" w:rsidP="008C66D9">
      <w:pPr>
        <w:pStyle w:val="PKTpunkt"/>
      </w:pPr>
      <w:r w:rsidRPr="00B1523B">
        <w:t xml:space="preserve">1) imię </w:t>
      </w:r>
      <w:r w:rsidR="005757DE">
        <w:t xml:space="preserve">(imiona) </w:t>
      </w:r>
      <w:r w:rsidRPr="00B1523B">
        <w:t>i nazwisko;</w:t>
      </w:r>
    </w:p>
    <w:p w14:paraId="47664DD5" w14:textId="12528F17" w:rsidR="00B1523B" w:rsidRPr="00B1523B" w:rsidRDefault="00B1523B" w:rsidP="008C66D9">
      <w:pPr>
        <w:pStyle w:val="PKTpunkt"/>
      </w:pPr>
      <w:r w:rsidRPr="00B1523B">
        <w:t xml:space="preserve">2) </w:t>
      </w:r>
      <w:r w:rsidR="006F64B1" w:rsidRPr="006F64B1">
        <w:t>nazwisko rodowe</w:t>
      </w:r>
      <w:r w:rsidRPr="00B1523B">
        <w:t>;</w:t>
      </w:r>
    </w:p>
    <w:p w14:paraId="3AC4C26A" w14:textId="0448256C" w:rsidR="00B1523B" w:rsidRPr="00B1523B" w:rsidRDefault="00B1523B" w:rsidP="008C66D9">
      <w:pPr>
        <w:pStyle w:val="PKTpunkt"/>
      </w:pPr>
      <w:r w:rsidRPr="00B1523B">
        <w:t>3) numer PESEL, a w przypadku braku numeru PESEL – nazwę i numer dokumentu potwierdzającego tożsamość oraz nazwę państwa, które go wydało;</w:t>
      </w:r>
    </w:p>
    <w:p w14:paraId="296334C6" w14:textId="5ED05F53" w:rsidR="00B1523B" w:rsidRPr="00B1523B" w:rsidRDefault="00B1523B" w:rsidP="008C66D9">
      <w:pPr>
        <w:pStyle w:val="PKTpunkt"/>
      </w:pPr>
      <w:r w:rsidRPr="00B1523B">
        <w:t>4) obywatelstwo;</w:t>
      </w:r>
    </w:p>
    <w:p w14:paraId="5DEC68B8" w14:textId="7AE5CABE" w:rsidR="00B1523B" w:rsidRPr="00B1523B" w:rsidRDefault="00B1523B" w:rsidP="008C66D9">
      <w:pPr>
        <w:pStyle w:val="PKTpunkt"/>
      </w:pPr>
      <w:r w:rsidRPr="00B1523B">
        <w:t>5) adres zamieszkania;</w:t>
      </w:r>
    </w:p>
    <w:p w14:paraId="517A3E0C" w14:textId="5C500593" w:rsidR="00B1523B" w:rsidRDefault="00B1523B" w:rsidP="008C66D9">
      <w:pPr>
        <w:pStyle w:val="PKTpunkt"/>
      </w:pPr>
      <w:r w:rsidRPr="00B1523B">
        <w:t>6) adres do korespondencji, numer telefonu oraz adres poczty elektronicznej</w:t>
      </w:r>
      <w:r w:rsidR="00480176">
        <w:t>, jeżeli posiada</w:t>
      </w:r>
      <w:r w:rsidR="00C85C8E">
        <w:t>.</w:t>
      </w:r>
    </w:p>
    <w:p w14:paraId="70F763F3" w14:textId="603417BE" w:rsidR="00480176" w:rsidRPr="00B1523B" w:rsidRDefault="00480176" w:rsidP="00E35F23">
      <w:pPr>
        <w:pStyle w:val="USTustnpkodeksu"/>
      </w:pPr>
      <w:r w:rsidRPr="00480176">
        <w:t>2. W</w:t>
      </w:r>
      <w:r>
        <w:t xml:space="preserve"> przypadku, o którym mowa w art. 18 ust. 2</w:t>
      </w:r>
      <w:r w:rsidR="00F22D84">
        <w:t>,</w:t>
      </w:r>
      <w:r>
        <w:t xml:space="preserve"> w</w:t>
      </w:r>
      <w:r w:rsidRPr="00480176">
        <w:t>niosek zawiera</w:t>
      </w:r>
      <w:r>
        <w:t xml:space="preserve"> </w:t>
      </w:r>
      <w:r w:rsidR="000B4641">
        <w:t>imię i nazwisko</w:t>
      </w:r>
      <w:r>
        <w:t xml:space="preserve"> opiekuna</w:t>
      </w:r>
      <w:r w:rsidR="00921EFB">
        <w:t xml:space="preserve"> oraz numer wpisu do Rejestru</w:t>
      </w:r>
      <w:r>
        <w:t>, z którym psycholog chce współpracować wraz z</w:t>
      </w:r>
      <w:r w:rsidR="00F75653">
        <w:t xml:space="preserve"> pisemną zgodą</w:t>
      </w:r>
      <w:r w:rsidR="00F22D84">
        <w:t xml:space="preserve"> opiekuna</w:t>
      </w:r>
      <w:r w:rsidR="00F75653">
        <w:t>.</w:t>
      </w:r>
    </w:p>
    <w:p w14:paraId="199FD19D" w14:textId="3DE38089" w:rsidR="00B1523B" w:rsidRDefault="00A24E01" w:rsidP="007C597C">
      <w:pPr>
        <w:pStyle w:val="ARTartustawynprozporzdzenia"/>
      </w:pPr>
      <w:r>
        <w:rPr>
          <w:rStyle w:val="Ppogrubienie"/>
        </w:rPr>
        <w:t>Art. 10</w:t>
      </w:r>
      <w:r w:rsidR="00B1523B" w:rsidRPr="005B33EE">
        <w:rPr>
          <w:rStyle w:val="Ppogrubienie"/>
        </w:rPr>
        <w:t>.</w:t>
      </w:r>
      <w:r w:rsidR="00B1523B" w:rsidRPr="00B1523B">
        <w:t xml:space="preserve"> </w:t>
      </w:r>
      <w:r w:rsidR="004F1D07">
        <w:t xml:space="preserve">1. </w:t>
      </w:r>
      <w:r w:rsidR="00B1523B" w:rsidRPr="00B1523B">
        <w:t>Do wniosku dołącza się:</w:t>
      </w:r>
    </w:p>
    <w:p w14:paraId="50491BA6" w14:textId="4912A816" w:rsidR="005B2F07" w:rsidRDefault="00BC659D" w:rsidP="00BC659D">
      <w:pPr>
        <w:pStyle w:val="PKTpunkt"/>
      </w:pPr>
      <w:r>
        <w:t xml:space="preserve">1) </w:t>
      </w:r>
      <w:r w:rsidR="005B2F07">
        <w:t>dokumenty potwierdzające wykształcenie</w:t>
      </w:r>
      <w:r w:rsidR="00950C02">
        <w:t xml:space="preserve"> lub kwalifikacje</w:t>
      </w:r>
      <w:r w:rsidR="005B2F07">
        <w:t>:</w:t>
      </w:r>
    </w:p>
    <w:p w14:paraId="1FB67DD5" w14:textId="2861E07C" w:rsidR="005B2F07" w:rsidRPr="007B3460" w:rsidRDefault="00BC659D" w:rsidP="00BC659D">
      <w:pPr>
        <w:pStyle w:val="LITlitera"/>
      </w:pPr>
      <w:r w:rsidRPr="00BC659D">
        <w:t>a</w:t>
      </w:r>
      <w:r>
        <w:t xml:space="preserve">) </w:t>
      </w:r>
      <w:r w:rsidR="005B2F07" w:rsidRPr="00BC659D">
        <w:t>w</w:t>
      </w:r>
      <w:r w:rsidR="005B2F07" w:rsidRPr="007B3460">
        <w:t xml:space="preserve"> przypadku osoby, o której mowa w art. 6 ust. </w:t>
      </w:r>
      <w:r w:rsidR="007B373B">
        <w:t>5</w:t>
      </w:r>
      <w:r w:rsidR="005B2F07" w:rsidRPr="007B3460">
        <w:t xml:space="preserve"> pkt 1</w:t>
      </w:r>
      <w:r w:rsidR="0083401C">
        <w:t>,</w:t>
      </w:r>
      <w:r w:rsidR="005B2F07" w:rsidRPr="007B3460">
        <w:t xml:space="preserve"> oryginały lub notarialnie poświadczone za zgodność z oryginałem kopie dokumentów potwierdzających spełnienie wymagań, o których mowa </w:t>
      </w:r>
      <w:r w:rsidR="008E4F25">
        <w:t>w tym przepisie</w:t>
      </w:r>
      <w:r w:rsidR="00F41670">
        <w:t>,</w:t>
      </w:r>
    </w:p>
    <w:p w14:paraId="370615A4" w14:textId="364C35F7" w:rsidR="005B2F07" w:rsidRPr="007B3460" w:rsidRDefault="00BC659D" w:rsidP="00BC659D">
      <w:pPr>
        <w:pStyle w:val="LITlitera"/>
      </w:pPr>
      <w:r>
        <w:t xml:space="preserve">b) </w:t>
      </w:r>
      <w:r w:rsidR="005B2F07" w:rsidRPr="007B3460">
        <w:t xml:space="preserve">w przypadku osoby, o której mowa w art. 6 ust. </w:t>
      </w:r>
      <w:r w:rsidR="007B373B">
        <w:t>5</w:t>
      </w:r>
      <w:r w:rsidR="005B2F07" w:rsidRPr="007B3460">
        <w:t xml:space="preserve"> pkt 2</w:t>
      </w:r>
      <w:r w:rsidR="0083401C">
        <w:t>,</w:t>
      </w:r>
      <w:r w:rsidR="005B2F07" w:rsidRPr="007B3460">
        <w:t xml:space="preserve"> </w:t>
      </w:r>
      <w:r w:rsidR="005112FC">
        <w:t xml:space="preserve">urzędowo </w:t>
      </w:r>
      <w:r w:rsidR="005B2F07" w:rsidRPr="007B3460">
        <w:t xml:space="preserve">tłumaczone na język polski oryginały lub notarialnie poświadczone za zgodność z oryginałem kopie dokumentów potwierdzających spełnienie wymagań, o których mowa </w:t>
      </w:r>
      <w:r w:rsidR="008E4F25">
        <w:t>w tym przepisie</w:t>
      </w:r>
      <w:r w:rsidR="00F41670">
        <w:t>,</w:t>
      </w:r>
    </w:p>
    <w:p w14:paraId="7F79166E" w14:textId="3B4D75B7" w:rsidR="005B2F07" w:rsidRPr="007B3460" w:rsidRDefault="00BC659D" w:rsidP="00BC659D">
      <w:pPr>
        <w:pStyle w:val="LITlitera"/>
      </w:pPr>
      <w:r>
        <w:lastRenderedPageBreak/>
        <w:t xml:space="preserve">c) </w:t>
      </w:r>
      <w:r w:rsidR="005B2F07" w:rsidRPr="007B3460">
        <w:t xml:space="preserve">w przypadku osoby, o której mowa w art. 6 ust. </w:t>
      </w:r>
      <w:r w:rsidR="007B373B">
        <w:t>5</w:t>
      </w:r>
      <w:r w:rsidR="005B2F07" w:rsidRPr="007B3460">
        <w:t xml:space="preserve"> pkt 3</w:t>
      </w:r>
      <w:r w:rsidR="0083401C">
        <w:t>,</w:t>
      </w:r>
      <w:r w:rsidR="005B2F07" w:rsidRPr="007B3460">
        <w:t xml:space="preserve"> </w:t>
      </w:r>
      <w:r w:rsidR="00950C02">
        <w:t xml:space="preserve">decyzję </w:t>
      </w:r>
      <w:r w:rsidR="00950C02" w:rsidRPr="00963A43">
        <w:t xml:space="preserve">w sprawie uznania kwalifikacji </w:t>
      </w:r>
      <w:r w:rsidR="00950C02">
        <w:t>zawodowych do wykonywania zawodu regulowanego albo do podejmowania lub wykonywania działalności regulowanej</w:t>
      </w:r>
      <w:r w:rsidR="005B2F07" w:rsidRPr="007B3460">
        <w:t>;</w:t>
      </w:r>
    </w:p>
    <w:p w14:paraId="06D27201" w14:textId="65E271A5" w:rsidR="0027514B" w:rsidRPr="00BC659D" w:rsidRDefault="00BC659D" w:rsidP="00BC659D">
      <w:pPr>
        <w:pStyle w:val="PKTpunkt"/>
      </w:pPr>
      <w:r w:rsidRPr="00BC659D">
        <w:t>2</w:t>
      </w:r>
      <w:r>
        <w:t xml:space="preserve">) </w:t>
      </w:r>
      <w:r w:rsidR="0027514B" w:rsidRPr="00BC659D">
        <w:t>pisemne oświadczenie następującej treści: ,,Świadomy/Świadoma odpowiedzialności karnej za</w:t>
      </w:r>
      <w:r w:rsidRPr="00BC659D">
        <w:t xml:space="preserve"> </w:t>
      </w:r>
      <w:r w:rsidR="0027514B" w:rsidRPr="00BC659D">
        <w:t xml:space="preserve">złożenie fałszywego oświadczenia oświadczam, że nie byłem skazany/nie byłam skazana prawomocnym wyrokiem sądu za popełnienie przestępstwa umyślnego ściganego z oskarżenia publicznego oraz nie toczy się przeciwko mnie jakiekolwiek postępowanie karne </w:t>
      </w:r>
      <w:r w:rsidR="005B2AB9" w:rsidRPr="00BC659D">
        <w:t>o</w:t>
      </w:r>
      <w:r w:rsidR="0027514B" w:rsidRPr="00BC659D">
        <w:t xml:space="preserve"> </w:t>
      </w:r>
      <w:r w:rsidR="005B2AB9" w:rsidRPr="00BC659D">
        <w:t>przestępstwo umyślne ścigane z oskarżenia publicznego.”</w:t>
      </w:r>
      <w:r w:rsidR="0027514B" w:rsidRPr="00BC659D">
        <w:t>;</w:t>
      </w:r>
    </w:p>
    <w:p w14:paraId="68ACEA68" w14:textId="4C71945C" w:rsidR="008E4F25" w:rsidRPr="008E4F25" w:rsidRDefault="00BC659D" w:rsidP="00BC659D">
      <w:pPr>
        <w:pStyle w:val="PKTpunkt"/>
      </w:pPr>
      <w:r>
        <w:t xml:space="preserve">3) </w:t>
      </w:r>
      <w:r w:rsidR="005B2F07" w:rsidRPr="00B1523B">
        <w:t>pisemne oświadczenie następującej treści:</w:t>
      </w:r>
      <w:r w:rsidR="005B2F07">
        <w:t xml:space="preserve"> </w:t>
      </w:r>
      <w:r w:rsidR="005B2F07" w:rsidRPr="00B1523B">
        <w:t>,,Świadomy/Świadoma odpowiedzialności karnej za złożenie fałszywego oświadczenia oświadczam, że</w:t>
      </w:r>
      <w:r w:rsidR="005B2F07">
        <w:t xml:space="preserve"> </w:t>
      </w:r>
      <w:r w:rsidR="005B2F07" w:rsidRPr="00B1523B">
        <w:t xml:space="preserve">korzystam z pełni praw publicznych oraz </w:t>
      </w:r>
      <w:r w:rsidR="005B2F07" w:rsidRPr="001D2BBF">
        <w:t>posiadam pełną zdolność do czynności prawnych</w:t>
      </w:r>
      <w:r w:rsidR="005B2F07">
        <w:t>.</w:t>
      </w:r>
      <w:r w:rsidR="005B2F07" w:rsidRPr="008E4F25">
        <w:rPr>
          <w:rFonts w:cs="Times"/>
        </w:rPr>
        <w:t>”</w:t>
      </w:r>
      <w:r w:rsidR="008E4F25" w:rsidRPr="008E4F25">
        <w:rPr>
          <w:rFonts w:cs="Times"/>
        </w:rPr>
        <w:t>;</w:t>
      </w:r>
    </w:p>
    <w:p w14:paraId="2DE78142" w14:textId="745EAEB4" w:rsidR="005B2F07" w:rsidRDefault="00BC659D" w:rsidP="00BC659D">
      <w:pPr>
        <w:pStyle w:val="PKTpunkt"/>
      </w:pPr>
      <w:r>
        <w:t xml:space="preserve">4) </w:t>
      </w:r>
      <w:r w:rsidR="005B2F07" w:rsidRPr="00B1523B">
        <w:t>dowód uiszczenia opłaty, o której mowa w art. 1</w:t>
      </w:r>
      <w:r w:rsidR="005B2F07">
        <w:t>4</w:t>
      </w:r>
      <w:r w:rsidR="005B2F07" w:rsidRPr="00B1523B">
        <w:t xml:space="preserve"> ust. 1</w:t>
      </w:r>
      <w:r w:rsidR="008E4F25">
        <w:t>.</w:t>
      </w:r>
    </w:p>
    <w:p w14:paraId="25568F6E" w14:textId="370C1C16" w:rsidR="005B2F07" w:rsidRDefault="005B2F07" w:rsidP="00E35F23">
      <w:pPr>
        <w:pStyle w:val="USTustnpkodeksu"/>
      </w:pPr>
      <w:r>
        <w:t>2. Cu</w:t>
      </w:r>
      <w:r w:rsidRPr="00FD4640">
        <w:t>dzoziemiec</w:t>
      </w:r>
      <w:r w:rsidRPr="004F1D07">
        <w:t xml:space="preserve"> niebędąc</w:t>
      </w:r>
      <w:r>
        <w:t>y</w:t>
      </w:r>
      <w:r w:rsidRPr="004F1D07">
        <w:t xml:space="preserve"> obywatelem państwa członkowskiego Unii Europejskiej</w:t>
      </w:r>
      <w:r>
        <w:t xml:space="preserve"> oprócz dokumentów</w:t>
      </w:r>
      <w:r w:rsidR="009F7B26">
        <w:t xml:space="preserve">, o których mowa </w:t>
      </w:r>
      <w:r>
        <w:t>w ust. 1</w:t>
      </w:r>
      <w:r w:rsidR="00241995">
        <w:t>,</w:t>
      </w:r>
      <w:r>
        <w:t xml:space="preserve"> dołącza dodatkowo:</w:t>
      </w:r>
    </w:p>
    <w:p w14:paraId="7204C1DC" w14:textId="07AFB199" w:rsidR="008E4F25" w:rsidRDefault="008E4F25" w:rsidP="008E4F25">
      <w:pPr>
        <w:pStyle w:val="PKTpunkt"/>
      </w:pPr>
      <w:r>
        <w:t xml:space="preserve">1) </w:t>
      </w:r>
      <w:r w:rsidR="005B2F07">
        <w:t xml:space="preserve">notarialnie poświadczoną </w:t>
      </w:r>
      <w:r w:rsidR="005112FC" w:rsidRPr="007B3460">
        <w:t xml:space="preserve">za zgodność z oryginałem </w:t>
      </w:r>
      <w:r w:rsidR="005B2F07" w:rsidRPr="00B1523B">
        <w:t>kopię dokument</w:t>
      </w:r>
      <w:r w:rsidR="005B2F07">
        <w:t>u, na podstawie którego uzyskał</w:t>
      </w:r>
      <w:r w:rsidR="005B2F07" w:rsidRPr="00B1523B">
        <w:t xml:space="preserve"> prawo pobytu na terytorium Rzeczypospolitej Polskiej</w:t>
      </w:r>
      <w:r w:rsidR="005B2F07">
        <w:t xml:space="preserve">, </w:t>
      </w:r>
      <w:r w:rsidR="005B2F07" w:rsidRPr="007233A9">
        <w:t>lub innego dowodu potwierdzającego posiadanie przez cudzoziemca prawa pobytu na terytorium Rzeczypospolitej Polskiej</w:t>
      </w:r>
      <w:r>
        <w:t>;</w:t>
      </w:r>
    </w:p>
    <w:p w14:paraId="56910AB6" w14:textId="62546E72" w:rsidR="005B2F07" w:rsidRPr="005B7DB6" w:rsidRDefault="008E4F25" w:rsidP="005B2AB9">
      <w:pPr>
        <w:pStyle w:val="PKTpunkt"/>
      </w:pPr>
      <w:r>
        <w:t xml:space="preserve">2) </w:t>
      </w:r>
      <w:r w:rsidR="005B2F07" w:rsidRPr="00FA087B">
        <w:t xml:space="preserve">oryginał lub notarialnie poświadczoną za zgodność z oryginałem kopię </w:t>
      </w:r>
      <w:r w:rsidR="005B2AB9">
        <w:t>dokumen</w:t>
      </w:r>
      <w:r w:rsidR="005B2F07" w:rsidRPr="00FA087B">
        <w:t>tu</w:t>
      </w:r>
      <w:r w:rsidR="009A3FF1">
        <w:t xml:space="preserve"> </w:t>
      </w:r>
      <w:r w:rsidR="009A3FF1" w:rsidRPr="007B3460">
        <w:t>potwierdzając</w:t>
      </w:r>
      <w:r w:rsidR="009A3FF1">
        <w:t>ego</w:t>
      </w:r>
      <w:r w:rsidR="009A3FF1" w:rsidRPr="007B3460">
        <w:t xml:space="preserve"> spełnienie wymagań</w:t>
      </w:r>
      <w:r w:rsidR="005B2F07" w:rsidRPr="00FA087B">
        <w:t>, o który</w:t>
      </w:r>
      <w:r w:rsidR="009A3FF1">
        <w:t>ch</w:t>
      </w:r>
      <w:r w:rsidR="005B2F07" w:rsidRPr="00FA087B">
        <w:t xml:space="preserve"> mowa w </w:t>
      </w:r>
      <w:r w:rsidR="005B2F07">
        <w:t xml:space="preserve">art. 6 ust. </w:t>
      </w:r>
      <w:r w:rsidR="007B373B">
        <w:t>5</w:t>
      </w:r>
      <w:r w:rsidR="005B2F07">
        <w:t xml:space="preserve"> pkt </w:t>
      </w:r>
      <w:r w:rsidR="005B2AB9">
        <w:t>6</w:t>
      </w:r>
      <w:r w:rsidR="00BC659D">
        <w:t xml:space="preserve"> </w:t>
      </w:r>
      <w:bookmarkStart w:id="15" w:name="_Hlk187922134"/>
      <w:r w:rsidR="009D035C">
        <w:t>albo</w:t>
      </w:r>
      <w:r w:rsidR="00BC659D">
        <w:t xml:space="preserve"> ust. </w:t>
      </w:r>
      <w:bookmarkEnd w:id="15"/>
      <w:r w:rsidR="007B373B">
        <w:t>6</w:t>
      </w:r>
      <w:r w:rsidR="005B1935">
        <w:t>.</w:t>
      </w:r>
    </w:p>
    <w:p w14:paraId="1554DF2E" w14:textId="5C1DFDD4" w:rsidR="005B2F07" w:rsidRDefault="005B2F07" w:rsidP="008E4F25">
      <w:pPr>
        <w:pStyle w:val="USTustnpkodeksu"/>
      </w:pPr>
      <w:r>
        <w:t>3. O</w:t>
      </w:r>
      <w:r w:rsidRPr="00B1523B">
        <w:t>soby</w:t>
      </w:r>
      <w:r w:rsidRPr="00AD722A">
        <w:t xml:space="preserve"> </w:t>
      </w:r>
      <w:r>
        <w:t>będące obywatelami Rzeczypospolitej Polskiej i osoby będące obywatelami państw</w:t>
      </w:r>
      <w:r w:rsidRPr="00AD722A">
        <w:t xml:space="preserve"> członkowski</w:t>
      </w:r>
      <w:r>
        <w:t>ch</w:t>
      </w:r>
      <w:r w:rsidRPr="00AD722A">
        <w:t xml:space="preserve"> Unii Europejskiej oprócz dokumentów</w:t>
      </w:r>
      <w:r w:rsidR="009F7B26">
        <w:t>, o których mowa</w:t>
      </w:r>
      <w:r w:rsidRPr="00AD722A">
        <w:t xml:space="preserve"> w ust. 1</w:t>
      </w:r>
      <w:r w:rsidR="009F7B26">
        <w:t>,</w:t>
      </w:r>
      <w:r w:rsidRPr="00AD722A">
        <w:t xml:space="preserve"> dołącza</w:t>
      </w:r>
      <w:r>
        <w:t>ją dodatkowo oświadczenie o znajomości języka polskiego niezbędne</w:t>
      </w:r>
      <w:r w:rsidR="00BB531E">
        <w:t>j</w:t>
      </w:r>
      <w:r>
        <w:t xml:space="preserve"> do wykonywania zawodu psychologa</w:t>
      </w:r>
      <w:r w:rsidR="008E4F25">
        <w:t>.</w:t>
      </w:r>
    </w:p>
    <w:p w14:paraId="00885EFB" w14:textId="09E1752C" w:rsidR="008406DF" w:rsidRDefault="00B204C7" w:rsidP="008406DF">
      <w:pPr>
        <w:pStyle w:val="USTustnpkodeksu"/>
      </w:pPr>
      <w:r>
        <w:t>4</w:t>
      </w:r>
      <w:r w:rsidR="008406DF">
        <w:t>. Dokumenty w języku obcym przedkłada się z urzędowym tłumaczeniem na język polski dokonywanym przez:</w:t>
      </w:r>
    </w:p>
    <w:p w14:paraId="74264FEC" w14:textId="77777777" w:rsidR="008406DF" w:rsidRDefault="008406DF" w:rsidP="008406DF">
      <w:pPr>
        <w:pStyle w:val="PKTpunkt"/>
      </w:pPr>
      <w:r>
        <w:t>1) tłumacza przysięgłego wpisanego na listę prowadzoną przez Ministra Sprawiedliwości;</w:t>
      </w:r>
    </w:p>
    <w:p w14:paraId="2E7A466E" w14:textId="02845D4B" w:rsidR="008406DF" w:rsidRDefault="008406DF" w:rsidP="00E35F23">
      <w:pPr>
        <w:pStyle w:val="PKTpunkt"/>
      </w:pPr>
      <w:r>
        <w:t>2) tłumacza przysięgłego uprawnionego do dokonywania takich tłumaczeń w państwach członkowskich Unii Europejskiej lub Europejskiego Obszaru Gospodarczego (EOG);</w:t>
      </w:r>
    </w:p>
    <w:p w14:paraId="23ECC6E9" w14:textId="77777777" w:rsidR="008406DF" w:rsidRDefault="008406DF" w:rsidP="00E35F23">
      <w:pPr>
        <w:pStyle w:val="PKTpunkt"/>
      </w:pPr>
      <w:r>
        <w:t>3) konsula.</w:t>
      </w:r>
    </w:p>
    <w:p w14:paraId="4DE94705" w14:textId="059F95DF" w:rsidR="008406DF" w:rsidRDefault="00B204C7" w:rsidP="008406DF">
      <w:pPr>
        <w:pStyle w:val="USTustnpkodeksu"/>
      </w:pPr>
      <w:r>
        <w:t>5</w:t>
      </w:r>
      <w:r w:rsidR="008406DF">
        <w:t xml:space="preserve">. Do dokumentów, o których mowa w ust. </w:t>
      </w:r>
      <w:r>
        <w:t>4</w:t>
      </w:r>
      <w:r w:rsidR="008406DF">
        <w:t xml:space="preserve"> pkt 3</w:t>
      </w:r>
      <w:r w:rsidR="00063E15">
        <w:t>,</w:t>
      </w:r>
      <w:r w:rsidR="008406DF">
        <w:t xml:space="preserve"> stosuje się przepis art. 31 ustawy </w:t>
      </w:r>
      <w:r w:rsidR="00063E15">
        <w:br/>
      </w:r>
      <w:r w:rsidR="008406DF">
        <w:t>z dnia 28 listopada 2014 r. Prawo o aktach stanu cywilnego (Dz. U. z 2023 r. poz. 1378</w:t>
      </w:r>
      <w:r w:rsidR="00063E15">
        <w:t xml:space="preserve"> i</w:t>
      </w:r>
      <w:r w:rsidR="008406DF">
        <w:t xml:space="preserve"> 1615).</w:t>
      </w:r>
    </w:p>
    <w:p w14:paraId="0B15960C" w14:textId="433301E2" w:rsidR="00B1523B" w:rsidRPr="00B1523B" w:rsidRDefault="00A24E01" w:rsidP="00FC2530">
      <w:pPr>
        <w:pStyle w:val="ARTartustawynprozporzdzenia"/>
      </w:pPr>
      <w:r>
        <w:rPr>
          <w:rStyle w:val="Ppogrubienie"/>
        </w:rPr>
        <w:lastRenderedPageBreak/>
        <w:t>Art. 11</w:t>
      </w:r>
      <w:r w:rsidR="00B1523B" w:rsidRPr="005B33EE">
        <w:rPr>
          <w:rStyle w:val="Ppogrubienie"/>
        </w:rPr>
        <w:t xml:space="preserve">. </w:t>
      </w:r>
      <w:r w:rsidR="00B1523B" w:rsidRPr="00B1523B">
        <w:t>1. Jeżeli wniosek</w:t>
      </w:r>
      <w:r w:rsidR="00125A87">
        <w:t xml:space="preserve"> </w:t>
      </w:r>
      <w:r w:rsidR="00B1523B" w:rsidRPr="00B1523B">
        <w:t>nie spełnia wymagań</w:t>
      </w:r>
      <w:r w:rsidR="007D5554">
        <w:t xml:space="preserve">, o których mowa </w:t>
      </w:r>
      <w:r w:rsidR="00B1523B" w:rsidRPr="00B1523B">
        <w:t xml:space="preserve">w art. </w:t>
      </w:r>
      <w:r w:rsidR="00543649">
        <w:t>9</w:t>
      </w:r>
      <w:r w:rsidR="00B1523B" w:rsidRPr="00B1523B">
        <w:t xml:space="preserve"> i </w:t>
      </w:r>
      <w:r w:rsidR="00B45CB8">
        <w:t xml:space="preserve">art. </w:t>
      </w:r>
      <w:r w:rsidR="00B1523B" w:rsidRPr="00B1523B">
        <w:t>1</w:t>
      </w:r>
      <w:r w:rsidR="00543649">
        <w:t>0</w:t>
      </w:r>
      <w:r w:rsidR="00B1523B" w:rsidRPr="00B1523B">
        <w:t xml:space="preserve">, </w:t>
      </w:r>
      <w:r w:rsidR="00A03E67">
        <w:t>r</w:t>
      </w:r>
      <w:r w:rsidR="00B1523B" w:rsidRPr="00B1523B">
        <w:t xml:space="preserve">egionalna </w:t>
      </w:r>
      <w:r w:rsidR="00A03E67">
        <w:t>r</w:t>
      </w:r>
      <w:r w:rsidR="00B1523B" w:rsidRPr="00B1523B">
        <w:t xml:space="preserve">ada wzywa wnioskodawcę </w:t>
      </w:r>
      <w:r w:rsidR="006C251F">
        <w:t xml:space="preserve">do uzupełnienia lub </w:t>
      </w:r>
      <w:r w:rsidR="006C251F" w:rsidRPr="00BB3796">
        <w:t>poprawienia</w:t>
      </w:r>
      <w:r w:rsidR="006C251F">
        <w:t xml:space="preserve"> wniosku</w:t>
      </w:r>
      <w:r w:rsidR="00B1523B" w:rsidRPr="00B1523B">
        <w:t xml:space="preserve">, </w:t>
      </w:r>
      <w:r w:rsidR="00A83BC8" w:rsidRPr="00B1523B">
        <w:t>w terminie 30 dni od dnia doręczenia wezwania</w:t>
      </w:r>
      <w:r w:rsidR="00B30CCB">
        <w:t>.</w:t>
      </w:r>
    </w:p>
    <w:p w14:paraId="7139AF7C" w14:textId="77777777" w:rsidR="00276599" w:rsidRDefault="00B1523B" w:rsidP="00EA12B8">
      <w:pPr>
        <w:pStyle w:val="USTustnpkodeksu"/>
      </w:pPr>
      <w:r w:rsidRPr="00B1523B">
        <w:t xml:space="preserve">2. Wniosek, który nie został </w:t>
      </w:r>
      <w:r w:rsidR="006C251F" w:rsidRPr="00B1523B">
        <w:t xml:space="preserve">uzupełniony </w:t>
      </w:r>
      <w:r w:rsidR="006C251F">
        <w:t xml:space="preserve">lub poprawiony </w:t>
      </w:r>
      <w:r w:rsidRPr="00B1523B">
        <w:t xml:space="preserve">w terminie, o którym mowa w ust. 1, pozostawia się bez </w:t>
      </w:r>
      <w:r w:rsidR="00311ECF" w:rsidRPr="00B1523B">
        <w:t>rozp</w:t>
      </w:r>
      <w:r w:rsidR="00311ECF">
        <w:t>oznan</w:t>
      </w:r>
      <w:r w:rsidR="00311ECF" w:rsidRPr="00B1523B">
        <w:t>ia</w:t>
      </w:r>
      <w:r w:rsidRPr="00B1523B">
        <w:t>.</w:t>
      </w:r>
    </w:p>
    <w:p w14:paraId="4891E185" w14:textId="280BEB88" w:rsidR="00F822FE" w:rsidRPr="00DD3F83" w:rsidRDefault="00F822FE" w:rsidP="00F822FE">
      <w:pPr>
        <w:pStyle w:val="ARTartustawynprozporzdzenia"/>
      </w:pPr>
      <w:r>
        <w:rPr>
          <w:rStyle w:val="Ppogrubienie"/>
        </w:rPr>
        <w:t>Art. 12</w:t>
      </w:r>
      <w:r w:rsidRPr="00022C23">
        <w:rPr>
          <w:rStyle w:val="Ppogrubienie"/>
        </w:rPr>
        <w:t>.</w:t>
      </w:r>
      <w:r w:rsidRPr="00B1523B">
        <w:t xml:space="preserve"> </w:t>
      </w:r>
      <w:bookmarkStart w:id="16" w:name="_Hlk101347042"/>
      <w:r w:rsidRPr="00B1523B">
        <w:t xml:space="preserve">Do prowadzenia przez </w:t>
      </w:r>
      <w:r w:rsidR="00A03E67">
        <w:t>r</w:t>
      </w:r>
      <w:r w:rsidRPr="00B1523B">
        <w:t xml:space="preserve">egionalną </w:t>
      </w:r>
      <w:r w:rsidR="00A03E67">
        <w:t>r</w:t>
      </w:r>
      <w:r w:rsidRPr="00B1523B">
        <w:t xml:space="preserve">adę postępowań w sprawie uznania kwalifikacji zawodowych do wykonywania zawodu psychologa nabytych w państwach członkowskich Unii Europejskiej oraz świadczenia przez psychologów usług transgranicznych, mają zastosowanie przepisy ustawy </w:t>
      </w:r>
      <w:r w:rsidR="00E056F1">
        <w:t xml:space="preserve">z dnia 22 grudnia 2025 r. </w:t>
      </w:r>
      <w:r w:rsidRPr="00B1523B">
        <w:t>o zasadach uznawania kwalifikacji zawodowych nabytych w państwach członkowskich Unii Europejskiej</w:t>
      </w:r>
      <w:r w:rsidRPr="00DD3F83">
        <w:t>.</w:t>
      </w:r>
    </w:p>
    <w:bookmarkEnd w:id="16"/>
    <w:p w14:paraId="59A5A5BD" w14:textId="5E38D65F" w:rsidR="006C251F" w:rsidRPr="00B1523B" w:rsidRDefault="00A24E01" w:rsidP="00B1523B">
      <w:pPr>
        <w:pStyle w:val="ARTartustawynprozporzdzenia"/>
      </w:pPr>
      <w:r>
        <w:rPr>
          <w:rStyle w:val="Ppogrubienie"/>
        </w:rPr>
        <w:t>Art. 1</w:t>
      </w:r>
      <w:r w:rsidR="00F822FE">
        <w:rPr>
          <w:rStyle w:val="Ppogrubienie"/>
        </w:rPr>
        <w:t>3</w:t>
      </w:r>
      <w:r w:rsidR="00B1523B" w:rsidRPr="005B33EE">
        <w:rPr>
          <w:rStyle w:val="Ppogrubienie"/>
        </w:rPr>
        <w:t xml:space="preserve">. </w:t>
      </w:r>
      <w:r w:rsidR="00B1523B" w:rsidRPr="00B1523B">
        <w:t xml:space="preserve">1. </w:t>
      </w:r>
      <w:r w:rsidR="006C251F" w:rsidRPr="00B1523B">
        <w:t xml:space="preserve">Uchwała </w:t>
      </w:r>
      <w:r w:rsidR="00365C66">
        <w:t>r</w:t>
      </w:r>
      <w:r w:rsidR="006C251F" w:rsidRPr="00B1523B">
        <w:t xml:space="preserve">egionalnej </w:t>
      </w:r>
      <w:r w:rsidR="00365C66">
        <w:t>r</w:t>
      </w:r>
      <w:r w:rsidR="006C251F" w:rsidRPr="00B1523B">
        <w:t xml:space="preserve">ady w przedmiocie wpisu </w:t>
      </w:r>
      <w:r w:rsidR="001741E1">
        <w:t>do Rejestru</w:t>
      </w:r>
      <w:r w:rsidR="001741E1" w:rsidRPr="00B04EFD">
        <w:t xml:space="preserve"> </w:t>
      </w:r>
      <w:r w:rsidR="006C251F" w:rsidRPr="00B1523B">
        <w:t>jest podejmowana</w:t>
      </w:r>
      <w:r w:rsidR="001741E1">
        <w:t xml:space="preserve"> </w:t>
      </w:r>
      <w:r w:rsidR="006C251F" w:rsidRPr="00B1523B">
        <w:t xml:space="preserve">w terminie 30 dni od dnia </w:t>
      </w:r>
      <w:r w:rsidR="00D228C3">
        <w:t xml:space="preserve">doręczenia </w:t>
      </w:r>
      <w:r w:rsidR="006C251F">
        <w:t>wniosku</w:t>
      </w:r>
      <w:r w:rsidR="00EA5CA4">
        <w:t xml:space="preserve"> lub </w:t>
      </w:r>
      <w:r w:rsidR="006C251F">
        <w:t>wykonania wezwania</w:t>
      </w:r>
      <w:r w:rsidR="00EA5CA4">
        <w:t>, o którym mowa w art. 11 ust. 1</w:t>
      </w:r>
      <w:r w:rsidR="006C251F" w:rsidRPr="00B1523B">
        <w:t>.</w:t>
      </w:r>
    </w:p>
    <w:p w14:paraId="4E54D580" w14:textId="63F28725" w:rsidR="00BD7383" w:rsidRDefault="00B1523B" w:rsidP="00B1523B">
      <w:pPr>
        <w:pStyle w:val="USTustnpkodeksu"/>
      </w:pPr>
      <w:r w:rsidRPr="00B1523B">
        <w:t xml:space="preserve">2. Regionalna </w:t>
      </w:r>
      <w:r w:rsidR="00365C66">
        <w:t>r</w:t>
      </w:r>
      <w:r w:rsidRPr="00B1523B">
        <w:t>ada</w:t>
      </w:r>
      <w:r w:rsidR="00753A29">
        <w:t xml:space="preserve"> </w:t>
      </w:r>
      <w:r w:rsidR="00F51485">
        <w:t>odmawia</w:t>
      </w:r>
      <w:r w:rsidRPr="00B1523B">
        <w:t xml:space="preserve"> </w:t>
      </w:r>
      <w:r w:rsidR="00195E64">
        <w:t>dokonania wpisu do Rejestru</w:t>
      </w:r>
      <w:r w:rsidRPr="00B1523B">
        <w:t xml:space="preserve"> w </w:t>
      </w:r>
      <w:r w:rsidR="00BD7383">
        <w:t>przypadku:</w:t>
      </w:r>
    </w:p>
    <w:p w14:paraId="278F7927" w14:textId="667D10CA" w:rsidR="00BD7383" w:rsidRDefault="00D675E1" w:rsidP="00D675E1">
      <w:pPr>
        <w:pStyle w:val="PKTpunkt"/>
      </w:pPr>
      <w:r>
        <w:t>1</w:t>
      </w:r>
      <w:r w:rsidR="00BD7383">
        <w:t xml:space="preserve">) </w:t>
      </w:r>
      <w:r w:rsidR="00A505CF" w:rsidRPr="00A505CF">
        <w:t>stwierdzenia</w:t>
      </w:r>
      <w:r w:rsidR="00B1523B" w:rsidRPr="00B1523B">
        <w:t xml:space="preserve"> niespełnienia wymogów, o których mowa w art. </w:t>
      </w:r>
      <w:r w:rsidR="007A4B7F">
        <w:t>6</w:t>
      </w:r>
      <w:r w:rsidR="001C3317" w:rsidRPr="00E42FE7">
        <w:t>–</w:t>
      </w:r>
      <w:r w:rsidR="00B1523B" w:rsidRPr="00B1523B">
        <w:t>10</w:t>
      </w:r>
      <w:r w:rsidR="00B56A7A">
        <w:t>;</w:t>
      </w:r>
    </w:p>
    <w:p w14:paraId="462784FD" w14:textId="5633C0F8" w:rsidR="00BD7383" w:rsidRDefault="00D675E1" w:rsidP="00D675E1">
      <w:pPr>
        <w:pStyle w:val="PKTpunkt"/>
      </w:pPr>
      <w:r>
        <w:t>2</w:t>
      </w:r>
      <w:r w:rsidR="00BD7383">
        <w:t xml:space="preserve">) </w:t>
      </w:r>
      <w:r w:rsidR="00BD7383" w:rsidRPr="00BD7383">
        <w:t>prawomocn</w:t>
      </w:r>
      <w:r w:rsidR="00A74F09">
        <w:t>ego</w:t>
      </w:r>
      <w:r w:rsidR="00BD7383" w:rsidRPr="00BD7383">
        <w:t xml:space="preserve"> </w:t>
      </w:r>
      <w:r w:rsidR="00AE7219">
        <w:t>orzeczenia kary dyscyplinarnej określonej</w:t>
      </w:r>
      <w:r w:rsidR="00BD7383" w:rsidRPr="00BD7383">
        <w:t xml:space="preserve"> w art. </w:t>
      </w:r>
      <w:r w:rsidR="00470FC8">
        <w:t>94</w:t>
      </w:r>
      <w:r w:rsidR="00470FC8" w:rsidRPr="00BD7383">
        <w:t xml:space="preserve"> </w:t>
      </w:r>
      <w:r w:rsidR="00BD7383" w:rsidRPr="00BD7383">
        <w:t xml:space="preserve">ust. 1 pkt </w:t>
      </w:r>
      <w:r w:rsidR="00470FC8">
        <w:t>6</w:t>
      </w:r>
      <w:r w:rsidR="004048DC">
        <w:t xml:space="preserve">, z zastrzeżeniem art. </w:t>
      </w:r>
      <w:r w:rsidR="00D33439">
        <w:t>121</w:t>
      </w:r>
      <w:r w:rsidR="00B1523B" w:rsidRPr="00B1523B">
        <w:t>.</w:t>
      </w:r>
    </w:p>
    <w:p w14:paraId="7525C41C" w14:textId="1BC8313B" w:rsidR="00B1523B" w:rsidRPr="00B1523B" w:rsidRDefault="00B1523B" w:rsidP="00B1523B">
      <w:pPr>
        <w:pStyle w:val="USTustnpkodeksu"/>
      </w:pPr>
      <w:r w:rsidRPr="00B1523B">
        <w:t xml:space="preserve">3. Od uchwały, o której mowa w ust. 2, </w:t>
      </w:r>
      <w:r w:rsidR="00753A29">
        <w:t>wnioskodawcy</w:t>
      </w:r>
      <w:r w:rsidRPr="00B1523B">
        <w:t xml:space="preserve"> służy odwołanie do Krajowej Rady</w:t>
      </w:r>
      <w:r w:rsidR="00753A29">
        <w:t>,</w:t>
      </w:r>
      <w:r w:rsidRPr="00B1523B">
        <w:t xml:space="preserve"> w terminie 14 dni od </w:t>
      </w:r>
      <w:r w:rsidR="00930DF2">
        <w:t>dnia</w:t>
      </w:r>
      <w:r w:rsidR="00930DF2" w:rsidRPr="00B1523B">
        <w:t xml:space="preserve"> </w:t>
      </w:r>
      <w:r w:rsidRPr="00B1523B">
        <w:t>doręczenia uchwały.</w:t>
      </w:r>
    </w:p>
    <w:p w14:paraId="44E15D15" w14:textId="1A7ECC41" w:rsidR="00B1523B" w:rsidRPr="00B1523B" w:rsidRDefault="00B1523B" w:rsidP="00B1523B">
      <w:pPr>
        <w:pStyle w:val="USTustnpkodeksu"/>
      </w:pPr>
      <w:r w:rsidRPr="00B1523B">
        <w:t xml:space="preserve">4. </w:t>
      </w:r>
      <w:bookmarkStart w:id="17" w:name="_Hlk101346138"/>
      <w:r w:rsidRPr="00B1523B">
        <w:t xml:space="preserve">Krajowa Rada rozpatruje odwołanie </w:t>
      </w:r>
      <w:bookmarkEnd w:id="17"/>
      <w:r w:rsidRPr="00B1523B">
        <w:t>w terminie 30 dni od jego doręczenia</w:t>
      </w:r>
      <w:r w:rsidR="001850F8">
        <w:t xml:space="preserve"> i wydaje uchwałę</w:t>
      </w:r>
      <w:r w:rsidRPr="00B1523B">
        <w:t>.</w:t>
      </w:r>
    </w:p>
    <w:p w14:paraId="14BCD2A9" w14:textId="1705B414" w:rsidR="00B1523B" w:rsidRPr="00B1523B" w:rsidRDefault="00B1523B" w:rsidP="00B1523B">
      <w:pPr>
        <w:pStyle w:val="USTustnpkodeksu"/>
      </w:pPr>
      <w:r w:rsidRPr="00B1523B">
        <w:t xml:space="preserve">5. </w:t>
      </w:r>
      <w:bookmarkStart w:id="18" w:name="_Hlk101346595"/>
      <w:r w:rsidRPr="00B1523B">
        <w:t xml:space="preserve">Do uchwał </w:t>
      </w:r>
      <w:r w:rsidR="00365C66">
        <w:t>r</w:t>
      </w:r>
      <w:r w:rsidRPr="00B1523B">
        <w:t xml:space="preserve">egionalnej </w:t>
      </w:r>
      <w:r w:rsidR="00365C66">
        <w:t>r</w:t>
      </w:r>
      <w:r w:rsidRPr="00B1523B">
        <w:t>ady i Krajowej Rady stosuje się przepisy ustawy z dnia 14 czerwca 1960 r. – Kodeks postępowania administracyjnego (</w:t>
      </w:r>
      <w:r w:rsidR="00C3005F">
        <w:t>Dz. U.</w:t>
      </w:r>
      <w:r w:rsidR="004829E7" w:rsidRPr="00CC459B">
        <w:t xml:space="preserve"> z 202</w:t>
      </w:r>
      <w:r w:rsidR="001C3317">
        <w:t>4</w:t>
      </w:r>
      <w:r w:rsidR="004829E7" w:rsidRPr="00CC459B">
        <w:t xml:space="preserve"> r. poz.</w:t>
      </w:r>
      <w:r w:rsidR="00B56A7A">
        <w:t xml:space="preserve"> </w:t>
      </w:r>
      <w:r w:rsidR="001C3317">
        <w:t>572</w:t>
      </w:r>
      <w:r w:rsidRPr="00B1523B">
        <w:t>)</w:t>
      </w:r>
      <w:r w:rsidR="009C498C">
        <w:t>,</w:t>
      </w:r>
      <w:r w:rsidRPr="00B1523B">
        <w:t xml:space="preserve"> dotyczące decyzji administracyjnej.</w:t>
      </w:r>
    </w:p>
    <w:bookmarkEnd w:id="18"/>
    <w:p w14:paraId="2AEA63AE" w14:textId="5EFA0977" w:rsidR="00B1523B" w:rsidRPr="00B1523B" w:rsidRDefault="00B1523B" w:rsidP="00B1523B">
      <w:pPr>
        <w:pStyle w:val="USTustnpkodeksu"/>
      </w:pPr>
      <w:r w:rsidRPr="00B1523B">
        <w:t xml:space="preserve">6. W wypadku niepodjęcia uchwały przez </w:t>
      </w:r>
      <w:r w:rsidR="00365C66">
        <w:t>r</w:t>
      </w:r>
      <w:r w:rsidRPr="00B1523B">
        <w:t xml:space="preserve">egionalną </w:t>
      </w:r>
      <w:r w:rsidR="00365C66">
        <w:t>r</w:t>
      </w:r>
      <w:r w:rsidRPr="00B1523B">
        <w:t xml:space="preserve">adę w terminie, o którym mowa w ust. 1, </w:t>
      </w:r>
      <w:bookmarkStart w:id="19" w:name="_Hlk169860362"/>
      <w:r w:rsidRPr="00B1523B">
        <w:t>lub niepodjęcia uchwały przez Krajową Radę</w:t>
      </w:r>
      <w:bookmarkEnd w:id="19"/>
      <w:r w:rsidRPr="00B1523B">
        <w:t xml:space="preserve"> w terminie, o którym mowa w ust. 4, wnioskodawcy służy skarga </w:t>
      </w:r>
      <w:r w:rsidR="00DB39D3">
        <w:t xml:space="preserve">na bezczynność </w:t>
      </w:r>
      <w:r w:rsidRPr="00B1523B">
        <w:t>do sądu administracyjnego.</w:t>
      </w:r>
    </w:p>
    <w:p w14:paraId="7CFECC38" w14:textId="32378815" w:rsidR="00B1523B" w:rsidRDefault="00B1523B" w:rsidP="00B1523B">
      <w:pPr>
        <w:pStyle w:val="USTustnpkodeksu"/>
      </w:pPr>
      <w:r w:rsidRPr="00B1523B">
        <w:t>7. Od ostatecznej uchwały</w:t>
      </w:r>
      <w:r w:rsidR="00F61D3D">
        <w:t xml:space="preserve"> w przedmiocie </w:t>
      </w:r>
      <w:bookmarkStart w:id="20" w:name="_Hlk188558457"/>
      <w:r w:rsidR="00F61D3D">
        <w:t>wpisu do Rejestru</w:t>
      </w:r>
      <w:r w:rsidR="002F02A7">
        <w:t xml:space="preserve"> </w:t>
      </w:r>
      <w:bookmarkEnd w:id="20"/>
      <w:r w:rsidR="002F02A7" w:rsidRPr="009D4C6C">
        <w:t xml:space="preserve">przysługuje </w:t>
      </w:r>
      <w:r w:rsidR="002F02A7">
        <w:t xml:space="preserve">wnioskodawcy </w:t>
      </w:r>
      <w:r w:rsidR="002F02A7" w:rsidRPr="009D4C6C">
        <w:t>skarga do sądu administracyjnego</w:t>
      </w:r>
      <w:r w:rsidR="002F02A7">
        <w:t>.</w:t>
      </w:r>
      <w:r w:rsidR="00D858C9">
        <w:t xml:space="preserve"> </w:t>
      </w:r>
      <w:r w:rsidR="002F02A7">
        <w:t>S</w:t>
      </w:r>
      <w:r w:rsidRPr="00B1523B">
        <w:t>kargę do sądu administracyjnego może wnieść także minister właściwy do spraw pracy.</w:t>
      </w:r>
    </w:p>
    <w:p w14:paraId="55ED8185" w14:textId="60B675A8" w:rsidR="00A04515" w:rsidRPr="00A04515" w:rsidRDefault="00A04515" w:rsidP="00DB17FF">
      <w:pPr>
        <w:pStyle w:val="USTustnpkodeksu"/>
      </w:pPr>
      <w:r>
        <w:t xml:space="preserve">8. </w:t>
      </w:r>
      <w:r w:rsidR="009C498C">
        <w:t xml:space="preserve">W sprawach </w:t>
      </w:r>
      <w:r w:rsidRPr="00A04515">
        <w:t>ostateczn</w:t>
      </w:r>
      <w:r w:rsidR="00E66451">
        <w:t>ej</w:t>
      </w:r>
      <w:r w:rsidRPr="00A04515">
        <w:t xml:space="preserve"> uchwał</w:t>
      </w:r>
      <w:r w:rsidR="00E66451">
        <w:t>y</w:t>
      </w:r>
      <w:r w:rsidR="00DB17FF">
        <w:t xml:space="preserve"> </w:t>
      </w:r>
      <w:r w:rsidR="00803197">
        <w:t>w przedmiocie wpisu do Rejestru</w:t>
      </w:r>
      <w:r w:rsidRPr="00A04515">
        <w:t xml:space="preserve"> minister właściwy do spraw </w:t>
      </w:r>
      <w:r>
        <w:t>pracy</w:t>
      </w:r>
      <w:r w:rsidRPr="00A04515">
        <w:t xml:space="preserve"> może wziąć udział w </w:t>
      </w:r>
      <w:r w:rsidR="00DB17FF">
        <w:t xml:space="preserve">toczącym się </w:t>
      </w:r>
      <w:r w:rsidRPr="00A04515">
        <w:t>postępowaniu sądow</w:t>
      </w:r>
      <w:r w:rsidR="008826A6">
        <w:t>oadministracyjnym</w:t>
      </w:r>
      <w:r w:rsidRPr="00A04515">
        <w:t xml:space="preserve"> na </w:t>
      </w:r>
      <w:r w:rsidRPr="00A04515">
        <w:lastRenderedPageBreak/>
        <w:t xml:space="preserve">prawach przysługujących prokuratorowi. Przepis art. 8 ustawy z dnia 30 sierpnia 2002 r. </w:t>
      </w:r>
      <w:r w:rsidR="00A401BB" w:rsidRPr="00B1523B">
        <w:t>–</w:t>
      </w:r>
      <w:r w:rsidRPr="00A04515">
        <w:t xml:space="preserve"> Prawo o postępowaniu przed sądami administracyjnymi (</w:t>
      </w:r>
      <w:r w:rsidR="00C3005F">
        <w:t>Dz. U.</w:t>
      </w:r>
      <w:r w:rsidR="004829E7" w:rsidRPr="00CC459B">
        <w:t xml:space="preserve"> z 202</w:t>
      </w:r>
      <w:r w:rsidR="009E16AC">
        <w:t>4</w:t>
      </w:r>
      <w:r w:rsidR="004829E7" w:rsidRPr="00CC459B">
        <w:t xml:space="preserve"> r. poz. </w:t>
      </w:r>
      <w:r w:rsidR="009E16AC">
        <w:t>935</w:t>
      </w:r>
      <w:r w:rsidR="00CF11A1">
        <w:t xml:space="preserve"> i 1685</w:t>
      </w:r>
      <w:r w:rsidRPr="00A04515">
        <w:t>)</w:t>
      </w:r>
      <w:r w:rsidR="00E00355">
        <w:t>,</w:t>
      </w:r>
      <w:r w:rsidRPr="00A04515">
        <w:t xml:space="preserve"> stosuje się odpowiednio.</w:t>
      </w:r>
    </w:p>
    <w:p w14:paraId="138EAADA" w14:textId="5759F4C1" w:rsidR="00B1523B" w:rsidRPr="00B1523B" w:rsidRDefault="00A24E01" w:rsidP="00FC2530">
      <w:pPr>
        <w:pStyle w:val="ARTartustawynprozporzdzenia"/>
      </w:pPr>
      <w:r>
        <w:rPr>
          <w:rStyle w:val="Ppogrubienie"/>
        </w:rPr>
        <w:t>Art. 1</w:t>
      </w:r>
      <w:r w:rsidR="00F822FE">
        <w:rPr>
          <w:rStyle w:val="Ppogrubienie"/>
        </w:rPr>
        <w:t>4</w:t>
      </w:r>
      <w:r w:rsidR="00B1523B" w:rsidRPr="005B33EE">
        <w:rPr>
          <w:rStyle w:val="Ppogrubienie"/>
        </w:rPr>
        <w:t xml:space="preserve">. </w:t>
      </w:r>
      <w:r w:rsidR="008F2F91">
        <w:t xml:space="preserve">1. </w:t>
      </w:r>
      <w:bookmarkStart w:id="21" w:name="_Hlk101346734"/>
      <w:r w:rsidR="00066DD9">
        <w:t xml:space="preserve">Od wniosku </w:t>
      </w:r>
      <w:r w:rsidR="00611863">
        <w:t xml:space="preserve">regionalna rada </w:t>
      </w:r>
      <w:r w:rsidR="00B1523B" w:rsidRPr="00B1523B">
        <w:t>po</w:t>
      </w:r>
      <w:r w:rsidR="008F2F91">
        <w:t>biera opłat</w:t>
      </w:r>
      <w:r w:rsidR="00611863">
        <w:t>ę</w:t>
      </w:r>
      <w:r w:rsidR="00B1523B" w:rsidRPr="00B1523B">
        <w:t xml:space="preserve"> w wysokości nie wyższej niż </w:t>
      </w:r>
      <w:r w:rsidR="00066DD9">
        <w:t>1</w:t>
      </w:r>
      <w:r w:rsidR="00B1523B" w:rsidRPr="00B1523B">
        <w:t>0% przeciętnego</w:t>
      </w:r>
      <w:r w:rsidR="00A90543">
        <w:t xml:space="preserve"> miesięcznego wynagrodzenia w sektorze przedsiębiorstw bez wypłat nagród </w:t>
      </w:r>
      <w:r w:rsidR="001B2F1E">
        <w:br/>
      </w:r>
      <w:r w:rsidR="00A90543">
        <w:t xml:space="preserve">z zysku za ubiegły rok, ogłaszanego przez Prezesa Głównego Urzędu Statystycznego w Dzienniku Urzędowym Rzeczypospolitej Polskiej </w:t>
      </w:r>
      <w:r w:rsidR="00A90543">
        <w:rPr>
          <w:rFonts w:cs="Times"/>
        </w:rPr>
        <w:t>„</w:t>
      </w:r>
      <w:r w:rsidR="00A90543">
        <w:t>Monitor</w:t>
      </w:r>
      <w:r w:rsidR="007E1884">
        <w:t xml:space="preserve"> </w:t>
      </w:r>
      <w:r w:rsidR="00A90543">
        <w:t>Polski</w:t>
      </w:r>
      <w:r w:rsidR="00A90543">
        <w:rPr>
          <w:rFonts w:cs="Times"/>
        </w:rPr>
        <w:t>”</w:t>
      </w:r>
      <w:r w:rsidR="00A90543">
        <w:t xml:space="preserve">, </w:t>
      </w:r>
      <w:bookmarkStart w:id="22" w:name="_Hlk179889123"/>
      <w:r w:rsidR="00812BEB" w:rsidRPr="00812BEB">
        <w:t>w roku poprzedzającym rok</w:t>
      </w:r>
      <w:r w:rsidR="001276A0">
        <w:t>,</w:t>
      </w:r>
      <w:r w:rsidR="00812BEB" w:rsidRPr="00812BEB">
        <w:t xml:space="preserve"> </w:t>
      </w:r>
      <w:r w:rsidR="005B6574">
        <w:t xml:space="preserve">w którym wniosek został złożony, </w:t>
      </w:r>
      <w:bookmarkEnd w:id="22"/>
      <w:r w:rsidR="00A90543">
        <w:t>w drodze obwieszczenia, do dnia 15 stycznia każdego roku</w:t>
      </w:r>
      <w:r w:rsidR="00B1523B" w:rsidRPr="00B1523B">
        <w:t xml:space="preserve">, zwanego </w:t>
      </w:r>
      <w:r w:rsidR="006B5CA6">
        <w:t xml:space="preserve">dalej </w:t>
      </w:r>
      <w:r w:rsidR="00B1523B" w:rsidRPr="00B1523B">
        <w:t>„przeciętnym wynagrodzeniem”.</w:t>
      </w:r>
    </w:p>
    <w:p w14:paraId="214017ED" w14:textId="64DCC063" w:rsidR="00125A87" w:rsidRDefault="00A07EA6" w:rsidP="00B1523B">
      <w:pPr>
        <w:pStyle w:val="USTustnpkodeksu"/>
      </w:pPr>
      <w:bookmarkStart w:id="23" w:name="highlightHit_42"/>
      <w:bookmarkEnd w:id="21"/>
      <w:bookmarkEnd w:id="23"/>
      <w:r>
        <w:t>2</w:t>
      </w:r>
      <w:r w:rsidR="005542BC">
        <w:t xml:space="preserve">. </w:t>
      </w:r>
      <w:bookmarkStart w:id="24" w:name="_Hlk101346902"/>
      <w:r w:rsidR="00B1523B" w:rsidRPr="00B1523B">
        <w:t>Wniosek o</w:t>
      </w:r>
      <w:r w:rsidR="00125A87">
        <w:t>:</w:t>
      </w:r>
    </w:p>
    <w:p w14:paraId="32E2B50B" w14:textId="1DA2053E" w:rsidR="00125A87" w:rsidRDefault="00125A87" w:rsidP="00125A87">
      <w:pPr>
        <w:pStyle w:val="PKTpunkt"/>
      </w:pPr>
      <w:r>
        <w:t xml:space="preserve">1) </w:t>
      </w:r>
      <w:r w:rsidR="00B1523B" w:rsidRPr="00B1523B">
        <w:t xml:space="preserve">zmianę danych objętych </w:t>
      </w:r>
      <w:r w:rsidR="009C498C">
        <w:t xml:space="preserve">wnioskiem o </w:t>
      </w:r>
      <w:r w:rsidR="00B1523B" w:rsidRPr="00B1523B">
        <w:t>wpis</w:t>
      </w:r>
      <w:r w:rsidR="001741E1" w:rsidRPr="001741E1">
        <w:t xml:space="preserve"> </w:t>
      </w:r>
      <w:r w:rsidR="001741E1">
        <w:t>do Rejestru</w:t>
      </w:r>
      <w:r w:rsidR="006B5CA6">
        <w:t>,</w:t>
      </w:r>
    </w:p>
    <w:p w14:paraId="3E482796" w14:textId="03CD8DC7" w:rsidR="00125A87" w:rsidRDefault="00125A87" w:rsidP="00125A87">
      <w:pPr>
        <w:pStyle w:val="PKTpunkt"/>
      </w:pPr>
      <w:r>
        <w:t xml:space="preserve">2) </w:t>
      </w:r>
      <w:r w:rsidR="00B1523B" w:rsidRPr="00B1523B">
        <w:t xml:space="preserve">skreślenie z </w:t>
      </w:r>
      <w:r w:rsidR="001741E1">
        <w:t>Rejestru</w:t>
      </w:r>
    </w:p>
    <w:p w14:paraId="71236EFF" w14:textId="77FB153C" w:rsidR="00B1523B" w:rsidRPr="00B1523B" w:rsidRDefault="00125A87" w:rsidP="003843A5">
      <w:pPr>
        <w:pStyle w:val="CZWSPPKTczwsplnapunktw"/>
      </w:pPr>
      <w:r>
        <w:t xml:space="preserve"> </w:t>
      </w:r>
      <w:r w:rsidR="00BE4780" w:rsidRPr="00B1523B">
        <w:t>–</w:t>
      </w:r>
      <w:r w:rsidR="00B56A7A">
        <w:t xml:space="preserve"> </w:t>
      </w:r>
      <w:r w:rsidR="00B1523B" w:rsidRPr="00B1523B">
        <w:t xml:space="preserve">nie podlega </w:t>
      </w:r>
      <w:r w:rsidR="00B1523B" w:rsidRPr="00125A87">
        <w:t>opłacie</w:t>
      </w:r>
      <w:r w:rsidR="00B1523B" w:rsidRPr="00B1523B">
        <w:t>.</w:t>
      </w:r>
    </w:p>
    <w:p w14:paraId="6EA4F53C" w14:textId="77777777" w:rsidR="00B10C11" w:rsidRDefault="00A07EA6" w:rsidP="00B1523B">
      <w:pPr>
        <w:pStyle w:val="USTustnpkodeksu"/>
      </w:pPr>
      <w:r>
        <w:t>3</w:t>
      </w:r>
      <w:r w:rsidR="00B1523B" w:rsidRPr="00B1523B">
        <w:t xml:space="preserve">. Regionalna </w:t>
      </w:r>
      <w:r w:rsidR="00365C66">
        <w:t>r</w:t>
      </w:r>
      <w:r w:rsidR="00B1523B" w:rsidRPr="00B1523B">
        <w:t>ada wydaje zaświadczenie o wpisie</w:t>
      </w:r>
      <w:r w:rsidR="001741E1" w:rsidRPr="001741E1">
        <w:t xml:space="preserve"> </w:t>
      </w:r>
      <w:r w:rsidR="001741E1">
        <w:t>do Rejestru</w:t>
      </w:r>
      <w:r w:rsidR="00B1523B" w:rsidRPr="00B1523B">
        <w:t xml:space="preserve">. Za wydanie zaświadczenia </w:t>
      </w:r>
      <w:r w:rsidR="00694500">
        <w:t xml:space="preserve">regionalna rada </w:t>
      </w:r>
      <w:r w:rsidR="00B1523B" w:rsidRPr="00B1523B">
        <w:t xml:space="preserve">pobiera opłatę w wysokości nie wyższej niż 1% </w:t>
      </w:r>
      <w:r w:rsidR="00D243F6">
        <w:t xml:space="preserve">przeciętnego </w:t>
      </w:r>
      <w:r w:rsidR="00B1523B" w:rsidRPr="00B1523B">
        <w:t>wynagrodz</w:t>
      </w:r>
      <w:r w:rsidR="00D243F6">
        <w:t>enia</w:t>
      </w:r>
      <w:r w:rsidR="00B1523B" w:rsidRPr="00B1523B">
        <w:t>.</w:t>
      </w:r>
      <w:r w:rsidR="001F11D6">
        <w:t xml:space="preserve"> Zaświadczenie zawiera następujące dane:</w:t>
      </w:r>
    </w:p>
    <w:p w14:paraId="3638A232" w14:textId="6A378D0D" w:rsidR="00B10C11" w:rsidRDefault="00B10C11" w:rsidP="00B10C11">
      <w:pPr>
        <w:pStyle w:val="PKTpunkt"/>
      </w:pPr>
      <w:r>
        <w:t xml:space="preserve">1) </w:t>
      </w:r>
      <w:r w:rsidR="001F11D6">
        <w:t>imię (imiona) i nazwisko</w:t>
      </w:r>
      <w:r w:rsidR="001B2F1E">
        <w:t>;</w:t>
      </w:r>
    </w:p>
    <w:p w14:paraId="30A890FD" w14:textId="702B1A2A" w:rsidR="00B10C11" w:rsidRDefault="00B10C11" w:rsidP="00B10C11">
      <w:pPr>
        <w:pStyle w:val="PKTpunkt"/>
      </w:pPr>
      <w:r>
        <w:t>2)</w:t>
      </w:r>
      <w:r w:rsidR="001F11D6">
        <w:t xml:space="preserve"> </w:t>
      </w:r>
      <w:r w:rsidR="001F11D6" w:rsidRPr="001F11D6">
        <w:t>numer i datę wpisu do Rejestru</w:t>
      </w:r>
      <w:r w:rsidR="001B2F1E">
        <w:t>;</w:t>
      </w:r>
    </w:p>
    <w:p w14:paraId="4D6AB11C" w14:textId="4097B36C" w:rsidR="0071082E" w:rsidRDefault="00B10C11" w:rsidP="00E35F23">
      <w:pPr>
        <w:pStyle w:val="PKTpunkt"/>
      </w:pPr>
      <w:r>
        <w:t>3) adnotację o wykonywaniu lub niewykonywaniu zawodu w dacie wydania zaświadczenia</w:t>
      </w:r>
      <w:r w:rsidR="001B2F1E">
        <w:t>;</w:t>
      </w:r>
    </w:p>
    <w:p w14:paraId="77660DBE" w14:textId="50D75FAB" w:rsidR="00B1523B" w:rsidRDefault="0071082E" w:rsidP="00195E64">
      <w:pPr>
        <w:pStyle w:val="PKTpunkt"/>
        <w:ind w:left="284" w:hanging="284"/>
      </w:pPr>
      <w:r>
        <w:t>4) wskazanie</w:t>
      </w:r>
      <w:r w:rsidR="007D6153">
        <w:t xml:space="preserve"> czynności, co do których psycholog jest ograniczony w wykonywaniu zawodu </w:t>
      </w:r>
      <w:r w:rsidR="001B2F1E">
        <w:br/>
      </w:r>
      <w:r w:rsidR="007D6153">
        <w:t>i okresu obowiązywania tego ograniczenia, w przypadku</w:t>
      </w:r>
      <w:r w:rsidR="000105F9">
        <w:t>,</w:t>
      </w:r>
      <w:r w:rsidR="007D6153">
        <w:t xml:space="preserve"> o którym mowa w art. 94 ust. 1 pkt 4</w:t>
      </w:r>
      <w:r w:rsidR="00261CDD">
        <w:t>.</w:t>
      </w:r>
    </w:p>
    <w:p w14:paraId="39DA2F2F" w14:textId="77777777" w:rsidR="00D70397" w:rsidRDefault="00FB21AA" w:rsidP="00FB21AA">
      <w:pPr>
        <w:pStyle w:val="USTustnpkodeksu"/>
      </w:pPr>
      <w:bookmarkStart w:id="25" w:name="_Hlk178157619"/>
      <w:r>
        <w:t>4. Na wniosek psychologa regionalna rada wydaje</w:t>
      </w:r>
      <w:r w:rsidR="00D70397">
        <w:t>:</w:t>
      </w:r>
    </w:p>
    <w:p w14:paraId="1EA8B626" w14:textId="2871F2E2" w:rsidR="00D70397" w:rsidRDefault="00D70397" w:rsidP="00D70397">
      <w:pPr>
        <w:pStyle w:val="PKTpunkt"/>
      </w:pPr>
      <w:r>
        <w:t xml:space="preserve">1) </w:t>
      </w:r>
      <w:r w:rsidR="00FB21AA" w:rsidRPr="00FB21AA">
        <w:t xml:space="preserve">zaświadczenie </w:t>
      </w:r>
      <w:r w:rsidR="0066341D">
        <w:t>potwierdzające</w:t>
      </w:r>
      <w:r w:rsidR="00FB21AA" w:rsidRPr="00FB21AA">
        <w:t xml:space="preserve">, że </w:t>
      </w:r>
      <w:r w:rsidR="00FB21AA">
        <w:t>psycholog</w:t>
      </w:r>
      <w:r w:rsidR="00FB21AA" w:rsidRPr="00FB21AA">
        <w:t xml:space="preserve"> </w:t>
      </w:r>
      <w:r w:rsidR="0066341D">
        <w:t xml:space="preserve">uzyskał w Rzeczypospolitej Polskiej prawo wykonywania zawodu </w:t>
      </w:r>
      <w:r w:rsidR="0066341D" w:rsidRPr="00FB21AA">
        <w:t xml:space="preserve">oraz że </w:t>
      </w:r>
      <w:r w:rsidR="0066341D">
        <w:t>otrzymał</w:t>
      </w:r>
      <w:r w:rsidR="0066341D" w:rsidRPr="00FB21AA">
        <w:t xml:space="preserve"> dyplom, świadectwo lub inny dokument potwierdzający </w:t>
      </w:r>
      <w:r w:rsidR="0066341D">
        <w:t xml:space="preserve">posiadanie </w:t>
      </w:r>
      <w:r w:rsidR="0066341D" w:rsidRPr="00FB21AA">
        <w:t>kwalifikacj</w:t>
      </w:r>
      <w:r w:rsidR="0066341D">
        <w:t xml:space="preserve">i zawodowych </w:t>
      </w:r>
      <w:r w:rsidR="0066341D" w:rsidRPr="00BE7C1D">
        <w:t xml:space="preserve">w celu uznania tych kwalifikacji </w:t>
      </w:r>
      <w:r w:rsidR="008C30DF">
        <w:br/>
      </w:r>
      <w:r w:rsidR="0066341D" w:rsidRPr="00BE7C1D">
        <w:t>w państwie członkowskim</w:t>
      </w:r>
      <w:r w:rsidR="00982C95">
        <w:t xml:space="preserve"> </w:t>
      </w:r>
      <w:r w:rsidR="00982C95" w:rsidRPr="00D70397">
        <w:t>Unii Europejskiej</w:t>
      </w:r>
      <w:r>
        <w:t>;</w:t>
      </w:r>
      <w:r w:rsidR="00FB21AA">
        <w:t xml:space="preserve"> </w:t>
      </w:r>
    </w:p>
    <w:p w14:paraId="17C70540" w14:textId="7CFD05D9" w:rsidR="00D70397" w:rsidRDefault="00D70397" w:rsidP="00D70397">
      <w:pPr>
        <w:pStyle w:val="PKTpunkt"/>
      </w:pPr>
      <w:r>
        <w:t xml:space="preserve">2) </w:t>
      </w:r>
      <w:r w:rsidRPr="00D70397">
        <w:t xml:space="preserve">zaświadczenie potwierdzające, że </w:t>
      </w:r>
      <w:r>
        <w:t>psycholog</w:t>
      </w:r>
      <w:r w:rsidRPr="00D70397">
        <w:t xml:space="preserve"> posiada prawo wykonywania zawodu, którego nie został pozbawiony ani które nie zostało zawieszone, oraz że nie został ukarany przez sąd </w:t>
      </w:r>
      <w:r>
        <w:t>dyscyplinarny;</w:t>
      </w:r>
    </w:p>
    <w:p w14:paraId="269AF6C1" w14:textId="5C1D2632" w:rsidR="00D70397" w:rsidRDefault="00D70397" w:rsidP="00D70397">
      <w:pPr>
        <w:pStyle w:val="PKTpunkt"/>
      </w:pPr>
      <w:r>
        <w:t>3)</w:t>
      </w:r>
      <w:r w:rsidRPr="00D70397">
        <w:t xml:space="preserve"> inne zaświadczenia wymagane przez właściwe organy innych niż Rzeczpospolita Polska państw członkowskich Unii Europejskiej zgodnie z przepisami prawa Unii Europejskiej</w:t>
      </w:r>
      <w:r>
        <w:t>.</w:t>
      </w:r>
    </w:p>
    <w:p w14:paraId="2292282C" w14:textId="40F23E9F" w:rsidR="00FB21AA" w:rsidRDefault="00D70397" w:rsidP="005B1935">
      <w:pPr>
        <w:pStyle w:val="USTustnpkodeksu"/>
      </w:pPr>
      <w:r>
        <w:lastRenderedPageBreak/>
        <w:t xml:space="preserve">5. </w:t>
      </w:r>
      <w:r w:rsidR="00C57969">
        <w:t>Do opłat</w:t>
      </w:r>
      <w:r>
        <w:t>y</w:t>
      </w:r>
      <w:r w:rsidR="00C57969">
        <w:t xml:space="preserve"> </w:t>
      </w:r>
      <w:r w:rsidR="000C30AC">
        <w:t xml:space="preserve">za wydanie </w:t>
      </w:r>
      <w:r w:rsidR="00C57969">
        <w:t>zaświadcze</w:t>
      </w:r>
      <w:r w:rsidR="00D82879">
        <w:t>ń</w:t>
      </w:r>
      <w:r w:rsidR="00C57969">
        <w:t>, o który</w:t>
      </w:r>
      <w:r w:rsidR="00D82879">
        <w:t>ch</w:t>
      </w:r>
      <w:r w:rsidR="00C57969">
        <w:t xml:space="preserve"> mowa w </w:t>
      </w:r>
      <w:r>
        <w:t>ust. 4 pkt 1</w:t>
      </w:r>
      <w:r w:rsidR="00C57969">
        <w:t xml:space="preserve"> </w:t>
      </w:r>
      <w:r w:rsidR="00D82879">
        <w:t xml:space="preserve">i 3 </w:t>
      </w:r>
      <w:r w:rsidR="000C30AC" w:rsidRPr="000C30AC">
        <w:t xml:space="preserve">mają zastosowanie przepisy ustawy </w:t>
      </w:r>
      <w:r w:rsidR="008C30DF">
        <w:t xml:space="preserve">z dnia 22 grudnia 2025 r. </w:t>
      </w:r>
      <w:r w:rsidR="000C30AC" w:rsidRPr="000C30AC">
        <w:t>o zasadach uznawania kwalifikacji zawodowych nabytych w państwach członkowskich Unii Europejskiej</w:t>
      </w:r>
      <w:r w:rsidR="00FB21AA" w:rsidRPr="00B1523B">
        <w:t>.</w:t>
      </w:r>
    </w:p>
    <w:p w14:paraId="74D6B253" w14:textId="28592358" w:rsidR="00D70397" w:rsidRDefault="00D70397" w:rsidP="005B1935">
      <w:pPr>
        <w:pStyle w:val="USTustnpkodeksu"/>
      </w:pPr>
      <w:r>
        <w:t xml:space="preserve">6. </w:t>
      </w:r>
      <w:r w:rsidR="007E5827" w:rsidRPr="007E5827">
        <w:t>Do opłaty za wydanie zaświadcze</w:t>
      </w:r>
      <w:r w:rsidR="00D82879">
        <w:t>nia</w:t>
      </w:r>
      <w:r w:rsidR="007E5827" w:rsidRPr="007E5827">
        <w:t>, o który</w:t>
      </w:r>
      <w:r w:rsidR="00D82879">
        <w:t>m</w:t>
      </w:r>
      <w:r w:rsidR="007E5827">
        <w:t xml:space="preserve"> mowa w ust. 4 pkt 2</w:t>
      </w:r>
      <w:r w:rsidR="008C30DF">
        <w:t>,</w:t>
      </w:r>
      <w:r w:rsidR="007E5827">
        <w:t xml:space="preserve"> przepis ust. 3 stosuje się odpowiednio.</w:t>
      </w:r>
    </w:p>
    <w:p w14:paraId="7D6C5361" w14:textId="1000F0A2" w:rsidR="000105F9" w:rsidRDefault="00E140BA" w:rsidP="000105F9">
      <w:pPr>
        <w:pStyle w:val="USTustnpkodeksu"/>
      </w:pPr>
      <w:r>
        <w:t>7. Opłaty, o których mowa w ust. 1, 3</w:t>
      </w:r>
      <w:r w:rsidR="00817883">
        <w:t>, 5</w:t>
      </w:r>
      <w:r>
        <w:t xml:space="preserve"> i </w:t>
      </w:r>
      <w:r w:rsidR="00817883">
        <w:t>6</w:t>
      </w:r>
      <w:r>
        <w:t>, stanowią dochód samorządu psychologów.</w:t>
      </w:r>
      <w:r w:rsidR="005B1935">
        <w:t xml:space="preserve"> </w:t>
      </w:r>
      <w:bookmarkEnd w:id="24"/>
      <w:bookmarkEnd w:id="25"/>
    </w:p>
    <w:p w14:paraId="212A1B73" w14:textId="5971CA57" w:rsidR="00B1523B" w:rsidRPr="00B1523B" w:rsidRDefault="00A24E01" w:rsidP="000105F9">
      <w:pPr>
        <w:pStyle w:val="ARTartustawynprozporzdzenia"/>
      </w:pPr>
      <w:r>
        <w:rPr>
          <w:rStyle w:val="Ppogrubienie"/>
        </w:rPr>
        <w:t>Art. 1</w:t>
      </w:r>
      <w:r w:rsidR="00F822FE">
        <w:rPr>
          <w:rStyle w:val="Ppogrubienie"/>
        </w:rPr>
        <w:t>5</w:t>
      </w:r>
      <w:r w:rsidR="00B1523B" w:rsidRPr="005B33EE">
        <w:rPr>
          <w:rStyle w:val="Ppogrubienie"/>
        </w:rPr>
        <w:t xml:space="preserve">. </w:t>
      </w:r>
      <w:bookmarkStart w:id="26" w:name="_Hlk156906067"/>
      <w:r w:rsidR="00C21BB2">
        <w:t xml:space="preserve">1. </w:t>
      </w:r>
      <w:r w:rsidR="00B1523B" w:rsidRPr="002C7BD8">
        <w:t xml:space="preserve">Skreślenie z </w:t>
      </w:r>
      <w:bookmarkEnd w:id="26"/>
      <w:r w:rsidR="001741E1">
        <w:t xml:space="preserve">Rejestru </w:t>
      </w:r>
      <w:r w:rsidR="00B1523B">
        <w:t xml:space="preserve">następuje na skutek uchwały </w:t>
      </w:r>
      <w:r w:rsidR="006901B0">
        <w:t>r</w:t>
      </w:r>
      <w:r w:rsidR="00B1523B">
        <w:t xml:space="preserve">egionalnej </w:t>
      </w:r>
      <w:r w:rsidR="006901B0">
        <w:t>r</w:t>
      </w:r>
      <w:r w:rsidR="00B1523B">
        <w:t xml:space="preserve">ady </w:t>
      </w:r>
      <w:bookmarkStart w:id="27" w:name="_Hlk169860641"/>
      <w:r w:rsidR="00B1523B">
        <w:t>stwierdzającej utratę prawa wykonywania zawodu psychologa</w:t>
      </w:r>
      <w:bookmarkEnd w:id="27"/>
      <w:r w:rsidR="00B1523B">
        <w:t>, podjętej w razie</w:t>
      </w:r>
      <w:r w:rsidR="00B1523B" w:rsidRPr="00B1523B">
        <w:t>:</w:t>
      </w:r>
    </w:p>
    <w:p w14:paraId="676BD421" w14:textId="77777777" w:rsidR="00B1523B" w:rsidRPr="00B1523B" w:rsidRDefault="00FC2530" w:rsidP="00B1523B">
      <w:pPr>
        <w:pStyle w:val="PKTpunkt"/>
      </w:pPr>
      <w:r>
        <w:t xml:space="preserve">1) </w:t>
      </w:r>
      <w:r w:rsidR="00B1523B" w:rsidRPr="00B1523B">
        <w:t>śmierci psychologa;</w:t>
      </w:r>
    </w:p>
    <w:p w14:paraId="3C4B8717" w14:textId="63DC0114" w:rsidR="00753A29" w:rsidRDefault="00FC2530" w:rsidP="00B1523B">
      <w:pPr>
        <w:pStyle w:val="PKTpunkt"/>
      </w:pPr>
      <w:r>
        <w:t>2)</w:t>
      </w:r>
      <w:r w:rsidR="00B56A7A">
        <w:t xml:space="preserve"> </w:t>
      </w:r>
      <w:r w:rsidR="00BE4780">
        <w:t xml:space="preserve">zakończenia </w:t>
      </w:r>
      <w:r w:rsidR="009542DD">
        <w:t xml:space="preserve">wobec psychologa </w:t>
      </w:r>
      <w:r w:rsidR="00BE4780">
        <w:t>postępowania dotyczącego negatywnej opinii, o któr</w:t>
      </w:r>
      <w:r w:rsidR="00205B43">
        <w:t>ym</w:t>
      </w:r>
      <w:r w:rsidR="00BE4780">
        <w:t xml:space="preserve"> mowa w art. </w:t>
      </w:r>
      <w:r w:rsidR="00205B43">
        <w:t xml:space="preserve">20 </w:t>
      </w:r>
      <w:r w:rsidR="00BE4780">
        <w:t xml:space="preserve">ust. </w:t>
      </w:r>
      <w:r w:rsidR="00827D7F">
        <w:t>8</w:t>
      </w:r>
      <w:r w:rsidR="00482099">
        <w:t xml:space="preserve"> </w:t>
      </w:r>
      <w:r w:rsidR="00BE4780">
        <w:t xml:space="preserve">i </w:t>
      </w:r>
      <w:r w:rsidR="00827D7F">
        <w:t>9</w:t>
      </w:r>
      <w:r w:rsidR="00753A29">
        <w:t>;</w:t>
      </w:r>
    </w:p>
    <w:p w14:paraId="2EB5EF86" w14:textId="71614664" w:rsidR="00B1523B" w:rsidRPr="00B1523B" w:rsidRDefault="00753A29" w:rsidP="00B1523B">
      <w:pPr>
        <w:pStyle w:val="PKTpunkt"/>
      </w:pPr>
      <w:r>
        <w:t xml:space="preserve">3) </w:t>
      </w:r>
      <w:r w:rsidR="00B1523B" w:rsidRPr="00B1523B">
        <w:t>złożenia przez psychologa wniosku o skreślenie</w:t>
      </w:r>
      <w:r w:rsidR="00E66451">
        <w:t xml:space="preserve"> z</w:t>
      </w:r>
      <w:r w:rsidR="00814054">
        <w:t xml:space="preserve"> </w:t>
      </w:r>
      <w:r w:rsidR="001741E1">
        <w:t>Rejestru</w:t>
      </w:r>
      <w:r w:rsidR="00107E95">
        <w:t xml:space="preserve">, z zastrzeżeniem art. </w:t>
      </w:r>
      <w:r w:rsidR="00D33439">
        <w:t xml:space="preserve">65 </w:t>
      </w:r>
      <w:r w:rsidR="00107E95">
        <w:t>ust. 3</w:t>
      </w:r>
      <w:r w:rsidR="00B1523B" w:rsidRPr="00B1523B">
        <w:t>;</w:t>
      </w:r>
    </w:p>
    <w:p w14:paraId="14B2B2FC" w14:textId="78AF824A" w:rsidR="00436F50" w:rsidRPr="00436F50" w:rsidRDefault="00753A29" w:rsidP="00436F50">
      <w:pPr>
        <w:pStyle w:val="PKTpunkt"/>
      </w:pPr>
      <w:r>
        <w:t>4</w:t>
      </w:r>
      <w:r w:rsidR="00FC2530">
        <w:t xml:space="preserve">) </w:t>
      </w:r>
      <w:r w:rsidR="00436F50" w:rsidRPr="00436F50">
        <w:t>prawomocnego orzeczenia wobec psychologa środka karnego w postaci utraty praw publicznych;</w:t>
      </w:r>
    </w:p>
    <w:p w14:paraId="26893614" w14:textId="5E3AB999" w:rsidR="00436F50" w:rsidRPr="00436F50" w:rsidRDefault="00753A29" w:rsidP="00436F50">
      <w:pPr>
        <w:pStyle w:val="PKTpunkt"/>
      </w:pPr>
      <w:r>
        <w:t>5</w:t>
      </w:r>
      <w:r w:rsidR="00436F50" w:rsidRPr="00436F50">
        <w:t>)</w:t>
      </w:r>
      <w:r w:rsidR="00642404">
        <w:t xml:space="preserve"> </w:t>
      </w:r>
      <w:r w:rsidR="00436F50" w:rsidRPr="00436F50">
        <w:t>prawomocnie orzeczonej wobec psychologa utraty albo ograniczenia zdolności do czynności prawnych;</w:t>
      </w:r>
    </w:p>
    <w:p w14:paraId="78EC7082" w14:textId="40C769DA" w:rsidR="00F0598D" w:rsidRPr="00436F50" w:rsidRDefault="00753A29" w:rsidP="00436F50">
      <w:pPr>
        <w:pStyle w:val="PKTpunkt"/>
      </w:pPr>
      <w:r>
        <w:t>6)</w:t>
      </w:r>
      <w:r w:rsidR="00642404">
        <w:t xml:space="preserve"> </w:t>
      </w:r>
      <w:r w:rsidR="00436F50" w:rsidRPr="00436F50">
        <w:t xml:space="preserve">prawomocnego skazania </w:t>
      </w:r>
      <w:r w:rsidR="009542DD">
        <w:t xml:space="preserve">psychologa </w:t>
      </w:r>
      <w:r w:rsidR="00436F50" w:rsidRPr="00436F50">
        <w:t>za przestępstwo umyślne ś</w:t>
      </w:r>
      <w:r w:rsidR="00436F50">
        <w:t>cigane z oskarżenia publicznego</w:t>
      </w:r>
      <w:r w:rsidR="00201867" w:rsidRPr="00436F50">
        <w:t>;</w:t>
      </w:r>
    </w:p>
    <w:p w14:paraId="21A523DD" w14:textId="7FC4CFC6" w:rsidR="00201867" w:rsidRPr="00436F50" w:rsidRDefault="00753A29" w:rsidP="00436F50">
      <w:pPr>
        <w:pStyle w:val="PKTpunkt"/>
      </w:pPr>
      <w:r>
        <w:t>7</w:t>
      </w:r>
      <w:r w:rsidR="00FC2530" w:rsidRPr="00436F50">
        <w:t xml:space="preserve">) </w:t>
      </w:r>
      <w:r w:rsidR="00436F50" w:rsidRPr="00436F50">
        <w:t>praw</w:t>
      </w:r>
      <w:r w:rsidR="00201867" w:rsidRPr="00436F50">
        <w:t xml:space="preserve">omocnego orzeczenia </w:t>
      </w:r>
      <w:r w:rsidR="00405292">
        <w:t xml:space="preserve">wobec psychologa </w:t>
      </w:r>
      <w:r w:rsidR="00201867" w:rsidRPr="00436F50">
        <w:t xml:space="preserve">kary dyscyplinarnej, o której mowa w art. </w:t>
      </w:r>
      <w:r w:rsidR="006C037C">
        <w:t>94</w:t>
      </w:r>
      <w:r w:rsidR="006C037C" w:rsidRPr="00436F50">
        <w:t xml:space="preserve"> </w:t>
      </w:r>
      <w:r w:rsidR="00201867" w:rsidRPr="00436F50">
        <w:t xml:space="preserve">ust. 1 pkt </w:t>
      </w:r>
      <w:r w:rsidR="006C037C">
        <w:t>6</w:t>
      </w:r>
      <w:r w:rsidR="00201867" w:rsidRPr="00436F50">
        <w:t>;</w:t>
      </w:r>
    </w:p>
    <w:p w14:paraId="11D6FA04" w14:textId="7BA88D5F" w:rsidR="0038791F" w:rsidRDefault="00753A29" w:rsidP="00436F50">
      <w:pPr>
        <w:pStyle w:val="PKTpunkt"/>
      </w:pPr>
      <w:r>
        <w:t>8</w:t>
      </w:r>
      <w:r w:rsidR="00FC2530" w:rsidRPr="00436F50">
        <w:t>)</w:t>
      </w:r>
      <w:bookmarkStart w:id="28" w:name="mip50052294"/>
      <w:bookmarkStart w:id="29" w:name="mip50052295"/>
      <w:bookmarkStart w:id="30" w:name="mip50052298"/>
      <w:bookmarkStart w:id="31" w:name="mip50052299"/>
      <w:bookmarkStart w:id="32" w:name="mip50052301"/>
      <w:bookmarkStart w:id="33" w:name="mip50052302"/>
      <w:bookmarkStart w:id="34" w:name="mip50052303"/>
      <w:bookmarkStart w:id="35" w:name="mip50052304"/>
      <w:bookmarkStart w:id="36" w:name="mip50052305"/>
      <w:bookmarkStart w:id="37" w:name="mip50052306"/>
      <w:bookmarkStart w:id="38" w:name="mip50052307"/>
      <w:bookmarkStart w:id="39" w:name="mip50052308"/>
      <w:bookmarkStart w:id="40" w:name="mip50052309"/>
      <w:bookmarkStart w:id="41" w:name="mip50052310"/>
      <w:bookmarkStart w:id="42" w:name="mip50052312"/>
      <w:bookmarkStart w:id="43" w:name="mip50052313"/>
      <w:bookmarkStart w:id="44" w:name="mip50052314"/>
      <w:bookmarkStart w:id="45" w:name="mip5005231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="00201867" w:rsidRPr="00436F50">
        <w:t xml:space="preserve"> </w:t>
      </w:r>
      <w:r w:rsidR="00436F50" w:rsidRPr="00436F50">
        <w:t>praw</w:t>
      </w:r>
      <w:r w:rsidR="00201867" w:rsidRPr="00436F50">
        <w:t xml:space="preserve">omocnego orzeczenia wobec psychologa środka karnego w postaci </w:t>
      </w:r>
      <w:r w:rsidR="00AE7219">
        <w:t xml:space="preserve">zakazu </w:t>
      </w:r>
      <w:r w:rsidR="00201867" w:rsidRPr="00436F50">
        <w:t>wykonywania zawodu</w:t>
      </w:r>
      <w:r w:rsidR="0038791F">
        <w:t>;</w:t>
      </w:r>
    </w:p>
    <w:p w14:paraId="638C3480" w14:textId="77777777" w:rsidR="00EC14AD" w:rsidRDefault="0038791F" w:rsidP="00D20FC2">
      <w:pPr>
        <w:pStyle w:val="PKTpunkt"/>
      </w:pPr>
      <w:r w:rsidRPr="005307D5">
        <w:t>9) utraty przez cudzoziemca niebędącego obywatelem państwa członkowskiego Unii Europejskiej prawa pobytu na terytorium Rzeczypospolitej Polskiej</w:t>
      </w:r>
      <w:r w:rsidR="00EC14AD">
        <w:t>;</w:t>
      </w:r>
    </w:p>
    <w:p w14:paraId="575D99D8" w14:textId="70890CF1" w:rsidR="00B1523B" w:rsidRPr="005307D5" w:rsidRDefault="00EC14AD" w:rsidP="00D20FC2">
      <w:pPr>
        <w:pStyle w:val="PKTpunkt"/>
      </w:pPr>
      <w:r>
        <w:t xml:space="preserve">10) </w:t>
      </w:r>
      <w:r w:rsidR="000704D6">
        <w:t>trwałej</w:t>
      </w:r>
      <w:r w:rsidRPr="00EC14AD">
        <w:t xml:space="preserve"> niezdoln</w:t>
      </w:r>
      <w:r w:rsidR="000704D6">
        <w:t>ości</w:t>
      </w:r>
      <w:r w:rsidRPr="00EC14AD">
        <w:t xml:space="preserve"> do wykonywania zawodu</w:t>
      </w:r>
      <w:r w:rsidR="008E0DC7">
        <w:t xml:space="preserve"> psychologa</w:t>
      </w:r>
      <w:r w:rsidR="000704D6">
        <w:t>, o której mowa w ust. 4</w:t>
      </w:r>
      <w:r w:rsidR="00201867" w:rsidRPr="005307D5">
        <w:t>.</w:t>
      </w:r>
    </w:p>
    <w:p w14:paraId="23E984C8" w14:textId="35209B68" w:rsidR="006D5A91" w:rsidRDefault="0013627C" w:rsidP="00D20FC2">
      <w:pPr>
        <w:pStyle w:val="USTustnpkodeksu"/>
      </w:pPr>
      <w:r>
        <w:t xml:space="preserve">2. </w:t>
      </w:r>
      <w:r w:rsidR="009B003D">
        <w:t>W przypadkach</w:t>
      </w:r>
      <w:r w:rsidR="00330AE8">
        <w:t>,</w:t>
      </w:r>
      <w:r w:rsidR="009B003D">
        <w:t xml:space="preserve"> o których mowa w ust. 1</w:t>
      </w:r>
      <w:r w:rsidR="00536B16">
        <w:t>,</w:t>
      </w:r>
      <w:r w:rsidR="009B003D">
        <w:t xml:space="preserve"> </w:t>
      </w:r>
      <w:r w:rsidR="00A919E3">
        <w:t xml:space="preserve">przepisy </w:t>
      </w:r>
      <w:r w:rsidR="00CB5576">
        <w:t>art. 13 ust. 3</w:t>
      </w:r>
      <w:r w:rsidR="00842AF5" w:rsidRPr="007C597C">
        <w:t>–</w:t>
      </w:r>
      <w:r w:rsidR="00842AF5">
        <w:t>8</w:t>
      </w:r>
      <w:r w:rsidR="00965EB4">
        <w:t xml:space="preserve"> </w:t>
      </w:r>
      <w:r w:rsidR="009B003D">
        <w:t>s</w:t>
      </w:r>
      <w:r>
        <w:t>tosuje się odpowiednio.</w:t>
      </w:r>
    </w:p>
    <w:p w14:paraId="3C2B1D92" w14:textId="4F534B6A" w:rsidR="001C2453" w:rsidRDefault="001C2453" w:rsidP="00D20FC2">
      <w:pPr>
        <w:pStyle w:val="USTustnpkodeksu"/>
      </w:pPr>
      <w:r>
        <w:t xml:space="preserve">3. </w:t>
      </w:r>
      <w:r w:rsidR="009D510F">
        <w:t>N</w:t>
      </w:r>
      <w:r w:rsidR="009D510F" w:rsidRPr="001C2453">
        <w:t>iezwłocznie po uprawomocnieniu się orzeczenia</w:t>
      </w:r>
      <w:r w:rsidR="009D510F">
        <w:t>,</w:t>
      </w:r>
      <w:r w:rsidR="009D510F" w:rsidRPr="001C2453">
        <w:t xml:space="preserve"> o którym mowa w ust. 1 pkt </w:t>
      </w:r>
      <w:r w:rsidR="009D510F">
        <w:t>4 – 6 i 8, s</w:t>
      </w:r>
      <w:r w:rsidRPr="001C2453">
        <w:t xml:space="preserve">ąd wydający orzeczenie </w:t>
      </w:r>
      <w:r w:rsidR="009D510F">
        <w:t>zawiadamia</w:t>
      </w:r>
      <w:r w:rsidRPr="001C2453">
        <w:t xml:space="preserve"> </w:t>
      </w:r>
      <w:r w:rsidR="009D510F">
        <w:t xml:space="preserve">o jego wydaniu </w:t>
      </w:r>
      <w:r w:rsidR="009D510F" w:rsidRPr="009D510F">
        <w:t>właściwą regionalną radę</w:t>
      </w:r>
      <w:r w:rsidR="009D510F">
        <w:t xml:space="preserve"> oraz każdy podmiot, w którym psycholog jest zatrudniony</w:t>
      </w:r>
      <w:r w:rsidRPr="001C2453">
        <w:t>.</w:t>
      </w:r>
    </w:p>
    <w:p w14:paraId="4980F3EE" w14:textId="28FC7900" w:rsidR="00EC14AD" w:rsidRDefault="00EC14AD" w:rsidP="00D20FC2">
      <w:pPr>
        <w:pStyle w:val="USTustnpkodeksu"/>
      </w:pPr>
      <w:r>
        <w:t xml:space="preserve">4. Regionalna rada </w:t>
      </w:r>
      <w:r w:rsidRPr="00EC14AD">
        <w:t xml:space="preserve">na podstawie orzeczenia lekarskiego i po przeprowadzeniu szczegółowego postępowania wyjaśniającego może podjąć uchwałę o trwałej niezdolności </w:t>
      </w:r>
      <w:r>
        <w:t>psychologa</w:t>
      </w:r>
      <w:r w:rsidRPr="00EC14AD">
        <w:t xml:space="preserve"> do wykonywania zawodu.</w:t>
      </w:r>
      <w:r w:rsidR="000704D6">
        <w:t xml:space="preserve"> </w:t>
      </w:r>
    </w:p>
    <w:p w14:paraId="78BACD56" w14:textId="568D1E07" w:rsidR="00195E64" w:rsidRPr="00B1523B" w:rsidRDefault="00195E64" w:rsidP="00D20FC2">
      <w:pPr>
        <w:pStyle w:val="USTustnpkodeksu"/>
      </w:pPr>
      <w:r>
        <w:lastRenderedPageBreak/>
        <w:t>5. Na uchwałę regionalnej rady, o której mowa w ust. 4, psychologowi służy odwołanie do Krajowej Rady.</w:t>
      </w:r>
      <w:r w:rsidRPr="00195E64">
        <w:t xml:space="preserve"> </w:t>
      </w:r>
      <w:r>
        <w:t>P</w:t>
      </w:r>
      <w:r w:rsidRPr="00195E64">
        <w:t>rzepisy art. 13 ust. 3–8 stosuje się odpowiednio</w:t>
      </w:r>
      <w:r>
        <w:t>.</w:t>
      </w:r>
    </w:p>
    <w:p w14:paraId="3F63AD04" w14:textId="77777777" w:rsidR="00E140BA" w:rsidRDefault="00D51F42" w:rsidP="00D20FC2">
      <w:pPr>
        <w:pStyle w:val="ARTartustawynprozporzdzenia"/>
      </w:pPr>
      <w:r w:rsidRPr="00FD0D1B">
        <w:rPr>
          <w:rStyle w:val="Ppogrubienie"/>
        </w:rPr>
        <w:t xml:space="preserve">Art. </w:t>
      </w:r>
      <w:r w:rsidR="000C7D69" w:rsidRPr="00FD0D1B">
        <w:rPr>
          <w:rStyle w:val="Ppogrubienie"/>
        </w:rPr>
        <w:t>16</w:t>
      </w:r>
      <w:r w:rsidRPr="00FD0D1B">
        <w:rPr>
          <w:rStyle w:val="Ppogrubienie"/>
        </w:rPr>
        <w:t>.</w:t>
      </w:r>
      <w:r>
        <w:t xml:space="preserve"> 1. </w:t>
      </w:r>
      <w:r w:rsidR="00D002C5" w:rsidRPr="00E140BA">
        <w:t>Psycholog wpisany do Rejestru może przynależeć tylko do jednej regionalnej izby</w:t>
      </w:r>
      <w:r w:rsidR="00E140BA">
        <w:t>.</w:t>
      </w:r>
    </w:p>
    <w:p w14:paraId="1567DAA2" w14:textId="59C7106C" w:rsidR="00D51F42" w:rsidRDefault="00E140BA" w:rsidP="00D20FC2">
      <w:pPr>
        <w:pStyle w:val="USTustnpkodeksu"/>
      </w:pPr>
      <w:r>
        <w:t>2.</w:t>
      </w:r>
      <w:r w:rsidR="00D002C5">
        <w:t xml:space="preserve"> </w:t>
      </w:r>
      <w:r w:rsidR="00D51F42">
        <w:t>Psycholog</w:t>
      </w:r>
      <w:r w:rsidR="00D51F42" w:rsidRPr="00D51F42">
        <w:t xml:space="preserve"> może </w:t>
      </w:r>
      <w:r w:rsidR="00D51F42">
        <w:t>zmienić przynależność</w:t>
      </w:r>
      <w:r w:rsidR="00D51F42" w:rsidRPr="00D51F42">
        <w:t xml:space="preserve"> do </w:t>
      </w:r>
      <w:r w:rsidR="00D51F42">
        <w:t xml:space="preserve">regionalnej </w:t>
      </w:r>
      <w:r w:rsidR="00D51F42" w:rsidRPr="00D51F42">
        <w:t>izby</w:t>
      </w:r>
      <w:r w:rsidR="00AA4E17">
        <w:t>,</w:t>
      </w:r>
      <w:r w:rsidR="00AD532F">
        <w:t xml:space="preserve"> jeżeli nie</w:t>
      </w:r>
      <w:r w:rsidR="00D51F42" w:rsidRPr="00D51F42">
        <w:t xml:space="preserve"> wszczęto przeciwko niemu postępowani</w:t>
      </w:r>
      <w:r w:rsidR="00D150A9">
        <w:t xml:space="preserve">a </w:t>
      </w:r>
      <w:r w:rsidR="00536B16">
        <w:t xml:space="preserve">w przedmiocie odpowiedzialności </w:t>
      </w:r>
      <w:r w:rsidR="00D51F42" w:rsidRPr="00D51F42">
        <w:t>dyscyplinarne</w:t>
      </w:r>
      <w:r w:rsidR="00536B16">
        <w:t>j</w:t>
      </w:r>
      <w:r w:rsidR="0098673B">
        <w:t xml:space="preserve"> psychologów</w:t>
      </w:r>
      <w:r w:rsidR="00D51F42">
        <w:t>.</w:t>
      </w:r>
    </w:p>
    <w:p w14:paraId="72CD5300" w14:textId="16CAFAF2" w:rsidR="00D51F42" w:rsidRDefault="00E140BA" w:rsidP="00D51F42">
      <w:pPr>
        <w:pStyle w:val="USTustnpkodeksu"/>
      </w:pPr>
      <w:r>
        <w:t>3</w:t>
      </w:r>
      <w:r w:rsidR="00D51F42">
        <w:t>. Psycholog</w:t>
      </w:r>
      <w:r w:rsidR="00E46673">
        <w:t>,</w:t>
      </w:r>
      <w:r w:rsidR="00D51F42" w:rsidRPr="00D51F42">
        <w:t xml:space="preserve"> o </w:t>
      </w:r>
      <w:r w:rsidR="00D51F42">
        <w:t>zmianie przynależności</w:t>
      </w:r>
      <w:r w:rsidR="00D51F42" w:rsidRPr="00D51F42">
        <w:t xml:space="preserve"> do </w:t>
      </w:r>
      <w:r w:rsidR="00D51F42">
        <w:t xml:space="preserve">regionalnej </w:t>
      </w:r>
      <w:r w:rsidR="00D51F42" w:rsidRPr="00D51F42">
        <w:t>izby</w:t>
      </w:r>
      <w:r w:rsidR="00E46673">
        <w:t>,</w:t>
      </w:r>
      <w:r w:rsidR="00D51F42" w:rsidRPr="00D51F42">
        <w:t xml:space="preserve"> zawiadamia </w:t>
      </w:r>
      <w:r w:rsidR="00E72213">
        <w:t xml:space="preserve">w formie pisemnej </w:t>
      </w:r>
      <w:r w:rsidR="00D51F42">
        <w:t>regionalną</w:t>
      </w:r>
      <w:r w:rsidR="00D51F42" w:rsidRPr="00D51F42">
        <w:t xml:space="preserve"> radę</w:t>
      </w:r>
      <w:r w:rsidR="00D51F42">
        <w:t xml:space="preserve"> izby,</w:t>
      </w:r>
      <w:r w:rsidR="00D51F42" w:rsidRPr="00D51F42">
        <w:t xml:space="preserve"> </w:t>
      </w:r>
      <w:r w:rsidR="00D51F42">
        <w:t>do</w:t>
      </w:r>
      <w:r w:rsidR="00D51F42" w:rsidRPr="00D51F42">
        <w:t xml:space="preserve"> której dotychczas </w:t>
      </w:r>
      <w:r w:rsidR="00D51F42">
        <w:t>przynależał</w:t>
      </w:r>
      <w:r w:rsidR="00D51F42" w:rsidRPr="00D51F42">
        <w:t xml:space="preserve"> </w:t>
      </w:r>
      <w:r w:rsidR="00D51F42">
        <w:t>oraz regionalną radę nowo obranej izby.</w:t>
      </w:r>
    </w:p>
    <w:p w14:paraId="2DF7FDEE" w14:textId="35C16D10" w:rsidR="00196E9A" w:rsidRDefault="00E140BA" w:rsidP="00D51F42">
      <w:pPr>
        <w:pStyle w:val="USTustnpkodeksu"/>
      </w:pPr>
      <w:r>
        <w:t>4</w:t>
      </w:r>
      <w:r w:rsidR="00D51F42">
        <w:t xml:space="preserve">. </w:t>
      </w:r>
      <w:r w:rsidR="00E72213">
        <w:t>Regionalna</w:t>
      </w:r>
      <w:r w:rsidR="00E72213" w:rsidRPr="00E72213">
        <w:t xml:space="preserve"> rada </w:t>
      </w:r>
      <w:r w:rsidR="00E72213">
        <w:t>nowo obranej izby</w:t>
      </w:r>
      <w:r w:rsidR="00E72213" w:rsidRPr="00E72213">
        <w:t xml:space="preserve"> </w:t>
      </w:r>
      <w:r w:rsidR="00ED4CB9">
        <w:t>dokonuje zmiany w</w:t>
      </w:r>
      <w:r w:rsidR="00E72213">
        <w:t xml:space="preserve"> Rejestr</w:t>
      </w:r>
      <w:r w:rsidR="00ED4CB9">
        <w:t xml:space="preserve">ze </w:t>
      </w:r>
      <w:r w:rsidR="00E72213" w:rsidRPr="00E72213">
        <w:t>w terminie 30 dni od dnia złożenia zawiadomienia</w:t>
      </w:r>
      <w:r w:rsidR="00E72213">
        <w:t xml:space="preserve">, o którym mowa w ust. </w:t>
      </w:r>
      <w:r>
        <w:t>3</w:t>
      </w:r>
      <w:r w:rsidR="00196E9A">
        <w:t>.</w:t>
      </w:r>
    </w:p>
    <w:p w14:paraId="05B5800A" w14:textId="5881BD27" w:rsidR="00D51F42" w:rsidRDefault="00E140BA" w:rsidP="00D51F42">
      <w:pPr>
        <w:pStyle w:val="USTustnpkodeksu"/>
      </w:pPr>
      <w:r>
        <w:t>5</w:t>
      </w:r>
      <w:r w:rsidR="00196E9A">
        <w:t>. Regionalna</w:t>
      </w:r>
      <w:r w:rsidR="00196E9A" w:rsidRPr="00E72213">
        <w:t xml:space="preserve"> rada </w:t>
      </w:r>
      <w:r w:rsidR="00196E9A">
        <w:t>nowo obranej izby</w:t>
      </w:r>
      <w:r w:rsidR="00E72213" w:rsidRPr="00E72213">
        <w:t xml:space="preserve"> zawiadamia </w:t>
      </w:r>
      <w:r w:rsidR="00196E9A">
        <w:t>regionalną</w:t>
      </w:r>
      <w:r w:rsidR="00196E9A" w:rsidRPr="00E72213">
        <w:t xml:space="preserve"> radę izby</w:t>
      </w:r>
      <w:r w:rsidR="00196E9A">
        <w:t>, do</w:t>
      </w:r>
      <w:r w:rsidR="00196E9A" w:rsidRPr="00E72213">
        <w:t xml:space="preserve"> której </w:t>
      </w:r>
      <w:r w:rsidR="00196E9A">
        <w:t>psycholog</w:t>
      </w:r>
      <w:r w:rsidR="00196E9A" w:rsidRPr="00E72213">
        <w:t xml:space="preserve"> </w:t>
      </w:r>
      <w:r w:rsidR="00842E23">
        <w:t>dotychczas</w:t>
      </w:r>
      <w:r w:rsidR="00196E9A" w:rsidRPr="00E72213">
        <w:t xml:space="preserve"> </w:t>
      </w:r>
      <w:r w:rsidR="00196E9A">
        <w:t>przynależał</w:t>
      </w:r>
      <w:r w:rsidR="00DE1838">
        <w:t>,</w:t>
      </w:r>
      <w:r w:rsidR="00196E9A" w:rsidRPr="00E72213">
        <w:t xml:space="preserve"> o dokonan</w:t>
      </w:r>
      <w:r w:rsidR="00196E9A">
        <w:t>ej zmianie w Rejestrze</w:t>
      </w:r>
      <w:r w:rsidR="00196E9A" w:rsidRPr="00E72213">
        <w:t xml:space="preserve"> </w:t>
      </w:r>
      <w:r w:rsidR="00E72213" w:rsidRPr="00E72213">
        <w:t xml:space="preserve">w terminie 14 dni od dnia dokonania </w:t>
      </w:r>
      <w:r w:rsidR="00ED4CB9">
        <w:t>zmiany</w:t>
      </w:r>
      <w:r w:rsidR="00E72213">
        <w:t>.</w:t>
      </w:r>
    </w:p>
    <w:p w14:paraId="2541725F" w14:textId="01622520" w:rsidR="00E72213" w:rsidRPr="00D51F42" w:rsidRDefault="00E140BA" w:rsidP="00FD0D1B">
      <w:pPr>
        <w:pStyle w:val="USTustnpkodeksu"/>
      </w:pPr>
      <w:r>
        <w:t>6</w:t>
      </w:r>
      <w:r w:rsidR="00E72213">
        <w:t>. Regionalna</w:t>
      </w:r>
      <w:r w:rsidR="00E72213" w:rsidRPr="00E72213">
        <w:t xml:space="preserve"> rada po otrzymaniu zawiadomienia o </w:t>
      </w:r>
      <w:r w:rsidR="00ED4CB9">
        <w:t>zmianie w Rejestrze</w:t>
      </w:r>
      <w:r w:rsidR="00E72213" w:rsidRPr="00E72213">
        <w:t>, o któr</w:t>
      </w:r>
      <w:r w:rsidR="00ED4CB9">
        <w:t>ej</w:t>
      </w:r>
      <w:r w:rsidR="00E72213" w:rsidRPr="00E72213">
        <w:t xml:space="preserve"> mowa w ust. </w:t>
      </w:r>
      <w:r>
        <w:t>5</w:t>
      </w:r>
      <w:r w:rsidR="00E46673">
        <w:t>,</w:t>
      </w:r>
      <w:r w:rsidR="00E72213">
        <w:t xml:space="preserve"> </w:t>
      </w:r>
      <w:r w:rsidR="00E72213" w:rsidRPr="00E72213">
        <w:t xml:space="preserve">przekazuje akta osobowe i dyscyplinarne </w:t>
      </w:r>
      <w:r w:rsidR="00E72213">
        <w:t xml:space="preserve">psychologa nowo obranej regionalnej </w:t>
      </w:r>
      <w:r w:rsidR="00E72213" w:rsidRPr="00E72213">
        <w:t>radzie</w:t>
      </w:r>
      <w:r w:rsidR="00E72213">
        <w:t>.</w:t>
      </w:r>
    </w:p>
    <w:p w14:paraId="0B70340E" w14:textId="6C78DB9C" w:rsidR="00B1523B" w:rsidRPr="00B1523B" w:rsidRDefault="00B1523B" w:rsidP="00832206">
      <w:pPr>
        <w:pStyle w:val="ROZDZODDZOZNoznaczenierozdziauluboddziau"/>
      </w:pPr>
      <w:r w:rsidRPr="00B1523B">
        <w:t>Rozdział 3</w:t>
      </w:r>
      <w:r w:rsidRPr="00B1523B">
        <w:br/>
        <w:t>Zasady wykonywania zawodu psychologa</w:t>
      </w:r>
    </w:p>
    <w:p w14:paraId="6A89ADA3" w14:textId="7589B22A" w:rsidR="00F75EC2" w:rsidRPr="00BB7165" w:rsidRDefault="00A24E01" w:rsidP="00BB7165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17</w:t>
      </w:r>
      <w:r w:rsidR="002D2C10">
        <w:rPr>
          <w:rStyle w:val="Ppogrubienie"/>
        </w:rPr>
        <w:t xml:space="preserve">. </w:t>
      </w:r>
      <w:r w:rsidR="002D2C10" w:rsidRPr="00F0598D">
        <w:rPr>
          <w:rStyle w:val="Ppogrubienie"/>
          <w:b w:val="0"/>
        </w:rPr>
        <w:t xml:space="preserve">1. </w:t>
      </w:r>
      <w:r w:rsidR="00A62B82">
        <w:t>Po uzyskaniu</w:t>
      </w:r>
      <w:r w:rsidR="0081672C">
        <w:t xml:space="preserve"> wpisu</w:t>
      </w:r>
      <w:r w:rsidR="001741E1" w:rsidRPr="001741E1">
        <w:t xml:space="preserve"> </w:t>
      </w:r>
      <w:r w:rsidR="001741E1">
        <w:t>do Rejestru</w:t>
      </w:r>
      <w:r w:rsidR="00482634">
        <w:t>,</w:t>
      </w:r>
      <w:r w:rsidR="000B08F4">
        <w:t xml:space="preserve"> psycholog </w:t>
      </w:r>
      <w:r w:rsidR="00294FE5">
        <w:t>współpracuje z opiekunem</w:t>
      </w:r>
      <w:r w:rsidR="00EA32A2">
        <w:t xml:space="preserve"> </w:t>
      </w:r>
      <w:r w:rsidR="00E336EA">
        <w:br/>
      </w:r>
      <w:r w:rsidR="00294FE5">
        <w:t>w sprawach dotyczących rozwoju zawodowego</w:t>
      </w:r>
      <w:r w:rsidR="00FE5ACC" w:rsidRPr="00BB7165">
        <w:t>.</w:t>
      </w:r>
    </w:p>
    <w:p w14:paraId="26C9F8F8" w14:textId="0409DF0C" w:rsidR="00606B35" w:rsidRPr="00606B35" w:rsidRDefault="007B7E0D" w:rsidP="009E23F0">
      <w:pPr>
        <w:pStyle w:val="USTustnpkodeksu"/>
      </w:pPr>
      <w:r w:rsidRPr="00351A31">
        <w:rPr>
          <w:rStyle w:val="Ppogrubienie"/>
          <w:b w:val="0"/>
        </w:rPr>
        <w:t xml:space="preserve">2. </w:t>
      </w:r>
      <w:r w:rsidR="00606B35" w:rsidRPr="00A62B82">
        <w:t>Celem</w:t>
      </w:r>
      <w:r w:rsidR="00606B35" w:rsidRPr="00606B35">
        <w:t xml:space="preserve"> </w:t>
      </w:r>
      <w:r w:rsidR="00250BB7">
        <w:t xml:space="preserve">współpracy z </w:t>
      </w:r>
      <w:r w:rsidR="00294FE5">
        <w:t>opiek</w:t>
      </w:r>
      <w:r w:rsidR="00250BB7">
        <w:t>unem</w:t>
      </w:r>
      <w:r w:rsidR="00294FE5" w:rsidRPr="00606B35">
        <w:t xml:space="preserve"> </w:t>
      </w:r>
      <w:r w:rsidR="00606B35" w:rsidRPr="00606B35">
        <w:t>jest</w:t>
      </w:r>
      <w:r w:rsidR="001C708A">
        <w:t xml:space="preserve"> </w:t>
      </w:r>
      <w:r w:rsidR="001C708A" w:rsidRPr="00606B35">
        <w:t xml:space="preserve">udzielanie wsparcia </w:t>
      </w:r>
      <w:r w:rsidR="001C708A">
        <w:t xml:space="preserve">psychologowi rozpoczynającemu wykonywanie zawodu </w:t>
      </w:r>
      <w:r w:rsidR="00E336EA">
        <w:t xml:space="preserve">psychologa </w:t>
      </w:r>
      <w:r w:rsidR="001C708A">
        <w:t>przez</w:t>
      </w:r>
      <w:bookmarkStart w:id="46" w:name="mip37086479"/>
      <w:bookmarkEnd w:id="46"/>
      <w:r w:rsidR="00606B35" w:rsidRPr="00606B35">
        <w:t xml:space="preserve"> </w:t>
      </w:r>
      <w:r w:rsidR="001C708A">
        <w:t>wzm</w:t>
      </w:r>
      <w:r w:rsidR="00407D71">
        <w:t>a</w:t>
      </w:r>
      <w:r w:rsidR="001C708A">
        <w:t>cni</w:t>
      </w:r>
      <w:r w:rsidR="00407D71">
        <w:t>a</w:t>
      </w:r>
      <w:r w:rsidR="001C708A" w:rsidRPr="00606B35">
        <w:t>nie kompetencji zawodowych</w:t>
      </w:r>
      <w:r w:rsidR="001C708A">
        <w:t xml:space="preserve"> oraz </w:t>
      </w:r>
      <w:r w:rsidR="00107E95">
        <w:t>zapozna</w:t>
      </w:r>
      <w:r w:rsidR="00407D71">
        <w:t>wa</w:t>
      </w:r>
      <w:r w:rsidR="00107E95">
        <w:t>nie z praktycznymi aspektami etycznych standardów</w:t>
      </w:r>
      <w:r w:rsidR="00606B35" w:rsidRPr="00606B35">
        <w:t xml:space="preserve"> </w:t>
      </w:r>
      <w:r w:rsidR="00931C2C">
        <w:t xml:space="preserve">wykonywania </w:t>
      </w:r>
      <w:r w:rsidR="00AF5B8F">
        <w:t xml:space="preserve">tego </w:t>
      </w:r>
      <w:r w:rsidR="00606B35">
        <w:t>zawodu</w:t>
      </w:r>
      <w:r w:rsidR="001C708A">
        <w:t>.</w:t>
      </w:r>
    </w:p>
    <w:p w14:paraId="683441F0" w14:textId="7AE56156" w:rsidR="00AB217F" w:rsidRPr="00D639C2" w:rsidRDefault="005E6E63" w:rsidP="00AB217F">
      <w:pPr>
        <w:pStyle w:val="USTustnpkodeksu"/>
        <w:rPr>
          <w:rStyle w:val="Ppogrubienie"/>
          <w:b w:val="0"/>
        </w:rPr>
      </w:pPr>
      <w:bookmarkStart w:id="47" w:name="mip37086480"/>
      <w:bookmarkStart w:id="48" w:name="mip37086481"/>
      <w:bookmarkStart w:id="49" w:name="mip37086482"/>
      <w:bookmarkStart w:id="50" w:name="mip37086483"/>
      <w:bookmarkStart w:id="51" w:name="mip37086484"/>
      <w:bookmarkStart w:id="52" w:name="mip37086485"/>
      <w:bookmarkStart w:id="53" w:name="mip37086486"/>
      <w:bookmarkEnd w:id="47"/>
      <w:bookmarkEnd w:id="48"/>
      <w:bookmarkEnd w:id="49"/>
      <w:bookmarkEnd w:id="50"/>
      <w:bookmarkEnd w:id="51"/>
      <w:bookmarkEnd w:id="52"/>
      <w:bookmarkEnd w:id="53"/>
      <w:r w:rsidRPr="005E6E63">
        <w:rPr>
          <w:rStyle w:val="Ppogrubienie"/>
          <w:b w:val="0"/>
        </w:rPr>
        <w:t xml:space="preserve">3. </w:t>
      </w:r>
      <w:r w:rsidR="00836511" w:rsidRPr="00C74F71">
        <w:rPr>
          <w:rStyle w:val="Ppogrubienie"/>
          <w:b w:val="0"/>
        </w:rPr>
        <w:t xml:space="preserve">Opiekunem </w:t>
      </w:r>
      <w:r w:rsidR="00EE079A" w:rsidRPr="00EE079A">
        <w:t>jest</w:t>
      </w:r>
      <w:r w:rsidR="00CF6CE3" w:rsidRPr="00C74F71">
        <w:rPr>
          <w:rStyle w:val="Ppogrubienie"/>
          <w:b w:val="0"/>
        </w:rPr>
        <w:t xml:space="preserve"> </w:t>
      </w:r>
      <w:r w:rsidR="00836511" w:rsidRPr="00C74F71">
        <w:rPr>
          <w:rStyle w:val="Ppogrubienie"/>
          <w:b w:val="0"/>
        </w:rPr>
        <w:t>psycholog</w:t>
      </w:r>
      <w:r w:rsidR="00AC0DA7">
        <w:rPr>
          <w:rStyle w:val="Ppogrubienie"/>
          <w:b w:val="0"/>
        </w:rPr>
        <w:t>, który</w:t>
      </w:r>
      <w:r w:rsidR="00836511" w:rsidRPr="005E6E63">
        <w:rPr>
          <w:rStyle w:val="Ppogrubienie"/>
          <w:b w:val="0"/>
        </w:rPr>
        <w:t xml:space="preserve"> wykonuj</w:t>
      </w:r>
      <w:r w:rsidR="00AC0DA7">
        <w:rPr>
          <w:rStyle w:val="Ppogrubienie"/>
          <w:b w:val="0"/>
        </w:rPr>
        <w:t>e</w:t>
      </w:r>
      <w:r w:rsidR="00836511" w:rsidRPr="005E6E63">
        <w:rPr>
          <w:rStyle w:val="Ppogrubienie"/>
          <w:b w:val="0"/>
        </w:rPr>
        <w:t xml:space="preserve"> zawód</w:t>
      </w:r>
      <w:r w:rsidR="00AC0DA7">
        <w:rPr>
          <w:rStyle w:val="Ppogrubienie"/>
          <w:b w:val="0"/>
        </w:rPr>
        <w:t xml:space="preserve"> </w:t>
      </w:r>
      <w:r w:rsidR="00AF5B8F">
        <w:rPr>
          <w:rStyle w:val="Ppogrubienie"/>
          <w:b w:val="0"/>
        </w:rPr>
        <w:t xml:space="preserve">psychologa </w:t>
      </w:r>
      <w:r w:rsidR="00893EDE">
        <w:rPr>
          <w:rStyle w:val="Ppogrubienie"/>
          <w:b w:val="0"/>
        </w:rPr>
        <w:t xml:space="preserve">co najmniej przez 3 lata i złożył </w:t>
      </w:r>
      <w:r w:rsidR="00FC696D">
        <w:rPr>
          <w:rStyle w:val="Ppogrubienie"/>
          <w:b w:val="0"/>
        </w:rPr>
        <w:t xml:space="preserve">właściwej </w:t>
      </w:r>
      <w:r w:rsidR="00831849">
        <w:rPr>
          <w:rStyle w:val="Ppogrubienie"/>
          <w:b w:val="0"/>
        </w:rPr>
        <w:t>regionalnej radzie</w:t>
      </w:r>
      <w:r w:rsidR="00893EDE">
        <w:rPr>
          <w:rStyle w:val="Ppogrubienie"/>
          <w:b w:val="0"/>
        </w:rPr>
        <w:t xml:space="preserve"> pisemne oświadczenie o następującej treści:</w:t>
      </w:r>
      <w:r w:rsidR="00FC696D">
        <w:rPr>
          <w:rStyle w:val="Ppogrubienie"/>
          <w:b w:val="0"/>
        </w:rPr>
        <w:t xml:space="preserve"> </w:t>
      </w:r>
      <w:r w:rsidR="00831849">
        <w:rPr>
          <w:rStyle w:val="Ppogrubienie"/>
          <w:b w:val="0"/>
        </w:rPr>
        <w:t>„</w:t>
      </w:r>
      <w:r w:rsidR="00893EDE" w:rsidRPr="00B1523B">
        <w:t>Świadomy/Świadoma odpowiedzialności karnej za złożenie fałszywego oświadczenia oświadczam, że</w:t>
      </w:r>
      <w:r w:rsidR="00893EDE">
        <w:t xml:space="preserve"> wykonuję zawód psychologa przez co najmniej 3 lata.”</w:t>
      </w:r>
      <w:r w:rsidR="00836511" w:rsidRPr="00D639C2">
        <w:rPr>
          <w:rStyle w:val="Ppogrubienie"/>
          <w:b w:val="0"/>
        </w:rPr>
        <w:t>.</w:t>
      </w:r>
    </w:p>
    <w:p w14:paraId="39E50E81" w14:textId="353BC0FE" w:rsidR="00836511" w:rsidRPr="00C21BB2" w:rsidRDefault="0026299D" w:rsidP="00C21BB2">
      <w:pPr>
        <w:pStyle w:val="USTustnpkodeksu"/>
      </w:pPr>
      <w:r w:rsidRPr="00C21BB2">
        <w:t>4</w:t>
      </w:r>
      <w:r w:rsidR="00836511" w:rsidRPr="00C21BB2">
        <w:t>. Opiekun ustala z psychologiem indywidualny plan rozwoju zawodowego.</w:t>
      </w:r>
    </w:p>
    <w:p w14:paraId="0E09A8DD" w14:textId="189F3BBC" w:rsidR="00836511" w:rsidRPr="00C21BB2" w:rsidRDefault="0026299D" w:rsidP="00C21BB2">
      <w:pPr>
        <w:pStyle w:val="USTustnpkodeksu"/>
      </w:pPr>
      <w:r w:rsidRPr="00C21BB2">
        <w:t>5</w:t>
      </w:r>
      <w:r w:rsidR="00836511" w:rsidRPr="00C21BB2">
        <w:t>. Krajow</w:t>
      </w:r>
      <w:r w:rsidR="00EE079A" w:rsidRPr="00C21BB2">
        <w:t>a</w:t>
      </w:r>
      <w:r w:rsidR="004E02E2" w:rsidRPr="00C21BB2">
        <w:t xml:space="preserve"> </w:t>
      </w:r>
      <w:r w:rsidR="000737DD">
        <w:t>R</w:t>
      </w:r>
      <w:r w:rsidR="00EE079A" w:rsidRPr="00C21BB2">
        <w:t>ada</w:t>
      </w:r>
      <w:r w:rsidR="00EE079A" w:rsidRPr="00C21BB2" w:rsidDel="00EE079A">
        <w:t xml:space="preserve"> </w:t>
      </w:r>
      <w:r w:rsidR="00836511" w:rsidRPr="00C21BB2">
        <w:t xml:space="preserve">ustala </w:t>
      </w:r>
      <w:r w:rsidR="00F53062" w:rsidRPr="00C21BB2">
        <w:t xml:space="preserve">zasady i formy realizacji </w:t>
      </w:r>
      <w:r w:rsidR="00564F2A" w:rsidRPr="00C21BB2">
        <w:t>współ</w:t>
      </w:r>
      <w:r w:rsidR="00836511" w:rsidRPr="00C21BB2">
        <w:t xml:space="preserve">pracy </w:t>
      </w:r>
      <w:r w:rsidR="00564F2A" w:rsidRPr="00C21BB2">
        <w:t>z</w:t>
      </w:r>
      <w:r w:rsidR="00836511" w:rsidRPr="00C21BB2">
        <w:t xml:space="preserve"> opiek</w:t>
      </w:r>
      <w:r w:rsidR="00564F2A" w:rsidRPr="00C21BB2">
        <w:t>unem</w:t>
      </w:r>
      <w:r w:rsidR="00836511" w:rsidRPr="00C21BB2">
        <w:t>, w szczególności:</w:t>
      </w:r>
    </w:p>
    <w:p w14:paraId="28D7C938" w14:textId="09BE8DA1" w:rsidR="00836511" w:rsidRPr="00C64DA1" w:rsidRDefault="00836511" w:rsidP="00864F49">
      <w:pPr>
        <w:pStyle w:val="PKTpunkt"/>
        <w:rPr>
          <w:rStyle w:val="Ppogrubienie"/>
          <w:b w:val="0"/>
        </w:rPr>
      </w:pPr>
      <w:r w:rsidRPr="00036426">
        <w:rPr>
          <w:rStyle w:val="Ppogrubienie"/>
          <w:b w:val="0"/>
        </w:rPr>
        <w:lastRenderedPageBreak/>
        <w:t xml:space="preserve">1) </w:t>
      </w:r>
      <w:r w:rsidRPr="00D639C2">
        <w:rPr>
          <w:rStyle w:val="Ppogrubienie"/>
          <w:b w:val="0"/>
        </w:rPr>
        <w:t xml:space="preserve">liczbę godzin </w:t>
      </w:r>
      <w:r w:rsidR="00D66903" w:rsidRPr="00D639C2">
        <w:rPr>
          <w:rStyle w:val="Ppogrubienie"/>
          <w:b w:val="0"/>
        </w:rPr>
        <w:t>współ</w:t>
      </w:r>
      <w:r w:rsidRPr="00D639C2">
        <w:rPr>
          <w:rStyle w:val="Ppogrubienie"/>
          <w:b w:val="0"/>
        </w:rPr>
        <w:t>pracy</w:t>
      </w:r>
      <w:r w:rsidR="00FA19F0" w:rsidRPr="00D639C2">
        <w:rPr>
          <w:rStyle w:val="Ppogrubienie"/>
          <w:b w:val="0"/>
        </w:rPr>
        <w:t>,</w:t>
      </w:r>
      <w:r w:rsidR="002F1F11">
        <w:rPr>
          <w:rStyle w:val="Ppogrubienie"/>
        </w:rPr>
        <w:t xml:space="preserve"> </w:t>
      </w:r>
      <w:r w:rsidRPr="00C64DA1">
        <w:rPr>
          <w:rStyle w:val="Ppogrubienie"/>
          <w:b w:val="0"/>
        </w:rPr>
        <w:t xml:space="preserve">jednak nie </w:t>
      </w:r>
      <w:r w:rsidR="00EE4DC3" w:rsidRPr="00864F49">
        <w:t>mniej niż 750 godzin i nie</w:t>
      </w:r>
      <w:r w:rsidR="00EE4DC3">
        <w:rPr>
          <w:rStyle w:val="Ppogrubienie"/>
        </w:rPr>
        <w:t xml:space="preserve"> </w:t>
      </w:r>
      <w:r w:rsidRPr="00C64DA1">
        <w:rPr>
          <w:rStyle w:val="Ppogrubienie"/>
          <w:b w:val="0"/>
        </w:rPr>
        <w:t>więcej niż 900 godzin;</w:t>
      </w:r>
    </w:p>
    <w:p w14:paraId="551DB9ED" w14:textId="0EBABA01" w:rsidR="005E6E63" w:rsidRPr="00864F49" w:rsidRDefault="005E6E63" w:rsidP="00864F49">
      <w:pPr>
        <w:pStyle w:val="PKTpunkt"/>
      </w:pPr>
      <w:r w:rsidRPr="00864F49">
        <w:t>2) wzory dokumentów poświadczających t</w:t>
      </w:r>
      <w:r w:rsidR="003D3734" w:rsidRPr="00864F49">
        <w:t>ę</w:t>
      </w:r>
      <w:r w:rsidRPr="00864F49">
        <w:t xml:space="preserve"> współpracę</w:t>
      </w:r>
      <w:r w:rsidR="00584EC5">
        <w:t>,</w:t>
      </w:r>
      <w:r w:rsidR="00584EC5" w:rsidRPr="00584EC5">
        <w:t xml:space="preserve"> w tym wzór notatki o odbytym spotkaniu, która zawiera co najmniej </w:t>
      </w:r>
      <w:r w:rsidR="000B4641">
        <w:t xml:space="preserve">imię i nazwisko psychologa, imię i nazwisko oraz </w:t>
      </w:r>
      <w:r w:rsidR="00584EC5" w:rsidRPr="00584EC5">
        <w:t>podpis opiekuna</w:t>
      </w:r>
      <w:r w:rsidR="000B4641">
        <w:t>, a także</w:t>
      </w:r>
      <w:r w:rsidR="00584EC5" w:rsidRPr="00584EC5">
        <w:t xml:space="preserve"> określenie tematyki spotkania lub konsultacji z opiekunem</w:t>
      </w:r>
      <w:r w:rsidRPr="00864F49">
        <w:t>;</w:t>
      </w:r>
    </w:p>
    <w:p w14:paraId="413BD7A5" w14:textId="0089B41B" w:rsidR="00724B44" w:rsidRDefault="005E6E63" w:rsidP="00864F49">
      <w:pPr>
        <w:pStyle w:val="PKTpunkt"/>
      </w:pPr>
      <w:r w:rsidRPr="00864F49">
        <w:t xml:space="preserve">3) </w:t>
      </w:r>
      <w:r w:rsidR="00724B44">
        <w:t>szczegółowe</w:t>
      </w:r>
      <w:r w:rsidR="00724B44" w:rsidRPr="00864F49">
        <w:t xml:space="preserve"> elementy opinii</w:t>
      </w:r>
      <w:r w:rsidR="00724B44">
        <w:t xml:space="preserve"> końcowej, o której mowa w art. 20 ust. </w:t>
      </w:r>
      <w:r w:rsidR="000B4641">
        <w:t>2</w:t>
      </w:r>
      <w:r w:rsidR="00242D1F">
        <w:t>, w zakresie nieuregulowanym przez ustawę</w:t>
      </w:r>
      <w:r w:rsidR="00724B44">
        <w:t>;</w:t>
      </w:r>
    </w:p>
    <w:p w14:paraId="1E0C22D9" w14:textId="4DB1E2E4" w:rsidR="00724B44" w:rsidRDefault="00724B44" w:rsidP="00864F49">
      <w:pPr>
        <w:pStyle w:val="PKTpunkt"/>
      </w:pPr>
      <w:r>
        <w:t xml:space="preserve">4) </w:t>
      </w:r>
      <w:r w:rsidR="00090597">
        <w:t>szczegółowe</w:t>
      </w:r>
      <w:r w:rsidR="00090597" w:rsidRPr="00864F49">
        <w:t xml:space="preserve"> </w:t>
      </w:r>
      <w:r w:rsidR="00FA19F0" w:rsidRPr="00864F49">
        <w:t xml:space="preserve">elementy </w:t>
      </w:r>
      <w:r w:rsidR="005E6E63" w:rsidRPr="00864F49">
        <w:t>opinii</w:t>
      </w:r>
      <w:r>
        <w:t xml:space="preserve"> okresowej, o której mowa w art. 20 ust. </w:t>
      </w:r>
      <w:r w:rsidR="000B4641">
        <w:t>3</w:t>
      </w:r>
      <w:r w:rsidR="00242D1F" w:rsidRPr="00242D1F">
        <w:t>, w zakresie nieuregulowanym przez ustawę</w:t>
      </w:r>
      <w:r>
        <w:t>;</w:t>
      </w:r>
    </w:p>
    <w:p w14:paraId="6C306530" w14:textId="77777777" w:rsidR="00724B44" w:rsidRDefault="00724B44" w:rsidP="00864F49">
      <w:pPr>
        <w:pStyle w:val="PKTpunkt"/>
      </w:pPr>
      <w:r>
        <w:t>5</w:t>
      </w:r>
      <w:r w:rsidRPr="00724B44">
        <w:t>) rekomendacje dla opiekunów dotyczące sposobu współpracy, które zawierają co najmniej wytyczne dotyczące sposobu weryfikacji rzetelności pracy psychologa oraz znajomości i praktycznego zastosowania ustawy i Kodeksu Etyki Zawodowej</w:t>
      </w:r>
      <w:r>
        <w:t>;</w:t>
      </w:r>
    </w:p>
    <w:p w14:paraId="2BF1B0E9" w14:textId="77777777" w:rsidR="00F1270A" w:rsidRDefault="00724B44" w:rsidP="00864F49">
      <w:pPr>
        <w:pStyle w:val="PKTpunkt"/>
      </w:pPr>
      <w:r>
        <w:t xml:space="preserve">6) </w:t>
      </w:r>
      <w:r w:rsidRPr="00724B44">
        <w:t xml:space="preserve">listę zagadnień do omówienia w ramach </w:t>
      </w:r>
      <w:r>
        <w:t>współpracy z opiekunem</w:t>
      </w:r>
      <w:r w:rsidRPr="00724B44">
        <w:t xml:space="preserve">, uwzględniającą co najmniej </w:t>
      </w:r>
      <w:r w:rsidR="002B4BD4" w:rsidRPr="002B4BD4">
        <w:t>zasady etyki zawodowej</w:t>
      </w:r>
      <w:r w:rsidR="002B4BD4">
        <w:t>,</w:t>
      </w:r>
      <w:r w:rsidR="002B4BD4" w:rsidRPr="002B4BD4">
        <w:t xml:space="preserve"> </w:t>
      </w:r>
      <w:r w:rsidRPr="00724B44">
        <w:t xml:space="preserve">praktyczne </w:t>
      </w:r>
      <w:r>
        <w:t xml:space="preserve">aspekty </w:t>
      </w:r>
      <w:r w:rsidRPr="00724B44">
        <w:t>zastosowani</w:t>
      </w:r>
      <w:r>
        <w:t>a</w:t>
      </w:r>
      <w:r w:rsidRPr="00724B44">
        <w:t xml:space="preserve"> wiedzy z zakresu psychologii, </w:t>
      </w:r>
      <w:r>
        <w:t xml:space="preserve">zasady </w:t>
      </w:r>
      <w:r w:rsidRPr="00724B44">
        <w:t xml:space="preserve">udzielania świadczeń psychologicznych, </w:t>
      </w:r>
      <w:r>
        <w:t xml:space="preserve">w tym </w:t>
      </w:r>
      <w:r w:rsidRPr="00724B44">
        <w:t>przestrzegania tajemnicy zawodowej, prowadzenia dokumentacji psychologicznej, zgody na wykonywanie świadczeń psychologicznych</w:t>
      </w:r>
      <w:r w:rsidR="00F1270A">
        <w:t>;</w:t>
      </w:r>
    </w:p>
    <w:p w14:paraId="1B84AA90" w14:textId="2DC3A631" w:rsidR="005E6E63" w:rsidRDefault="00F1270A" w:rsidP="00864F49">
      <w:pPr>
        <w:pStyle w:val="PKTpunkt"/>
      </w:pPr>
      <w:r>
        <w:t xml:space="preserve">7) formę </w:t>
      </w:r>
      <w:r w:rsidR="00DD1618">
        <w:t>współpracy</w:t>
      </w:r>
      <w:r>
        <w:t xml:space="preserve"> z opiekunem, w tym obowiązkową liczbę godzin </w:t>
      </w:r>
      <w:r w:rsidR="00DD1618">
        <w:t>spotkań</w:t>
      </w:r>
      <w:r>
        <w:t xml:space="preserve"> w trybie stacjonarnym</w:t>
      </w:r>
      <w:r w:rsidR="002F54E2" w:rsidRPr="00864F49">
        <w:t>.</w:t>
      </w:r>
    </w:p>
    <w:p w14:paraId="384A0CC1" w14:textId="0CCC014D" w:rsidR="00724B44" w:rsidRPr="00864F49" w:rsidRDefault="00724B44" w:rsidP="00724B44">
      <w:pPr>
        <w:pStyle w:val="USTustnpkodeksu"/>
      </w:pPr>
      <w:r>
        <w:t xml:space="preserve">6. </w:t>
      </w:r>
      <w:r w:rsidRPr="00724B44">
        <w:t xml:space="preserve">Psycholog, którego dotyczy obowiązek </w:t>
      </w:r>
      <w:r>
        <w:t>współpracy z opiekunem</w:t>
      </w:r>
      <w:r w:rsidRPr="00724B44">
        <w:t>, do czasu wydania opinii pozytywnej, o której mowa w art. 20 ust. 2, nie jest uprawniony do udzielania świadczeń psychologicznych na potrzeby postępowania przygotowawczego w ramach postępowania karnego, postępowań sądowych, postępowań administracyjnych oraz postępowań rekrutacyjnych do publicznych: organów, instytucji, jednostek budżetowych oraz służb mundurowych</w:t>
      </w:r>
      <w:r w:rsidR="0003015D">
        <w:t>.</w:t>
      </w:r>
    </w:p>
    <w:p w14:paraId="55EB67CE" w14:textId="507D5942" w:rsidR="00C75B4C" w:rsidRDefault="00C75B4C" w:rsidP="00C75B4C">
      <w:pPr>
        <w:pStyle w:val="ARTartustawynprozporzdzenia"/>
      </w:pPr>
      <w:r w:rsidRPr="00C75B4C">
        <w:rPr>
          <w:rStyle w:val="Ppogrubienie"/>
        </w:rPr>
        <w:t xml:space="preserve">Art. </w:t>
      </w:r>
      <w:r w:rsidR="000C7D69">
        <w:rPr>
          <w:rStyle w:val="Ppogrubienie"/>
        </w:rPr>
        <w:t>18</w:t>
      </w:r>
      <w:r w:rsidRPr="00C75B4C">
        <w:rPr>
          <w:rStyle w:val="Ppogrubienie"/>
        </w:rPr>
        <w:t>.</w:t>
      </w:r>
      <w:r w:rsidRPr="00C75B4C">
        <w:t xml:space="preserve"> 1. </w:t>
      </w:r>
      <w:r w:rsidR="00AB08BB">
        <w:t xml:space="preserve">Regionalna </w:t>
      </w:r>
      <w:bookmarkStart w:id="54" w:name="_Hlk179467408"/>
      <w:r w:rsidR="00AB08BB">
        <w:t>rada</w:t>
      </w:r>
      <w:bookmarkEnd w:id="54"/>
      <w:r w:rsidR="00AB08BB">
        <w:t xml:space="preserve"> wskazuje opiekuna w terminie 30 dni od </w:t>
      </w:r>
      <w:r w:rsidR="00FC696D">
        <w:t xml:space="preserve">dnia </w:t>
      </w:r>
      <w:r w:rsidR="00AB08BB">
        <w:t>wpisu</w:t>
      </w:r>
      <w:r w:rsidR="00AB08BB" w:rsidRPr="001741E1">
        <w:t xml:space="preserve"> </w:t>
      </w:r>
      <w:r w:rsidR="00AB08BB">
        <w:t>do Rejestru</w:t>
      </w:r>
      <w:r w:rsidRPr="00C75B4C">
        <w:t>.</w:t>
      </w:r>
    </w:p>
    <w:p w14:paraId="7DEA570B" w14:textId="77777777" w:rsidR="00A34CB9" w:rsidRDefault="00A34CB9" w:rsidP="00A34CB9">
      <w:pPr>
        <w:pStyle w:val="USTustnpkodeksu"/>
      </w:pPr>
      <w:r w:rsidRPr="00C75B4C">
        <w:t xml:space="preserve">2. </w:t>
      </w:r>
      <w:r w:rsidDel="0059125D">
        <w:t>Psycholog we</w:t>
      </w:r>
      <w:r w:rsidRPr="00C75B4C" w:rsidDel="0059125D">
        <w:t xml:space="preserve"> wniosku może</w:t>
      </w:r>
      <w:r w:rsidDel="0059125D">
        <w:t xml:space="preserve"> </w:t>
      </w:r>
      <w:r w:rsidRPr="00C75B4C" w:rsidDel="0059125D">
        <w:t>zaproponować opiekuna</w:t>
      </w:r>
      <w:r>
        <w:t xml:space="preserve"> spełniającego warunek, o którym mowa w art. 17 ust. 3. </w:t>
      </w:r>
      <w:r w:rsidRPr="00C75B4C">
        <w:t>W</w:t>
      </w:r>
      <w:r>
        <w:t xml:space="preserve"> tym przypadku w</w:t>
      </w:r>
      <w:r w:rsidRPr="00C75B4C">
        <w:t xml:space="preserve">skazanie opiekuna wymaga jego uprzedniej </w:t>
      </w:r>
      <w:r>
        <w:t xml:space="preserve">pisemnej </w:t>
      </w:r>
      <w:r w:rsidRPr="00C75B4C">
        <w:t>zgody.</w:t>
      </w:r>
      <w:r>
        <w:t xml:space="preserve"> Jeżeli uzasadniają to szczególne okoliczności </w:t>
      </w:r>
      <w:r w:rsidDel="0059125D">
        <w:t>r</w:t>
      </w:r>
      <w:r w:rsidRPr="00C75B4C" w:rsidDel="0059125D">
        <w:t>egionaln</w:t>
      </w:r>
      <w:r w:rsidDel="0059125D">
        <w:t>a</w:t>
      </w:r>
      <w:r w:rsidRPr="00C75B4C" w:rsidDel="0059125D">
        <w:t xml:space="preserve"> </w:t>
      </w:r>
      <w:r w:rsidDel="0059125D">
        <w:t>r</w:t>
      </w:r>
      <w:r w:rsidRPr="00C75B4C" w:rsidDel="0059125D">
        <w:t>ad</w:t>
      </w:r>
      <w:r w:rsidDel="0059125D">
        <w:t>a</w:t>
      </w:r>
      <w:r w:rsidRPr="00C75B4C" w:rsidDel="0059125D">
        <w:t xml:space="preserve"> może wskazać innego</w:t>
      </w:r>
      <w:r w:rsidDel="0059125D">
        <w:t xml:space="preserve"> </w:t>
      </w:r>
      <w:r w:rsidRPr="00C75B4C" w:rsidDel="0059125D">
        <w:t>opiekuna</w:t>
      </w:r>
      <w:r>
        <w:t>.</w:t>
      </w:r>
    </w:p>
    <w:p w14:paraId="61890048" w14:textId="02C42B5C" w:rsidR="00DD1618" w:rsidRDefault="00A34CB9" w:rsidP="00A34CB9">
      <w:pPr>
        <w:pStyle w:val="ARTartustawynprozporzdzenia"/>
      </w:pPr>
      <w:r>
        <w:lastRenderedPageBreak/>
        <w:t>3</w:t>
      </w:r>
      <w:r w:rsidR="001D5044">
        <w:t>. W sytuacji</w:t>
      </w:r>
      <w:r>
        <w:t>,</w:t>
      </w:r>
      <w:r w:rsidR="001D5044">
        <w:t xml:space="preserve"> o której mowa w ust. 1, wskazany psycholog ma obowiązek podjęcia się współpracy jako opiekun. Regionalna rada może zwolnić </w:t>
      </w:r>
      <w:r>
        <w:t xml:space="preserve">psychologa </w:t>
      </w:r>
      <w:r w:rsidR="001D5044">
        <w:t xml:space="preserve">z pełnienia roli opiekuna </w:t>
      </w:r>
      <w:r w:rsidR="00C90324">
        <w:t xml:space="preserve">na jego pisemny wniosek </w:t>
      </w:r>
      <w:r w:rsidR="001D5044">
        <w:t xml:space="preserve">wyłącznie </w:t>
      </w:r>
      <w:r>
        <w:t>w uzasadnionych przypadkach.</w:t>
      </w:r>
    </w:p>
    <w:p w14:paraId="55C233F2" w14:textId="0B442BEF" w:rsidR="00564F2A" w:rsidRDefault="00760BBC" w:rsidP="0018643F">
      <w:pPr>
        <w:pStyle w:val="ARTartustawynprozporzdzenia"/>
      </w:pPr>
      <w:r w:rsidRPr="00C75B4C">
        <w:rPr>
          <w:rStyle w:val="Ppogrubienie"/>
        </w:rPr>
        <w:t xml:space="preserve">Art. </w:t>
      </w:r>
      <w:r w:rsidR="000C7D69">
        <w:rPr>
          <w:rStyle w:val="Ppogrubienie"/>
        </w:rPr>
        <w:t>19</w:t>
      </w:r>
      <w:r w:rsidRPr="00C75B4C">
        <w:rPr>
          <w:rStyle w:val="Ppogrubienie"/>
        </w:rPr>
        <w:t>.</w:t>
      </w:r>
      <w:r w:rsidRPr="00C75B4C">
        <w:t xml:space="preserve"> </w:t>
      </w:r>
      <w:r w:rsidR="00485F72">
        <w:t xml:space="preserve">1. </w:t>
      </w:r>
      <w:r w:rsidR="00D321D1">
        <w:t xml:space="preserve">Na uzasadniony wniosek o zmianę opiekuna, złożony </w:t>
      </w:r>
      <w:r w:rsidR="00FC696D">
        <w:t xml:space="preserve">w formie pisemnej </w:t>
      </w:r>
      <w:r w:rsidR="00D321D1">
        <w:t xml:space="preserve">przez psychologa lub opiekuna, </w:t>
      </w:r>
      <w:r w:rsidR="0036112B">
        <w:t>r</w:t>
      </w:r>
      <w:r w:rsidR="00D321D1">
        <w:t xml:space="preserve">egionalna </w:t>
      </w:r>
      <w:r w:rsidR="0036112B">
        <w:t>r</w:t>
      </w:r>
      <w:r w:rsidR="00D321D1">
        <w:t>ada wskazuje innego</w:t>
      </w:r>
      <w:r w:rsidR="00564F2A">
        <w:t xml:space="preserve"> opiekuna</w:t>
      </w:r>
      <w:r w:rsidR="00E72D0C">
        <w:t>,</w:t>
      </w:r>
      <w:r w:rsidR="00FA19F0" w:rsidRPr="00FA19F0">
        <w:t xml:space="preserve"> </w:t>
      </w:r>
      <w:r w:rsidR="00FA19F0">
        <w:t xml:space="preserve">w terminie 30 dni od dnia </w:t>
      </w:r>
      <w:r w:rsidR="00D228C3">
        <w:t xml:space="preserve">doręczenia </w:t>
      </w:r>
      <w:r w:rsidR="00FA19F0">
        <w:t>wniosku</w:t>
      </w:r>
      <w:r w:rsidR="00D321D1">
        <w:t>.</w:t>
      </w:r>
    </w:p>
    <w:p w14:paraId="5AA720C5" w14:textId="18287F7B" w:rsidR="00485F72" w:rsidRPr="00C75B4C" w:rsidRDefault="00485F72" w:rsidP="00E35F23">
      <w:pPr>
        <w:pStyle w:val="USTustnpkodeksu"/>
      </w:pPr>
      <w:r>
        <w:t xml:space="preserve">2. W przypadku zmiany opiekuna, przy ustalaniu liczby godzin współpracy, uwzględnia się ilość godzin współpracy </w:t>
      </w:r>
      <w:r w:rsidR="003D646D">
        <w:t xml:space="preserve">zrealizowaną z </w:t>
      </w:r>
      <w:r>
        <w:t xml:space="preserve">poprzednim opiekunem. </w:t>
      </w:r>
    </w:p>
    <w:p w14:paraId="5BFA50CB" w14:textId="10CDA6AD" w:rsidR="00983990" w:rsidRDefault="00C75B4C" w:rsidP="00B81626">
      <w:pPr>
        <w:pStyle w:val="ARTartustawynprozporzdzenia"/>
      </w:pPr>
      <w:r w:rsidRPr="00C75B4C">
        <w:rPr>
          <w:rStyle w:val="Ppogrubienie"/>
        </w:rPr>
        <w:t xml:space="preserve">Art. </w:t>
      </w:r>
      <w:r w:rsidR="000C7D69">
        <w:rPr>
          <w:rStyle w:val="Ppogrubienie"/>
        </w:rPr>
        <w:t>20</w:t>
      </w:r>
      <w:r w:rsidRPr="00C75B4C">
        <w:rPr>
          <w:rStyle w:val="Ppogrubienie"/>
        </w:rPr>
        <w:t xml:space="preserve">. </w:t>
      </w:r>
      <w:r w:rsidRPr="00C75B4C">
        <w:t xml:space="preserve">1. </w:t>
      </w:r>
      <w:r w:rsidR="00D66903">
        <w:t xml:space="preserve">Okres </w:t>
      </w:r>
      <w:r w:rsidR="00250BB7">
        <w:t xml:space="preserve">współpracy z </w:t>
      </w:r>
      <w:r w:rsidR="00D66903">
        <w:t>opiek</w:t>
      </w:r>
      <w:r w:rsidR="00250BB7">
        <w:t>unem</w:t>
      </w:r>
      <w:r w:rsidR="00D66903">
        <w:t xml:space="preserve"> </w:t>
      </w:r>
      <w:r w:rsidR="002F1F11">
        <w:t xml:space="preserve">nie może </w:t>
      </w:r>
      <w:r w:rsidR="00480176">
        <w:t xml:space="preserve">być krótszy niż 9 miesięcy i nie </w:t>
      </w:r>
      <w:r w:rsidR="00D105EF">
        <w:t xml:space="preserve">może </w:t>
      </w:r>
      <w:r w:rsidR="002F1F11">
        <w:t>przekroczyć 24 miesięcy</w:t>
      </w:r>
      <w:r w:rsidR="008826A6">
        <w:t xml:space="preserve">, </w:t>
      </w:r>
      <w:bookmarkStart w:id="55" w:name="_Hlk169860770"/>
      <w:r w:rsidR="008826A6" w:rsidRPr="008826A6">
        <w:t xml:space="preserve">począwszy od dnia </w:t>
      </w:r>
      <w:r w:rsidR="00CC61EE">
        <w:t xml:space="preserve">doręczenia psychologowi pisemnej informacji o </w:t>
      </w:r>
      <w:r w:rsidR="00A22358">
        <w:t>wskazani</w:t>
      </w:r>
      <w:r w:rsidR="00CC61EE">
        <w:t>u</w:t>
      </w:r>
      <w:r w:rsidR="008826A6" w:rsidRPr="008826A6">
        <w:t xml:space="preserve"> opiekuna </w:t>
      </w:r>
      <w:bookmarkEnd w:id="55"/>
      <w:r w:rsidR="00A22358">
        <w:t>przez regionalną radę</w:t>
      </w:r>
      <w:r w:rsidR="008826A6">
        <w:t>.</w:t>
      </w:r>
      <w:r w:rsidR="00D66903">
        <w:t xml:space="preserve"> </w:t>
      </w:r>
      <w:r w:rsidR="0094605F">
        <w:t xml:space="preserve">W uzasadnionych przypadkach regionalna rada może na wniosek psychologa </w:t>
      </w:r>
      <w:r w:rsidR="006F106B">
        <w:t xml:space="preserve">przedłużyć na czas określony </w:t>
      </w:r>
      <w:r w:rsidR="0094605F">
        <w:t>okres współpracy z opiekunem.</w:t>
      </w:r>
    </w:p>
    <w:p w14:paraId="4F18490F" w14:textId="01835D37" w:rsidR="00C75B4C" w:rsidRPr="00C75B4C" w:rsidRDefault="00983990" w:rsidP="00983990">
      <w:pPr>
        <w:pStyle w:val="USTustnpkodeksu"/>
      </w:pPr>
      <w:r>
        <w:t xml:space="preserve">2. </w:t>
      </w:r>
      <w:bookmarkStart w:id="56" w:name="_Hlk187926627"/>
      <w:r w:rsidR="00FC696D">
        <w:t>W terminie</w:t>
      </w:r>
      <w:r w:rsidR="00C75B4C" w:rsidRPr="00C75B4C">
        <w:t xml:space="preserve"> </w:t>
      </w:r>
      <w:bookmarkEnd w:id="56"/>
      <w:r w:rsidR="00366732">
        <w:t>30 dni</w:t>
      </w:r>
      <w:r w:rsidR="00D66903">
        <w:t xml:space="preserve"> od </w:t>
      </w:r>
      <w:r w:rsidR="00FC696D">
        <w:t xml:space="preserve">dnia </w:t>
      </w:r>
      <w:r w:rsidR="00D66903">
        <w:t xml:space="preserve">zakończenia </w:t>
      </w:r>
      <w:r w:rsidR="0060024D">
        <w:t xml:space="preserve">współpracy z </w:t>
      </w:r>
      <w:r w:rsidR="00D66903">
        <w:t>opiek</w:t>
      </w:r>
      <w:r w:rsidR="0060024D">
        <w:t>unem</w:t>
      </w:r>
      <w:r w:rsidR="00994CEA">
        <w:t>,</w:t>
      </w:r>
      <w:r w:rsidR="00C75B4C" w:rsidRPr="00C75B4C">
        <w:t xml:space="preserve"> opiekun wydaje pisemną opinię </w:t>
      </w:r>
      <w:bookmarkStart w:id="57" w:name="_Hlk169860749"/>
      <w:r>
        <w:t xml:space="preserve">końcową </w:t>
      </w:r>
      <w:r w:rsidR="00C75B4C" w:rsidRPr="00C75B4C">
        <w:t>na temat</w:t>
      </w:r>
      <w:r w:rsidR="00C75B4C">
        <w:t xml:space="preserve"> </w:t>
      </w:r>
      <w:r w:rsidR="00C75B4C" w:rsidRPr="00C75B4C">
        <w:t xml:space="preserve">rozwoju zawodowego i </w:t>
      </w:r>
      <w:r w:rsidR="00CC61EE">
        <w:t xml:space="preserve">możliwości </w:t>
      </w:r>
      <w:r w:rsidR="00097F7F">
        <w:t>kontynuacji</w:t>
      </w:r>
      <w:r w:rsidR="00C75B4C" w:rsidRPr="00C75B4C">
        <w:t xml:space="preserve"> wykonywania zawodu przez psychologa</w:t>
      </w:r>
      <w:bookmarkEnd w:id="57"/>
      <w:r w:rsidR="00C75B4C" w:rsidRPr="00C75B4C">
        <w:t>.</w:t>
      </w:r>
      <w:r w:rsidR="00E26D61" w:rsidRPr="00E26D61">
        <w:t xml:space="preserve"> </w:t>
      </w:r>
      <w:r w:rsidR="00E26D61">
        <w:t xml:space="preserve">Opinia </w:t>
      </w:r>
      <w:r>
        <w:t xml:space="preserve">końcowa </w:t>
      </w:r>
      <w:r w:rsidR="00E26D61">
        <w:t>może być pozytywna albo negatywna</w:t>
      </w:r>
      <w:r w:rsidR="00DA39F9">
        <w:t>, jednakże w</w:t>
      </w:r>
      <w:r w:rsidR="00E26D61">
        <w:t xml:space="preserve"> przypadku niepodjęcia współpracy z opiekunem, opiekun </w:t>
      </w:r>
      <w:r w:rsidR="00DA39F9">
        <w:t>jest zobowiązany wydać</w:t>
      </w:r>
      <w:r w:rsidR="00E26D61">
        <w:t xml:space="preserve"> opinię negatywną.</w:t>
      </w:r>
    </w:p>
    <w:p w14:paraId="1F0290D4" w14:textId="1E2D7DDE" w:rsidR="00066F9E" w:rsidRDefault="00983990" w:rsidP="00983990">
      <w:pPr>
        <w:pStyle w:val="USTustnpkodeksu"/>
      </w:pPr>
      <w:r>
        <w:t>3.</w:t>
      </w:r>
      <w:r w:rsidR="00A22358">
        <w:t xml:space="preserve"> </w:t>
      </w:r>
      <w:r w:rsidRPr="0022297B">
        <w:t xml:space="preserve">Opinia </w:t>
      </w:r>
      <w:r>
        <w:t xml:space="preserve">końcowa jest sporządzana w oparciu o </w:t>
      </w:r>
      <w:r w:rsidR="00066F9E">
        <w:t xml:space="preserve">co najmniej 5 opinii </w:t>
      </w:r>
      <w:r w:rsidR="00584EC5">
        <w:t>okresowych</w:t>
      </w:r>
      <w:r w:rsidR="00066F9E">
        <w:t xml:space="preserve">, wydawanych </w:t>
      </w:r>
      <w:bookmarkStart w:id="58" w:name="_Hlk187926745"/>
      <w:r w:rsidR="00FC696D">
        <w:t>po każdych zrealizowanych</w:t>
      </w:r>
      <w:r>
        <w:t xml:space="preserve"> </w:t>
      </w:r>
      <w:r w:rsidR="00066F9E">
        <w:t>1</w:t>
      </w:r>
      <w:r>
        <w:t xml:space="preserve">50 </w:t>
      </w:r>
      <w:r w:rsidR="00066F9E">
        <w:t>godzin</w:t>
      </w:r>
      <w:r w:rsidR="00FC696D">
        <w:t>ach</w:t>
      </w:r>
      <w:r w:rsidR="00066F9E">
        <w:t xml:space="preserve"> </w:t>
      </w:r>
      <w:bookmarkEnd w:id="58"/>
      <w:r w:rsidR="00066F9E">
        <w:t>współpracy z opiekunem</w:t>
      </w:r>
      <w:r>
        <w:t xml:space="preserve">. </w:t>
      </w:r>
      <w:r w:rsidR="00943829">
        <w:br/>
      </w:r>
      <w:r w:rsidR="00066F9E">
        <w:t xml:space="preserve">W przypadku zmiany opiekuna nowy opiekun bierze pod uwagę opinie </w:t>
      </w:r>
      <w:r w:rsidR="00584EC5">
        <w:t xml:space="preserve">okresowe </w:t>
      </w:r>
      <w:r w:rsidR="00066F9E">
        <w:t>wydane przez poprzedniego opiekuna.</w:t>
      </w:r>
    </w:p>
    <w:p w14:paraId="01C8256B" w14:textId="079B0BEB" w:rsidR="00E77EB8" w:rsidRDefault="00066F9E" w:rsidP="00983990">
      <w:pPr>
        <w:pStyle w:val="USTustnpkodeksu"/>
      </w:pPr>
      <w:r>
        <w:t xml:space="preserve">4. </w:t>
      </w:r>
      <w:r w:rsidR="00E77EB8" w:rsidRPr="00C75B4C">
        <w:t xml:space="preserve">Opiekun </w:t>
      </w:r>
      <w:r w:rsidR="00E77EB8">
        <w:t>przekazuje</w:t>
      </w:r>
      <w:r w:rsidR="00E77EB8" w:rsidRPr="00C75B4C">
        <w:t xml:space="preserve"> </w:t>
      </w:r>
      <w:r w:rsidR="00E77EB8">
        <w:t xml:space="preserve">wydane </w:t>
      </w:r>
      <w:r w:rsidR="00E77EB8" w:rsidRPr="00C75B4C">
        <w:t>opini</w:t>
      </w:r>
      <w:r w:rsidR="00E77EB8">
        <w:t xml:space="preserve">e </w:t>
      </w:r>
      <w:r w:rsidR="00584EC5">
        <w:t xml:space="preserve">okresowe </w:t>
      </w:r>
      <w:r w:rsidR="00E77EB8">
        <w:t>do wiadomości psychologa.</w:t>
      </w:r>
    </w:p>
    <w:p w14:paraId="39C2B2EF" w14:textId="7B78918E" w:rsidR="00983990" w:rsidRPr="0022297B" w:rsidRDefault="00E77EB8" w:rsidP="00983990">
      <w:pPr>
        <w:pStyle w:val="USTustnpkodeksu"/>
      </w:pPr>
      <w:r>
        <w:t xml:space="preserve">5. </w:t>
      </w:r>
      <w:r w:rsidR="00066F9E">
        <w:t xml:space="preserve">Opinia końcowa </w:t>
      </w:r>
      <w:r w:rsidR="00983990" w:rsidRPr="0022297B">
        <w:t>zawiera:</w:t>
      </w:r>
    </w:p>
    <w:p w14:paraId="7D573B1C" w14:textId="77777777" w:rsidR="00983990" w:rsidRDefault="00983990" w:rsidP="00983990">
      <w:pPr>
        <w:pStyle w:val="PKTpunkt"/>
      </w:pPr>
      <w:r>
        <w:t>1) imię i nazwisko opiekuna wydającego opinię wraz z numerem wpisu do Rejestru;</w:t>
      </w:r>
    </w:p>
    <w:p w14:paraId="16839B88" w14:textId="1BFE7210" w:rsidR="00983990" w:rsidRDefault="00983990" w:rsidP="00983990">
      <w:pPr>
        <w:pStyle w:val="PKTpunkt"/>
      </w:pPr>
      <w:r>
        <w:t>2) imię i nazwisko psychologa współpracującego z opiekunem wraz z numerem wpisu do Rejestru;</w:t>
      </w:r>
    </w:p>
    <w:p w14:paraId="51F27BB5" w14:textId="77777777" w:rsidR="00983990" w:rsidRDefault="00983990" w:rsidP="00983990">
      <w:pPr>
        <w:pStyle w:val="PKTpunkt"/>
      </w:pPr>
      <w:r>
        <w:t>3) datę wydania opinii;</w:t>
      </w:r>
    </w:p>
    <w:p w14:paraId="55A2CFEF" w14:textId="21FA7C12" w:rsidR="009114C6" w:rsidRDefault="00983990" w:rsidP="009114C6">
      <w:pPr>
        <w:pStyle w:val="PKTpunkt"/>
      </w:pPr>
      <w:r>
        <w:t xml:space="preserve">4) wskazanie liczby godzin </w:t>
      </w:r>
      <w:bookmarkStart w:id="59" w:name="_Hlk187926891"/>
      <w:r w:rsidR="00FC696D">
        <w:t>zrealizowanej współpracy z opiekunem</w:t>
      </w:r>
      <w:bookmarkEnd w:id="59"/>
      <w:r>
        <w:t>;</w:t>
      </w:r>
    </w:p>
    <w:p w14:paraId="4F70FB99" w14:textId="5C5AF6EB" w:rsidR="00066F9E" w:rsidRDefault="00066F9E" w:rsidP="00066F9E">
      <w:pPr>
        <w:pStyle w:val="PKTpunkt"/>
      </w:pPr>
      <w:r>
        <w:t xml:space="preserve">5) uzasadnienie, które </w:t>
      </w:r>
      <w:bookmarkStart w:id="60" w:name="_Hlk187926957"/>
      <w:r w:rsidR="00FC696D">
        <w:t>składa się z</w:t>
      </w:r>
      <w:bookmarkEnd w:id="60"/>
      <w:r>
        <w:t>:</w:t>
      </w:r>
    </w:p>
    <w:p w14:paraId="55B5B2E1" w14:textId="53005D74" w:rsidR="00066F9E" w:rsidRPr="00826EBD" w:rsidRDefault="00066F9E" w:rsidP="00066F9E">
      <w:pPr>
        <w:pStyle w:val="LITlitera"/>
      </w:pPr>
      <w:r>
        <w:t xml:space="preserve">a) </w:t>
      </w:r>
      <w:r w:rsidRPr="00826EBD">
        <w:t>ocen</w:t>
      </w:r>
      <w:r w:rsidR="00FC696D">
        <w:t>y</w:t>
      </w:r>
      <w:r w:rsidRPr="00826EBD">
        <w:t xml:space="preserve"> rzetelności wykonywan</w:t>
      </w:r>
      <w:r w:rsidR="009114C6">
        <w:t>ia zawodu psychologa</w:t>
      </w:r>
      <w:r w:rsidRPr="00826EBD">
        <w:t>,</w:t>
      </w:r>
    </w:p>
    <w:p w14:paraId="369C3B81" w14:textId="435C5C8B" w:rsidR="00066F9E" w:rsidRDefault="009114C6" w:rsidP="00066F9E">
      <w:pPr>
        <w:pStyle w:val="USTustnpkodeksu"/>
      </w:pPr>
      <w:r>
        <w:t>b</w:t>
      </w:r>
      <w:r w:rsidR="00066F9E">
        <w:t xml:space="preserve">) </w:t>
      </w:r>
      <w:r w:rsidR="00066F9E" w:rsidRPr="00826EBD">
        <w:t>ocen</w:t>
      </w:r>
      <w:r w:rsidR="00FC696D">
        <w:t>y</w:t>
      </w:r>
      <w:r w:rsidR="00066F9E" w:rsidRPr="00826EBD">
        <w:t xml:space="preserve"> znajomości </w:t>
      </w:r>
      <w:r w:rsidR="00FB2543" w:rsidRPr="00FB2543">
        <w:t xml:space="preserve">i zastosowania w praktyce </w:t>
      </w:r>
      <w:r w:rsidR="00066F9E" w:rsidRPr="00826EBD">
        <w:t xml:space="preserve">ustawy </w:t>
      </w:r>
      <w:r>
        <w:t>i</w:t>
      </w:r>
      <w:r w:rsidR="00066F9E" w:rsidRPr="00826EBD">
        <w:t xml:space="preserve"> Kodeksu Etyki Zawodowej</w:t>
      </w:r>
      <w:r>
        <w:t xml:space="preserve"> </w:t>
      </w:r>
      <w:r w:rsidR="00066F9E" w:rsidRPr="00826EBD">
        <w:t>przez psychologa współpracującego z opiekunem</w:t>
      </w:r>
      <w:r>
        <w:t>;</w:t>
      </w:r>
      <w:r w:rsidR="00066F9E" w:rsidRPr="00826EBD">
        <w:t xml:space="preserve"> </w:t>
      </w:r>
    </w:p>
    <w:p w14:paraId="0BF85C8E" w14:textId="2CED6623" w:rsidR="00983990" w:rsidRDefault="009114C6" w:rsidP="00983990">
      <w:pPr>
        <w:pStyle w:val="PKTpunkt"/>
      </w:pPr>
      <w:r>
        <w:lastRenderedPageBreak/>
        <w:t>6</w:t>
      </w:r>
      <w:r w:rsidR="00983990">
        <w:t>) podpis opiekuna;</w:t>
      </w:r>
    </w:p>
    <w:p w14:paraId="52035F7E" w14:textId="111DF539" w:rsidR="00983990" w:rsidRDefault="009114C6" w:rsidP="00983990">
      <w:pPr>
        <w:pStyle w:val="PKTpunkt"/>
      </w:pPr>
      <w:r>
        <w:t>7</w:t>
      </w:r>
      <w:r w:rsidR="00983990">
        <w:t xml:space="preserve">) pouczenie o prawie do odwołania, o którym mowa w ust. </w:t>
      </w:r>
      <w:r w:rsidR="00FC696D">
        <w:t>8.</w:t>
      </w:r>
    </w:p>
    <w:p w14:paraId="05248C58" w14:textId="6650CD82" w:rsidR="009114C6" w:rsidRDefault="00E77EB8" w:rsidP="00C75B4C">
      <w:pPr>
        <w:pStyle w:val="USTustnpkodeksu"/>
      </w:pPr>
      <w:r>
        <w:t>6</w:t>
      </w:r>
      <w:r w:rsidR="00983990">
        <w:t xml:space="preserve">. </w:t>
      </w:r>
      <w:r w:rsidR="009114C6">
        <w:t xml:space="preserve">Do opinii końcowej załącza się opinie </w:t>
      </w:r>
      <w:r w:rsidR="00584EC5">
        <w:t xml:space="preserve">okresowe </w:t>
      </w:r>
      <w:r w:rsidR="009114C6">
        <w:t>wydane w całym okresie współpracy z opiekunem.</w:t>
      </w:r>
    </w:p>
    <w:p w14:paraId="2AD33EFB" w14:textId="1181D44F" w:rsidR="00C75B4C" w:rsidRPr="00C75B4C" w:rsidRDefault="009114C6" w:rsidP="00C75B4C">
      <w:pPr>
        <w:pStyle w:val="USTustnpkodeksu"/>
      </w:pPr>
      <w:r>
        <w:t xml:space="preserve">7. </w:t>
      </w:r>
      <w:r w:rsidR="00C75B4C" w:rsidRPr="00C75B4C">
        <w:t>Opiekun przekazuje opinię</w:t>
      </w:r>
      <w:r>
        <w:t xml:space="preserve"> końcową</w:t>
      </w:r>
      <w:r w:rsidR="00C75B4C" w:rsidRPr="00C75B4C">
        <w:t xml:space="preserve"> </w:t>
      </w:r>
      <w:r w:rsidR="00BB27D3">
        <w:t>regionalnej radzie</w:t>
      </w:r>
      <w:r w:rsidR="00B8570E">
        <w:t xml:space="preserve"> </w:t>
      </w:r>
      <w:r w:rsidR="00BB27D3" w:rsidRPr="00C75B4C">
        <w:t>właściwej</w:t>
      </w:r>
      <w:r w:rsidR="00BB27D3">
        <w:t xml:space="preserve"> dla psychologa współpracującego z opiekunem </w:t>
      </w:r>
      <w:r w:rsidR="00B8570E">
        <w:t>oraz psycholog</w:t>
      </w:r>
      <w:r w:rsidR="00BB27D3">
        <w:t>owi</w:t>
      </w:r>
      <w:r w:rsidR="00C75B4C" w:rsidRPr="00C75B4C">
        <w:t>.</w:t>
      </w:r>
    </w:p>
    <w:p w14:paraId="6E3277D1" w14:textId="7DE9DCDA" w:rsidR="00097F7F" w:rsidRPr="00B1523B" w:rsidRDefault="00116690" w:rsidP="00973B9F">
      <w:pPr>
        <w:pStyle w:val="USTustnpkodeksu"/>
      </w:pPr>
      <w:r>
        <w:t>8</w:t>
      </w:r>
      <w:r w:rsidR="00C75B4C" w:rsidRPr="00C75B4C">
        <w:t xml:space="preserve">. W przypadku negatywnej opinii </w:t>
      </w:r>
      <w:r w:rsidR="002D1465">
        <w:t>końcowej</w:t>
      </w:r>
      <w:r w:rsidR="00C75B4C">
        <w:t>, psycholog</w:t>
      </w:r>
      <w:r w:rsidR="00097F7F">
        <w:t>owi</w:t>
      </w:r>
      <w:r w:rsidR="00C75B4C">
        <w:t xml:space="preserve"> </w:t>
      </w:r>
      <w:r w:rsidR="00097F7F" w:rsidRPr="00B1523B">
        <w:t xml:space="preserve">służy odwołanie do </w:t>
      </w:r>
      <w:r w:rsidR="00457DAD">
        <w:t>r</w:t>
      </w:r>
      <w:r w:rsidR="00097F7F">
        <w:t>egionalnej</w:t>
      </w:r>
      <w:r w:rsidR="00097F7F" w:rsidRPr="00B1523B">
        <w:t xml:space="preserve"> </w:t>
      </w:r>
      <w:r w:rsidR="00457DAD">
        <w:t>r</w:t>
      </w:r>
      <w:r w:rsidR="00097F7F" w:rsidRPr="00B1523B">
        <w:t>ady</w:t>
      </w:r>
      <w:bookmarkStart w:id="61" w:name="_Hlk187927260"/>
      <w:r w:rsidR="00097F7F">
        <w:t>,</w:t>
      </w:r>
      <w:r w:rsidR="00097F7F" w:rsidRPr="00B1523B">
        <w:t xml:space="preserve"> </w:t>
      </w:r>
      <w:r w:rsidR="00E77EB8">
        <w:t xml:space="preserve">o której mowa w ust. 7, </w:t>
      </w:r>
      <w:bookmarkEnd w:id="61"/>
      <w:r w:rsidR="00097F7F" w:rsidRPr="00B1523B">
        <w:t xml:space="preserve">w terminie 14 dni od </w:t>
      </w:r>
      <w:r w:rsidR="006B5CA6">
        <w:t>dnia</w:t>
      </w:r>
      <w:r w:rsidR="006B5CA6" w:rsidRPr="00B1523B">
        <w:t xml:space="preserve"> </w:t>
      </w:r>
      <w:r w:rsidR="00D228C3">
        <w:t>doręczenia</w:t>
      </w:r>
      <w:r w:rsidR="00D228C3" w:rsidRPr="00B1523B">
        <w:t xml:space="preserve"> </w:t>
      </w:r>
      <w:r w:rsidR="00097F7F">
        <w:t>opinii</w:t>
      </w:r>
      <w:r w:rsidR="00097F7F" w:rsidRPr="00B1523B">
        <w:t>.</w:t>
      </w:r>
    </w:p>
    <w:p w14:paraId="5AF76C77" w14:textId="71F1D3BC" w:rsidR="00D97C6A" w:rsidRDefault="00116690" w:rsidP="00A41D9D">
      <w:pPr>
        <w:pStyle w:val="USTustnpkodeksu"/>
      </w:pPr>
      <w:r>
        <w:t>9</w:t>
      </w:r>
      <w:r w:rsidR="00097F7F" w:rsidRPr="00B1523B">
        <w:t xml:space="preserve">. </w:t>
      </w:r>
      <w:r w:rsidR="00097F7F">
        <w:t>Regionalna</w:t>
      </w:r>
      <w:r w:rsidR="00097F7F" w:rsidRPr="00B1523B">
        <w:t xml:space="preserve"> </w:t>
      </w:r>
      <w:r w:rsidR="00457DAD">
        <w:t>r</w:t>
      </w:r>
      <w:r w:rsidR="00097F7F" w:rsidRPr="00B1523B">
        <w:t xml:space="preserve">ada rozpatruje odwołanie w drodze uchwały, w terminie 30 dni od </w:t>
      </w:r>
      <w:r w:rsidR="00E77EB8">
        <w:t xml:space="preserve">dnia </w:t>
      </w:r>
      <w:r w:rsidR="00097F7F" w:rsidRPr="00B1523B">
        <w:t>jego doręczenia.</w:t>
      </w:r>
    </w:p>
    <w:p w14:paraId="545A8F57" w14:textId="741DB8E0" w:rsidR="00C75B4C" w:rsidRDefault="00116690" w:rsidP="00A41D9D">
      <w:pPr>
        <w:pStyle w:val="USTustnpkodeksu"/>
      </w:pPr>
      <w:r>
        <w:t>10</w:t>
      </w:r>
      <w:r w:rsidR="00D97C6A">
        <w:t xml:space="preserve">. </w:t>
      </w:r>
      <w:r w:rsidR="00097F7F">
        <w:t>Przepis art. 13 ust</w:t>
      </w:r>
      <w:r w:rsidR="005C2FF9">
        <w:t>.</w:t>
      </w:r>
      <w:r w:rsidR="00097F7F">
        <w:t xml:space="preserve"> 5 </w:t>
      </w:r>
      <w:r w:rsidR="00D97C6A">
        <w:t xml:space="preserve">i 6 </w:t>
      </w:r>
      <w:r w:rsidR="00097F7F">
        <w:t>stosuje się</w:t>
      </w:r>
      <w:r w:rsidR="00284C33">
        <w:t xml:space="preserve"> odpowiednio</w:t>
      </w:r>
      <w:r w:rsidR="00097F7F">
        <w:t>.</w:t>
      </w:r>
    </w:p>
    <w:p w14:paraId="334A5D37" w14:textId="09C16684" w:rsidR="00242D1F" w:rsidRDefault="00242D1F" w:rsidP="00A41D9D">
      <w:pPr>
        <w:pStyle w:val="USTustnpkodeksu"/>
      </w:pPr>
      <w:r>
        <w:t xml:space="preserve">11. </w:t>
      </w:r>
      <w:r w:rsidR="00FB0025" w:rsidRPr="00FB0025">
        <w:t xml:space="preserve">Opinia </w:t>
      </w:r>
      <w:r w:rsidR="00FB0025">
        <w:t>okresow</w:t>
      </w:r>
      <w:r w:rsidR="00FB0025" w:rsidRPr="00FB0025">
        <w:t>a zawiera</w:t>
      </w:r>
      <w:r w:rsidR="00FB0025">
        <w:t>:</w:t>
      </w:r>
    </w:p>
    <w:p w14:paraId="762C74A8" w14:textId="77777777" w:rsidR="00FB0025" w:rsidRDefault="00FB0025" w:rsidP="00FB0025">
      <w:pPr>
        <w:pStyle w:val="PKTpunkt"/>
      </w:pPr>
      <w:r>
        <w:t>1) imię i nazwisko opiekuna wydającego opinię wraz z numerem wpisu do Rejestru;</w:t>
      </w:r>
    </w:p>
    <w:p w14:paraId="22843D01" w14:textId="77777777" w:rsidR="00FB0025" w:rsidRDefault="00FB0025" w:rsidP="00FB0025">
      <w:pPr>
        <w:pStyle w:val="PKTpunkt"/>
      </w:pPr>
      <w:r>
        <w:t>2) imię i nazwisko psychologa współpracującego z opiekunem wraz z numerem wpisu do Rejestru;</w:t>
      </w:r>
    </w:p>
    <w:p w14:paraId="46251F76" w14:textId="77777777" w:rsidR="00FB0025" w:rsidRDefault="00FB0025" w:rsidP="00FB0025">
      <w:pPr>
        <w:pStyle w:val="PKTpunkt"/>
      </w:pPr>
      <w:r>
        <w:t>3) datę wydania opinii;</w:t>
      </w:r>
    </w:p>
    <w:p w14:paraId="1934D261" w14:textId="274B6EDB" w:rsidR="00FB0025" w:rsidRDefault="00FB0025" w:rsidP="00FB0025">
      <w:pPr>
        <w:pStyle w:val="PKTpunkt"/>
      </w:pPr>
      <w:r>
        <w:t>4) wskazanie liczby godzin współpracy z opiekunem</w:t>
      </w:r>
      <w:r w:rsidRPr="00FB0025">
        <w:t xml:space="preserve"> </w:t>
      </w:r>
      <w:r>
        <w:t>zrealizowanych według stanu na dzień wydania opinii;</w:t>
      </w:r>
    </w:p>
    <w:p w14:paraId="1B11802F" w14:textId="6821D9B2" w:rsidR="00FB0025" w:rsidRDefault="00FB0025" w:rsidP="00FB0025">
      <w:pPr>
        <w:pStyle w:val="PKTpunkt"/>
      </w:pPr>
      <w:r>
        <w:t>5) uzasadnienie zawierające ocenę rzetelności wykonywania zawodu psychologa;</w:t>
      </w:r>
    </w:p>
    <w:p w14:paraId="096F5063" w14:textId="59768AC5" w:rsidR="00FB0025" w:rsidRDefault="00FB0025" w:rsidP="00FB0025">
      <w:pPr>
        <w:pStyle w:val="PKTpunkt"/>
      </w:pPr>
      <w:r>
        <w:t>6) podpis opiekuna.</w:t>
      </w:r>
    </w:p>
    <w:p w14:paraId="62787939" w14:textId="6399A2EF" w:rsidR="00C75B4C" w:rsidRPr="00C75B4C" w:rsidRDefault="00C75B4C" w:rsidP="00C75B4C">
      <w:pPr>
        <w:pStyle w:val="ARTartustawynprozporzdzenia"/>
      </w:pPr>
      <w:r w:rsidRPr="00C75B4C">
        <w:rPr>
          <w:rStyle w:val="Ppogrubienie"/>
        </w:rPr>
        <w:t xml:space="preserve">Art. </w:t>
      </w:r>
      <w:r w:rsidR="000C7D69">
        <w:rPr>
          <w:rStyle w:val="Ppogrubienie"/>
        </w:rPr>
        <w:t>21</w:t>
      </w:r>
      <w:r w:rsidRPr="00C75B4C">
        <w:rPr>
          <w:rStyle w:val="Ppogrubienie"/>
        </w:rPr>
        <w:t>.</w:t>
      </w:r>
      <w:r w:rsidRPr="00C75B4C">
        <w:t xml:space="preserve"> Do zadań opiekuna należy w szczególności:</w:t>
      </w:r>
    </w:p>
    <w:p w14:paraId="42CF60AA" w14:textId="77777777" w:rsidR="00C75B4C" w:rsidRPr="00C75B4C" w:rsidRDefault="00C75B4C" w:rsidP="00C75B4C">
      <w:pPr>
        <w:pStyle w:val="PKTpunkt"/>
      </w:pPr>
      <w:r w:rsidRPr="00C75B4C">
        <w:t>1) doradztwo w zakresie ukierunkowania rozwoju zawodowego;</w:t>
      </w:r>
    </w:p>
    <w:p w14:paraId="28BC353F" w14:textId="1ABAB32F" w:rsidR="00C75B4C" w:rsidRPr="00C75B4C" w:rsidRDefault="00C75B4C" w:rsidP="00C75B4C">
      <w:pPr>
        <w:pStyle w:val="PKTpunkt"/>
      </w:pPr>
      <w:r w:rsidRPr="00C75B4C">
        <w:t xml:space="preserve">2) </w:t>
      </w:r>
      <w:r w:rsidR="00A71739">
        <w:t xml:space="preserve">kształtowanie pożądanych zachowań i wartości spójnych z istotą </w:t>
      </w:r>
      <w:r w:rsidR="00CC61EE">
        <w:t>wykonywanego zawodu psychologa</w:t>
      </w:r>
      <w:r w:rsidR="00A71739">
        <w:t xml:space="preserve"> oraz obowiązującymi przepisami;</w:t>
      </w:r>
    </w:p>
    <w:p w14:paraId="6EEFEE6C" w14:textId="15248202" w:rsidR="00AC2E36" w:rsidRPr="00AC2E36" w:rsidRDefault="00AC2E36" w:rsidP="00AC2E36">
      <w:pPr>
        <w:pStyle w:val="PKTpunkt"/>
      </w:pPr>
      <w:bookmarkStart w:id="62" w:name="_Hlk156906381"/>
      <w:r w:rsidRPr="00AC2E36">
        <w:t xml:space="preserve">3) </w:t>
      </w:r>
      <w:r w:rsidR="0035350F">
        <w:t xml:space="preserve">wsparcie </w:t>
      </w:r>
      <w:r w:rsidRPr="00AC2E36">
        <w:t xml:space="preserve">psychologa, w szczególności </w:t>
      </w:r>
      <w:r w:rsidR="00B8570E">
        <w:t xml:space="preserve">w zakresie </w:t>
      </w:r>
      <w:r w:rsidRPr="00AC2E36">
        <w:t xml:space="preserve">doboru metod diagnostycznych i </w:t>
      </w:r>
      <w:r w:rsidR="00E16388">
        <w:t xml:space="preserve">metod </w:t>
      </w:r>
      <w:r w:rsidRPr="00AC2E36">
        <w:t>pracy;</w:t>
      </w:r>
    </w:p>
    <w:p w14:paraId="4872516D" w14:textId="798F604A" w:rsidR="00097F7F" w:rsidRDefault="00AC2E36" w:rsidP="00760BBC">
      <w:pPr>
        <w:pStyle w:val="PKTpunkt"/>
        <w:rPr>
          <w:rStyle w:val="Ppogrubienie"/>
          <w:b w:val="0"/>
        </w:rPr>
      </w:pPr>
      <w:r w:rsidRPr="00AC2E36">
        <w:t>4) monitorowanie postępów</w:t>
      </w:r>
      <w:r w:rsidR="00C75B4C" w:rsidRPr="00AC2E36">
        <w:t xml:space="preserve"> w nabywaniu umiejętności zawodowych.</w:t>
      </w:r>
      <w:bookmarkStart w:id="63" w:name="mip37086545"/>
      <w:bookmarkStart w:id="64" w:name="mip37086546"/>
      <w:bookmarkStart w:id="65" w:name="mip37086547"/>
      <w:bookmarkEnd w:id="62"/>
      <w:bookmarkEnd w:id="63"/>
      <w:bookmarkEnd w:id="64"/>
      <w:bookmarkEnd w:id="65"/>
    </w:p>
    <w:p w14:paraId="2B24EF41" w14:textId="2BACE40A" w:rsidR="00727FAA" w:rsidRPr="00727FAA" w:rsidRDefault="00A24E01" w:rsidP="00B81626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22</w:t>
      </w:r>
      <w:r w:rsidR="00B1523B" w:rsidRPr="00022C23">
        <w:rPr>
          <w:rStyle w:val="Ppogrubienie"/>
        </w:rPr>
        <w:t>.</w:t>
      </w:r>
      <w:r w:rsidR="00B1523B" w:rsidRPr="00B1523B">
        <w:t xml:space="preserve"> 1. </w:t>
      </w:r>
      <w:r w:rsidR="00727FAA">
        <w:t>Od</w:t>
      </w:r>
      <w:r w:rsidR="00620BE7">
        <w:t xml:space="preserve"> dnia</w:t>
      </w:r>
      <w:r w:rsidR="00727FAA">
        <w:t xml:space="preserve"> wpisu </w:t>
      </w:r>
      <w:r w:rsidR="001741E1">
        <w:t>do Rejestru</w:t>
      </w:r>
      <w:r w:rsidR="001741E1" w:rsidRPr="00B04EFD">
        <w:t xml:space="preserve"> </w:t>
      </w:r>
      <w:r w:rsidR="00493936">
        <w:t>p</w:t>
      </w:r>
      <w:r w:rsidR="00727FAA" w:rsidRPr="00727FAA">
        <w:t xml:space="preserve">sycholog wykonuje zawód </w:t>
      </w:r>
      <w:bookmarkStart w:id="66" w:name="highlightHit_1"/>
      <w:bookmarkEnd w:id="66"/>
      <w:r w:rsidR="00727FAA" w:rsidRPr="00727FAA">
        <w:t>samodzielnie.</w:t>
      </w:r>
    </w:p>
    <w:p w14:paraId="42FB5792" w14:textId="56FA68E2" w:rsidR="00B1523B" w:rsidRPr="00B1523B" w:rsidRDefault="00727FAA" w:rsidP="00493936">
      <w:pPr>
        <w:pStyle w:val="USTustnpkodeksu"/>
      </w:pPr>
      <w:r>
        <w:t xml:space="preserve">2. </w:t>
      </w:r>
      <w:r w:rsidR="00B1523B" w:rsidRPr="00B1523B">
        <w:t>Psycholog wykonuje zawód zgodnie z aktualnym stanem wiedzy psychologicznej</w:t>
      </w:r>
      <w:r w:rsidR="00CD0989">
        <w:t>,</w:t>
      </w:r>
      <w:r w:rsidR="00B1523B" w:rsidRPr="00B1523B">
        <w:t xml:space="preserve"> z należytą starannością oraz z zasadami etyki zawodowej określonymi w</w:t>
      </w:r>
      <w:r w:rsidR="00F438EF">
        <w:t xml:space="preserve"> </w:t>
      </w:r>
      <w:r w:rsidR="00B1523B" w:rsidRPr="00B1523B">
        <w:t xml:space="preserve">Kodeksie Etyki Zawodowej, </w:t>
      </w:r>
      <w:r w:rsidR="00CD0989">
        <w:t xml:space="preserve">a także </w:t>
      </w:r>
      <w:r w:rsidR="00B1523B" w:rsidRPr="00B1523B">
        <w:t xml:space="preserve">z poszanowaniem prywatności i godności osobistej </w:t>
      </w:r>
      <w:r w:rsidR="0020046C">
        <w:t xml:space="preserve">odbiorców świadczeń </w:t>
      </w:r>
      <w:r w:rsidR="0020046C">
        <w:lastRenderedPageBreak/>
        <w:t>psychologicznych</w:t>
      </w:r>
      <w:r w:rsidR="00F438EF">
        <w:t xml:space="preserve"> oraz osób trzecich</w:t>
      </w:r>
      <w:r w:rsidR="00B1523B" w:rsidRPr="00B1523B">
        <w:t>.</w:t>
      </w:r>
      <w:r w:rsidR="00886149">
        <w:t xml:space="preserve"> Psycholog jest obowiązany do ochrony danych osobowych uzyskanych w związku z wykonywaniem zawodu.</w:t>
      </w:r>
    </w:p>
    <w:p w14:paraId="2E0E8982" w14:textId="0778E16D" w:rsidR="00441B9D" w:rsidRPr="00441B9D" w:rsidRDefault="00A24E01" w:rsidP="00441B9D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23</w:t>
      </w:r>
      <w:r w:rsidR="00441B9D" w:rsidRPr="00441B9D">
        <w:rPr>
          <w:rStyle w:val="Ppogrubienie"/>
        </w:rPr>
        <w:t>.</w:t>
      </w:r>
      <w:r w:rsidR="00441B9D" w:rsidRPr="00441B9D">
        <w:t xml:space="preserve"> 1. Wykonywanie zawodu psychologa polega na udzielaniu świadczeń psychologicznych.</w:t>
      </w:r>
    </w:p>
    <w:p w14:paraId="7EBDFCC4" w14:textId="2761446E" w:rsidR="00441B9D" w:rsidRPr="00441B9D" w:rsidRDefault="00441B9D" w:rsidP="00441B9D">
      <w:pPr>
        <w:pStyle w:val="USTustnpkodeksu"/>
      </w:pPr>
      <w:r w:rsidRPr="00441B9D">
        <w:t>2. Świadczeniami psychologicznymi są</w:t>
      </w:r>
      <w:r w:rsidR="00C57A7E">
        <w:t xml:space="preserve"> </w:t>
      </w:r>
      <w:r w:rsidR="007E1730">
        <w:t xml:space="preserve">następujące </w:t>
      </w:r>
      <w:r w:rsidR="00C57A7E">
        <w:t>działania</w:t>
      </w:r>
      <w:r w:rsidR="007E1730">
        <w:t>:</w:t>
      </w:r>
    </w:p>
    <w:p w14:paraId="62DBF400" w14:textId="5803FA80" w:rsidR="003F61CC" w:rsidRPr="00E77EB8" w:rsidRDefault="00441B9D" w:rsidP="00E77EB8">
      <w:pPr>
        <w:pStyle w:val="PKTpunkt"/>
      </w:pPr>
      <w:r w:rsidRPr="00E77EB8">
        <w:t>1)</w:t>
      </w:r>
      <w:r w:rsidR="00E77EB8">
        <w:t xml:space="preserve"> </w:t>
      </w:r>
      <w:r w:rsidR="003F61CC" w:rsidRPr="00E77EB8">
        <w:t>diagnoz</w:t>
      </w:r>
      <w:r w:rsidR="007E1730" w:rsidRPr="00E77EB8">
        <w:t>a</w:t>
      </w:r>
      <w:r w:rsidR="003F61CC" w:rsidRPr="00E77EB8">
        <w:t xml:space="preserve"> psychologiczn</w:t>
      </w:r>
      <w:r w:rsidR="007E1730" w:rsidRPr="00E77EB8">
        <w:t>a</w:t>
      </w:r>
      <w:r w:rsidR="003F61CC" w:rsidRPr="00E77EB8">
        <w:t>, polegając</w:t>
      </w:r>
      <w:r w:rsidR="007E1730" w:rsidRPr="00E77EB8">
        <w:t>a</w:t>
      </w:r>
      <w:r w:rsidR="003F61CC" w:rsidRPr="00E77EB8">
        <w:t xml:space="preserve"> na rozpoznawaniu za pomocą metod psychologicznych</w:t>
      </w:r>
      <w:r w:rsidR="006E1785" w:rsidRPr="00E77EB8">
        <w:t>,</w:t>
      </w:r>
      <w:r w:rsidR="003F61CC" w:rsidRPr="00E77EB8">
        <w:t xml:space="preserve"> opartych na dowodach naukowych</w:t>
      </w:r>
      <w:r w:rsidR="006E1785" w:rsidRPr="00E77EB8">
        <w:t>,</w:t>
      </w:r>
      <w:r w:rsidR="003F61CC" w:rsidRPr="00E77EB8">
        <w:t xml:space="preserve"> właściwości funkcjonowania psychologicznego odbiorcy świadczeń psychologicznych oraz jego psychologicznych przyczyn i skutków;</w:t>
      </w:r>
    </w:p>
    <w:p w14:paraId="55FC8130" w14:textId="1A427C48" w:rsidR="003F61CC" w:rsidRPr="003F61CC" w:rsidRDefault="003F61CC" w:rsidP="003F61CC">
      <w:pPr>
        <w:pStyle w:val="PKTpunkt"/>
      </w:pPr>
      <w:r w:rsidRPr="003F61CC">
        <w:t>2) opiniowani</w:t>
      </w:r>
      <w:r w:rsidR="006D5AFE">
        <w:t>e</w:t>
      </w:r>
      <w:r w:rsidRPr="003F61CC">
        <w:t xml:space="preserve"> psychologiczn</w:t>
      </w:r>
      <w:r w:rsidR="006D5AFE">
        <w:t>e,</w:t>
      </w:r>
      <w:r w:rsidRPr="003F61CC">
        <w:t xml:space="preserve"> polegając</w:t>
      </w:r>
      <w:r w:rsidR="006D5AFE">
        <w:t>e</w:t>
      </w:r>
      <w:r w:rsidRPr="003F61CC">
        <w:t xml:space="preserve"> na opisie aktualnego</w:t>
      </w:r>
      <w:r>
        <w:t xml:space="preserve"> </w:t>
      </w:r>
      <w:r w:rsidRPr="003F61CC">
        <w:t xml:space="preserve">funkcjonowania psychologicznego odbiorcy </w:t>
      </w:r>
      <w:r>
        <w:t>świadczeń</w:t>
      </w:r>
      <w:r w:rsidRPr="003F61CC">
        <w:t xml:space="preserve"> psychologicznych,</w:t>
      </w:r>
      <w:r>
        <w:t xml:space="preserve"> </w:t>
      </w:r>
      <w:r w:rsidRPr="003F61CC">
        <w:t>sporządzon</w:t>
      </w:r>
      <w:r w:rsidR="00B5774B">
        <w:t>ym</w:t>
      </w:r>
      <w:r w:rsidRPr="003F61CC">
        <w:t xml:space="preserve"> na piśmie na podstawie przeprowadzonego badania</w:t>
      </w:r>
      <w:r>
        <w:t xml:space="preserve"> </w:t>
      </w:r>
      <w:r w:rsidRPr="003F61CC">
        <w:t>psychologicznego;</w:t>
      </w:r>
    </w:p>
    <w:p w14:paraId="50536346" w14:textId="4747D128" w:rsidR="003F61CC" w:rsidRPr="003F61CC" w:rsidRDefault="003F61CC" w:rsidP="00CC456C">
      <w:pPr>
        <w:pStyle w:val="PKTpunkt"/>
      </w:pPr>
      <w:r w:rsidRPr="003F61CC">
        <w:t>3)</w:t>
      </w:r>
      <w:r w:rsidR="00E77EB8">
        <w:t xml:space="preserve"> </w:t>
      </w:r>
      <w:r w:rsidRPr="003F61CC">
        <w:t>orzekani</w:t>
      </w:r>
      <w:r w:rsidR="006D5AFE">
        <w:t>e</w:t>
      </w:r>
      <w:r w:rsidRPr="003F61CC">
        <w:t xml:space="preserve"> </w:t>
      </w:r>
      <w:r w:rsidRPr="00267E7E">
        <w:t>psychologiczn</w:t>
      </w:r>
      <w:r w:rsidR="006D5AFE" w:rsidRPr="00267E7E">
        <w:t>e</w:t>
      </w:r>
      <w:r w:rsidR="006D5AFE">
        <w:t>,</w:t>
      </w:r>
      <w:r w:rsidRPr="003F61CC">
        <w:t xml:space="preserve"> polegające na formułowaniu na piśmie</w:t>
      </w:r>
      <w:r>
        <w:t xml:space="preserve"> </w:t>
      </w:r>
      <w:r w:rsidRPr="003F61CC">
        <w:t>diagnozy psychologicznej o aktualnym funkcjonowaniu odbiorcy</w:t>
      </w:r>
      <w:r>
        <w:t xml:space="preserve"> świadczeń</w:t>
      </w:r>
      <w:r w:rsidRPr="003F61CC">
        <w:t xml:space="preserve"> psychologicznych na podstawie przepisów odrębnych;</w:t>
      </w:r>
    </w:p>
    <w:p w14:paraId="21228FC9" w14:textId="77777777" w:rsidR="00090597" w:rsidRDefault="003F61CC" w:rsidP="00267E7E">
      <w:pPr>
        <w:pStyle w:val="PKTpunkt"/>
      </w:pPr>
      <w:r w:rsidRPr="003F61CC">
        <w:t>4) udzielani</w:t>
      </w:r>
      <w:r w:rsidR="006D5AFE">
        <w:t>e</w:t>
      </w:r>
      <w:r w:rsidRPr="003F61CC">
        <w:t xml:space="preserve"> pomocy psychologicznej</w:t>
      </w:r>
      <w:r w:rsidR="006D5AFE">
        <w:t>,</w:t>
      </w:r>
      <w:r w:rsidRPr="003F61CC">
        <w:t xml:space="preserve"> polegającej na stosowaniu form</w:t>
      </w:r>
      <w:r>
        <w:t xml:space="preserve"> </w:t>
      </w:r>
      <w:r w:rsidRPr="003F61CC">
        <w:t>oddziaływania psychologicznego ukierunkowanych na rozwój, podnoszenie jakości</w:t>
      </w:r>
      <w:r>
        <w:t xml:space="preserve"> </w:t>
      </w:r>
      <w:r w:rsidRPr="003F61CC">
        <w:t>życia, profilaktykę, zachowanie i przywracanie zdrowia psychicznego, zapobieganie,</w:t>
      </w:r>
      <w:r>
        <w:t xml:space="preserve"> </w:t>
      </w:r>
      <w:r w:rsidRPr="003F61CC">
        <w:t>zmniejszanie i usuwanie nieprawidłowości dotyczących zdrowia psychicznego</w:t>
      </w:r>
      <w:r>
        <w:t xml:space="preserve"> </w:t>
      </w:r>
      <w:r w:rsidRPr="003F61CC">
        <w:t xml:space="preserve">odbiorcy </w:t>
      </w:r>
      <w:r>
        <w:t>świadczeń</w:t>
      </w:r>
      <w:r w:rsidRPr="003F61CC">
        <w:t xml:space="preserve"> psychologicznych oraz wsparcie w sytuacji</w:t>
      </w:r>
      <w:r>
        <w:t xml:space="preserve"> </w:t>
      </w:r>
      <w:r w:rsidRPr="003F61CC">
        <w:t>doświadczenia kryzysu, traumy lub stresu</w:t>
      </w:r>
      <w:r w:rsidR="00090597">
        <w:t>;</w:t>
      </w:r>
    </w:p>
    <w:p w14:paraId="30E08B61" w14:textId="44E28F77" w:rsidR="00276599" w:rsidRDefault="00090597" w:rsidP="00267E7E">
      <w:pPr>
        <w:pStyle w:val="PKTpunkt"/>
      </w:pPr>
      <w:r>
        <w:t xml:space="preserve">5) prowadzenie </w:t>
      </w:r>
      <w:r w:rsidR="008333E0">
        <w:t xml:space="preserve">psychoterapii </w:t>
      </w:r>
      <w:r>
        <w:t>przez psychologa</w:t>
      </w:r>
      <w:r w:rsidR="008333E0">
        <w:t xml:space="preserve"> w przypadku nabycia</w:t>
      </w:r>
      <w:r w:rsidR="008333E0" w:rsidRPr="008333E0">
        <w:t xml:space="preserve"> </w:t>
      </w:r>
      <w:r w:rsidR="008333E0">
        <w:t xml:space="preserve">przez niego </w:t>
      </w:r>
      <w:r w:rsidR="008333E0" w:rsidRPr="008333E0">
        <w:t>uprawnie</w:t>
      </w:r>
      <w:r w:rsidR="008333E0">
        <w:t>ń</w:t>
      </w:r>
      <w:r w:rsidR="008333E0" w:rsidRPr="008333E0">
        <w:t xml:space="preserve"> psychoterapeuty na podstawie odrębnych przepisów</w:t>
      </w:r>
      <w:r w:rsidR="003F61CC" w:rsidRPr="003F61CC">
        <w:t>.</w:t>
      </w:r>
    </w:p>
    <w:p w14:paraId="66EB8D56" w14:textId="1D5C9989" w:rsidR="00932C45" w:rsidRPr="00133F17" w:rsidRDefault="00133F17" w:rsidP="00267E7E">
      <w:pPr>
        <w:pStyle w:val="USTustnpkodeksu"/>
      </w:pPr>
      <w:r>
        <w:t>3</w:t>
      </w:r>
      <w:r w:rsidRPr="00133F17">
        <w:t>.</w:t>
      </w:r>
      <w:bookmarkStart w:id="67" w:name="_Hlk101349224"/>
      <w:r w:rsidR="007C7B6E">
        <w:t xml:space="preserve"> </w:t>
      </w:r>
      <w:r w:rsidR="00090597">
        <w:t>Świadczenie psychologiczne, o którym mowa w ust. 2 pkt 5</w:t>
      </w:r>
      <w:r w:rsidR="00E14C94">
        <w:t>,</w:t>
      </w:r>
      <w:r w:rsidR="00090597">
        <w:t xml:space="preserve"> </w:t>
      </w:r>
      <w:r w:rsidR="002929AA">
        <w:t>nie ogranicza prawa do prowadzenia psychoterapii osobom</w:t>
      </w:r>
      <w:r w:rsidR="00CA6530">
        <w:t xml:space="preserve">, </w:t>
      </w:r>
      <w:bookmarkStart w:id="68" w:name="_Hlk188871783"/>
      <w:r w:rsidR="00CA6530">
        <w:t xml:space="preserve">które nabyły na podstawie odrębnych przepisów </w:t>
      </w:r>
      <w:r w:rsidR="002929AA">
        <w:t>uprawnienia psychoterapeuty</w:t>
      </w:r>
      <w:bookmarkEnd w:id="68"/>
      <w:r w:rsidR="00CA6530">
        <w:t xml:space="preserve"> i</w:t>
      </w:r>
      <w:r w:rsidR="00E77EB8">
        <w:t xml:space="preserve"> </w:t>
      </w:r>
      <w:r w:rsidR="002929AA">
        <w:t>nie</w:t>
      </w:r>
      <w:r w:rsidR="00CA6530">
        <w:t xml:space="preserve"> posiadają</w:t>
      </w:r>
      <w:r w:rsidR="002929AA">
        <w:t xml:space="preserve"> prawa do wykonywania zawodu psychologa</w:t>
      </w:r>
      <w:r w:rsidR="00A96476" w:rsidRPr="00441B9D">
        <w:t>.</w:t>
      </w:r>
    </w:p>
    <w:p w14:paraId="3226FDD6" w14:textId="75F18CD3" w:rsidR="00441B9D" w:rsidRPr="00441B9D" w:rsidRDefault="00A24E01" w:rsidP="00D16CF3">
      <w:pPr>
        <w:pStyle w:val="ARTartustawynprozporzdzenia"/>
      </w:pPr>
      <w:bookmarkStart w:id="69" w:name="_Hlk188264354"/>
      <w:bookmarkEnd w:id="67"/>
      <w:r>
        <w:rPr>
          <w:rStyle w:val="Ppogrubienie"/>
        </w:rPr>
        <w:t xml:space="preserve">Art. </w:t>
      </w:r>
      <w:r w:rsidR="000C7D69">
        <w:rPr>
          <w:rStyle w:val="Ppogrubienie"/>
        </w:rPr>
        <w:t>24</w:t>
      </w:r>
      <w:r w:rsidR="00441B9D" w:rsidRPr="00441B9D">
        <w:rPr>
          <w:rStyle w:val="Ppogrubienie"/>
        </w:rPr>
        <w:t>.</w:t>
      </w:r>
      <w:r w:rsidR="00441B9D" w:rsidRPr="00441B9D">
        <w:t xml:space="preserve"> Za wykonywanie zawodu psychologa uważa się </w:t>
      </w:r>
      <w:r w:rsidR="00EB3A35">
        <w:t>również:</w:t>
      </w:r>
    </w:p>
    <w:p w14:paraId="1CE4D0D6" w14:textId="07A9B04C" w:rsidR="00441B9D" w:rsidRPr="00441B9D" w:rsidRDefault="00EB3A35" w:rsidP="002929AA">
      <w:pPr>
        <w:pStyle w:val="PKTpunkt"/>
      </w:pPr>
      <w:r>
        <w:t xml:space="preserve">1) </w:t>
      </w:r>
      <w:r w:rsidRPr="00441B9D">
        <w:t xml:space="preserve">prowadzenie </w:t>
      </w:r>
      <w:r>
        <w:t xml:space="preserve">przez psychologa </w:t>
      </w:r>
      <w:r w:rsidR="00441B9D" w:rsidRPr="00441B9D">
        <w:t xml:space="preserve">badań naukowych i prac rozwojowych w </w:t>
      </w:r>
      <w:r w:rsidR="003C4356">
        <w:t>zakresie</w:t>
      </w:r>
      <w:r w:rsidR="003C4356" w:rsidRPr="00441B9D">
        <w:t xml:space="preserve"> </w:t>
      </w:r>
      <w:r w:rsidR="00441B9D" w:rsidRPr="00441B9D">
        <w:t>psychologii;</w:t>
      </w:r>
    </w:p>
    <w:p w14:paraId="2E30B91C" w14:textId="649AC013" w:rsidR="0076435F" w:rsidRDefault="00EB3A35" w:rsidP="002929AA">
      <w:pPr>
        <w:pStyle w:val="PKTpunkt"/>
      </w:pPr>
      <w:r>
        <w:t xml:space="preserve">2) </w:t>
      </w:r>
      <w:r w:rsidRPr="00441B9D">
        <w:t xml:space="preserve">prowadzenie </w:t>
      </w:r>
      <w:r>
        <w:t xml:space="preserve">przez psychologa </w:t>
      </w:r>
      <w:r w:rsidR="00CD04B7">
        <w:t>działalności dydaktycznej w zakresie</w:t>
      </w:r>
      <w:r w:rsidR="00CD04B7" w:rsidRPr="00441B9D">
        <w:t xml:space="preserve"> </w:t>
      </w:r>
      <w:r w:rsidR="00441B9D" w:rsidRPr="00441B9D">
        <w:t>psychologii</w:t>
      </w:r>
      <w:r w:rsidR="0076435F">
        <w:t>;</w:t>
      </w:r>
    </w:p>
    <w:p w14:paraId="58C22D8C" w14:textId="7A507388" w:rsidR="00E615E4" w:rsidRDefault="00EB3A35" w:rsidP="002929AA">
      <w:pPr>
        <w:pStyle w:val="PKTpunkt"/>
      </w:pPr>
      <w:r>
        <w:t xml:space="preserve">3) </w:t>
      </w:r>
      <w:r w:rsidRPr="00441B9D">
        <w:t>prowadzenie</w:t>
      </w:r>
      <w:r>
        <w:t xml:space="preserve"> przez psychologa</w:t>
      </w:r>
      <w:r w:rsidRPr="00441B9D">
        <w:t xml:space="preserve"> </w:t>
      </w:r>
      <w:r w:rsidR="00E615E4">
        <w:t>działalności w zakresie</w:t>
      </w:r>
      <w:r w:rsidR="00E615E4" w:rsidRPr="008873BF">
        <w:t xml:space="preserve"> doskonalenia zawodowego</w:t>
      </w:r>
      <w:r w:rsidR="00E615E4">
        <w:t xml:space="preserve"> psychologów;</w:t>
      </w:r>
    </w:p>
    <w:p w14:paraId="64DEF922" w14:textId="41CE1CED" w:rsidR="00E615E4" w:rsidRDefault="00EB3A35" w:rsidP="002929AA">
      <w:pPr>
        <w:pStyle w:val="PKTpunkt"/>
      </w:pPr>
      <w:r>
        <w:t xml:space="preserve">4) </w:t>
      </w:r>
      <w:r w:rsidRPr="00EB3A35">
        <w:t xml:space="preserve">kierowanie </w:t>
      </w:r>
      <w:r>
        <w:t xml:space="preserve">przez psychologa </w:t>
      </w:r>
      <w:r w:rsidRPr="00EB3A35">
        <w:t xml:space="preserve">pracą zawodową osób wykonujących zawód </w:t>
      </w:r>
      <w:r>
        <w:t>psychologa</w:t>
      </w:r>
      <w:r w:rsidR="00E615E4">
        <w:t>;</w:t>
      </w:r>
    </w:p>
    <w:p w14:paraId="50CE7B4A" w14:textId="19A6C02A" w:rsidR="00E615E4" w:rsidRDefault="00EB3A35" w:rsidP="002929AA">
      <w:pPr>
        <w:pStyle w:val="PKTpunkt"/>
      </w:pPr>
      <w:r>
        <w:lastRenderedPageBreak/>
        <w:t xml:space="preserve">5) </w:t>
      </w:r>
      <w:r w:rsidR="00E615E4" w:rsidRPr="00E615E4">
        <w:t xml:space="preserve">sprawowanie funkcji z wyboru w organach samorządu </w:t>
      </w:r>
      <w:r w:rsidR="0021106F">
        <w:t>psychologów</w:t>
      </w:r>
      <w:r w:rsidR="00E615E4" w:rsidRPr="00E615E4">
        <w:t xml:space="preserve"> lub wykonywanie pracy na rzecz tego samorządu w zakresie realizacji jego zadań</w:t>
      </w:r>
      <w:r w:rsidR="00E615E4">
        <w:t>.</w:t>
      </w:r>
    </w:p>
    <w:bookmarkEnd w:id="69"/>
    <w:p w14:paraId="70DBC854" w14:textId="52122665" w:rsidR="00B1523B" w:rsidRPr="00B1523B" w:rsidRDefault="00A24E01" w:rsidP="00E615E4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25</w:t>
      </w:r>
      <w:r w:rsidR="00B1523B" w:rsidRPr="00022C23">
        <w:rPr>
          <w:rStyle w:val="Ppogrubienie"/>
        </w:rPr>
        <w:t>.</w:t>
      </w:r>
      <w:r w:rsidR="00B1523B" w:rsidRPr="00B1523B">
        <w:t xml:space="preserve"> 1. Podjęcie i wykonywanie świadczeń psychologicznych następuje za zgodą </w:t>
      </w:r>
      <w:r w:rsidR="0020046C">
        <w:t>odbiorcy świadczeń psychologicznych</w:t>
      </w:r>
      <w:r w:rsidR="00B1523B" w:rsidRPr="00B1523B">
        <w:t xml:space="preserve">, po uprzednim poinformowaniu </w:t>
      </w:r>
      <w:r w:rsidR="0020046C">
        <w:t>odbiorcy świadczeń psychologicznych</w:t>
      </w:r>
      <w:r w:rsidR="00CA3275">
        <w:t xml:space="preserve"> o jego prawach</w:t>
      </w:r>
      <w:r w:rsidR="00451784">
        <w:t xml:space="preserve"> </w:t>
      </w:r>
      <w:r w:rsidR="00CA69F5">
        <w:t xml:space="preserve">określonych w ustawie </w:t>
      </w:r>
      <w:r w:rsidR="00451784">
        <w:t>oraz</w:t>
      </w:r>
      <w:r w:rsidR="00B1523B" w:rsidRPr="00B1523B">
        <w:t xml:space="preserve"> celu i zakresie planowanych świadczeń psychologicznych.</w:t>
      </w:r>
    </w:p>
    <w:p w14:paraId="7A0D1ACE" w14:textId="2739057C" w:rsidR="00CA6530" w:rsidRDefault="00B1523B" w:rsidP="00B1523B">
      <w:pPr>
        <w:pStyle w:val="USTustnpkodeksu"/>
      </w:pPr>
      <w:r w:rsidRPr="00B1523B">
        <w:t xml:space="preserve">2. </w:t>
      </w:r>
      <w:r w:rsidR="001E7130">
        <w:t>Jeżeli przepisy odrębne nie stanowią inaczej</w:t>
      </w:r>
      <w:r w:rsidR="00DC5578">
        <w:t>,</w:t>
      </w:r>
      <w:r w:rsidR="001E7130">
        <w:t xml:space="preserve"> w</w:t>
      </w:r>
      <w:r w:rsidRPr="00B1523B">
        <w:t xml:space="preserve"> przypadku gdy </w:t>
      </w:r>
      <w:r w:rsidR="0020046C">
        <w:t>odbiorc</w:t>
      </w:r>
      <w:r w:rsidR="00AF45DF">
        <w:t>ą</w:t>
      </w:r>
      <w:r w:rsidR="0020046C">
        <w:t xml:space="preserve"> świadczeń psychologicznych</w:t>
      </w:r>
      <w:r w:rsidRPr="00B1523B">
        <w:t xml:space="preserve"> jest </w:t>
      </w:r>
      <w:r w:rsidR="00FA087B">
        <w:t>małoletni</w:t>
      </w:r>
      <w:r w:rsidRPr="00B1523B">
        <w:t xml:space="preserve"> lub </w:t>
      </w:r>
      <w:r w:rsidR="00D903B5">
        <w:t xml:space="preserve">osoba </w:t>
      </w:r>
      <w:r w:rsidRPr="00B1523B">
        <w:t>ubezwłasnowolnion</w:t>
      </w:r>
      <w:r w:rsidR="00D903B5">
        <w:t>a</w:t>
      </w:r>
      <w:r w:rsidRPr="00B1523B">
        <w:t>, zgodę wyraża jego przedstawiciel ustawowy</w:t>
      </w:r>
      <w:r w:rsidR="00211689">
        <w:t xml:space="preserve">, a w </w:t>
      </w:r>
      <w:r w:rsidR="00C83230">
        <w:t xml:space="preserve">sytuacji </w:t>
      </w:r>
      <w:r w:rsidR="00211689">
        <w:t xml:space="preserve">braku </w:t>
      </w:r>
      <w:r w:rsidR="00B5774B">
        <w:t xml:space="preserve">przedstawiciela ustawowego </w:t>
      </w:r>
      <w:r w:rsidR="00211689">
        <w:t>opiekun faktyczny</w:t>
      </w:r>
      <w:r w:rsidR="00753A29">
        <w:t xml:space="preserve">, </w:t>
      </w:r>
      <w:r w:rsidR="00211689">
        <w:t xml:space="preserve">o którym mowa w art. 3 ust. 1 pkt 1 ustawy z dnia 6 listopada 2008 r. o prawach pacjenta </w:t>
      </w:r>
      <w:r w:rsidR="00E1468B">
        <w:br/>
      </w:r>
      <w:r w:rsidR="00211689">
        <w:t xml:space="preserve">i Rzeczniku Praw Pacjenta (Dz. U. z 2024 r. poz. 581), </w:t>
      </w:r>
      <w:r w:rsidR="00753A29">
        <w:t xml:space="preserve">po otrzymaniu informacji o </w:t>
      </w:r>
      <w:r w:rsidR="00CC3A21">
        <w:t xml:space="preserve">prawach </w:t>
      </w:r>
      <w:r w:rsidR="0020046C">
        <w:t>odbiorcy świadczeń psychologicznych</w:t>
      </w:r>
      <w:r w:rsidR="00451784">
        <w:t xml:space="preserve"> </w:t>
      </w:r>
      <w:r w:rsidR="00C00FAA" w:rsidRPr="00C00FAA">
        <w:t xml:space="preserve">określonych w ustawie </w:t>
      </w:r>
      <w:r w:rsidR="00451784">
        <w:t>oraz</w:t>
      </w:r>
      <w:r w:rsidR="00CC3A21">
        <w:t xml:space="preserve"> </w:t>
      </w:r>
      <w:r w:rsidR="00753A29">
        <w:t>celu i zakresie planowanych świadczeń psychologicznych</w:t>
      </w:r>
      <w:r w:rsidR="00753A29" w:rsidRPr="00B1523B">
        <w:t>.</w:t>
      </w:r>
    </w:p>
    <w:p w14:paraId="59D2C6DD" w14:textId="12D061AB" w:rsidR="004946A3" w:rsidRDefault="00B1523B" w:rsidP="00B1523B">
      <w:pPr>
        <w:pStyle w:val="USTustnpkodeksu"/>
      </w:pPr>
      <w:r w:rsidRPr="00B1523B">
        <w:t xml:space="preserve">3. </w:t>
      </w:r>
      <w:r w:rsidR="004946A3" w:rsidRPr="004946A3">
        <w:t xml:space="preserve">Jeżeli odbiorca świadczeń psychologicznych ukończył 16 lat, </w:t>
      </w:r>
      <w:r w:rsidR="00ED7A4D">
        <w:t xml:space="preserve">dla podjęcia </w:t>
      </w:r>
      <w:r w:rsidR="00E1468B">
        <w:br/>
      </w:r>
      <w:r w:rsidR="00ED7A4D">
        <w:t xml:space="preserve">i wykonywania świadczeń psychologicznych </w:t>
      </w:r>
      <w:r w:rsidR="004946A3" w:rsidRPr="004946A3">
        <w:t>wymagana jest także jego zgoda</w:t>
      </w:r>
      <w:r w:rsidR="001B4561">
        <w:t xml:space="preserve">, </w:t>
      </w:r>
      <w:r w:rsidR="001B4561" w:rsidRPr="00B1523B">
        <w:t xml:space="preserve">po uprzednim </w:t>
      </w:r>
      <w:r w:rsidR="001B4561">
        <w:t>udzieleniu informacji o jego prawach określonych w ustawie oraz</w:t>
      </w:r>
      <w:r w:rsidR="001B4561" w:rsidRPr="00B1523B">
        <w:t xml:space="preserve"> celu i zakresie planowanych świadczeń psychologicznych</w:t>
      </w:r>
      <w:r w:rsidR="001B4561">
        <w:t>.</w:t>
      </w:r>
    </w:p>
    <w:p w14:paraId="61FBC4C7" w14:textId="3E575C42" w:rsidR="004946A3" w:rsidRDefault="004946A3" w:rsidP="00B1523B">
      <w:pPr>
        <w:pStyle w:val="USTustnpkodeksu"/>
      </w:pPr>
      <w:r>
        <w:t xml:space="preserve">4. </w:t>
      </w:r>
      <w:r w:rsidR="001A245B" w:rsidRPr="004946A3">
        <w:t xml:space="preserve">Jeżeli osoba ubezwłasnowolniona jest w stanie z rozeznaniem wypowiedzieć opinię w sprawie skorzystania ze świadczeń psychologicznych, </w:t>
      </w:r>
      <w:r w:rsidR="001A245B">
        <w:t>wymagana jest także zgoda</w:t>
      </w:r>
      <w:r w:rsidR="001A245B" w:rsidRPr="004946A3">
        <w:t xml:space="preserve"> tej osoby.</w:t>
      </w:r>
      <w:r w:rsidR="001A245B">
        <w:t xml:space="preserve"> Przepis ust. 1 w zakresie udzielenia informacji o prawach odbiorcy świadczeń psychologicznych określonych w ustawie oraz</w:t>
      </w:r>
      <w:r w:rsidR="001A245B" w:rsidRPr="00B1523B">
        <w:t xml:space="preserve"> celu i zakresie planowanych świadczeń psychologicznych</w:t>
      </w:r>
      <w:r w:rsidR="001A245B">
        <w:t xml:space="preserve"> stosuje się odpowiednio</w:t>
      </w:r>
      <w:r w:rsidR="00830A5E" w:rsidRPr="00830A5E">
        <w:t>.</w:t>
      </w:r>
    </w:p>
    <w:p w14:paraId="39952467" w14:textId="3A2D308E" w:rsidR="004946A3" w:rsidRDefault="004946A3" w:rsidP="00B1523B">
      <w:pPr>
        <w:pStyle w:val="USTustnpkodeksu"/>
      </w:pPr>
      <w:r>
        <w:t xml:space="preserve">5. </w:t>
      </w:r>
      <w:r w:rsidR="001A245B" w:rsidRPr="001A245B">
        <w:t xml:space="preserve">W przypadku sprzecznych oświadczeń odbiorcy świadczeń psychologicznych, o którym mowa w ust. 3 i </w:t>
      </w:r>
      <w:r w:rsidR="001A245B">
        <w:t>4</w:t>
      </w:r>
      <w:r w:rsidR="001A245B" w:rsidRPr="001A245B">
        <w:t>, i jego przedstawiciela ustawowego, zgodę na podjęcie i wykonywanie świadczeń psychologicznych wyraża sąd opiekuńczy właściwy ze względu na miejsce zamieszkania odbiorcy świadczeń psychologicznych</w:t>
      </w:r>
      <w:r w:rsidR="001B4561">
        <w:t>.</w:t>
      </w:r>
    </w:p>
    <w:p w14:paraId="28C24ADF" w14:textId="288D4F14" w:rsidR="00CA3275" w:rsidRDefault="004946A3" w:rsidP="00B1523B">
      <w:pPr>
        <w:pStyle w:val="USTustnpkodeksu"/>
      </w:pPr>
      <w:r>
        <w:t xml:space="preserve">6. </w:t>
      </w:r>
      <w:r w:rsidR="001A245B" w:rsidRPr="004946A3">
        <w:t>Jeżeli odbiorca świadczeń psychologicznych nie ukończył 16 lat</w:t>
      </w:r>
      <w:r w:rsidR="001A245B">
        <w:t xml:space="preserve"> i </w:t>
      </w:r>
      <w:r w:rsidR="001A245B" w:rsidRPr="004946A3">
        <w:t xml:space="preserve">jest w stanie </w:t>
      </w:r>
      <w:r w:rsidR="001A245B">
        <w:br/>
      </w:r>
      <w:r w:rsidR="001A245B" w:rsidRPr="004946A3">
        <w:t>z rozeznaniem wypowiedzieć opinię w sprawie skorzystania ze świadczeń psychologicznych, psycholog powinien wysłuchać jego zdania</w:t>
      </w:r>
      <w:r w:rsidR="001A245B">
        <w:t>.</w:t>
      </w:r>
    </w:p>
    <w:p w14:paraId="7DE74EF2" w14:textId="0953FF91" w:rsidR="006D17DE" w:rsidRDefault="006D17DE" w:rsidP="00B1523B">
      <w:pPr>
        <w:pStyle w:val="USTustnpkodeksu"/>
      </w:pPr>
      <w:r>
        <w:t xml:space="preserve">7. </w:t>
      </w:r>
      <w:r w:rsidR="001A245B" w:rsidRPr="00830A5E">
        <w:t xml:space="preserve">Podjęcie i wykonywanie świadczeń psychologicznych wobec </w:t>
      </w:r>
      <w:r w:rsidR="001A245B">
        <w:t xml:space="preserve">odbiorcy świadczeń psychologicznych, który nie ukończył 16 lat, </w:t>
      </w:r>
      <w:r w:rsidR="001A245B" w:rsidRPr="00830A5E">
        <w:t xml:space="preserve">oraz wobec osoby ubezwłasnowolnionej </w:t>
      </w:r>
      <w:r w:rsidR="001A245B">
        <w:t>następuje po uprzednim udzieleniu przystępnej informacji o ich prawach określonych w ustawie</w:t>
      </w:r>
      <w:r w:rsidR="001A245B" w:rsidRPr="00830A5E">
        <w:t xml:space="preserve"> </w:t>
      </w:r>
      <w:r w:rsidR="001A245B">
        <w:t>oraz celu i zakresie planowanych świadczeń psychologicznych</w:t>
      </w:r>
      <w:r>
        <w:t>.</w:t>
      </w:r>
      <w:r w:rsidR="00E848FE">
        <w:t xml:space="preserve"> </w:t>
      </w:r>
    </w:p>
    <w:p w14:paraId="6B84A4D8" w14:textId="350B385B" w:rsidR="00F55DBE" w:rsidRDefault="006D17DE" w:rsidP="00B1523B">
      <w:pPr>
        <w:pStyle w:val="USTustnpkodeksu"/>
      </w:pPr>
      <w:r>
        <w:lastRenderedPageBreak/>
        <w:t>8</w:t>
      </w:r>
      <w:r w:rsidR="00E843CB">
        <w:t xml:space="preserve">. </w:t>
      </w:r>
      <w:r w:rsidR="001A245B" w:rsidRPr="00B1523B">
        <w:t>Zgoda</w:t>
      </w:r>
      <w:r w:rsidR="001A245B">
        <w:t>, o której mowa w ust. 1</w:t>
      </w:r>
      <w:r w:rsidR="001A245B" w:rsidRPr="007C597C">
        <w:t>–</w:t>
      </w:r>
      <w:r w:rsidR="008333E0">
        <w:t>4</w:t>
      </w:r>
      <w:r w:rsidR="001A245B">
        <w:t>,</w:t>
      </w:r>
      <w:r w:rsidR="001A245B" w:rsidRPr="00B1523B">
        <w:t xml:space="preserve"> nie jest wymagana w przypadku</w:t>
      </w:r>
      <w:r w:rsidR="001A245B">
        <w:t>,</w:t>
      </w:r>
      <w:r w:rsidR="001A245B" w:rsidRPr="00B1523B">
        <w:t xml:space="preserve"> gdy obowiązek poddania się </w:t>
      </w:r>
      <w:r w:rsidR="001A245B">
        <w:t>świadczeniom</w:t>
      </w:r>
      <w:r w:rsidR="001A245B" w:rsidRPr="00B1523B">
        <w:t xml:space="preserve"> psychologiczn</w:t>
      </w:r>
      <w:r w:rsidR="001A245B">
        <w:t>y</w:t>
      </w:r>
      <w:r w:rsidR="001A245B" w:rsidRPr="00B1523B">
        <w:t>m wynika z odrębnych przepisów</w:t>
      </w:r>
      <w:r w:rsidR="00F55DBE">
        <w:t>.</w:t>
      </w:r>
    </w:p>
    <w:p w14:paraId="0B50D429" w14:textId="77777777" w:rsidR="001A245B" w:rsidRDefault="006D17DE" w:rsidP="00B1523B">
      <w:pPr>
        <w:pStyle w:val="USTustnpkodeksu"/>
      </w:pPr>
      <w:r>
        <w:t>9</w:t>
      </w:r>
      <w:r w:rsidR="00F55DBE">
        <w:t xml:space="preserve">. </w:t>
      </w:r>
      <w:r w:rsidR="001A245B">
        <w:t>Zgoda, o której mowa w ust. 2, nie jest wymagana, gdy małoletni</w:t>
      </w:r>
      <w:r w:rsidR="001A245B" w:rsidRPr="00B1523B">
        <w:t xml:space="preserve"> lub </w:t>
      </w:r>
      <w:r w:rsidR="001A245B">
        <w:t xml:space="preserve">osoba </w:t>
      </w:r>
      <w:r w:rsidR="001A245B" w:rsidRPr="00B1523B">
        <w:t>ubezwłasnowolnion</w:t>
      </w:r>
      <w:r w:rsidR="001A245B">
        <w:t>a zwróci się z uzasadnioną potrzebą objęcia go pomocą psychologiczną w</w:t>
      </w:r>
      <w:r w:rsidR="001A245B" w:rsidRPr="006D17DE">
        <w:t xml:space="preserve"> sytuacji doświadcz</w:t>
      </w:r>
      <w:r w:rsidR="001A245B">
        <w:t>a</w:t>
      </w:r>
      <w:r w:rsidR="001A245B" w:rsidRPr="006D17DE">
        <w:t>nia kryzysu, traumy lub stresu</w:t>
      </w:r>
      <w:r w:rsidR="001A245B">
        <w:t>.</w:t>
      </w:r>
    </w:p>
    <w:p w14:paraId="1B327AA6" w14:textId="0D5F13D2" w:rsidR="00636C43" w:rsidRDefault="001A245B" w:rsidP="00B1523B">
      <w:pPr>
        <w:pStyle w:val="USTustnpkodeksu"/>
      </w:pPr>
      <w:r>
        <w:t xml:space="preserve">10. </w:t>
      </w:r>
      <w:r w:rsidR="00BC3612">
        <w:t>Po udzieleniu świadczeń psychologicznych psycholog informuje odbiorcę świadczeń psychologicznych, jego przedstawiciela ustawowego lub opiekuna faktycznego o swoich wnioskach, chyba że przepisy odrębne stanowią inaczej. Przepis stosuje się do osób, o których mowa w ust. 3 i 4</w:t>
      </w:r>
      <w:r w:rsidR="00E843CB">
        <w:t>.</w:t>
      </w:r>
      <w:r w:rsidR="001B4561">
        <w:t xml:space="preserve"> </w:t>
      </w:r>
    </w:p>
    <w:p w14:paraId="57A4DD5D" w14:textId="23424714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26</w:t>
      </w:r>
      <w:r w:rsidR="00B1523B" w:rsidRPr="00022C23">
        <w:rPr>
          <w:rStyle w:val="Ppogrubienie"/>
        </w:rPr>
        <w:t>.</w:t>
      </w:r>
      <w:r w:rsidR="00B1523B" w:rsidRPr="00B1523B">
        <w:t xml:space="preserve"> 1. </w:t>
      </w:r>
      <w:r w:rsidR="00D639C2">
        <w:t>Psycholog wykonując</w:t>
      </w:r>
      <w:r w:rsidR="00351A31">
        <w:t xml:space="preserve"> zawód</w:t>
      </w:r>
      <w:r w:rsidR="00B1523B" w:rsidRPr="00B1523B">
        <w:t xml:space="preserve"> nie jest związany poleceniem co do treści diagnozy psychologicznej, opinii psychologicznej, orzeczenia psychologicznego </w:t>
      </w:r>
      <w:r w:rsidR="00C04E79">
        <w:t>lub</w:t>
      </w:r>
      <w:r w:rsidR="00B1523B" w:rsidRPr="00B1523B">
        <w:t xml:space="preserve"> doboru metod psychologicznych.</w:t>
      </w:r>
    </w:p>
    <w:p w14:paraId="7F15639B" w14:textId="5999B06B" w:rsidR="006F117B" w:rsidRDefault="00B1523B" w:rsidP="00B1523B">
      <w:pPr>
        <w:pStyle w:val="USTustnpkodeksu"/>
      </w:pPr>
      <w:r w:rsidRPr="00B1523B">
        <w:t>2. Psycholog ma prawo odmówić udzielenia świadczeń psychologicznych w sytuacji, gdy jest to wskazane w Kodeksie Etyki Zawodowej</w:t>
      </w:r>
      <w:r w:rsidR="00812CDB">
        <w:t>,</w:t>
      </w:r>
      <w:r w:rsidR="006F117B">
        <w:t xml:space="preserve"> </w:t>
      </w:r>
      <w:r w:rsidR="008137A2">
        <w:t>z zastrzeżeniem ust. 3.</w:t>
      </w:r>
    </w:p>
    <w:p w14:paraId="6ACD26DA" w14:textId="57AF70CE" w:rsidR="00B1523B" w:rsidRDefault="006F117B" w:rsidP="00B1523B">
      <w:pPr>
        <w:pStyle w:val="USTustnpkodeksu"/>
      </w:pPr>
      <w:r>
        <w:t>3. P</w:t>
      </w:r>
      <w:r w:rsidRPr="006F117B">
        <w:t>sycholog ma obowiązek udzielać świadczeń psychologicznych w każdym przypadku, gdy zwłoka w jej udzieleniu mogłaby spowodować niebezpieczeństwo utraty życia, ciężkiego uszkodzenia ciała lub ciężkiego rozstroju zdrowia</w:t>
      </w:r>
      <w:r w:rsidR="00B1523B" w:rsidRPr="00B1523B">
        <w:t>.</w:t>
      </w:r>
      <w:r w:rsidR="00765130">
        <w:t xml:space="preserve"> Przepisu art. 25 ust. </w:t>
      </w:r>
      <w:r w:rsidR="005A73F2">
        <w:t>2</w:t>
      </w:r>
      <w:r w:rsidR="00765130">
        <w:t xml:space="preserve"> nie stosuje się.</w:t>
      </w:r>
    </w:p>
    <w:p w14:paraId="0087642F" w14:textId="1746B3BE" w:rsidR="00030EBE" w:rsidRPr="00B1523B" w:rsidRDefault="00030EBE" w:rsidP="00B1523B">
      <w:pPr>
        <w:pStyle w:val="USTustnpkodeksu"/>
      </w:pPr>
      <w:r>
        <w:t>4. Przepis ust. 3 stosuje się również w przypadku, g</w:t>
      </w:r>
      <w:r w:rsidRPr="00030EBE">
        <w:t xml:space="preserve">dy odbiorca </w:t>
      </w:r>
      <w:r>
        <w:t xml:space="preserve">świadczeń psychologicznych, o którym mowa w art. 25 ust. 2, </w:t>
      </w:r>
      <w:r w:rsidRPr="00030EBE">
        <w:t>nie ma przedstawiciela ustawowego</w:t>
      </w:r>
      <w:r>
        <w:t xml:space="preserve"> ani </w:t>
      </w:r>
      <w:r w:rsidRPr="00030EBE">
        <w:t xml:space="preserve">opiekuna faktycznego </w:t>
      </w:r>
      <w:r>
        <w:t>albo</w:t>
      </w:r>
      <w:r w:rsidRPr="00030EBE">
        <w:t xml:space="preserve"> porozumienie się z </w:t>
      </w:r>
      <w:r>
        <w:t>tymi</w:t>
      </w:r>
      <w:r w:rsidRPr="00030EBE">
        <w:t xml:space="preserve"> osobami jest niemożliwe</w:t>
      </w:r>
      <w:r>
        <w:t>.</w:t>
      </w:r>
    </w:p>
    <w:p w14:paraId="5B5872E1" w14:textId="2DFC0F13" w:rsidR="00B1523B" w:rsidRPr="00B1523B" w:rsidRDefault="00030EBE" w:rsidP="00B1523B">
      <w:pPr>
        <w:pStyle w:val="USTustnpkodeksu"/>
      </w:pPr>
      <w:r>
        <w:t>5</w:t>
      </w:r>
      <w:r w:rsidR="00B1523B" w:rsidRPr="00B1523B">
        <w:t xml:space="preserve">. W przypadku odmowy udzielenia świadczeń psychologicznych psycholog </w:t>
      </w:r>
      <w:r w:rsidR="006F117B" w:rsidRPr="006F117B">
        <w:t xml:space="preserve">ma obowiązek </w:t>
      </w:r>
      <w:r w:rsidR="00812CDB">
        <w:t>bez zbędnej zwłoki</w:t>
      </w:r>
      <w:r w:rsidR="006F117B" w:rsidRPr="006F117B">
        <w:t xml:space="preserve"> uprzedzić o tym odbiorcę świadczeń psychologicznych lub jego przedstawiciela ustawowego</w:t>
      </w:r>
      <w:r w:rsidR="00235263">
        <w:t>. Jeżeli przepisy odrębne nie stanowią inaczej psycholog, który odmówił udzielenia świadczeń wskazuje</w:t>
      </w:r>
      <w:r w:rsidR="00B1523B" w:rsidRPr="00B1523B">
        <w:t xml:space="preserve"> innego </w:t>
      </w:r>
      <w:r w:rsidR="008221E6">
        <w:t>psychologa</w:t>
      </w:r>
      <w:r w:rsidR="00B1523B" w:rsidRPr="00B1523B">
        <w:t xml:space="preserve"> lub instytucję, gdzie </w:t>
      </w:r>
      <w:r w:rsidR="0020046C">
        <w:t>odbiorca świadczeń psychologicznych</w:t>
      </w:r>
      <w:r w:rsidR="00B1523B" w:rsidRPr="00B1523B">
        <w:t xml:space="preserve"> m</w:t>
      </w:r>
      <w:r w:rsidR="00B073A3">
        <w:t>oże uzyskać właściwe świadczenia</w:t>
      </w:r>
      <w:r w:rsidR="006B5CA6">
        <w:t xml:space="preserve"> psychologiczne</w:t>
      </w:r>
      <w:r w:rsidR="00B1523B" w:rsidRPr="00B1523B">
        <w:t>.</w:t>
      </w:r>
    </w:p>
    <w:p w14:paraId="6B3BFAFA" w14:textId="1920CC76" w:rsidR="00B1523B" w:rsidRPr="00B1523B" w:rsidRDefault="00030EBE" w:rsidP="00B1523B">
      <w:pPr>
        <w:pStyle w:val="USTustnpkodeksu"/>
      </w:pPr>
      <w:r>
        <w:t>6</w:t>
      </w:r>
      <w:r w:rsidR="00B1523B" w:rsidRPr="00B1523B">
        <w:t xml:space="preserve">. Odmowę udzielenia świadczeń psychologicznych psycholog odnotowuje </w:t>
      </w:r>
      <w:bookmarkStart w:id="70" w:name="_Hlk187928370"/>
      <w:r w:rsidR="00FA204C">
        <w:t xml:space="preserve">i </w:t>
      </w:r>
      <w:r w:rsidR="00B1523B" w:rsidRPr="00B1523B">
        <w:t>uzasadnia</w:t>
      </w:r>
      <w:r w:rsidR="00BD6F5A">
        <w:t xml:space="preserve"> </w:t>
      </w:r>
      <w:bookmarkEnd w:id="70"/>
      <w:r w:rsidR="00BD6F5A">
        <w:t>w prowadzonej dokumentacji</w:t>
      </w:r>
      <w:r w:rsidR="00BD6F5A" w:rsidRPr="00BD6F5A">
        <w:t xml:space="preserve"> </w:t>
      </w:r>
      <w:r w:rsidR="00BD6F5A" w:rsidRPr="00B1523B">
        <w:t>psychologicznej</w:t>
      </w:r>
      <w:r w:rsidR="00B1523B" w:rsidRPr="00B1523B">
        <w:t>.</w:t>
      </w:r>
    </w:p>
    <w:p w14:paraId="77182F78" w14:textId="520C5EB9" w:rsidR="00B1523B" w:rsidRPr="00B1523B" w:rsidRDefault="00030EBE" w:rsidP="00B1523B">
      <w:pPr>
        <w:pStyle w:val="USTustnpkodeksu"/>
      </w:pPr>
      <w:r>
        <w:t>7</w:t>
      </w:r>
      <w:r w:rsidR="00B1523B" w:rsidRPr="00B1523B">
        <w:t xml:space="preserve">. W </w:t>
      </w:r>
      <w:r w:rsidR="005D14F1">
        <w:t>przypadku powzięcia przez psychologa</w:t>
      </w:r>
      <w:r w:rsidR="005D14F1" w:rsidRPr="00B1523B">
        <w:t xml:space="preserve"> </w:t>
      </w:r>
      <w:r w:rsidR="00B1523B" w:rsidRPr="00B1523B">
        <w:t xml:space="preserve">wątpliwości diagnostycznych lub terapeutycznych powinien </w:t>
      </w:r>
      <w:r w:rsidR="004B2810">
        <w:t xml:space="preserve">on </w:t>
      </w:r>
      <w:r w:rsidR="00B1523B" w:rsidRPr="00B1523B">
        <w:t>skonsultować problem z innym specjalistą. Informacj</w:t>
      </w:r>
      <w:r w:rsidR="00822458">
        <w:t>ę</w:t>
      </w:r>
      <w:r w:rsidR="00B1523B" w:rsidRPr="00B1523B">
        <w:t xml:space="preserve"> o konsultacji </w:t>
      </w:r>
      <w:r w:rsidR="00BC3612">
        <w:t xml:space="preserve">psycholog </w:t>
      </w:r>
      <w:r w:rsidR="00B1523B" w:rsidRPr="00B1523B">
        <w:t>odnotow</w:t>
      </w:r>
      <w:r w:rsidR="00822458">
        <w:t xml:space="preserve">uje </w:t>
      </w:r>
      <w:r w:rsidR="00BD6F5A">
        <w:t xml:space="preserve">i </w:t>
      </w:r>
      <w:r w:rsidR="00BD6F5A" w:rsidRPr="00B1523B">
        <w:t>uzasadnia</w:t>
      </w:r>
      <w:r w:rsidR="00BD6F5A">
        <w:t xml:space="preserve"> </w:t>
      </w:r>
      <w:r w:rsidR="00B1523B" w:rsidRPr="00B1523B">
        <w:t>w prowadzonej dokumentacji</w:t>
      </w:r>
      <w:r w:rsidR="0004142D">
        <w:t xml:space="preserve"> psychologicznej</w:t>
      </w:r>
      <w:r w:rsidR="00B1523B" w:rsidRPr="00B1523B">
        <w:t>.</w:t>
      </w:r>
    </w:p>
    <w:p w14:paraId="74EC6002" w14:textId="6F1548A7" w:rsidR="00B1523B" w:rsidRPr="00832206" w:rsidRDefault="00A24E01" w:rsidP="0028175F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27</w:t>
      </w:r>
      <w:r w:rsidR="00B1523B" w:rsidRPr="00022C23">
        <w:rPr>
          <w:rStyle w:val="Ppogrubienie"/>
        </w:rPr>
        <w:t>.</w:t>
      </w:r>
      <w:r w:rsidR="00B1523B" w:rsidRPr="00B1523B">
        <w:t xml:space="preserve"> 1. Psycholog </w:t>
      </w:r>
      <w:r w:rsidR="00F60CA6">
        <w:t>jest obowiązany zachować w tajemnicy wszystko, o czym dowiedział się w związku z udzielaniem świadczeń psychologicznych</w:t>
      </w:r>
      <w:r w:rsidR="00B1523B" w:rsidRPr="00832206">
        <w:t>.</w:t>
      </w:r>
    </w:p>
    <w:p w14:paraId="2B2C212B" w14:textId="2B204BDC" w:rsidR="00B1523B" w:rsidRPr="00832206" w:rsidRDefault="00B1523B" w:rsidP="00832206">
      <w:pPr>
        <w:pStyle w:val="USTustnpkodeksu"/>
      </w:pPr>
      <w:r w:rsidRPr="00832206">
        <w:lastRenderedPageBreak/>
        <w:t>2. Przepisu ust. 1 nie stosuje się, gdy:</w:t>
      </w:r>
    </w:p>
    <w:p w14:paraId="57012C96" w14:textId="77777777" w:rsidR="00B1523B" w:rsidRPr="00832206" w:rsidRDefault="00832206" w:rsidP="00832206">
      <w:pPr>
        <w:pStyle w:val="PKTpunkt"/>
      </w:pPr>
      <w:r>
        <w:t xml:space="preserve">1) </w:t>
      </w:r>
      <w:r w:rsidR="00B1523B" w:rsidRPr="00832206">
        <w:t>wynika to z odrębnych przepisów;</w:t>
      </w:r>
    </w:p>
    <w:p w14:paraId="631858A5" w14:textId="14ABC1C9" w:rsidR="00B1523B" w:rsidRPr="00832206" w:rsidRDefault="00832206" w:rsidP="00832206">
      <w:pPr>
        <w:pStyle w:val="PKTpunkt"/>
      </w:pPr>
      <w:r>
        <w:t xml:space="preserve">2) </w:t>
      </w:r>
      <w:r w:rsidR="00B1523B" w:rsidRPr="00832206">
        <w:t xml:space="preserve">zachowanie tajemnicy może stanowić niebezpieczeństwo dla życia lub zdrowia </w:t>
      </w:r>
      <w:r w:rsidR="0020046C">
        <w:t>odbiorcy świadczeń psychologicznych</w:t>
      </w:r>
      <w:r w:rsidR="00B1523B" w:rsidRPr="00832206">
        <w:t xml:space="preserve"> lub innych osób;</w:t>
      </w:r>
    </w:p>
    <w:p w14:paraId="380DB032" w14:textId="62CD6218" w:rsidR="00B1523B" w:rsidRPr="00832206" w:rsidRDefault="00832206" w:rsidP="00832206">
      <w:pPr>
        <w:pStyle w:val="PKTpunkt"/>
      </w:pPr>
      <w:r>
        <w:t xml:space="preserve">3) </w:t>
      </w:r>
      <w:r w:rsidR="00B1523B" w:rsidRPr="00832206">
        <w:t>zachodzi potrzeba</w:t>
      </w:r>
      <w:r w:rsidR="00D76A54">
        <w:t>,</w:t>
      </w:r>
      <w:r w:rsidR="00B1523B" w:rsidRPr="00832206">
        <w:t xml:space="preserve"> </w:t>
      </w:r>
      <w:r w:rsidR="00D76A54">
        <w:t>wyłącznie w celu udzielenia dalszych świadczeń,</w:t>
      </w:r>
      <w:r w:rsidR="00D76A54" w:rsidRPr="00832206">
        <w:t xml:space="preserve"> </w:t>
      </w:r>
      <w:r w:rsidR="00B1523B" w:rsidRPr="00832206">
        <w:t xml:space="preserve">przekazania </w:t>
      </w:r>
      <w:r w:rsidR="00C04E79">
        <w:t xml:space="preserve">innemu specjaliście </w:t>
      </w:r>
      <w:r w:rsidR="00B1523B" w:rsidRPr="00832206">
        <w:t xml:space="preserve">niezbędnych informacji o </w:t>
      </w:r>
      <w:r w:rsidR="0020046C">
        <w:t>odbiorcy świadczeń psychologicznych</w:t>
      </w:r>
      <w:r w:rsidR="0020046C" w:rsidRPr="00832206" w:rsidDel="0020046C">
        <w:t xml:space="preserve"> </w:t>
      </w:r>
      <w:r w:rsidR="00B1523B" w:rsidRPr="00832206">
        <w:t>związanych z udzielanym świadczeniem psychologicznym</w:t>
      </w:r>
      <w:r w:rsidR="00906142">
        <w:t>,</w:t>
      </w:r>
      <w:r w:rsidR="00E46171">
        <w:t xml:space="preserve"> </w:t>
      </w:r>
      <w:r w:rsidR="00E46171" w:rsidRPr="00E46171">
        <w:t>po uprzednim uzyskaniu na to zgody odbiorcy świadczeń psychologicznych</w:t>
      </w:r>
      <w:r w:rsidR="007E5FBA">
        <w:t xml:space="preserve"> albo </w:t>
      </w:r>
      <w:r w:rsidR="007E5FBA" w:rsidRPr="00B1523B">
        <w:t>jego przedstawiciel</w:t>
      </w:r>
      <w:r w:rsidR="007E5FBA">
        <w:t>a</w:t>
      </w:r>
      <w:r w:rsidR="007E5FBA" w:rsidRPr="00B1523B">
        <w:t xml:space="preserve"> ustawow</w:t>
      </w:r>
      <w:r w:rsidR="007E5FBA">
        <w:t>ego</w:t>
      </w:r>
      <w:r w:rsidR="00B1523B" w:rsidRPr="00832206">
        <w:t>;</w:t>
      </w:r>
    </w:p>
    <w:p w14:paraId="002D4A7B" w14:textId="2A162C5E" w:rsidR="00B1523B" w:rsidRPr="00832206" w:rsidRDefault="00832206" w:rsidP="00832206">
      <w:pPr>
        <w:pStyle w:val="PKTpunkt"/>
      </w:pPr>
      <w:r>
        <w:t xml:space="preserve">4) </w:t>
      </w:r>
      <w:r w:rsidR="00B1523B" w:rsidRPr="00832206">
        <w:t xml:space="preserve">świadczenie psychologiczne zostało wykonane na zlecenie </w:t>
      </w:r>
      <w:r w:rsidR="0004142D">
        <w:t>podmiot</w:t>
      </w:r>
      <w:r w:rsidR="009E23F0">
        <w:t>u</w:t>
      </w:r>
      <w:r w:rsidR="0004142D">
        <w:t xml:space="preserve">, </w:t>
      </w:r>
      <w:r w:rsidR="00B1523B" w:rsidRPr="00832206">
        <w:t>uprawnion</w:t>
      </w:r>
      <w:r w:rsidR="00E60A97">
        <w:t>ego</w:t>
      </w:r>
      <w:r w:rsidR="00B1523B" w:rsidRPr="00832206">
        <w:t xml:space="preserve"> na podstawie odrębnych przepisów</w:t>
      </w:r>
      <w:r w:rsidR="008221E6">
        <w:t>, wyłącznie w odniesieniu do tego podmiotu</w:t>
      </w:r>
      <w:r w:rsidR="00B1523B" w:rsidRPr="00832206">
        <w:t>;</w:t>
      </w:r>
    </w:p>
    <w:p w14:paraId="648EFBC4" w14:textId="7BC85C8C" w:rsidR="00B1523B" w:rsidRPr="00832206" w:rsidRDefault="00832206" w:rsidP="00832206">
      <w:pPr>
        <w:pStyle w:val="PKTpunkt"/>
      </w:pPr>
      <w:r>
        <w:t xml:space="preserve">5) </w:t>
      </w:r>
      <w:r w:rsidR="0020046C">
        <w:t>odbiorca świadczeń psychologicznych</w:t>
      </w:r>
      <w:r w:rsidR="00B1523B" w:rsidRPr="00832206">
        <w:t xml:space="preserve"> lub jego przedstawiciel ustawowy wyra</w:t>
      </w:r>
      <w:r w:rsidR="007E1C72">
        <w:t>zi</w:t>
      </w:r>
      <w:r w:rsidR="00B1523B" w:rsidRPr="00832206">
        <w:t xml:space="preserve"> </w:t>
      </w:r>
      <w:r w:rsidR="00FD4640">
        <w:t xml:space="preserve">pisemną </w:t>
      </w:r>
      <w:r w:rsidR="00B1523B" w:rsidRPr="00832206">
        <w:t>zgodę na ujawnienie tajemnicy, po uprzednim poinformowaniu o skutkach jej ujawnienia.</w:t>
      </w:r>
      <w:r w:rsidR="00043026" w:rsidRPr="00043026">
        <w:t xml:space="preserve"> </w:t>
      </w:r>
      <w:r w:rsidR="00043026">
        <w:t xml:space="preserve">Nie dotyczy to sytuacji, gdy </w:t>
      </w:r>
      <w:r w:rsidR="00043026" w:rsidRPr="00043026">
        <w:t>dobro odbiorcy świadczeń psychologicznych jest zagrożone</w:t>
      </w:r>
      <w:r w:rsidR="007E1C72">
        <w:t>, a zgodę na ujawnienie tajemnicy wyraził wyłącznie przedstawiciel ustawowy.</w:t>
      </w:r>
    </w:p>
    <w:p w14:paraId="5FDE16C8" w14:textId="74BA25D6" w:rsidR="009B4795" w:rsidRDefault="00B1523B" w:rsidP="00B1523B">
      <w:pPr>
        <w:pStyle w:val="USTustnpkodeksu"/>
      </w:pPr>
      <w:r w:rsidRPr="00B1523B">
        <w:t xml:space="preserve">3. </w:t>
      </w:r>
      <w:r w:rsidR="009B4795">
        <w:t xml:space="preserve">W sytuacji, gdy świadczenie psychologiczne jest udzielane jednocześnie więcej niż jednemu odbiorcy świadczeń psychologicznych, pisemna </w:t>
      </w:r>
      <w:r w:rsidR="009B4795" w:rsidRPr="00832206">
        <w:t>zgod</w:t>
      </w:r>
      <w:r w:rsidR="009B4795">
        <w:t>a</w:t>
      </w:r>
      <w:r w:rsidR="009B4795" w:rsidRPr="00832206">
        <w:t xml:space="preserve"> na ujawnienie tajemnicy</w:t>
      </w:r>
      <w:r w:rsidR="009B4795">
        <w:t xml:space="preserve"> jest wymagana od wszystkich odbiorców tego świadczenia psychologicznego.</w:t>
      </w:r>
    </w:p>
    <w:p w14:paraId="5C5D790D" w14:textId="70ADEFAC" w:rsidR="00B1523B" w:rsidRPr="00B1523B" w:rsidRDefault="009B4795" w:rsidP="00B1523B">
      <w:pPr>
        <w:pStyle w:val="USTustnpkodeksu"/>
      </w:pPr>
      <w:r>
        <w:t xml:space="preserve">4. </w:t>
      </w:r>
      <w:r w:rsidR="00B1523B" w:rsidRPr="00B1523B">
        <w:t>W sytuacjach, o których mowa w ust. 2</w:t>
      </w:r>
      <w:r>
        <w:t xml:space="preserve"> i 3</w:t>
      </w:r>
      <w:r w:rsidR="00B1523B" w:rsidRPr="00B1523B">
        <w:t xml:space="preserve">, ujawnienie tajemnicy może nastąpić wyłącznie w niezbędnym zakresie. W sytuacji, o której mowa w ust. 2 pkt 5, zakres ujawnienia tajemnicy może </w:t>
      </w:r>
      <w:r w:rsidR="00B5751D">
        <w:t xml:space="preserve">zostać ograniczony przez </w:t>
      </w:r>
      <w:r w:rsidR="0020046C">
        <w:t>odbiorcę świadczeń psychologicznych</w:t>
      </w:r>
      <w:r w:rsidR="00B1523B" w:rsidRPr="00B1523B">
        <w:t xml:space="preserve"> lub jego przedstawiciel</w:t>
      </w:r>
      <w:r w:rsidR="0086337C">
        <w:t>a</w:t>
      </w:r>
      <w:r w:rsidR="00B1523B" w:rsidRPr="00B1523B">
        <w:t xml:space="preserve"> ustawow</w:t>
      </w:r>
      <w:r w:rsidR="0086337C">
        <w:t>ego</w:t>
      </w:r>
      <w:r w:rsidR="00B1523B" w:rsidRPr="00B1523B">
        <w:t>.</w:t>
      </w:r>
    </w:p>
    <w:p w14:paraId="08F9D0B3" w14:textId="2026EA7B" w:rsidR="00B1523B" w:rsidRDefault="009B4795" w:rsidP="00B1523B">
      <w:pPr>
        <w:pStyle w:val="USTustnpkodeksu"/>
      </w:pPr>
      <w:r>
        <w:t>5</w:t>
      </w:r>
      <w:r w:rsidR="00B1523B" w:rsidRPr="00B1523B">
        <w:t xml:space="preserve">. Psycholog jest związany tajemnicą również po śmierci </w:t>
      </w:r>
      <w:r w:rsidR="0020046C">
        <w:t>odbiorcy świadczeń psychologicznych</w:t>
      </w:r>
      <w:r w:rsidR="006A1682">
        <w:t xml:space="preserve">, </w:t>
      </w:r>
      <w:r w:rsidR="006A1682" w:rsidRPr="007E66E9">
        <w:t xml:space="preserve">chyba że zgodę na ujawnienie tajemnicy wyrazi </w:t>
      </w:r>
      <w:bookmarkStart w:id="71" w:name="_Hlk187928532"/>
      <w:r w:rsidR="00BD6F5A">
        <w:t xml:space="preserve">w formie pisemnej </w:t>
      </w:r>
      <w:bookmarkEnd w:id="71"/>
      <w:r w:rsidR="006A1682" w:rsidRPr="007E66E9">
        <w:t xml:space="preserve">osoba bliska w rozumieniu art. 3 ust. 1 pkt 2 ustawy z dnia 6 listopada 2008 r. o prawach pacjenta i Rzeczniku Praw Pacjenta. Osoba bliska wyrażająca zgodę na ujawnienie tajemnicy może określić </w:t>
      </w:r>
      <w:r w:rsidR="00C50EA9">
        <w:t xml:space="preserve">niezbędny </w:t>
      </w:r>
      <w:r w:rsidR="006A1682" w:rsidRPr="007E66E9">
        <w:t xml:space="preserve">zakres jej ujawnienia, o którym mowa w ust. </w:t>
      </w:r>
      <w:r w:rsidR="006A1682">
        <w:t>4</w:t>
      </w:r>
      <w:r w:rsidR="00B1523B" w:rsidRPr="00B1523B">
        <w:t>.</w:t>
      </w:r>
    </w:p>
    <w:p w14:paraId="2F7BC90E" w14:textId="2D73EBE5" w:rsidR="00F3546B" w:rsidRDefault="00F3546B" w:rsidP="00B1523B">
      <w:pPr>
        <w:pStyle w:val="USTustnpkodeksu"/>
      </w:pPr>
      <w:r>
        <w:t xml:space="preserve">6. Zwolnienia z tajemnicy, o którym mowa w ust. 5, nie stosuje się, jeśli ujawnieniu tajemnicy sprzeciwiła </w:t>
      </w:r>
      <w:r w:rsidR="00DC5578">
        <w:t xml:space="preserve">się </w:t>
      </w:r>
      <w:r>
        <w:t>osoba bliska lub za życia sprzeciwił się temu odbiorca świadczeń psychologicznych. Sprzeciw dołącza się do dokumentacji psychologicznej odbiorcy świadczeń psychologicznych.</w:t>
      </w:r>
    </w:p>
    <w:p w14:paraId="7B1FE7D1" w14:textId="3A1AE04F" w:rsidR="00F3546B" w:rsidRDefault="00F3546B" w:rsidP="00B1523B">
      <w:pPr>
        <w:pStyle w:val="USTustnpkodeksu"/>
      </w:pPr>
      <w:r>
        <w:t>7. W przypadku sporu między osobami bliskimi o ujawnienie tajemnicy lub o zakres jej ujawnienia, zgodę na ujawnienie tajemnicy wyraża sąd, o którym mowa w art. 628 ustawy z dnia 17 listopada 1964 r. – Kodeks postępowania cywilnego (Dz. U. z 2024 r. poz. 1568</w:t>
      </w:r>
      <w:r w:rsidR="002D3541">
        <w:t xml:space="preserve"> i</w:t>
      </w:r>
      <w:r>
        <w:t xml:space="preserve"> 1841), </w:t>
      </w:r>
      <w:r>
        <w:lastRenderedPageBreak/>
        <w:t>w postępowaniu nieprocesowym na wniosek osoby bliskiej lub psychologa. Psycholog może wystąpić z wnioskiem do sądu także w przypadku uzasadnionych wątpliwości, czy osoba występująca o ujawnienie tajemnicy lub sprzeciwiająca się jej ujawnieniu jest osobą bliską. Sąd, wyrażając zgodę na ujawnienie tajemnicy, może określić zakres jej ujawnienia.</w:t>
      </w:r>
    </w:p>
    <w:p w14:paraId="72C828DC" w14:textId="58CFCFCC" w:rsidR="00B1523B" w:rsidRDefault="00A24E01" w:rsidP="00832206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28</w:t>
      </w:r>
      <w:r w:rsidR="00B1523B" w:rsidRPr="00022C23">
        <w:rPr>
          <w:rStyle w:val="Ppogrubienie"/>
        </w:rPr>
        <w:t>.</w:t>
      </w:r>
      <w:r w:rsidR="00B1523B" w:rsidRPr="00B1523B">
        <w:t xml:space="preserve"> 1. Psycholog ma obowiązek prowadzenia dokumentacji psychologicznej </w:t>
      </w:r>
      <w:r w:rsidR="0020046C">
        <w:t>odbiorcy świadczeń psychologicznych</w:t>
      </w:r>
      <w:r w:rsidR="00B1523B" w:rsidRPr="00B1523B">
        <w:t>.</w:t>
      </w:r>
      <w:r w:rsidR="007A6BF9">
        <w:t xml:space="preserve"> Dokumentacja psychologiczna jest </w:t>
      </w:r>
      <w:r w:rsidR="00B5751D">
        <w:t>objęta tajemnicą</w:t>
      </w:r>
      <w:r w:rsidR="007A6BF9">
        <w:t>.</w:t>
      </w:r>
    </w:p>
    <w:p w14:paraId="6791805F" w14:textId="28AD382D" w:rsidR="007D7CFF" w:rsidRPr="007D7CFF" w:rsidRDefault="00CE2562" w:rsidP="007D7CFF">
      <w:pPr>
        <w:pStyle w:val="USTustnpkodeksu"/>
      </w:pPr>
      <w:bookmarkStart w:id="72" w:name="_Hlk177984614"/>
      <w:r>
        <w:t xml:space="preserve">2. </w:t>
      </w:r>
      <w:bookmarkStart w:id="73" w:name="highlightHit_152"/>
      <w:bookmarkEnd w:id="73"/>
      <w:r w:rsidR="007D7CFF" w:rsidRPr="007D7CFF">
        <w:t xml:space="preserve">Dokumentacja </w:t>
      </w:r>
      <w:r w:rsidR="007D7CFF">
        <w:t xml:space="preserve">psychologiczna </w:t>
      </w:r>
      <w:r w:rsidR="007D7CFF" w:rsidRPr="007D7CFF">
        <w:t>zawiera co najmniej:</w:t>
      </w:r>
    </w:p>
    <w:p w14:paraId="53F6BD76" w14:textId="6A8496BB" w:rsidR="007D7CFF" w:rsidRPr="007D7CFF" w:rsidRDefault="007D7CFF" w:rsidP="00FD0D1B">
      <w:pPr>
        <w:pStyle w:val="PKTpunkt"/>
      </w:pPr>
      <w:r>
        <w:t>1</w:t>
      </w:r>
      <w:r w:rsidRPr="007D7CFF">
        <w:t>)</w:t>
      </w:r>
      <w:r w:rsidRPr="007D7CFF">
        <w:tab/>
        <w:t xml:space="preserve">oznaczenie </w:t>
      </w:r>
      <w:r>
        <w:t>odbiorcy świadczeń psychologicznych</w:t>
      </w:r>
      <w:r w:rsidRPr="007D7CFF">
        <w:t>, pozwalające na ustalenie jego tożsamości:</w:t>
      </w:r>
    </w:p>
    <w:p w14:paraId="3BCF48DC" w14:textId="636A4CE3" w:rsidR="007D7CFF" w:rsidRPr="007D7CFF" w:rsidRDefault="007D7CFF" w:rsidP="00FD0D1B">
      <w:pPr>
        <w:pStyle w:val="LITlitera"/>
      </w:pPr>
      <w:r w:rsidRPr="007D7CFF">
        <w:t>a)</w:t>
      </w:r>
      <w:r w:rsidRPr="007D7CFF">
        <w:tab/>
        <w:t>imię (imiona)</w:t>
      </w:r>
      <w:r w:rsidR="000E3F28">
        <w:t xml:space="preserve"> i nazwisko</w:t>
      </w:r>
      <w:r w:rsidRPr="007D7CFF">
        <w:t>,</w:t>
      </w:r>
    </w:p>
    <w:p w14:paraId="1A2AF677" w14:textId="77777777" w:rsidR="007D7CFF" w:rsidRPr="007D7CFF" w:rsidRDefault="007D7CFF" w:rsidP="00FD0D1B">
      <w:pPr>
        <w:pStyle w:val="LITlitera"/>
      </w:pPr>
      <w:r w:rsidRPr="007D7CFF">
        <w:t>b)</w:t>
      </w:r>
      <w:r w:rsidRPr="007D7CFF">
        <w:tab/>
        <w:t>datę urodzenia,</w:t>
      </w:r>
    </w:p>
    <w:p w14:paraId="4F5A6ACA" w14:textId="00149356" w:rsidR="007D7CFF" w:rsidRPr="007D7CFF" w:rsidRDefault="007D7CFF" w:rsidP="00FD0D1B">
      <w:pPr>
        <w:pStyle w:val="LITlitera"/>
      </w:pPr>
      <w:r w:rsidRPr="007D7CFF">
        <w:t>c)</w:t>
      </w:r>
      <w:r w:rsidRPr="007D7CFF">
        <w:tab/>
        <w:t>adres zamieszkania,</w:t>
      </w:r>
    </w:p>
    <w:p w14:paraId="5ABFAB90" w14:textId="4783AB8F" w:rsidR="007D7CFF" w:rsidRPr="007D7CFF" w:rsidRDefault="00E53927" w:rsidP="00FD0D1B">
      <w:pPr>
        <w:pStyle w:val="LITlitera"/>
      </w:pPr>
      <w:r>
        <w:t>d</w:t>
      </w:r>
      <w:r w:rsidR="007D7CFF" w:rsidRPr="007D7CFF">
        <w:t>)</w:t>
      </w:r>
      <w:r w:rsidR="007D7CFF" w:rsidRPr="007D7CFF">
        <w:tab/>
      </w:r>
      <w:r w:rsidR="000E3F28" w:rsidRPr="000E3F28">
        <w:t>numer PESEL, a w przypadku braku numeru PESEL – nazwę i numer dokumentu potwierdzającego tożsamość oraz nazwę państwa, które go wydało</w:t>
      </w:r>
      <w:r w:rsidR="007D7CFF" w:rsidRPr="007D7CFF">
        <w:t>,</w:t>
      </w:r>
    </w:p>
    <w:p w14:paraId="300200EF" w14:textId="213D363E" w:rsidR="007D7CFF" w:rsidRDefault="00E53927" w:rsidP="007D7CFF">
      <w:pPr>
        <w:pStyle w:val="LITlitera"/>
      </w:pPr>
      <w:r>
        <w:t>e</w:t>
      </w:r>
      <w:r w:rsidR="007D7CFF" w:rsidRPr="007D7CFF">
        <w:t>)</w:t>
      </w:r>
      <w:r w:rsidR="007D7CFF" w:rsidRPr="007D7CFF">
        <w:tab/>
        <w:t xml:space="preserve">w przypadku gdy </w:t>
      </w:r>
      <w:r w:rsidR="007D7CFF">
        <w:t>odbiorcą świadczeń psychologicznych</w:t>
      </w:r>
      <w:r w:rsidR="007D7CFF" w:rsidRPr="007D7CFF">
        <w:t xml:space="preserve"> jest małoletni</w:t>
      </w:r>
      <w:r w:rsidR="002F4620">
        <w:t xml:space="preserve"> lub</w:t>
      </w:r>
      <w:r w:rsidR="007D7CFF" w:rsidRPr="007D7CFF">
        <w:t xml:space="preserve"> </w:t>
      </w:r>
      <w:r w:rsidR="00D903B5">
        <w:t xml:space="preserve">osoba </w:t>
      </w:r>
      <w:r w:rsidR="007D7CFF" w:rsidRPr="007D7CFF">
        <w:t>ubezwłasnowolniona</w:t>
      </w:r>
      <w:r w:rsidR="002F4620">
        <w:t xml:space="preserve"> </w:t>
      </w:r>
      <w:r w:rsidR="005243A9" w:rsidRPr="007C597C">
        <w:t>–</w:t>
      </w:r>
      <w:r w:rsidR="007D7CFF" w:rsidRPr="007D7CFF">
        <w:t xml:space="preserve"> </w:t>
      </w:r>
      <w:r w:rsidR="000E3F28" w:rsidRPr="007D7CFF">
        <w:t xml:space="preserve">imię (imiona) </w:t>
      </w:r>
      <w:r w:rsidR="000E3F28">
        <w:t xml:space="preserve">i </w:t>
      </w:r>
      <w:r w:rsidR="007D7CFF" w:rsidRPr="007D7CFF">
        <w:t>nazwisko</w:t>
      </w:r>
      <w:r w:rsidR="000E3F28">
        <w:t xml:space="preserve"> </w:t>
      </w:r>
      <w:r w:rsidR="007D7CFF" w:rsidRPr="007D7CFF">
        <w:t>przedstawiciela ustawowego oraz adres jego zamieszkania;</w:t>
      </w:r>
    </w:p>
    <w:p w14:paraId="59215FA3" w14:textId="3FC35529" w:rsidR="007D7CFF" w:rsidRDefault="007D7CFF" w:rsidP="007D7CFF">
      <w:pPr>
        <w:pStyle w:val="PKTpunkt"/>
      </w:pPr>
      <w:r>
        <w:t xml:space="preserve">2) </w:t>
      </w:r>
      <w:r w:rsidRPr="007D7CFF">
        <w:t>oznaczenie p</w:t>
      </w:r>
      <w:r>
        <w:t>sychologa</w:t>
      </w:r>
      <w:r w:rsidRPr="007D7CFF">
        <w:t xml:space="preserve"> udzielającego świadczeń psychologicznych</w:t>
      </w:r>
      <w:r>
        <w:t>;</w:t>
      </w:r>
    </w:p>
    <w:p w14:paraId="06E585CD" w14:textId="4F0A6C02" w:rsidR="007D7CFF" w:rsidRDefault="007D7CFF" w:rsidP="007D7CFF">
      <w:pPr>
        <w:pStyle w:val="PKTpunkt"/>
      </w:pPr>
      <w:r>
        <w:t xml:space="preserve">3) opis </w:t>
      </w:r>
      <w:r w:rsidRPr="007D7CFF">
        <w:t>udzielonych świadcze</w:t>
      </w:r>
      <w:r>
        <w:t>ń psychologicznych;</w:t>
      </w:r>
    </w:p>
    <w:p w14:paraId="4C94194A" w14:textId="53F62C86" w:rsidR="007D7CFF" w:rsidRPr="007D7CFF" w:rsidRDefault="007D7CFF" w:rsidP="00FD0D1B">
      <w:pPr>
        <w:pStyle w:val="PKTpunkt"/>
      </w:pPr>
      <w:r>
        <w:t>4) datę sporządzenia</w:t>
      </w:r>
      <w:r w:rsidR="00254A4F">
        <w:t>.</w:t>
      </w:r>
    </w:p>
    <w:bookmarkEnd w:id="72"/>
    <w:p w14:paraId="63ED58F3" w14:textId="00378396" w:rsidR="004B4070" w:rsidRDefault="007D7CFF" w:rsidP="00DB150B">
      <w:pPr>
        <w:pStyle w:val="USTustnpkodeksu"/>
      </w:pPr>
      <w:r>
        <w:t xml:space="preserve">3. </w:t>
      </w:r>
      <w:r w:rsidR="004B4070">
        <w:t>Dokumentację psychologiczną dotyczącą świadczeń psychologicznych udzielanych w podmiocie wykonującym działalność leczniczą dołącza się do dokumentacji medycznej, a jej przechowywanie podlega zasadom określonym w art. 29 ustawy z dnia 6 listopada 2008 r. o prawach pacjenta i Rzeczniku Praw Pacjenta.</w:t>
      </w:r>
    </w:p>
    <w:p w14:paraId="114D3E1D" w14:textId="259E731F" w:rsidR="00952CDB" w:rsidRDefault="004B4070" w:rsidP="00DB150B">
      <w:pPr>
        <w:pStyle w:val="USTustnpkodeksu"/>
      </w:pPr>
      <w:r>
        <w:t xml:space="preserve">4. </w:t>
      </w:r>
      <w:r w:rsidR="00453A1F">
        <w:t>Jeżeli przepisy odrębne nie stanowią inaczej</w:t>
      </w:r>
      <w:r w:rsidR="003929FB">
        <w:t>,</w:t>
      </w:r>
      <w:r w:rsidR="00453A1F">
        <w:t xml:space="preserve"> o</w:t>
      </w:r>
      <w:r w:rsidR="0020046C">
        <w:t>dbiorca świadczeń psychologicznych</w:t>
      </w:r>
      <w:r w:rsidR="00276599">
        <w:t xml:space="preserve"> </w:t>
      </w:r>
      <w:r w:rsidR="00CE2562" w:rsidRPr="00CE2562">
        <w:t>ma</w:t>
      </w:r>
      <w:r w:rsidR="00276599">
        <w:t xml:space="preserve"> </w:t>
      </w:r>
      <w:bookmarkStart w:id="74" w:name="highlightHit_153"/>
      <w:bookmarkEnd w:id="74"/>
      <w:r w:rsidR="00CE2562" w:rsidRPr="00CE2562">
        <w:t>prawo</w:t>
      </w:r>
      <w:r w:rsidR="00276599">
        <w:t xml:space="preserve"> </w:t>
      </w:r>
      <w:r w:rsidR="00CE2562" w:rsidRPr="00CE2562">
        <w:t xml:space="preserve">do dostępu do dokumentacji </w:t>
      </w:r>
      <w:r w:rsidR="00CE2562">
        <w:t>psychologicznej</w:t>
      </w:r>
      <w:r w:rsidR="00CE2562" w:rsidRPr="00CE2562">
        <w:t xml:space="preserve"> dotyczącej udzielonych mu świadczeń </w:t>
      </w:r>
      <w:r w:rsidR="00CE2562">
        <w:t>psychologicznych</w:t>
      </w:r>
      <w:r w:rsidR="00453A1F">
        <w:t>,</w:t>
      </w:r>
      <w:r w:rsidR="00453A1F" w:rsidRPr="00453A1F">
        <w:t xml:space="preserve"> z wyłączeniem arkuszy testów psychologicznych</w:t>
      </w:r>
      <w:r w:rsidR="00CD2ED3">
        <w:t xml:space="preserve"> oraz notatek roboczych psychologa o </w:t>
      </w:r>
      <w:r w:rsidR="00F63EA6">
        <w:t>znaczeniu</w:t>
      </w:r>
      <w:r w:rsidR="00CD2ED3">
        <w:t xml:space="preserve"> krótkotrwałym</w:t>
      </w:r>
      <w:r w:rsidR="00CE2562">
        <w:t>.</w:t>
      </w:r>
    </w:p>
    <w:p w14:paraId="04F601D0" w14:textId="4327BCB4" w:rsidR="00CE2562" w:rsidRPr="00B1523B" w:rsidRDefault="004B4070" w:rsidP="00DB150B">
      <w:pPr>
        <w:pStyle w:val="USTustnpkodeksu"/>
      </w:pPr>
      <w:r>
        <w:t>5</w:t>
      </w:r>
      <w:r w:rsidR="00952CDB">
        <w:t xml:space="preserve">. </w:t>
      </w:r>
      <w:r>
        <w:t>D</w:t>
      </w:r>
      <w:r w:rsidR="00B953CE">
        <w:t xml:space="preserve">o udostępniania dokumentacji psychologicznej stosuje się odpowiednio przepisy </w:t>
      </w:r>
      <w:r>
        <w:t xml:space="preserve">art. 27 i art. 28 </w:t>
      </w:r>
      <w:r w:rsidR="00B953CE">
        <w:t>ustawy z dnia 6 listopada 2008 r. o prawach pacjenta i Rzeczniku Praw Pacjenta.</w:t>
      </w:r>
    </w:p>
    <w:p w14:paraId="2F8FE0FC" w14:textId="667F18EF" w:rsidR="00A65CD7" w:rsidRDefault="004B4070" w:rsidP="005B3ED2">
      <w:pPr>
        <w:pStyle w:val="USTustnpkodeksu"/>
      </w:pPr>
      <w:r>
        <w:t>6</w:t>
      </w:r>
      <w:r w:rsidR="00B1523B" w:rsidRPr="00832206">
        <w:t xml:space="preserve">. </w:t>
      </w:r>
      <w:r w:rsidR="00A94381">
        <w:t>W przypadku, gdy odbiorc</w:t>
      </w:r>
      <w:r w:rsidR="00851916">
        <w:t>ą</w:t>
      </w:r>
      <w:r w:rsidR="00A94381">
        <w:t xml:space="preserve"> świadczeń psychologicznych jest małoletni</w:t>
      </w:r>
      <w:r w:rsidR="00A94381" w:rsidRPr="00A94381">
        <w:t xml:space="preserve"> lub </w:t>
      </w:r>
      <w:r w:rsidR="00D903B5">
        <w:t xml:space="preserve">osoba </w:t>
      </w:r>
      <w:r w:rsidR="00A94381" w:rsidRPr="00A94381">
        <w:t>ubezwłasnowolnion</w:t>
      </w:r>
      <w:r w:rsidR="00744C08">
        <w:t>a</w:t>
      </w:r>
      <w:r w:rsidR="00A94381">
        <w:t>,</w:t>
      </w:r>
      <w:r w:rsidR="00A94381" w:rsidRPr="00A94381">
        <w:t xml:space="preserve"> dokumentację </w:t>
      </w:r>
      <w:r w:rsidR="00A94381">
        <w:t>psychologiczną</w:t>
      </w:r>
      <w:r w:rsidR="00A94381" w:rsidRPr="00A94381">
        <w:t xml:space="preserve"> </w:t>
      </w:r>
      <w:r w:rsidR="00A94381">
        <w:t xml:space="preserve">udostępnia się jego </w:t>
      </w:r>
      <w:r w:rsidR="00A94381" w:rsidRPr="00A94381">
        <w:t>przedstawicielowi ustawowemu</w:t>
      </w:r>
      <w:r w:rsidR="00A94381">
        <w:t xml:space="preserve">. </w:t>
      </w:r>
      <w:bookmarkStart w:id="75" w:name="_Hlk177997691"/>
      <w:r w:rsidR="00795645">
        <w:t xml:space="preserve">Przepis ust. 4 stosuje się odpowiednio. </w:t>
      </w:r>
    </w:p>
    <w:p w14:paraId="3B731099" w14:textId="2BF6A9E8" w:rsidR="00A94381" w:rsidRDefault="00A65CD7" w:rsidP="005B3ED2">
      <w:pPr>
        <w:pStyle w:val="USTustnpkodeksu"/>
      </w:pPr>
      <w:r>
        <w:lastRenderedPageBreak/>
        <w:t xml:space="preserve">7. </w:t>
      </w:r>
      <w:r w:rsidR="00A94381">
        <w:t xml:space="preserve">Psycholog może odmówić dostępu do dokumentacji </w:t>
      </w:r>
      <w:r w:rsidR="00A94381" w:rsidRPr="00A94381">
        <w:t xml:space="preserve">przedstawicielowi ustawowemu </w:t>
      </w:r>
      <w:r w:rsidR="00A94381">
        <w:t>w szczególnie uzasadnionych przypadkach, gdy dobro odbiorcy świadczeń psychologicznych jest zagrożone</w:t>
      </w:r>
      <w:bookmarkEnd w:id="75"/>
      <w:r w:rsidR="00A94381">
        <w:t>.</w:t>
      </w:r>
      <w:r w:rsidRPr="00A65CD7">
        <w:t xml:space="preserve"> </w:t>
      </w:r>
      <w:r>
        <w:t>W przypadku odmowy przedstawiciel ustawowy może wystąpić o zgodę na udost</w:t>
      </w:r>
      <w:r w:rsidR="003B78DA">
        <w:t>ę</w:t>
      </w:r>
      <w:r>
        <w:t>pnienie dokumentacji do sądu opiekuńczego właściwego ze względu na miejsce zamieszkania odbiorcy świadczeń psychologicznych</w:t>
      </w:r>
      <w:r w:rsidRPr="00A65CD7">
        <w:t>. Sąd, wyrażając zgodę na dostęp do dokumentacji</w:t>
      </w:r>
      <w:r w:rsidR="003B78DA">
        <w:t xml:space="preserve"> określa</w:t>
      </w:r>
      <w:r w:rsidRPr="00A65CD7">
        <w:t xml:space="preserve"> </w:t>
      </w:r>
      <w:r>
        <w:t xml:space="preserve">jego </w:t>
      </w:r>
      <w:r w:rsidRPr="00A65CD7">
        <w:t>zakres</w:t>
      </w:r>
      <w:r>
        <w:t>.</w:t>
      </w:r>
    </w:p>
    <w:p w14:paraId="23107436" w14:textId="249787D4" w:rsidR="004B4070" w:rsidRDefault="00A65CD7" w:rsidP="005B3ED2">
      <w:pPr>
        <w:pStyle w:val="USTustnpkodeksu"/>
      </w:pPr>
      <w:r>
        <w:t>8</w:t>
      </w:r>
      <w:r w:rsidR="004B4070">
        <w:t>. Dokumentację psychologiczną udostępnia się również:</w:t>
      </w:r>
    </w:p>
    <w:p w14:paraId="289BAD28" w14:textId="3F27F0F3" w:rsidR="004B4070" w:rsidRDefault="004B4070" w:rsidP="000A3BC0">
      <w:pPr>
        <w:pStyle w:val="PKTpunkt"/>
      </w:pPr>
      <w:r>
        <w:t>1)</w:t>
      </w:r>
      <w:r>
        <w:tab/>
        <w:t>sądom oraz prokuraturom w zakresie, w jakim dokumentacja psychologiczna jest niezbędna dla potrzeb prowadzonego postępowania;</w:t>
      </w:r>
    </w:p>
    <w:p w14:paraId="774E95DE" w14:textId="6EEDD0D1" w:rsidR="004B4070" w:rsidRDefault="000A3BC0" w:rsidP="000A3BC0">
      <w:pPr>
        <w:pStyle w:val="PKTpunkt"/>
      </w:pPr>
      <w:r>
        <w:t>2</w:t>
      </w:r>
      <w:r w:rsidR="004B4070">
        <w:t>)</w:t>
      </w:r>
      <w:r w:rsidR="004B4070">
        <w:tab/>
        <w:t xml:space="preserve">sądom dyscyplinarnym i rzecznikom dyscyplinarnym w związku z prowadzonym postępowaniem w przedmiocie odpowiedzialności dyscyplinarnej psychologów; </w:t>
      </w:r>
    </w:p>
    <w:p w14:paraId="500AA89C" w14:textId="68E7E602" w:rsidR="004B4070" w:rsidRDefault="000A3BC0" w:rsidP="004B4070">
      <w:pPr>
        <w:pStyle w:val="PKTpunkt"/>
      </w:pPr>
      <w:r>
        <w:t>3</w:t>
      </w:r>
      <w:r w:rsidR="004B4070">
        <w:t>)</w:t>
      </w:r>
      <w:r w:rsidR="004B4070">
        <w:tab/>
        <w:t>uprawnionym na mocy odrębnych przepisów organom i instytucjom, jeżeli świadczenie psychologiczne zostało wykonane na ich wniosek.</w:t>
      </w:r>
    </w:p>
    <w:p w14:paraId="2D187F21" w14:textId="01DB563E" w:rsidR="00F60CA6" w:rsidRDefault="00A65CD7" w:rsidP="005B3ED2">
      <w:pPr>
        <w:pStyle w:val="USTustnpkodeksu"/>
      </w:pPr>
      <w:r>
        <w:t>9</w:t>
      </w:r>
      <w:r w:rsidR="00A94381">
        <w:t xml:space="preserve">. </w:t>
      </w:r>
      <w:bookmarkStart w:id="76" w:name="_Hlk178081587"/>
      <w:r w:rsidR="00B1523B" w:rsidRPr="00832206">
        <w:t>Psycholog jest obowiązany przechowywać dokumentację, o której mowa w ust. 1,</w:t>
      </w:r>
      <w:r w:rsidR="00822458">
        <w:t xml:space="preserve"> w postaci papierowej lub elektronicznej,</w:t>
      </w:r>
      <w:r w:rsidR="00B1523B" w:rsidRPr="00832206">
        <w:t xml:space="preserve"> </w:t>
      </w:r>
      <w:r w:rsidR="00AE668D">
        <w:t>przez okres</w:t>
      </w:r>
      <w:r w:rsidR="00B1523B" w:rsidRPr="00832206">
        <w:t xml:space="preserve"> 5 lat od </w:t>
      </w:r>
      <w:r w:rsidR="00063A08">
        <w:t xml:space="preserve">końca roku kalendarzowego, w którym </w:t>
      </w:r>
      <w:r w:rsidR="00B1523B" w:rsidRPr="00832206">
        <w:t>udzielani</w:t>
      </w:r>
      <w:r w:rsidR="00063A08">
        <w:t>e</w:t>
      </w:r>
      <w:r w:rsidR="00B1523B" w:rsidRPr="00832206">
        <w:t xml:space="preserve"> świadczeń psychologicznych</w:t>
      </w:r>
      <w:r w:rsidR="00063A08">
        <w:t xml:space="preserve"> zostało zakończone</w:t>
      </w:r>
      <w:r w:rsidR="00173FCF">
        <w:t>, chyba że przepisy odrębne stanowią inaczej</w:t>
      </w:r>
      <w:bookmarkEnd w:id="76"/>
      <w:r w:rsidR="00B1523B" w:rsidRPr="00832206">
        <w:t>.</w:t>
      </w:r>
      <w:r w:rsidR="00E60214">
        <w:t xml:space="preserve"> W przypadku, w którym psycholog udziela świadczeń </w:t>
      </w:r>
      <w:r w:rsidR="005B0365">
        <w:t xml:space="preserve">psychologicznych </w:t>
      </w:r>
      <w:r w:rsidR="00E60214">
        <w:t>w ramach działalności innego podmiotu obowiązek przechowywania dokumentacji ciąży na tym podmiocie.</w:t>
      </w:r>
    </w:p>
    <w:p w14:paraId="2D0EA01D" w14:textId="5688375B" w:rsidR="005B3ED2" w:rsidRDefault="00A65CD7" w:rsidP="00FD0D1B">
      <w:pPr>
        <w:pStyle w:val="USTustnpkodeksu"/>
      </w:pPr>
      <w:r>
        <w:t>10</w:t>
      </w:r>
      <w:r w:rsidR="00F60CA6">
        <w:t xml:space="preserve">. </w:t>
      </w:r>
      <w:bookmarkStart w:id="77" w:name="_Hlk178081831"/>
      <w:r w:rsidR="005B3ED2">
        <w:t xml:space="preserve">W przypadku, gdy </w:t>
      </w:r>
      <w:r w:rsidR="0020046C">
        <w:t>odbiorc</w:t>
      </w:r>
      <w:r w:rsidR="00721448">
        <w:t>ą</w:t>
      </w:r>
      <w:r w:rsidR="0020046C">
        <w:t xml:space="preserve"> świadczeń psychologicznych</w:t>
      </w:r>
      <w:r w:rsidR="005B3ED2">
        <w:t xml:space="preserve"> jest </w:t>
      </w:r>
      <w:r w:rsidR="00822458">
        <w:t>małoletni</w:t>
      </w:r>
      <w:r w:rsidR="00721448">
        <w:t xml:space="preserve">, </w:t>
      </w:r>
      <w:r w:rsidR="00F60CA6">
        <w:t xml:space="preserve">dokumentację psychologiczną przechowuje się </w:t>
      </w:r>
      <w:r w:rsidR="005B3ED2" w:rsidRPr="00832206">
        <w:t>przez okres 5 lat</w:t>
      </w:r>
      <w:r w:rsidR="00063A08">
        <w:t xml:space="preserve">, </w:t>
      </w:r>
      <w:r w:rsidR="00063A08" w:rsidRPr="00063A08">
        <w:t xml:space="preserve">od końca roku kalendarzowego, </w:t>
      </w:r>
      <w:r w:rsidR="00063A08">
        <w:t>w którym małoletni</w:t>
      </w:r>
      <w:r w:rsidR="005B3ED2" w:rsidRPr="00832206">
        <w:t xml:space="preserve"> osiągn</w:t>
      </w:r>
      <w:r w:rsidR="00063A08">
        <w:t>ął</w:t>
      </w:r>
      <w:r w:rsidR="005B3ED2" w:rsidRPr="00832206">
        <w:t xml:space="preserve"> pełnoletnoś</w:t>
      </w:r>
      <w:r w:rsidR="00063A08">
        <w:t>ć</w:t>
      </w:r>
      <w:bookmarkEnd w:id="77"/>
      <w:r w:rsidR="0037421C">
        <w:t>, chyba że przepisy odrębne stanowią inaczej</w:t>
      </w:r>
      <w:r w:rsidR="00FD732B">
        <w:t>.</w:t>
      </w:r>
    </w:p>
    <w:p w14:paraId="062DCC73" w14:textId="42C07130" w:rsidR="00BD0159" w:rsidRDefault="004B4070" w:rsidP="00BD0159">
      <w:pPr>
        <w:pStyle w:val="USTustnpkodeksu"/>
      </w:pPr>
      <w:r>
        <w:t>1</w:t>
      </w:r>
      <w:r w:rsidR="00A65CD7">
        <w:t>1</w:t>
      </w:r>
      <w:r w:rsidR="00B1523B" w:rsidRPr="00832206">
        <w:t xml:space="preserve">. </w:t>
      </w:r>
      <w:bookmarkStart w:id="78" w:name="_Hlk101354242"/>
      <w:r w:rsidR="00BD0159" w:rsidRPr="00EF7F5C">
        <w:t>Dokumentację</w:t>
      </w:r>
      <w:r w:rsidR="00BD0159">
        <w:t xml:space="preserve"> psychologiczną </w:t>
      </w:r>
      <w:r w:rsidR="00BD0159" w:rsidRPr="00EF7F5C">
        <w:t xml:space="preserve">przechowuje się w warunkach organizacyjnych i technicznych zapewniających jej ochronę przed zniszczeniem, uszkodzeniem lub </w:t>
      </w:r>
      <w:r w:rsidR="00FA087B">
        <w:t>utratą</w:t>
      </w:r>
      <w:r w:rsidR="00A64DC2">
        <w:t xml:space="preserve"> oraz uniemożliwiających dostęp osób nieupoważnionych</w:t>
      </w:r>
      <w:r w:rsidR="00BD0159" w:rsidRPr="00EF7F5C">
        <w:t>.</w:t>
      </w:r>
    </w:p>
    <w:bookmarkEnd w:id="78"/>
    <w:p w14:paraId="7B58AA6D" w14:textId="1BBA4374" w:rsidR="00E85B9C" w:rsidRDefault="004B4070" w:rsidP="00BD0159">
      <w:pPr>
        <w:pStyle w:val="USTustnpkodeksu"/>
      </w:pPr>
      <w:r>
        <w:t>1</w:t>
      </w:r>
      <w:r w:rsidR="00A65CD7">
        <w:t>2</w:t>
      </w:r>
      <w:r w:rsidR="001A48B2">
        <w:t>.</w:t>
      </w:r>
      <w:r w:rsidR="00BD0159">
        <w:t xml:space="preserve"> </w:t>
      </w:r>
      <w:r w:rsidR="00BD0159" w:rsidRPr="00832206">
        <w:t xml:space="preserve">Po upływie okresu, o którym mowa w ust. </w:t>
      </w:r>
      <w:r w:rsidR="00A65CD7">
        <w:t>9</w:t>
      </w:r>
      <w:r>
        <w:t xml:space="preserve"> </w:t>
      </w:r>
      <w:r w:rsidR="007D7CFF">
        <w:t xml:space="preserve">i </w:t>
      </w:r>
      <w:r w:rsidR="00A65CD7">
        <w:t>10</w:t>
      </w:r>
      <w:r w:rsidR="00BD0159" w:rsidRPr="00832206">
        <w:t xml:space="preserve">, dokumentację psychologiczną niszczy się w sposób uniemożliwiający </w:t>
      </w:r>
      <w:r w:rsidR="00063A08">
        <w:t>odtworzenie jej treści</w:t>
      </w:r>
      <w:r w:rsidR="00BD0159" w:rsidRPr="00832206">
        <w:t>.</w:t>
      </w:r>
      <w:r w:rsidR="00BD0159">
        <w:t xml:space="preserve"> </w:t>
      </w:r>
      <w:r w:rsidR="002C362B" w:rsidRPr="002C362B">
        <w:t xml:space="preserve">Z </w:t>
      </w:r>
      <w:r w:rsidR="00E61B75">
        <w:t xml:space="preserve">procesu </w:t>
      </w:r>
      <w:r w:rsidR="002C362B" w:rsidRPr="002C362B">
        <w:t>niszczenia dokumentacji psychologicznej sporządza się protokół.</w:t>
      </w:r>
    </w:p>
    <w:p w14:paraId="260915AC" w14:textId="14E0081B" w:rsidR="00BD0159" w:rsidRPr="00832206" w:rsidRDefault="004B4070" w:rsidP="00BD0159">
      <w:pPr>
        <w:pStyle w:val="USTustnpkodeksu"/>
      </w:pPr>
      <w:r>
        <w:t>1</w:t>
      </w:r>
      <w:r w:rsidR="00A65CD7">
        <w:t>3</w:t>
      </w:r>
      <w:r w:rsidR="00E85B9C">
        <w:t xml:space="preserve">. </w:t>
      </w:r>
      <w:bookmarkStart w:id="79" w:name="_Hlk178600761"/>
      <w:r w:rsidR="00721448">
        <w:t>Jeżeli przepisy odrębne nie stanowią inaczej, d</w:t>
      </w:r>
      <w:r w:rsidR="00BD0159" w:rsidRPr="00BD0159">
        <w:t xml:space="preserve">okumentacja </w:t>
      </w:r>
      <w:r w:rsidR="00BD0159">
        <w:t>psychologiczna</w:t>
      </w:r>
      <w:r w:rsidR="00BD0159" w:rsidRPr="00BD0159">
        <w:t xml:space="preserve"> przeznaczona do zniszczenia może być wydana </w:t>
      </w:r>
      <w:r w:rsidR="0020046C">
        <w:t>odbiorcy świadczeń psychologicznych</w:t>
      </w:r>
      <w:r w:rsidR="00BD0159" w:rsidRPr="00BD0159">
        <w:t>, jego przedstawicielowi ustawowemu lub osobie upoważnionej</w:t>
      </w:r>
      <w:r w:rsidR="00A64DC2">
        <w:t xml:space="preserve"> pisemnie</w:t>
      </w:r>
      <w:r w:rsidR="00BD0159" w:rsidRPr="00BD0159">
        <w:t xml:space="preserve"> przez </w:t>
      </w:r>
      <w:r w:rsidR="0020046C">
        <w:t xml:space="preserve">odbiorcę świadczeń </w:t>
      </w:r>
      <w:r w:rsidR="0020046C">
        <w:lastRenderedPageBreak/>
        <w:t>psychologicznych</w:t>
      </w:r>
      <w:r w:rsidR="00CF575D">
        <w:t xml:space="preserve">, </w:t>
      </w:r>
      <w:r w:rsidR="00CF575D" w:rsidRPr="00453A1F">
        <w:t>z wyłączeniem arkuszy testów psychologicznych</w:t>
      </w:r>
      <w:r w:rsidR="00CF575D">
        <w:t xml:space="preserve"> oraz notatek roboczych psychologa o </w:t>
      </w:r>
      <w:r w:rsidR="00F63EA6">
        <w:t>znaczeniu</w:t>
      </w:r>
      <w:r w:rsidR="00CF575D">
        <w:t xml:space="preserve"> krótkotrwałym</w:t>
      </w:r>
      <w:r w:rsidR="00BD0159" w:rsidRPr="00BD0159">
        <w:t>.</w:t>
      </w:r>
      <w:r w:rsidR="00FD732B">
        <w:t xml:space="preserve"> Z czynności tej sporządza się </w:t>
      </w:r>
      <w:r w:rsidR="00977AA6">
        <w:t>protokół</w:t>
      </w:r>
      <w:r w:rsidR="00FD732B">
        <w:t>.</w:t>
      </w:r>
    </w:p>
    <w:bookmarkEnd w:id="79"/>
    <w:p w14:paraId="0B329622" w14:textId="39A4155B" w:rsidR="00BD0159" w:rsidRDefault="004B4070" w:rsidP="00BD0159">
      <w:pPr>
        <w:pStyle w:val="USTustnpkodeksu"/>
      </w:pPr>
      <w:r>
        <w:t>1</w:t>
      </w:r>
      <w:r w:rsidR="00A65CD7">
        <w:t>4</w:t>
      </w:r>
      <w:r w:rsidR="00BD0159">
        <w:t xml:space="preserve">. </w:t>
      </w:r>
      <w:r w:rsidR="00BD0159" w:rsidRPr="00E96D9D">
        <w:t xml:space="preserve">W przypadku zaprzestania </w:t>
      </w:r>
      <w:r w:rsidR="00BD0159">
        <w:t xml:space="preserve">udzielania </w:t>
      </w:r>
      <w:r w:rsidR="00BD0159" w:rsidRPr="00E96D9D">
        <w:t>świadcze</w:t>
      </w:r>
      <w:r w:rsidR="00BD0159">
        <w:t>ń</w:t>
      </w:r>
      <w:r w:rsidR="00BD0159" w:rsidRPr="00E96D9D">
        <w:t xml:space="preserve"> psychologicznych, psycholog przekazuje dokumentację </w:t>
      </w:r>
      <w:r w:rsidR="00BD0159">
        <w:t>psychologiczną</w:t>
      </w:r>
      <w:r w:rsidR="00BD0159" w:rsidRPr="00E96D9D">
        <w:t xml:space="preserve"> podmiotom, o których mowa w ust. </w:t>
      </w:r>
      <w:r>
        <w:t>1</w:t>
      </w:r>
      <w:r w:rsidR="000A3BC0">
        <w:t>5</w:t>
      </w:r>
      <w:r>
        <w:t xml:space="preserve"> </w:t>
      </w:r>
      <w:r w:rsidR="00BD0159">
        <w:t xml:space="preserve">i </w:t>
      </w:r>
      <w:r w:rsidR="00B953CE">
        <w:t>us</w:t>
      </w:r>
      <w:r w:rsidR="00A97C74">
        <w:t xml:space="preserve">t. </w:t>
      </w:r>
      <w:r>
        <w:t>1</w:t>
      </w:r>
      <w:r w:rsidR="000A3BC0">
        <w:t>6</w:t>
      </w:r>
      <w:r w:rsidR="00BD0159" w:rsidRPr="00E96D9D">
        <w:t>,</w:t>
      </w:r>
      <w:r w:rsidR="00E369CE">
        <w:t xml:space="preserve"> </w:t>
      </w:r>
      <w:r w:rsidR="00BD0159" w:rsidRPr="00E96D9D">
        <w:t xml:space="preserve">w sposób zapewniający zabezpieczenie przed jej zniszczeniem, uszkodzeniem lub utratą oraz dostępem osób </w:t>
      </w:r>
      <w:r w:rsidR="00A64DC2">
        <w:t>nieupoważni</w:t>
      </w:r>
      <w:r w:rsidR="00D5347D">
        <w:t>o</w:t>
      </w:r>
      <w:r w:rsidR="00A64DC2">
        <w:t>nych</w:t>
      </w:r>
      <w:r w:rsidR="00BD0159" w:rsidRPr="00E96D9D">
        <w:t>.</w:t>
      </w:r>
    </w:p>
    <w:p w14:paraId="547CEA4E" w14:textId="2B4573B1" w:rsidR="00C342B9" w:rsidRDefault="004B4070" w:rsidP="00BD0159">
      <w:pPr>
        <w:pStyle w:val="USTustnpkodeksu"/>
      </w:pPr>
      <w:r>
        <w:t>1</w:t>
      </w:r>
      <w:r w:rsidR="000A3BC0">
        <w:t>5</w:t>
      </w:r>
      <w:r w:rsidR="008E07A2">
        <w:t>.</w:t>
      </w:r>
      <w:r w:rsidR="00BD0159">
        <w:t xml:space="preserve"> </w:t>
      </w:r>
      <w:r w:rsidR="00BD0159" w:rsidRPr="00E96D9D">
        <w:t xml:space="preserve">Dokumentację </w:t>
      </w:r>
      <w:r w:rsidR="00BD0159">
        <w:t>psychologiczną prowadzoną przez psychologa, który zaprzestał udzielania</w:t>
      </w:r>
      <w:r w:rsidR="00766F44">
        <w:t xml:space="preserve"> świadczeń psychologicznych</w:t>
      </w:r>
      <w:r w:rsidR="00766F44" w:rsidRPr="00E96D9D">
        <w:t xml:space="preserve"> </w:t>
      </w:r>
      <w:r w:rsidR="00766F44">
        <w:t xml:space="preserve">danemu odbiorcy </w:t>
      </w:r>
      <w:r w:rsidR="00BD0159">
        <w:t>świadczeń psychologicznych</w:t>
      </w:r>
      <w:r w:rsidR="00BD0159" w:rsidRPr="00E96D9D">
        <w:t xml:space="preserve"> przejmuje </w:t>
      </w:r>
      <w:r w:rsidR="00BD0159">
        <w:t>psycholog</w:t>
      </w:r>
      <w:r w:rsidR="00BD0159" w:rsidRPr="00E96D9D">
        <w:t xml:space="preserve">, który </w:t>
      </w:r>
      <w:r w:rsidR="00BD0159">
        <w:t xml:space="preserve">przejął </w:t>
      </w:r>
      <w:r w:rsidR="002B1299">
        <w:t xml:space="preserve">udzielanie </w:t>
      </w:r>
      <w:r w:rsidR="00BD0159">
        <w:t>świadcze</w:t>
      </w:r>
      <w:r w:rsidR="002B1299">
        <w:t>ń</w:t>
      </w:r>
      <w:r w:rsidR="00BD0159">
        <w:t xml:space="preserve"> psychologicznych </w:t>
      </w:r>
      <w:r w:rsidR="00766F44">
        <w:t xml:space="preserve">temu </w:t>
      </w:r>
      <w:r w:rsidR="0020046C">
        <w:t>odbiorcy</w:t>
      </w:r>
      <w:r w:rsidR="00BD0159" w:rsidRPr="00E96D9D">
        <w:t>.</w:t>
      </w:r>
      <w:r w:rsidR="00D06CEB">
        <w:t xml:space="preserve"> </w:t>
      </w:r>
      <w:r w:rsidR="00ED576A">
        <w:br/>
      </w:r>
      <w:r w:rsidR="00D06CEB">
        <w:t>W przypadku braku psychologa przejmującego udzielanie świadczeń psychologicznych dokumentację psychologiczną przejmuje podmiot, w którym były udzielane świadczenia psychologiczne.</w:t>
      </w:r>
    </w:p>
    <w:p w14:paraId="2EB6500C" w14:textId="153C1DFE" w:rsidR="00BD0159" w:rsidRPr="00E96D9D" w:rsidRDefault="00C342B9" w:rsidP="00BD0159">
      <w:pPr>
        <w:pStyle w:val="USTustnpkodeksu"/>
      </w:pPr>
      <w:r>
        <w:t>1</w:t>
      </w:r>
      <w:r w:rsidR="000A3BC0">
        <w:t>6</w:t>
      </w:r>
      <w:r>
        <w:t xml:space="preserve">. </w:t>
      </w:r>
      <w:r w:rsidR="00E3200E" w:rsidRPr="00E96D9D">
        <w:t xml:space="preserve">W przypadku braku </w:t>
      </w:r>
      <w:r w:rsidR="00E3200E">
        <w:t>podmiotów, o których mowa w ust. 15</w:t>
      </w:r>
      <w:r w:rsidR="00E3200E" w:rsidRPr="00E96D9D">
        <w:t xml:space="preserve">, za przechowywanie i udostępnianie dokumentacji </w:t>
      </w:r>
      <w:r w:rsidR="00E3200E">
        <w:t>psychologicznej</w:t>
      </w:r>
      <w:r w:rsidR="00E3200E" w:rsidRPr="00E96D9D">
        <w:t xml:space="preserve"> po zaprzestaniu </w:t>
      </w:r>
      <w:r w:rsidR="00E3200E">
        <w:t>udzielania świadczeń psychologicznych</w:t>
      </w:r>
      <w:r w:rsidR="00E3200E" w:rsidRPr="00E96D9D">
        <w:t xml:space="preserve"> odpowiada</w:t>
      </w:r>
      <w:r w:rsidR="00E3200E">
        <w:t xml:space="preserve"> </w:t>
      </w:r>
      <w:r w:rsidR="00E3200E" w:rsidRPr="00E96D9D">
        <w:t xml:space="preserve">właściwa </w:t>
      </w:r>
      <w:r w:rsidR="00E3200E">
        <w:t xml:space="preserve">regionalna izba psychologów, zwana </w:t>
      </w:r>
      <w:r w:rsidR="00E3200E" w:rsidRPr="00DA1C99">
        <w:t>„</w:t>
      </w:r>
      <w:r w:rsidR="00E3200E">
        <w:t>regionalną izbą</w:t>
      </w:r>
      <w:r w:rsidR="00E3200E" w:rsidRPr="00DA1C99">
        <w:t>”</w:t>
      </w:r>
      <w:r w:rsidRPr="00C342B9">
        <w:t>.</w:t>
      </w:r>
    </w:p>
    <w:p w14:paraId="2329B0F5" w14:textId="5C3C6D5B" w:rsidR="00BD0159" w:rsidRDefault="004B4070" w:rsidP="00BD0159">
      <w:pPr>
        <w:pStyle w:val="USTustnpkodeksu"/>
      </w:pPr>
      <w:r>
        <w:t>1</w:t>
      </w:r>
      <w:r w:rsidR="000A3BC0">
        <w:t>7</w:t>
      </w:r>
      <w:r w:rsidR="008E07A2">
        <w:t>.</w:t>
      </w:r>
      <w:r w:rsidR="00E3200E" w:rsidRPr="00E3200E">
        <w:t xml:space="preserve"> </w:t>
      </w:r>
      <w:r w:rsidR="00E3200E" w:rsidRPr="00C342B9">
        <w:t xml:space="preserve">W odniesieniu do służb mundurowych, w przypadku braku psychologa przejmującego udzielanie świadczeń psychologicznych lub braku psychologa w danej jednostce organizacyjnej, dokumentacja psychologiczna przekazywana jest psychologowi z innej jednostki organizacyjnej w obrębie </w:t>
      </w:r>
      <w:r w:rsidR="00E3200E">
        <w:t>danej służby mundurowej</w:t>
      </w:r>
      <w:r w:rsidR="00BD0159">
        <w:t>.</w:t>
      </w:r>
    </w:p>
    <w:p w14:paraId="11765D41" w14:textId="7F8E1963" w:rsidR="00B1523B" w:rsidRPr="00832206" w:rsidRDefault="004B4070" w:rsidP="00832206">
      <w:pPr>
        <w:pStyle w:val="USTustnpkodeksu"/>
      </w:pPr>
      <w:r>
        <w:t>1</w:t>
      </w:r>
      <w:r w:rsidR="000A3BC0">
        <w:t>8</w:t>
      </w:r>
      <w:r w:rsidR="008E07A2">
        <w:t>.</w:t>
      </w:r>
      <w:r w:rsidR="00B1523B" w:rsidRPr="00832206">
        <w:t xml:space="preserve"> </w:t>
      </w:r>
      <w:bookmarkStart w:id="80" w:name="_Hlk178251684"/>
      <w:r w:rsidR="001B71FE" w:rsidRPr="001B71FE">
        <w:t>W celu za</w:t>
      </w:r>
      <w:r w:rsidR="001B71FE">
        <w:t>gwarantowa</w:t>
      </w:r>
      <w:r w:rsidR="001B71FE" w:rsidRPr="001B71FE">
        <w:t xml:space="preserve">nia przechowywania dokumentacji psychologicznej w sposób zapewniający zabezpieczenie jej przed zniszczeniem, uszkodzeniem lub utratą oraz dostępem osób nieupoważnionych </w:t>
      </w:r>
      <w:r w:rsidR="001B71FE">
        <w:t>p</w:t>
      </w:r>
      <w:r w:rsidR="00B1523B" w:rsidRPr="00832206">
        <w:t xml:space="preserve">sycholog może powierzyć innemu podmiotowi przetwarzanie danych </w:t>
      </w:r>
      <w:r w:rsidR="002B1299">
        <w:t xml:space="preserve">osobowych </w:t>
      </w:r>
      <w:r w:rsidR="00B1523B" w:rsidRPr="00832206">
        <w:t>zawartych w dokumentacji</w:t>
      </w:r>
      <w:r w:rsidR="00822458">
        <w:t xml:space="preserve"> psychologicznej</w:t>
      </w:r>
      <w:r w:rsidR="00B1523B" w:rsidRPr="00832206">
        <w:t>, w związku z realizacją przez ten podmiot umowy o powierzeniu przetwarzania danych osobowych.</w:t>
      </w:r>
      <w:bookmarkEnd w:id="80"/>
    </w:p>
    <w:p w14:paraId="04E44D93" w14:textId="4E170A0E" w:rsidR="00B1523B" w:rsidRPr="00832206" w:rsidRDefault="004B4070" w:rsidP="00832206">
      <w:pPr>
        <w:pStyle w:val="USTustnpkodeksu"/>
      </w:pPr>
      <w:r>
        <w:t>1</w:t>
      </w:r>
      <w:r w:rsidR="000A3BC0">
        <w:t>9</w:t>
      </w:r>
      <w:r w:rsidR="008E07A2">
        <w:t>.</w:t>
      </w:r>
      <w:r w:rsidR="00B1523B" w:rsidRPr="00832206">
        <w:t xml:space="preserve"> Dane osobowe podlegają zabezpieczeniom zapobiegającym nadużyciom lub niezgodnemu z prawem dostępowi lub przekazywaniu</w:t>
      </w:r>
      <w:r w:rsidR="00CD0989">
        <w:t>,</w:t>
      </w:r>
      <w:r w:rsidR="00B1523B" w:rsidRPr="00832206">
        <w:t xml:space="preserve"> polegającym co najmniej na:</w:t>
      </w:r>
    </w:p>
    <w:p w14:paraId="4580B467" w14:textId="6F26704F" w:rsidR="00B1523B" w:rsidRPr="00832206" w:rsidRDefault="00832206" w:rsidP="00832206">
      <w:pPr>
        <w:pStyle w:val="PKTpunkt"/>
      </w:pPr>
      <w:r>
        <w:t xml:space="preserve">1) </w:t>
      </w:r>
      <w:r w:rsidR="00B1523B" w:rsidRPr="00832206">
        <w:t xml:space="preserve">dopuszczeniu przez administratora do przetwarzania danych osobowych wyłącznie osób pisemnie </w:t>
      </w:r>
      <w:r w:rsidR="004154C3">
        <w:t>przez niego</w:t>
      </w:r>
      <w:r w:rsidR="00B1523B" w:rsidRPr="00832206">
        <w:t xml:space="preserve"> upoważnionych;</w:t>
      </w:r>
    </w:p>
    <w:p w14:paraId="7595AF80" w14:textId="6F278CDE" w:rsidR="00B1523B" w:rsidRPr="00832206" w:rsidRDefault="00832206" w:rsidP="00832206">
      <w:pPr>
        <w:pStyle w:val="PKTpunkt"/>
      </w:pPr>
      <w:r>
        <w:t xml:space="preserve">2) </w:t>
      </w:r>
      <w:r w:rsidR="00B1523B" w:rsidRPr="00832206">
        <w:t>pisemnym zobowiązaniu się osób upoważnionych do przetwarzania danych osobowych do zachowania</w:t>
      </w:r>
      <w:r w:rsidR="00ED459C">
        <w:t xml:space="preserve"> w</w:t>
      </w:r>
      <w:r w:rsidR="00B1523B" w:rsidRPr="00832206">
        <w:t xml:space="preserve"> tajemnicy</w:t>
      </w:r>
      <w:r w:rsidR="00ED459C">
        <w:t xml:space="preserve"> informacji </w:t>
      </w:r>
      <w:r w:rsidR="00216AE3">
        <w:t xml:space="preserve">związanych z </w:t>
      </w:r>
      <w:r w:rsidR="0020046C">
        <w:t>odbiorcą świadczeń psychologicznych</w:t>
      </w:r>
      <w:r w:rsidR="00B1523B" w:rsidRPr="00832206">
        <w:t>;</w:t>
      </w:r>
    </w:p>
    <w:p w14:paraId="0A7ACAC6" w14:textId="1A99FFD0" w:rsidR="00B1523B" w:rsidRPr="00832206" w:rsidRDefault="00832206" w:rsidP="00832206">
      <w:pPr>
        <w:pStyle w:val="PKTpunkt"/>
      </w:pPr>
      <w:r>
        <w:t xml:space="preserve">3) </w:t>
      </w:r>
      <w:r w:rsidR="00B1523B" w:rsidRPr="00832206">
        <w:t>regularnym testowaniu i doskonaleniu stosowanych środków technicznych i organizacyjnych.</w:t>
      </w:r>
    </w:p>
    <w:p w14:paraId="23C1B86B" w14:textId="4F8E91E9" w:rsidR="00B1523B" w:rsidRPr="003D57A6" w:rsidRDefault="00A24E01" w:rsidP="003D57A6">
      <w:pPr>
        <w:pStyle w:val="ARTartustawynprozporzdzenia"/>
      </w:pPr>
      <w:r>
        <w:rPr>
          <w:rStyle w:val="Ppogrubienie"/>
        </w:rPr>
        <w:lastRenderedPageBreak/>
        <w:t xml:space="preserve">Art. </w:t>
      </w:r>
      <w:r w:rsidR="000C7D69">
        <w:rPr>
          <w:rStyle w:val="Ppogrubienie"/>
        </w:rPr>
        <w:t>29</w:t>
      </w:r>
      <w:r w:rsidR="00B1523B" w:rsidRPr="00022C23">
        <w:rPr>
          <w:rStyle w:val="Ppogrubienie"/>
        </w:rPr>
        <w:t>.</w:t>
      </w:r>
      <w:r w:rsidR="00B1523B" w:rsidRPr="00B1523B">
        <w:t xml:space="preserve"> 1. </w:t>
      </w:r>
      <w:r w:rsidR="00B1523B" w:rsidRPr="003D57A6">
        <w:t xml:space="preserve">Psycholog ma prawo i obowiązek doskonalenia zawodowego </w:t>
      </w:r>
      <w:r w:rsidR="00862714">
        <w:t>w formie</w:t>
      </w:r>
      <w:r w:rsidR="00B1523B" w:rsidRPr="003D57A6">
        <w:t xml:space="preserve"> kształceni</w:t>
      </w:r>
      <w:r w:rsidR="00862714">
        <w:t>a</w:t>
      </w:r>
      <w:r w:rsidR="00B1523B" w:rsidRPr="003D57A6">
        <w:t xml:space="preserve"> ustawiczne</w:t>
      </w:r>
      <w:r w:rsidR="00862714">
        <w:t>go</w:t>
      </w:r>
      <w:r w:rsidR="00B1523B" w:rsidRPr="003D57A6">
        <w:t>.</w:t>
      </w:r>
      <w:r w:rsidR="00EF42CE">
        <w:t xml:space="preserve"> Realizacja obowiązku doskonalenia zawodowego następuje w okresach edukacyjnych.</w:t>
      </w:r>
    </w:p>
    <w:p w14:paraId="59CC93F9" w14:textId="27B7A6CF" w:rsidR="00B1523B" w:rsidRPr="003D57A6" w:rsidRDefault="00B1523B" w:rsidP="003D57A6">
      <w:pPr>
        <w:pStyle w:val="USTustnpkodeksu"/>
      </w:pPr>
      <w:r w:rsidRPr="003D57A6">
        <w:t>2. Doskonalenie zawodowe</w:t>
      </w:r>
      <w:r w:rsidR="00E172C5">
        <w:t xml:space="preserve"> </w:t>
      </w:r>
      <w:r w:rsidRPr="003D57A6">
        <w:t xml:space="preserve">jest organizowane </w:t>
      </w:r>
      <w:r w:rsidR="00C11771">
        <w:t xml:space="preserve">lub koordynowane </w:t>
      </w:r>
      <w:r w:rsidRPr="003D57A6">
        <w:t>przez samorząd</w:t>
      </w:r>
      <w:r w:rsidR="004154C3" w:rsidRPr="003D57A6">
        <w:t xml:space="preserve"> </w:t>
      </w:r>
      <w:r w:rsidR="0092368E">
        <w:t>psychologów</w:t>
      </w:r>
      <w:r w:rsidRPr="003D57A6">
        <w:t>.</w:t>
      </w:r>
    </w:p>
    <w:p w14:paraId="4BEF1853" w14:textId="5C7E4FAA" w:rsidR="00B1523B" w:rsidRPr="00454A1A" w:rsidRDefault="00A66CF7" w:rsidP="00864F49">
      <w:pPr>
        <w:pStyle w:val="USTustnpkodeksu"/>
      </w:pPr>
      <w:r w:rsidRPr="00864F49">
        <w:t>3</w:t>
      </w:r>
      <w:r w:rsidR="00B1523B" w:rsidRPr="00864F49">
        <w:t>.</w:t>
      </w:r>
      <w:r w:rsidR="00B1523B" w:rsidRPr="00454A1A">
        <w:t xml:space="preserve"> </w:t>
      </w:r>
      <w:bookmarkStart w:id="81" w:name="_Hlk178254724"/>
      <w:r w:rsidR="00B1523B" w:rsidRPr="00454A1A">
        <w:t>Przebieg doskonalenia zawodowego psychologa dokumentuje się w karcie doskonalenia zawodowego</w:t>
      </w:r>
      <w:r w:rsidR="00482D9B">
        <w:t>, którą</w:t>
      </w:r>
      <w:r w:rsidR="00482D9B" w:rsidRPr="00482D9B">
        <w:t xml:space="preserve"> prowadzi regionalna rada. </w:t>
      </w:r>
      <w:r w:rsidR="00482D9B">
        <w:t>R</w:t>
      </w:r>
      <w:r w:rsidR="00482D9B" w:rsidRPr="00482D9B">
        <w:t xml:space="preserve">egionalna </w:t>
      </w:r>
      <w:r w:rsidR="00482D9B">
        <w:t>r</w:t>
      </w:r>
      <w:r w:rsidR="00482D9B" w:rsidRPr="00482D9B">
        <w:t>ada jest administratorem danych zawartych w karcie</w:t>
      </w:r>
      <w:r w:rsidR="00E85CCF" w:rsidRPr="00E85CCF">
        <w:t xml:space="preserve"> doskonalenia zawodowego</w:t>
      </w:r>
      <w:r w:rsidR="00B1523B" w:rsidRPr="00454A1A">
        <w:t>.</w:t>
      </w:r>
    </w:p>
    <w:bookmarkEnd w:id="81"/>
    <w:p w14:paraId="2E850584" w14:textId="024E4EA4" w:rsidR="00B1523B" w:rsidRPr="00B1523B" w:rsidRDefault="00A66CF7" w:rsidP="00832206">
      <w:pPr>
        <w:pStyle w:val="USTustnpkodeksu"/>
      </w:pPr>
      <w:r>
        <w:t>4</w:t>
      </w:r>
      <w:r w:rsidR="00B1523B" w:rsidRPr="00B1523B">
        <w:t>. Karta doskonalenia zawodowego zawiera</w:t>
      </w:r>
      <w:r w:rsidR="003608AA">
        <w:t xml:space="preserve"> w szczególności</w:t>
      </w:r>
      <w:r w:rsidR="00B1523B" w:rsidRPr="00B1523B">
        <w:t>:</w:t>
      </w:r>
    </w:p>
    <w:p w14:paraId="403158DE" w14:textId="77777777" w:rsidR="00B1523B" w:rsidRPr="00B1523B" w:rsidRDefault="00B1523B" w:rsidP="00832206">
      <w:pPr>
        <w:pStyle w:val="PKTpunkt"/>
      </w:pPr>
      <w:r w:rsidRPr="00B1523B">
        <w:t>1) imię i nazwisko;</w:t>
      </w:r>
    </w:p>
    <w:p w14:paraId="402B142A" w14:textId="112BAA52" w:rsidR="00B1523B" w:rsidRPr="00B1523B" w:rsidRDefault="00B1523B" w:rsidP="00832206">
      <w:pPr>
        <w:pStyle w:val="PKTpunkt"/>
      </w:pPr>
      <w:r w:rsidRPr="00B1523B">
        <w:t xml:space="preserve">2) numer </w:t>
      </w:r>
      <w:r w:rsidR="008B1D23">
        <w:t>wpisu</w:t>
      </w:r>
      <w:r w:rsidR="001741E1" w:rsidRPr="001741E1">
        <w:t xml:space="preserve"> </w:t>
      </w:r>
      <w:r w:rsidR="001741E1">
        <w:t>do Rejestru</w:t>
      </w:r>
      <w:r w:rsidRPr="00B1523B">
        <w:t>;</w:t>
      </w:r>
    </w:p>
    <w:p w14:paraId="4FB16F17" w14:textId="31102525" w:rsidR="00B1523B" w:rsidRPr="00B1523B" w:rsidRDefault="00B1523B" w:rsidP="00832206">
      <w:pPr>
        <w:pStyle w:val="PKTpunkt"/>
      </w:pPr>
      <w:r w:rsidRPr="00B1523B">
        <w:t>3) datę rozpoczęcia okresu edukacyjnego;</w:t>
      </w:r>
    </w:p>
    <w:p w14:paraId="611C8560" w14:textId="77777777" w:rsidR="00276599" w:rsidRDefault="00B1523B" w:rsidP="00832206">
      <w:pPr>
        <w:pStyle w:val="PKTpunkt"/>
      </w:pPr>
      <w:r w:rsidRPr="00B1523B">
        <w:t xml:space="preserve">4) informację o terminach i miejscach </w:t>
      </w:r>
      <w:r w:rsidR="00475EA0">
        <w:t xml:space="preserve">realizacji obowiązku </w:t>
      </w:r>
      <w:r w:rsidRPr="00B1523B">
        <w:t>doskonalenia zawodowego</w:t>
      </w:r>
      <w:r w:rsidR="00B95C75">
        <w:t xml:space="preserve">, a w przypadku </w:t>
      </w:r>
      <w:r w:rsidR="00B95C75" w:rsidRPr="00B1523B">
        <w:t>kurs</w:t>
      </w:r>
      <w:r w:rsidR="00B95C75">
        <w:t>u</w:t>
      </w:r>
      <w:r w:rsidR="00B95C75" w:rsidRPr="00B1523B">
        <w:t xml:space="preserve"> doskonaląc</w:t>
      </w:r>
      <w:r w:rsidR="00B95C75">
        <w:t>ego</w:t>
      </w:r>
      <w:r w:rsidR="00744C08">
        <w:t>,</w:t>
      </w:r>
      <w:r w:rsidR="00B95C75">
        <w:t xml:space="preserve"> </w:t>
      </w:r>
      <w:r w:rsidR="00B95C75" w:rsidRPr="00B1523B">
        <w:t>nazwę (firmę) i adres podmiotu przeprowadzającego</w:t>
      </w:r>
      <w:r w:rsidR="00744C08">
        <w:t xml:space="preserve"> kurs</w:t>
      </w:r>
      <w:r w:rsidRPr="00B1523B">
        <w:t>;</w:t>
      </w:r>
    </w:p>
    <w:p w14:paraId="5233E14F" w14:textId="7E517CE1" w:rsidR="00B1523B" w:rsidRPr="00B1523B" w:rsidRDefault="00B95C75" w:rsidP="00832206">
      <w:pPr>
        <w:pStyle w:val="PKTpunkt"/>
      </w:pPr>
      <w:r>
        <w:t>5</w:t>
      </w:r>
      <w:r w:rsidR="00B1523B" w:rsidRPr="00B1523B">
        <w:t xml:space="preserve">) informację o </w:t>
      </w:r>
      <w:r w:rsidR="00EF42CE">
        <w:t>zrealizowaniu</w:t>
      </w:r>
      <w:r w:rsidR="00B1523B" w:rsidRPr="00B1523B">
        <w:t xml:space="preserve"> obowiązku doskonalenia zawodowego.</w:t>
      </w:r>
    </w:p>
    <w:p w14:paraId="2B5778A1" w14:textId="0BEFE55F" w:rsidR="00B1523B" w:rsidRDefault="00A66CF7" w:rsidP="00832206">
      <w:pPr>
        <w:pStyle w:val="USTustnpkodeksu"/>
      </w:pPr>
      <w:r>
        <w:t>5</w:t>
      </w:r>
      <w:r w:rsidR="00B1523B" w:rsidRPr="00B1523B">
        <w:t>.</w:t>
      </w:r>
      <w:r w:rsidR="00A64DC2" w:rsidRPr="00B1523B">
        <w:t xml:space="preserve"> </w:t>
      </w:r>
      <w:bookmarkStart w:id="82" w:name="_Hlk178254743"/>
      <w:r w:rsidR="00866388">
        <w:t>P</w:t>
      </w:r>
      <w:r w:rsidR="00A64DC2">
        <w:t>sycholog</w:t>
      </w:r>
      <w:r w:rsidR="00866388">
        <w:t>,</w:t>
      </w:r>
      <w:r w:rsidR="00A64DC2">
        <w:t xml:space="preserve"> </w:t>
      </w:r>
      <w:r w:rsidR="00B1523B" w:rsidRPr="00B1523B">
        <w:t xml:space="preserve">w terminie nie dłuższym niż 30 dni od dnia zakończenia danego </w:t>
      </w:r>
      <w:bookmarkStart w:id="83" w:name="_Hlk187228589"/>
      <w:r w:rsidR="00B1523B" w:rsidRPr="00B1523B">
        <w:t>okresu edukacyjnego</w:t>
      </w:r>
      <w:bookmarkEnd w:id="83"/>
      <w:r w:rsidR="00866388">
        <w:t>,</w:t>
      </w:r>
      <w:r w:rsidR="00B1523B" w:rsidRPr="00B1523B">
        <w:t xml:space="preserve"> przekazuje </w:t>
      </w:r>
      <w:r w:rsidR="00CC7BCD">
        <w:t>r</w:t>
      </w:r>
      <w:r w:rsidR="00B1523B" w:rsidRPr="00B1523B">
        <w:t xml:space="preserve">egionalnej </w:t>
      </w:r>
      <w:r w:rsidR="00CC7BCD">
        <w:t>r</w:t>
      </w:r>
      <w:r w:rsidR="00B1523B" w:rsidRPr="00B1523B">
        <w:t xml:space="preserve">adzie </w:t>
      </w:r>
      <w:r w:rsidR="00482D9B">
        <w:t xml:space="preserve">dokumenty potwierdzające </w:t>
      </w:r>
      <w:r w:rsidR="00B95C75">
        <w:t>realizację obowiązku doskonalenia zawodowego</w:t>
      </w:r>
      <w:r w:rsidR="00482D9B">
        <w:t xml:space="preserve"> w celu wypełnienia przez regionalną radę karty doskonalenia zawodowego</w:t>
      </w:r>
      <w:r w:rsidR="00B1523B" w:rsidRPr="00B1523B">
        <w:t>.</w:t>
      </w:r>
    </w:p>
    <w:bookmarkEnd w:id="82"/>
    <w:p w14:paraId="5136B134" w14:textId="1439D287" w:rsidR="00454A1A" w:rsidRPr="00B1523B" w:rsidRDefault="00454A1A" w:rsidP="00454A1A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30</w:t>
      </w:r>
      <w:r w:rsidRPr="00022C23">
        <w:rPr>
          <w:rStyle w:val="Ppogrubienie"/>
        </w:rPr>
        <w:t>.</w:t>
      </w:r>
      <w:r w:rsidRPr="00B1523B">
        <w:t xml:space="preserve"> </w:t>
      </w:r>
      <w:r w:rsidRPr="00454A1A">
        <w:t xml:space="preserve">Psycholog, który zamierza zaprzestać wykonywania zawodu przez czas określony, zgłasza to niezwłocznie właściwej </w:t>
      </w:r>
      <w:r w:rsidR="00CC7BCD">
        <w:t>r</w:t>
      </w:r>
      <w:r w:rsidRPr="00454A1A">
        <w:t xml:space="preserve">egionalnej </w:t>
      </w:r>
      <w:r w:rsidR="00CC7BCD">
        <w:t>r</w:t>
      </w:r>
      <w:r w:rsidRPr="00454A1A">
        <w:t>adzie</w:t>
      </w:r>
      <w:r w:rsidR="00390891">
        <w:t xml:space="preserve"> w formie pisemnej</w:t>
      </w:r>
      <w:r w:rsidRPr="00454A1A">
        <w:t>.</w:t>
      </w:r>
    </w:p>
    <w:p w14:paraId="55BB85AA" w14:textId="77777777" w:rsidR="00B1523B" w:rsidRPr="00A96487" w:rsidRDefault="00B1523B" w:rsidP="00A96487">
      <w:pPr>
        <w:pStyle w:val="ROZDZODDZOZNoznaczenierozdziauluboddziau"/>
      </w:pPr>
      <w:r w:rsidRPr="00A96487">
        <w:t>Rozdział 4</w:t>
      </w:r>
      <w:r w:rsidRPr="00A96487">
        <w:br/>
        <w:t xml:space="preserve">Samorząd </w:t>
      </w:r>
      <w:bookmarkStart w:id="84" w:name="highlightHit_84"/>
      <w:bookmarkEnd w:id="84"/>
      <w:r w:rsidRPr="00A96487">
        <w:t>psychologów</w:t>
      </w:r>
    </w:p>
    <w:p w14:paraId="1603A80C" w14:textId="094E52BF" w:rsidR="00B1523B" w:rsidRPr="00B1523B" w:rsidRDefault="00A24E01" w:rsidP="00832206">
      <w:pPr>
        <w:pStyle w:val="ARTartustawynprozporzdzenia"/>
      </w:pPr>
      <w:bookmarkStart w:id="85" w:name="mip49196499"/>
      <w:bookmarkStart w:id="86" w:name="mip49196500"/>
      <w:bookmarkEnd w:id="85"/>
      <w:bookmarkEnd w:id="86"/>
      <w:r>
        <w:rPr>
          <w:rStyle w:val="Ppogrubienie"/>
        </w:rPr>
        <w:t xml:space="preserve">Art. </w:t>
      </w:r>
      <w:r w:rsidR="000C7D69">
        <w:rPr>
          <w:rStyle w:val="Ppogrubienie"/>
        </w:rPr>
        <w:t>31</w:t>
      </w:r>
      <w:r w:rsidR="00B1523B" w:rsidRPr="00022C23">
        <w:rPr>
          <w:rStyle w:val="Ppogrubienie"/>
        </w:rPr>
        <w:t>.</w:t>
      </w:r>
      <w:r w:rsidR="00B1523B" w:rsidRPr="00B1523B">
        <w:t xml:space="preserve"> 1. Psychologowie są zorganizowani na zasadach samorządu zawodowego.</w:t>
      </w:r>
    </w:p>
    <w:p w14:paraId="25528D4F" w14:textId="4D656518" w:rsidR="00B1523B" w:rsidRPr="00B1523B" w:rsidRDefault="00B1523B" w:rsidP="00B1523B">
      <w:pPr>
        <w:pStyle w:val="USTustnpkodeksu"/>
      </w:pPr>
      <w:r w:rsidRPr="00B1523B">
        <w:t xml:space="preserve">2. Samorząd </w:t>
      </w:r>
      <w:r w:rsidR="006B7D29">
        <w:t xml:space="preserve">psychologów </w:t>
      </w:r>
      <w:r w:rsidRPr="00B1523B">
        <w:t>jest niezależny w wykonywaniu swoich zadań i podlega tylko przepisom ustaw.</w:t>
      </w:r>
    </w:p>
    <w:p w14:paraId="72D1F789" w14:textId="321E8E28" w:rsidR="000464A3" w:rsidRDefault="00B1523B" w:rsidP="00832206">
      <w:pPr>
        <w:pStyle w:val="USTustnpkodeksu"/>
      </w:pPr>
      <w:r w:rsidRPr="00B1523B">
        <w:t xml:space="preserve">3. Przynależność do samorządu </w:t>
      </w:r>
      <w:r w:rsidR="006B7D29">
        <w:t xml:space="preserve">psychologów </w:t>
      </w:r>
      <w:r w:rsidRPr="00B1523B">
        <w:t>jest obowiązkowa.</w:t>
      </w:r>
    </w:p>
    <w:p w14:paraId="0AA863EB" w14:textId="6C78E408" w:rsidR="00E42474" w:rsidRPr="00E42474" w:rsidRDefault="00A24E01" w:rsidP="00E42474">
      <w:pPr>
        <w:pStyle w:val="ARTartustawynprozporzdzenia"/>
      </w:pPr>
      <w:bookmarkStart w:id="87" w:name="_Hlk101356158"/>
      <w:r>
        <w:rPr>
          <w:rStyle w:val="Ppogrubienie"/>
        </w:rPr>
        <w:t xml:space="preserve">Art. </w:t>
      </w:r>
      <w:r w:rsidR="000C7D69">
        <w:rPr>
          <w:rStyle w:val="Ppogrubienie"/>
        </w:rPr>
        <w:t>32</w:t>
      </w:r>
      <w:r w:rsidR="00E42474" w:rsidRPr="00E42474">
        <w:rPr>
          <w:rStyle w:val="Ppogrubienie"/>
        </w:rPr>
        <w:t>.</w:t>
      </w:r>
      <w:r w:rsidR="00E42474" w:rsidRPr="00E42474">
        <w:t xml:space="preserve"> 1. Jednostkami organizacyjnymi samorządu </w:t>
      </w:r>
      <w:r w:rsidR="006B7D29">
        <w:t xml:space="preserve">psychologów </w:t>
      </w:r>
      <w:r w:rsidR="00E42474" w:rsidRPr="00E42474">
        <w:t>są:</w:t>
      </w:r>
    </w:p>
    <w:p w14:paraId="790DF1BA" w14:textId="44A1E914" w:rsidR="00E42474" w:rsidRPr="00E42474" w:rsidRDefault="00E42474" w:rsidP="00E42474">
      <w:pPr>
        <w:pStyle w:val="PKTpunkt"/>
      </w:pPr>
      <w:bookmarkStart w:id="88" w:name="_Hlk170231675"/>
      <w:r w:rsidRPr="00E42474">
        <w:t>1) Krajowa Izba</w:t>
      </w:r>
      <w:r w:rsidR="00516F04">
        <w:t xml:space="preserve"> Psychologów</w:t>
      </w:r>
      <w:r w:rsidR="00B56A7A">
        <w:t>;</w:t>
      </w:r>
    </w:p>
    <w:p w14:paraId="26FF7817" w14:textId="2C002C23" w:rsidR="00E42474" w:rsidRPr="00E42474" w:rsidRDefault="00E42474" w:rsidP="00E42474">
      <w:pPr>
        <w:pStyle w:val="PKTpunkt"/>
      </w:pPr>
      <w:r w:rsidRPr="00E42474">
        <w:t xml:space="preserve">2) </w:t>
      </w:r>
      <w:r w:rsidR="00A27C07">
        <w:t>r</w:t>
      </w:r>
      <w:r w:rsidRPr="00E42474">
        <w:t xml:space="preserve">egionalne </w:t>
      </w:r>
      <w:r w:rsidR="00A27C07">
        <w:t>i</w:t>
      </w:r>
      <w:r w:rsidRPr="00E42474">
        <w:t>zby</w:t>
      </w:r>
      <w:r w:rsidR="00516F04">
        <w:t xml:space="preserve"> psychologów</w:t>
      </w:r>
      <w:r w:rsidRPr="00E42474">
        <w:t>.</w:t>
      </w:r>
    </w:p>
    <w:bookmarkEnd w:id="88"/>
    <w:p w14:paraId="385FDE6D" w14:textId="0AFB8BC7" w:rsidR="00AD37B5" w:rsidRDefault="00E42474" w:rsidP="00945FC2">
      <w:pPr>
        <w:pStyle w:val="USTustnpkodeksu"/>
      </w:pPr>
      <w:r w:rsidRPr="00E42474">
        <w:lastRenderedPageBreak/>
        <w:t xml:space="preserve">2. </w:t>
      </w:r>
      <w:r w:rsidR="00AD37B5">
        <w:t>Liczb</w:t>
      </w:r>
      <w:r w:rsidR="0090465A">
        <w:t>ę</w:t>
      </w:r>
      <w:r w:rsidR="00AD37B5">
        <w:t xml:space="preserve"> i obszar działania poszczególnych </w:t>
      </w:r>
      <w:r w:rsidR="00A259E4">
        <w:t>r</w:t>
      </w:r>
      <w:r w:rsidR="00AD37B5">
        <w:t xml:space="preserve">egionalnych </w:t>
      </w:r>
      <w:r w:rsidR="00A259E4">
        <w:t>i</w:t>
      </w:r>
      <w:r w:rsidR="00AD37B5">
        <w:t xml:space="preserve">zb </w:t>
      </w:r>
      <w:r w:rsidR="00952CDB">
        <w:t>ustala</w:t>
      </w:r>
      <w:r w:rsidR="00AD37B5">
        <w:t xml:space="preserve"> Krajowy Zjazd</w:t>
      </w:r>
      <w:r w:rsidR="00A72A40">
        <w:t xml:space="preserve"> Psychologów, </w:t>
      </w:r>
      <w:r w:rsidR="00A72A40" w:rsidRPr="00B1523B">
        <w:t>zwan</w:t>
      </w:r>
      <w:r w:rsidR="00A72A40">
        <w:t>y</w:t>
      </w:r>
      <w:r w:rsidR="00A72A40" w:rsidRPr="00B1523B">
        <w:t xml:space="preserve"> </w:t>
      </w:r>
      <w:r w:rsidR="00A72A40">
        <w:t xml:space="preserve">dalej </w:t>
      </w:r>
      <w:r w:rsidR="00A72A40" w:rsidRPr="00B1523B">
        <w:t>„</w:t>
      </w:r>
      <w:r w:rsidR="00A72A40">
        <w:t>Krajowym Zjazdem</w:t>
      </w:r>
      <w:r w:rsidR="00A72A40" w:rsidRPr="00B1523B">
        <w:t>”</w:t>
      </w:r>
      <w:r w:rsidR="00AD37B5">
        <w:t>.</w:t>
      </w:r>
    </w:p>
    <w:p w14:paraId="0D7FEEA3" w14:textId="18C87953" w:rsidR="00AD37B5" w:rsidRDefault="00AD37B5" w:rsidP="00945FC2">
      <w:pPr>
        <w:pStyle w:val="USTustnpkodeksu"/>
      </w:pPr>
      <w:r>
        <w:t xml:space="preserve">3. Liczba </w:t>
      </w:r>
      <w:r w:rsidR="00A259E4">
        <w:t>r</w:t>
      </w:r>
      <w:r>
        <w:t xml:space="preserve">egionalnych </w:t>
      </w:r>
      <w:r w:rsidR="00A259E4">
        <w:t>i</w:t>
      </w:r>
      <w:r>
        <w:t>zb nie może być mniejsza niż cztery.</w:t>
      </w:r>
    </w:p>
    <w:p w14:paraId="1B603563" w14:textId="79EAF551" w:rsidR="00AD37B5" w:rsidRDefault="00AD37B5" w:rsidP="00945FC2">
      <w:pPr>
        <w:pStyle w:val="USTustnpkodeksu"/>
      </w:pPr>
      <w:r>
        <w:t xml:space="preserve">4. Obszar </w:t>
      </w:r>
      <w:r w:rsidR="00A259E4">
        <w:t>r</w:t>
      </w:r>
      <w:r>
        <w:t xml:space="preserve">egionalnych </w:t>
      </w:r>
      <w:r w:rsidR="00A259E4">
        <w:t>i</w:t>
      </w:r>
      <w:r>
        <w:t>zb uwzględnia podział administracyjny Rzeczypospolitej Polskiej na województwa.</w:t>
      </w:r>
    </w:p>
    <w:p w14:paraId="31AEC639" w14:textId="07A7DE26" w:rsidR="00E42474" w:rsidRPr="00E42474" w:rsidRDefault="00046F43" w:rsidP="00945FC2">
      <w:pPr>
        <w:pStyle w:val="USTustnpkodeksu"/>
      </w:pPr>
      <w:r>
        <w:t xml:space="preserve">5. </w:t>
      </w:r>
      <w:r w:rsidR="00E42474" w:rsidRPr="00E42474">
        <w:t xml:space="preserve">Krajowa Izba i </w:t>
      </w:r>
      <w:r w:rsidR="002079EA">
        <w:t>r</w:t>
      </w:r>
      <w:r w:rsidR="00E42474" w:rsidRPr="00E42474">
        <w:t xml:space="preserve">egionalne </w:t>
      </w:r>
      <w:r w:rsidR="002079EA">
        <w:t>i</w:t>
      </w:r>
      <w:r w:rsidR="00E42474" w:rsidRPr="00E42474">
        <w:t>zby posiadają osobowość prawną.</w:t>
      </w:r>
    </w:p>
    <w:p w14:paraId="18F75792" w14:textId="74D0E52A" w:rsidR="00E42474" w:rsidRPr="00E42474" w:rsidRDefault="00A24E01" w:rsidP="00E42474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33</w:t>
      </w:r>
      <w:r w:rsidR="00E42474" w:rsidRPr="00E42474">
        <w:rPr>
          <w:rStyle w:val="Ppogrubienie"/>
        </w:rPr>
        <w:t>.</w:t>
      </w:r>
      <w:r w:rsidR="00E42474" w:rsidRPr="00E42474">
        <w:t xml:space="preserve"> Siedzibą Krajowej Izby jest Warszawa.</w:t>
      </w:r>
    </w:p>
    <w:p w14:paraId="133FE10A" w14:textId="0CF46995" w:rsidR="00B1523B" w:rsidRPr="00B1523B" w:rsidRDefault="00A24E01" w:rsidP="00DA1C99">
      <w:pPr>
        <w:pStyle w:val="ARTartustawynprozporzdzenia"/>
      </w:pPr>
      <w:bookmarkStart w:id="89" w:name="mip49196508"/>
      <w:bookmarkEnd w:id="89"/>
      <w:r>
        <w:rPr>
          <w:rStyle w:val="Ppogrubienie"/>
        </w:rPr>
        <w:t xml:space="preserve">Art. </w:t>
      </w:r>
      <w:r w:rsidR="000C7D69">
        <w:rPr>
          <w:rStyle w:val="Ppogrubienie"/>
        </w:rPr>
        <w:t>34</w:t>
      </w:r>
      <w:r w:rsidR="00B1523B" w:rsidRPr="00022C23">
        <w:rPr>
          <w:rStyle w:val="Ppogrubienie"/>
        </w:rPr>
        <w:t>.</w:t>
      </w:r>
      <w:r w:rsidR="00B1523B" w:rsidRPr="00B1523B">
        <w:t xml:space="preserve"> </w:t>
      </w:r>
      <w:bookmarkStart w:id="90" w:name="mip49196509"/>
      <w:bookmarkStart w:id="91" w:name="mip49196510"/>
      <w:bookmarkEnd w:id="90"/>
      <w:bookmarkEnd w:id="91"/>
      <w:r w:rsidR="00B1523B" w:rsidRPr="00B1523B">
        <w:t xml:space="preserve">Do zadań samorządu </w:t>
      </w:r>
      <w:bookmarkStart w:id="92" w:name="highlightHit_97"/>
      <w:bookmarkEnd w:id="92"/>
      <w:r w:rsidR="006B7D29">
        <w:t xml:space="preserve">psychologów </w:t>
      </w:r>
      <w:r w:rsidR="00B1523B" w:rsidRPr="00B1523B">
        <w:t>należy w szczególności:</w:t>
      </w:r>
    </w:p>
    <w:p w14:paraId="14A8EF5D" w14:textId="77777777" w:rsidR="00B1523B" w:rsidRPr="00832206" w:rsidRDefault="00832206" w:rsidP="00832206">
      <w:pPr>
        <w:pStyle w:val="PKTpunkt"/>
      </w:pPr>
      <w:bookmarkStart w:id="93" w:name="mip49196512"/>
      <w:bookmarkEnd w:id="93"/>
      <w:r>
        <w:t xml:space="preserve">1) </w:t>
      </w:r>
      <w:r w:rsidR="00B1523B" w:rsidRPr="00832206">
        <w:t>sprawowanie pieczy nad należytym wykonywaniem zawodu psychologa;</w:t>
      </w:r>
    </w:p>
    <w:p w14:paraId="2779D59F" w14:textId="363D4881" w:rsidR="009E020F" w:rsidRPr="009E020F" w:rsidRDefault="00832206" w:rsidP="009E020F">
      <w:pPr>
        <w:pStyle w:val="PKTpunkt"/>
      </w:pPr>
      <w:bookmarkStart w:id="94" w:name="mip49196513"/>
      <w:bookmarkStart w:id="95" w:name="mip49196514"/>
      <w:bookmarkStart w:id="96" w:name="mip49196515"/>
      <w:bookmarkEnd w:id="94"/>
      <w:bookmarkEnd w:id="95"/>
      <w:bookmarkEnd w:id="96"/>
      <w:r>
        <w:t xml:space="preserve">2) </w:t>
      </w:r>
      <w:bookmarkStart w:id="97" w:name="_Hlk180060389"/>
      <w:r w:rsidR="009E020F" w:rsidRPr="009E020F">
        <w:t>ustanawianie zasad etyki zawodowej dotyczących wykonywania zawodu psychologa oraz dbanie o ich przestrzeganie</w:t>
      </w:r>
      <w:bookmarkEnd w:id="97"/>
      <w:r w:rsidR="009E020F" w:rsidRPr="009E020F">
        <w:t>;</w:t>
      </w:r>
    </w:p>
    <w:p w14:paraId="0804F5F4" w14:textId="769EB2A1" w:rsidR="009E020F" w:rsidRPr="009E020F" w:rsidRDefault="006F41AD" w:rsidP="009E020F">
      <w:pPr>
        <w:pStyle w:val="PKTpunkt"/>
      </w:pPr>
      <w:r>
        <w:t>3)</w:t>
      </w:r>
      <w:r w:rsidR="009E020F" w:rsidRPr="009E020F">
        <w:t xml:space="preserve"> </w:t>
      </w:r>
      <w:bookmarkStart w:id="98" w:name="_Hlk180060423"/>
      <w:r w:rsidR="009E020F" w:rsidRPr="009E020F">
        <w:t xml:space="preserve">prowadzenie postępowania </w:t>
      </w:r>
      <w:bookmarkStart w:id="99" w:name="_Hlk179895613"/>
      <w:r w:rsidR="00744C08">
        <w:t xml:space="preserve">w przedmiocie odpowiedzialności </w:t>
      </w:r>
      <w:r w:rsidR="00BF6BDC">
        <w:t>dyscyplinarne</w:t>
      </w:r>
      <w:r w:rsidR="00744C08">
        <w:t>j</w:t>
      </w:r>
      <w:r w:rsidR="00BF6BDC" w:rsidRPr="009E020F">
        <w:t xml:space="preserve"> </w:t>
      </w:r>
      <w:r w:rsidR="009E020F" w:rsidRPr="009E020F">
        <w:t>psychologów</w:t>
      </w:r>
      <w:bookmarkEnd w:id="98"/>
      <w:bookmarkEnd w:id="99"/>
      <w:r w:rsidR="009E020F" w:rsidRPr="009E020F">
        <w:t>;</w:t>
      </w:r>
    </w:p>
    <w:p w14:paraId="2FF37523" w14:textId="0C2E2F46" w:rsidR="00B1523B" w:rsidRPr="00832206" w:rsidRDefault="006F41AD" w:rsidP="006F41AD">
      <w:pPr>
        <w:pStyle w:val="PKTpunkt"/>
      </w:pPr>
      <w:r>
        <w:t>4)</w:t>
      </w:r>
      <w:r w:rsidR="009E020F" w:rsidRPr="009E020F">
        <w:t xml:space="preserve"> </w:t>
      </w:r>
      <w:r w:rsidR="00B1523B" w:rsidRPr="00832206">
        <w:t xml:space="preserve">reprezentowanie </w:t>
      </w:r>
      <w:bookmarkStart w:id="100" w:name="highlightHit_100"/>
      <w:bookmarkEnd w:id="100"/>
      <w:r w:rsidR="00B1523B" w:rsidRPr="00832206">
        <w:t>psychologów i ochrona ich interesów zawodowych;</w:t>
      </w:r>
    </w:p>
    <w:p w14:paraId="09A9BEB7" w14:textId="7624487A" w:rsidR="00276599" w:rsidRDefault="006F41AD" w:rsidP="00832206">
      <w:pPr>
        <w:pStyle w:val="PKTpunkt"/>
      </w:pPr>
      <w:bookmarkStart w:id="101" w:name="mip49196516"/>
      <w:bookmarkStart w:id="102" w:name="mip49196517"/>
      <w:bookmarkEnd w:id="101"/>
      <w:bookmarkEnd w:id="102"/>
      <w:r>
        <w:t>5</w:t>
      </w:r>
      <w:r w:rsidR="00832206">
        <w:t xml:space="preserve">) </w:t>
      </w:r>
      <w:r w:rsidR="00B1523B" w:rsidRPr="00832206">
        <w:t>doskonaleni</w:t>
      </w:r>
      <w:r w:rsidR="00815F66">
        <w:t>e</w:t>
      </w:r>
      <w:r w:rsidR="00B1523B" w:rsidRPr="00832206">
        <w:t xml:space="preserve"> zawodowe psychologów;</w:t>
      </w:r>
    </w:p>
    <w:p w14:paraId="151C2E80" w14:textId="77777777" w:rsidR="00276599" w:rsidRDefault="006F41AD" w:rsidP="00832206">
      <w:pPr>
        <w:pStyle w:val="PKTpunkt"/>
      </w:pPr>
      <w:r>
        <w:t>6</w:t>
      </w:r>
      <w:r w:rsidR="00832206">
        <w:t xml:space="preserve">) </w:t>
      </w:r>
      <w:bookmarkStart w:id="103" w:name="_Hlk180060472"/>
      <w:r w:rsidRPr="009E020F">
        <w:t>współdziałanie z organami administracji publicznej oraz organizacjami w kraju i za granicą w sprawach dotyczących wykonywania zawodu psychologa</w:t>
      </w:r>
      <w:bookmarkEnd w:id="103"/>
      <w:r w:rsidR="00822458">
        <w:t>;</w:t>
      </w:r>
    </w:p>
    <w:p w14:paraId="519C5A11" w14:textId="500619E4" w:rsidR="002929AA" w:rsidRDefault="006F41AD" w:rsidP="00832206">
      <w:pPr>
        <w:pStyle w:val="PKTpunkt"/>
      </w:pPr>
      <w:r>
        <w:t xml:space="preserve">7) </w:t>
      </w:r>
      <w:r w:rsidR="00B1523B" w:rsidRPr="00832206">
        <w:t xml:space="preserve">opiniowanie aktów prawnych dotyczących zawodu </w:t>
      </w:r>
      <w:bookmarkStart w:id="104" w:name="highlightHit_101"/>
      <w:bookmarkEnd w:id="104"/>
      <w:r w:rsidR="00B1523B" w:rsidRPr="00832206">
        <w:t>psychologa</w:t>
      </w:r>
      <w:r w:rsidR="002929AA">
        <w:t>;</w:t>
      </w:r>
    </w:p>
    <w:p w14:paraId="4F28AA1E" w14:textId="76F1BBB8" w:rsidR="00B1523B" w:rsidRPr="00832206" w:rsidRDefault="002929AA" w:rsidP="00832206">
      <w:pPr>
        <w:pStyle w:val="PKTpunkt"/>
      </w:pPr>
      <w:r>
        <w:t xml:space="preserve">8) </w:t>
      </w:r>
      <w:bookmarkStart w:id="105" w:name="_Hlk180060490"/>
      <w:r>
        <w:t>zarządzanie majątkiem własnym</w:t>
      </w:r>
      <w:bookmarkEnd w:id="105"/>
      <w:r w:rsidR="00B1523B" w:rsidRPr="00832206">
        <w:t>.</w:t>
      </w:r>
      <w:bookmarkStart w:id="106" w:name="mip49196518"/>
      <w:bookmarkStart w:id="107" w:name="highlightHit_102"/>
      <w:bookmarkStart w:id="108" w:name="mip49196519"/>
      <w:bookmarkStart w:id="109" w:name="highlightHit_103"/>
      <w:bookmarkStart w:id="110" w:name="mip49196520"/>
      <w:bookmarkStart w:id="111" w:name="highlightHit_104"/>
      <w:bookmarkStart w:id="112" w:name="highlightHit_0"/>
      <w:bookmarkStart w:id="113" w:name="mip49196521"/>
      <w:bookmarkStart w:id="114" w:name="highlightHit_105"/>
      <w:bookmarkStart w:id="115" w:name="mip49196523"/>
      <w:bookmarkStart w:id="116" w:name="highlightHit_106"/>
      <w:bookmarkStart w:id="117" w:name="highlightHit_107"/>
      <w:bookmarkStart w:id="118" w:name="mip49196524"/>
      <w:bookmarkStart w:id="119" w:name="highlightHit_108"/>
      <w:bookmarkStart w:id="120" w:name="mip49196525"/>
      <w:bookmarkStart w:id="121" w:name="mip49196526"/>
      <w:bookmarkStart w:id="122" w:name="mip49196527"/>
      <w:bookmarkStart w:id="123" w:name="highlightHit_109"/>
      <w:bookmarkStart w:id="124" w:name="mip49196528"/>
      <w:bookmarkStart w:id="125" w:name="mip49196529"/>
      <w:bookmarkStart w:id="126" w:name="highlightHit_110"/>
      <w:bookmarkStart w:id="127" w:name="mip49196530"/>
      <w:bookmarkStart w:id="128" w:name="mip49196531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66132FDE" w14:textId="1B707A56" w:rsidR="00B1523B" w:rsidRPr="00B1523B" w:rsidRDefault="00A24E01" w:rsidP="009A3E5D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35</w:t>
      </w:r>
      <w:r w:rsidR="00B1523B" w:rsidRPr="00A96487">
        <w:rPr>
          <w:rStyle w:val="Ppogrubienie"/>
        </w:rPr>
        <w:t>.</w:t>
      </w:r>
      <w:r w:rsidR="00B1523B" w:rsidRPr="00B1523B">
        <w:t xml:space="preserve"> 1. Wybory do organów samorządu </w:t>
      </w:r>
      <w:r w:rsidR="006B7D29">
        <w:t xml:space="preserve">psychologów </w:t>
      </w:r>
      <w:r w:rsidR="00990091">
        <w:t xml:space="preserve">są równe, powszechne i </w:t>
      </w:r>
      <w:r w:rsidR="00B1523B" w:rsidRPr="00B1523B">
        <w:t>odbywają się w głosowaniu tajnym przy nieograniczonej liczbie kandydatów.</w:t>
      </w:r>
    </w:p>
    <w:p w14:paraId="3DE38778" w14:textId="77777777" w:rsidR="00643B1F" w:rsidRDefault="00B1523B" w:rsidP="00B1523B">
      <w:pPr>
        <w:pStyle w:val="USTustnpkodeksu"/>
      </w:pPr>
      <w:bookmarkStart w:id="129" w:name="mip49196532"/>
      <w:bookmarkStart w:id="130" w:name="mip49196533"/>
      <w:bookmarkEnd w:id="129"/>
      <w:bookmarkEnd w:id="130"/>
      <w:r w:rsidRPr="00B1523B">
        <w:t xml:space="preserve">2. Czynne i bierne prawo wyborcze przysługuje wszystkim członkom izb </w:t>
      </w:r>
      <w:bookmarkStart w:id="131" w:name="highlightHit_111"/>
      <w:bookmarkEnd w:id="131"/>
      <w:r w:rsidRPr="00B1523B">
        <w:t>psychologów, z wyłączeniem</w:t>
      </w:r>
      <w:r w:rsidR="00643B1F">
        <w:t>:</w:t>
      </w:r>
    </w:p>
    <w:p w14:paraId="2506B4F7" w14:textId="6365F324" w:rsidR="00643B1F" w:rsidRDefault="00643B1F" w:rsidP="00B1523B">
      <w:pPr>
        <w:pStyle w:val="USTustnpkodeksu"/>
      </w:pPr>
      <w:r>
        <w:t>1)</w:t>
      </w:r>
      <w:r w:rsidR="00B1523B" w:rsidRPr="00B1523B">
        <w:t xml:space="preserve"> </w:t>
      </w:r>
      <w:r w:rsidR="00D243F6">
        <w:t xml:space="preserve">prawomocnie skazanych na </w:t>
      </w:r>
      <w:r w:rsidR="00FB0025">
        <w:t xml:space="preserve">kary </w:t>
      </w:r>
      <w:r w:rsidR="00FB0025" w:rsidRPr="00FB0025">
        <w:t>dyscyplinarne</w:t>
      </w:r>
      <w:r w:rsidR="00FB0025">
        <w:t>,</w:t>
      </w:r>
      <w:r w:rsidR="00FB0025" w:rsidRPr="00FB0025">
        <w:t xml:space="preserve"> o których mowa w art. 94 ust 1 pkt 2-5, przez okresy wskazane w art. 94 ust. 5 i 6</w:t>
      </w:r>
      <w:r w:rsidR="00FB0025">
        <w:t>,</w:t>
      </w:r>
      <w:r>
        <w:t xml:space="preserve"> lub </w:t>
      </w:r>
    </w:p>
    <w:p w14:paraId="092031DE" w14:textId="2159B1C4" w:rsidR="00B1523B" w:rsidRDefault="00643B1F" w:rsidP="00B1523B">
      <w:pPr>
        <w:pStyle w:val="USTustnpkodeksu"/>
      </w:pPr>
      <w:r>
        <w:t>2) członków, wobec których sąd orzekł prawomocnie środek karny pozbawienia praw publicznych lub środek karny polegający na zakazie wykonywania zawodu albo sąd lub prokurator wydał postanowienie o zastosowaniu środka zapobiegawczego w postaci zawieszenia wykonywania zawodu</w:t>
      </w:r>
      <w:r w:rsidR="00B1523B" w:rsidRPr="00B1523B">
        <w:t>.</w:t>
      </w:r>
    </w:p>
    <w:p w14:paraId="65E3F0BD" w14:textId="77777777" w:rsidR="00276599" w:rsidRDefault="009A3E5D" w:rsidP="009A3E5D">
      <w:pPr>
        <w:pStyle w:val="USTustnpkodeksu"/>
      </w:pPr>
      <w:r>
        <w:t xml:space="preserve">3. </w:t>
      </w:r>
      <w:r w:rsidR="0001791A">
        <w:t>Delegatami:</w:t>
      </w:r>
    </w:p>
    <w:p w14:paraId="4947C279" w14:textId="7530A2D6" w:rsidR="009A3E5D" w:rsidRDefault="00E235A2" w:rsidP="0001791A">
      <w:pPr>
        <w:pStyle w:val="PKTpunkt"/>
      </w:pPr>
      <w:r>
        <w:t>1</w:t>
      </w:r>
      <w:r w:rsidR="0001791A">
        <w:t xml:space="preserve">) na </w:t>
      </w:r>
      <w:r w:rsidR="009A3E5D" w:rsidRPr="009A3E5D">
        <w:t xml:space="preserve">Krajowy Zjazd </w:t>
      </w:r>
      <w:r w:rsidR="0001791A">
        <w:t>są</w:t>
      </w:r>
      <w:r w:rsidR="009A3E5D" w:rsidRPr="009A3E5D">
        <w:t xml:space="preserve"> </w:t>
      </w:r>
      <w:r w:rsidR="0001791A">
        <w:t>psychologowie</w:t>
      </w:r>
      <w:r w:rsidR="009A3E5D" w:rsidRPr="009A3E5D">
        <w:t xml:space="preserve"> </w:t>
      </w:r>
      <w:r w:rsidR="00815D94">
        <w:t xml:space="preserve">z każdej </w:t>
      </w:r>
      <w:r w:rsidR="00C379BA">
        <w:t>r</w:t>
      </w:r>
      <w:r w:rsidR="00815D94">
        <w:t xml:space="preserve">egionalnej </w:t>
      </w:r>
      <w:r w:rsidR="00C379BA">
        <w:t>i</w:t>
      </w:r>
      <w:r w:rsidR="00815D94">
        <w:t xml:space="preserve">zby, </w:t>
      </w:r>
      <w:r w:rsidR="009A3E5D" w:rsidRPr="009A3E5D">
        <w:t xml:space="preserve">w liczbie proporcjonalnej do ich liczebności w </w:t>
      </w:r>
      <w:r w:rsidR="00C379BA">
        <w:t>r</w:t>
      </w:r>
      <w:r w:rsidR="000D186C">
        <w:t>egionaln</w:t>
      </w:r>
      <w:r w:rsidR="00815D94">
        <w:t>ych</w:t>
      </w:r>
      <w:r w:rsidR="000D186C">
        <w:t xml:space="preserve"> </w:t>
      </w:r>
      <w:r w:rsidR="00C379BA">
        <w:t>i</w:t>
      </w:r>
      <w:r w:rsidR="000D186C">
        <w:t>zb</w:t>
      </w:r>
      <w:r w:rsidR="00815D94">
        <w:t>ach</w:t>
      </w:r>
      <w:r w:rsidR="0001791A">
        <w:t>;</w:t>
      </w:r>
    </w:p>
    <w:p w14:paraId="60FC6C0E" w14:textId="55B423C0" w:rsidR="0001791A" w:rsidRPr="009A3E5D" w:rsidRDefault="00E235A2" w:rsidP="0001791A">
      <w:pPr>
        <w:pStyle w:val="PKTpunkt"/>
      </w:pPr>
      <w:r>
        <w:lastRenderedPageBreak/>
        <w:t>2</w:t>
      </w:r>
      <w:r w:rsidR="0001791A">
        <w:t xml:space="preserve">) na </w:t>
      </w:r>
      <w:r w:rsidR="00C379BA">
        <w:t>r</w:t>
      </w:r>
      <w:r w:rsidR="0001791A">
        <w:t xml:space="preserve">egionalny </w:t>
      </w:r>
      <w:r w:rsidR="00C379BA">
        <w:t>z</w:t>
      </w:r>
      <w:r w:rsidR="0001791A">
        <w:t>jazd</w:t>
      </w:r>
      <w:r w:rsidR="00A72A40">
        <w:t xml:space="preserve"> psychologów, zwany dalej „regionalnym zjazdem”</w:t>
      </w:r>
      <w:r w:rsidR="0001791A">
        <w:t xml:space="preserve"> </w:t>
      </w:r>
      <w:r w:rsidR="0001791A" w:rsidRPr="0001791A">
        <w:t xml:space="preserve">są psychologowie </w:t>
      </w:r>
      <w:r w:rsidR="00715508">
        <w:t xml:space="preserve">z danej </w:t>
      </w:r>
      <w:r w:rsidR="00C379BA">
        <w:t>r</w:t>
      </w:r>
      <w:r w:rsidR="00715508">
        <w:t xml:space="preserve">egionalnej </w:t>
      </w:r>
      <w:r w:rsidR="00C379BA">
        <w:t>i</w:t>
      </w:r>
      <w:r w:rsidR="00715508">
        <w:t xml:space="preserve">zby, </w:t>
      </w:r>
      <w:r w:rsidR="00284FCC" w:rsidRPr="009A3E5D">
        <w:t xml:space="preserve">w liczbie proporcjonalnej do ich liczebności w </w:t>
      </w:r>
      <w:r w:rsidR="00284FCC">
        <w:t>tej izbie</w:t>
      </w:r>
      <w:r w:rsidR="00365834">
        <w:t>.</w:t>
      </w:r>
    </w:p>
    <w:p w14:paraId="4ECA3598" w14:textId="5DE31747" w:rsidR="00546899" w:rsidRDefault="009A3E5D" w:rsidP="009A3E5D">
      <w:pPr>
        <w:pStyle w:val="USTustnpkodeksu"/>
      </w:pPr>
      <w:r w:rsidRPr="009A3E5D">
        <w:t xml:space="preserve">4. </w:t>
      </w:r>
      <w:r w:rsidR="00336451">
        <w:t>Wyboru delegatów</w:t>
      </w:r>
      <w:r w:rsidR="00546899">
        <w:t>:</w:t>
      </w:r>
    </w:p>
    <w:p w14:paraId="3E76E043" w14:textId="4E13D7D6" w:rsidR="00336451" w:rsidRDefault="00546899" w:rsidP="00546899">
      <w:pPr>
        <w:pStyle w:val="PKTpunkt"/>
      </w:pPr>
      <w:r>
        <w:t xml:space="preserve">1) </w:t>
      </w:r>
      <w:r w:rsidR="00336451">
        <w:t xml:space="preserve">dokonuje się spośród członków </w:t>
      </w:r>
      <w:r w:rsidR="00C42A5A">
        <w:t>r</w:t>
      </w:r>
      <w:r w:rsidR="00336451">
        <w:t xml:space="preserve">egionalnej </w:t>
      </w:r>
      <w:r w:rsidR="00C42A5A">
        <w:t>i</w:t>
      </w:r>
      <w:r w:rsidR="00336451">
        <w:t>zby, którzy zgłosili chęć kandydowania</w:t>
      </w:r>
      <w:r>
        <w:t>;</w:t>
      </w:r>
    </w:p>
    <w:p w14:paraId="71862E39" w14:textId="7B5295DD" w:rsidR="00E235A2" w:rsidRDefault="00546899" w:rsidP="00546899">
      <w:pPr>
        <w:pStyle w:val="PKTpunkt"/>
      </w:pPr>
      <w:r>
        <w:t xml:space="preserve">2) </w:t>
      </w:r>
      <w:r w:rsidR="007A39DA">
        <w:t xml:space="preserve">dokonują </w:t>
      </w:r>
      <w:r w:rsidR="009A3E5D" w:rsidRPr="009A3E5D">
        <w:t xml:space="preserve">członkowie </w:t>
      </w:r>
      <w:r w:rsidR="00C42A5A">
        <w:t>r</w:t>
      </w:r>
      <w:r w:rsidR="009A3E5D">
        <w:t xml:space="preserve">egionalnej </w:t>
      </w:r>
      <w:r w:rsidR="00C42A5A">
        <w:t>i</w:t>
      </w:r>
      <w:r w:rsidR="002D1FEF">
        <w:t>zby</w:t>
      </w:r>
      <w:r w:rsidR="009A3E5D" w:rsidRPr="009A3E5D">
        <w:t>.</w:t>
      </w:r>
    </w:p>
    <w:p w14:paraId="43A83046" w14:textId="78D0B0E7" w:rsidR="009A3E5D" w:rsidRDefault="00546899" w:rsidP="00E235A2">
      <w:pPr>
        <w:pStyle w:val="USTustnpkodeksu"/>
      </w:pPr>
      <w:r>
        <w:t>5</w:t>
      </w:r>
      <w:r w:rsidR="00E235A2">
        <w:t xml:space="preserve">. </w:t>
      </w:r>
      <w:bookmarkStart w:id="132" w:name="_Hlk178259130"/>
      <w:r w:rsidR="00264C9B">
        <w:t>Delegaci mogą być wybierani w trybie korespondencyjnym</w:t>
      </w:r>
      <w:r w:rsidR="00A11A53">
        <w:t xml:space="preserve">, w tym w formie </w:t>
      </w:r>
      <w:r w:rsidR="00153605">
        <w:t>elektronicznej</w:t>
      </w:r>
      <w:r w:rsidR="00264C9B">
        <w:t>.</w:t>
      </w:r>
      <w:r w:rsidR="00B01B52">
        <w:t xml:space="preserve"> </w:t>
      </w:r>
      <w:bookmarkStart w:id="133" w:name="_Hlk179895778"/>
      <w:r w:rsidR="00101D8B" w:rsidRPr="00101D8B">
        <w:t>Warunki wyborów w trybie korespondencyjnym odpowiadają zasadom wskazanym w art.</w:t>
      </w:r>
      <w:r w:rsidR="00101D8B">
        <w:t xml:space="preserve"> 5</w:t>
      </w:r>
      <w:r w:rsidR="00101D8B" w:rsidRPr="00101D8B">
        <w:t xml:space="preserve"> </w:t>
      </w:r>
      <w:bookmarkEnd w:id="133"/>
      <w:r w:rsidR="000705EA" w:rsidRPr="000705EA"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101D8B">
        <w:t>.</w:t>
      </w:r>
      <w:bookmarkEnd w:id="132"/>
    </w:p>
    <w:p w14:paraId="19506508" w14:textId="2A4C42B6" w:rsidR="00C20179" w:rsidRDefault="00546899" w:rsidP="005D4254">
      <w:pPr>
        <w:pStyle w:val="USTustnpkodeksu"/>
      </w:pPr>
      <w:r>
        <w:t>6</w:t>
      </w:r>
      <w:r w:rsidR="00EE2DDD">
        <w:t>. Obowiązkiem</w:t>
      </w:r>
      <w:r w:rsidR="00EE2DDD" w:rsidRPr="00EE2DDD">
        <w:t xml:space="preserve"> delegata </w:t>
      </w:r>
      <w:r w:rsidR="00EE2DDD">
        <w:t>jest</w:t>
      </w:r>
      <w:r w:rsidR="00EE2DDD" w:rsidRPr="00EE2DDD">
        <w:t xml:space="preserve"> udział w </w:t>
      </w:r>
      <w:r w:rsidR="00EE2DDD">
        <w:t>zjeździe, na który został wybrany</w:t>
      </w:r>
      <w:r w:rsidR="00EE2DDD" w:rsidRPr="00EE2DDD">
        <w:t>.</w:t>
      </w:r>
      <w:bookmarkStart w:id="134" w:name="mip49196534"/>
      <w:bookmarkStart w:id="135" w:name="highlightHit_112"/>
      <w:bookmarkEnd w:id="134"/>
      <w:bookmarkEnd w:id="135"/>
    </w:p>
    <w:p w14:paraId="3C409835" w14:textId="20E93241" w:rsidR="00B1523B" w:rsidRDefault="00A24E01" w:rsidP="00C20179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36</w:t>
      </w:r>
      <w:r w:rsidR="00B1523B" w:rsidRPr="00A96487">
        <w:rPr>
          <w:rStyle w:val="Ppogrubienie"/>
        </w:rPr>
        <w:t>.</w:t>
      </w:r>
      <w:r w:rsidR="00B1523B" w:rsidRPr="00B1523B">
        <w:t xml:space="preserve"> </w:t>
      </w:r>
      <w:r w:rsidR="00A1715C">
        <w:t xml:space="preserve">1. </w:t>
      </w:r>
      <w:r w:rsidR="00B1523B" w:rsidRPr="00B1523B">
        <w:t>Organ</w:t>
      </w:r>
      <w:r w:rsidR="00DF2809">
        <w:t>y</w:t>
      </w:r>
      <w:r w:rsidR="00B1523B" w:rsidRPr="00B1523B">
        <w:t xml:space="preserve"> samorządu </w:t>
      </w:r>
      <w:r w:rsidR="006B7D29">
        <w:t xml:space="preserve">psychologów </w:t>
      </w:r>
      <w:r w:rsidR="00B1523B" w:rsidRPr="00B1523B">
        <w:t>podejmuj</w:t>
      </w:r>
      <w:r w:rsidR="00DF2809">
        <w:t>ą</w:t>
      </w:r>
      <w:r w:rsidR="00B1523B" w:rsidRPr="00B1523B">
        <w:t xml:space="preserve"> </w:t>
      </w:r>
      <w:r w:rsidR="00DF2809">
        <w:t xml:space="preserve">decyzje w formie </w:t>
      </w:r>
      <w:r w:rsidR="00B1523B" w:rsidRPr="00B1523B">
        <w:t>uchwał zwykłą większością głosów w obecności co najmniej połowy członków</w:t>
      </w:r>
      <w:r w:rsidR="00F6386A">
        <w:t>.</w:t>
      </w:r>
      <w:r w:rsidR="0066045D">
        <w:t xml:space="preserve"> </w:t>
      </w:r>
      <w:r w:rsidR="00F6386A">
        <w:t>W</w:t>
      </w:r>
      <w:r w:rsidR="00B1523B" w:rsidRPr="00B1523B">
        <w:t xml:space="preserve"> przypadku równej liczby głosów decyduje głos przewodniczącego.</w:t>
      </w:r>
    </w:p>
    <w:p w14:paraId="4C336247" w14:textId="5833152E" w:rsidR="002B1299" w:rsidRPr="002B1299" w:rsidRDefault="002B1299" w:rsidP="00744C08">
      <w:pPr>
        <w:pStyle w:val="USTustnpkodeksu"/>
      </w:pPr>
      <w:r>
        <w:t xml:space="preserve">2. Organ samorządu </w:t>
      </w:r>
      <w:r w:rsidR="006B7D29">
        <w:t xml:space="preserve">psychologów </w:t>
      </w:r>
      <w:r w:rsidRPr="002B1299">
        <w:t>mo</w:t>
      </w:r>
      <w:r>
        <w:t>że</w:t>
      </w:r>
      <w:r w:rsidRPr="002B1299">
        <w:t xml:space="preserve"> obradować na posiedzeniach prowadzonych </w:t>
      </w:r>
      <w:r w:rsidR="00B94BD4">
        <w:br/>
      </w:r>
      <w:r w:rsidRPr="002B1299">
        <w:t>z wykorzystaniem środków komunikacji elektronicznej, o których mowa w art. 2 pkt 5 ustawy z dnia 18 lipca 2002 r. o świadczeniu usług drogą elektroniczną (</w:t>
      </w:r>
      <w:r w:rsidR="00C3005F">
        <w:t>Dz. U.</w:t>
      </w:r>
      <w:r w:rsidRPr="002B1299">
        <w:t xml:space="preserve"> z </w:t>
      </w:r>
      <w:r w:rsidR="00C04881">
        <w:t>2024</w:t>
      </w:r>
      <w:r w:rsidR="000B2EAD">
        <w:t xml:space="preserve"> r.</w:t>
      </w:r>
      <w:r w:rsidR="00C04881" w:rsidRPr="002B1299">
        <w:t xml:space="preserve"> </w:t>
      </w:r>
      <w:r w:rsidR="00F96F9F">
        <w:t xml:space="preserve">poz. </w:t>
      </w:r>
      <w:r w:rsidR="00C04881">
        <w:t>1513</w:t>
      </w:r>
      <w:r w:rsidR="009670A4">
        <w:t xml:space="preserve"> i 1932</w:t>
      </w:r>
      <w:r w:rsidRPr="002B1299">
        <w:t>), co może obejmować w szczególności:</w:t>
      </w:r>
    </w:p>
    <w:p w14:paraId="6A4E1BD3" w14:textId="3C5D48C2" w:rsidR="002B1299" w:rsidRPr="002B1299" w:rsidRDefault="002B1299" w:rsidP="003D57A6">
      <w:pPr>
        <w:pStyle w:val="PKTpunkt"/>
      </w:pPr>
      <w:r w:rsidRPr="002B1299">
        <w:t>1) transmisję posiedzenia w czasie rzeczywistym między uczestnikami posiedzenia;</w:t>
      </w:r>
    </w:p>
    <w:p w14:paraId="518E6C48" w14:textId="77777777" w:rsidR="002B1299" w:rsidRPr="002B1299" w:rsidRDefault="002B1299" w:rsidP="003D57A6">
      <w:pPr>
        <w:pStyle w:val="PKTpunkt"/>
      </w:pPr>
      <w:r w:rsidRPr="002B1299">
        <w:t>2) wielostronną komunikację w czasie rzeczywistym, w ramach której uczestnicy posiedzenia mogą wypowiadać się w jego toku;</w:t>
      </w:r>
    </w:p>
    <w:p w14:paraId="5FDCDEF2" w14:textId="77777777" w:rsidR="002B1299" w:rsidRPr="002B1299" w:rsidRDefault="002B1299" w:rsidP="003D57A6">
      <w:pPr>
        <w:pStyle w:val="PKTpunkt"/>
      </w:pPr>
      <w:r w:rsidRPr="002B1299">
        <w:t>3) identyfikację osoby, która korzysta ze środków komunikacji elektronicznej;</w:t>
      </w:r>
    </w:p>
    <w:p w14:paraId="4966BE1C" w14:textId="3761CD1F" w:rsidR="002B1299" w:rsidRDefault="002B1299" w:rsidP="003D57A6">
      <w:pPr>
        <w:pStyle w:val="PKTpunkt"/>
      </w:pPr>
      <w:r w:rsidRPr="002B1299">
        <w:t>4) oddanie głosu z wykorzystaniem środków komunikacji elektronicznej.</w:t>
      </w:r>
    </w:p>
    <w:p w14:paraId="1D14F61C" w14:textId="45D21FC2" w:rsidR="00101D8B" w:rsidRDefault="00F572C6" w:rsidP="00945FC2">
      <w:pPr>
        <w:pStyle w:val="USTustnpkodeksu"/>
      </w:pPr>
      <w:r>
        <w:t>3</w:t>
      </w:r>
      <w:r w:rsidR="00A1715C">
        <w:t xml:space="preserve">. </w:t>
      </w:r>
      <w:r w:rsidR="00101D8B" w:rsidRPr="00101D8B">
        <w:t xml:space="preserve">Przetwarzanie danych osobowych dokonywane przy wykorzystaniu środków komunikacji elektronicznej odbywa się z zachowaniem zasad wskazanych w art. 5 </w:t>
      </w:r>
      <w:r w:rsidR="00916702" w:rsidRPr="000705EA">
        <w:t xml:space="preserve">rozporządzenia Parlamentu Europejskiego i Rady (UE) 2016/679 z dnia 27 kwietnia 2016 r. </w:t>
      </w:r>
      <w:r w:rsidR="00916702">
        <w:br/>
      </w:r>
      <w:r w:rsidR="00916702" w:rsidRPr="000705EA">
        <w:t>w sprawie ochrony osób fizycznych w związku z przetwarzaniem danych osobowych i w sprawie swobodnego przepływu takich danych oraz uchylenia dyrektywy 95/46/WE (ogólne rozporządzenie o ochronie danych)</w:t>
      </w:r>
      <w:r w:rsidR="00101D8B" w:rsidRPr="00101D8B">
        <w:t>.</w:t>
      </w:r>
    </w:p>
    <w:p w14:paraId="7757D2A5" w14:textId="2BAE380F" w:rsidR="00D243F6" w:rsidRDefault="00101D8B" w:rsidP="00945FC2">
      <w:pPr>
        <w:pStyle w:val="USTustnpkodeksu"/>
      </w:pPr>
      <w:r>
        <w:t xml:space="preserve">4. </w:t>
      </w:r>
      <w:r w:rsidR="002B1299">
        <w:t>Posiedzenia</w:t>
      </w:r>
      <w:r w:rsidR="002B1299" w:rsidRPr="004177DC">
        <w:t xml:space="preserve"> </w:t>
      </w:r>
      <w:r w:rsidR="004177DC" w:rsidRPr="004177DC">
        <w:t xml:space="preserve">organu </w:t>
      </w:r>
      <w:r w:rsidR="004177DC">
        <w:t xml:space="preserve">samorządu </w:t>
      </w:r>
      <w:r w:rsidR="006B7D29">
        <w:t xml:space="preserve">psychologów </w:t>
      </w:r>
      <w:r w:rsidR="004177DC" w:rsidRPr="004177DC">
        <w:t>są protokołowane. Protokół powinien</w:t>
      </w:r>
      <w:r w:rsidR="007C2FBC" w:rsidRPr="007C2FBC">
        <w:t xml:space="preserve"> </w:t>
      </w:r>
      <w:r w:rsidR="007C2FBC" w:rsidRPr="004177DC">
        <w:t>zawierać</w:t>
      </w:r>
      <w:r w:rsidR="00BA6B45">
        <w:t xml:space="preserve"> w szczególności</w:t>
      </w:r>
      <w:r w:rsidR="00D243F6">
        <w:t>:</w:t>
      </w:r>
      <w:bookmarkStart w:id="136" w:name="mip49196535"/>
      <w:bookmarkEnd w:id="136"/>
    </w:p>
    <w:p w14:paraId="7F38FC46" w14:textId="5252432D" w:rsidR="00D243F6" w:rsidRDefault="00D243F6" w:rsidP="00D243F6">
      <w:pPr>
        <w:pStyle w:val="PKTpunkt"/>
      </w:pPr>
      <w:r>
        <w:lastRenderedPageBreak/>
        <w:t xml:space="preserve">1) </w:t>
      </w:r>
      <w:r w:rsidR="00C85C8E">
        <w:t xml:space="preserve">imiona i nazwiska </w:t>
      </w:r>
      <w:r w:rsidRPr="004177DC">
        <w:t xml:space="preserve">członków organu </w:t>
      </w:r>
      <w:r>
        <w:t xml:space="preserve">samorządu </w:t>
      </w:r>
      <w:r w:rsidR="006B7D29">
        <w:t xml:space="preserve">psychologów </w:t>
      </w:r>
      <w:r w:rsidR="00646297">
        <w:t>oraz innych</w:t>
      </w:r>
      <w:r w:rsidR="00FD1421">
        <w:t xml:space="preserve"> upoważnionych</w:t>
      </w:r>
      <w:r w:rsidR="00646297">
        <w:t xml:space="preserve"> osób </w:t>
      </w:r>
      <w:r w:rsidRPr="004177DC">
        <w:t xml:space="preserve">uczestniczących </w:t>
      </w:r>
      <w:r w:rsidR="006E557B">
        <w:t>w posiedzeniu</w:t>
      </w:r>
      <w:r w:rsidR="007133C6">
        <w:t>;</w:t>
      </w:r>
    </w:p>
    <w:p w14:paraId="4832FED8" w14:textId="29192EB8" w:rsidR="00D243F6" w:rsidRPr="00B1523B" w:rsidRDefault="00D243F6" w:rsidP="00D243F6">
      <w:pPr>
        <w:pStyle w:val="PKTpunkt"/>
      </w:pPr>
      <w:r>
        <w:t xml:space="preserve">2) </w:t>
      </w:r>
      <w:r w:rsidR="00BA6B45">
        <w:t xml:space="preserve">przebieg posiedzenia, w tym </w:t>
      </w:r>
      <w:r w:rsidRPr="004177DC">
        <w:t>treść podjęt</w:t>
      </w:r>
      <w:r w:rsidR="002B1299">
        <w:t>ej</w:t>
      </w:r>
      <w:r w:rsidRPr="004177DC">
        <w:t xml:space="preserve"> uchwał</w:t>
      </w:r>
      <w:r w:rsidR="002B1299">
        <w:t>y</w:t>
      </w:r>
      <w:r w:rsidRPr="004177DC">
        <w:t xml:space="preserve"> i wynik głosowania</w:t>
      </w:r>
      <w:r w:rsidR="00E976CB">
        <w:t>.</w:t>
      </w:r>
    </w:p>
    <w:p w14:paraId="18F28507" w14:textId="2D99F89F" w:rsidR="00B1523B" w:rsidRDefault="00A24E01" w:rsidP="00682952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37</w:t>
      </w:r>
      <w:r w:rsidR="00B1523B" w:rsidRPr="00A96487">
        <w:rPr>
          <w:rStyle w:val="Ppogrubienie"/>
        </w:rPr>
        <w:t>.</w:t>
      </w:r>
      <w:r w:rsidR="00B1523B" w:rsidRPr="00B1523B">
        <w:t xml:space="preserve"> 1. </w:t>
      </w:r>
      <w:bookmarkStart w:id="137" w:name="_Hlk178943943"/>
      <w:r w:rsidR="006F626F">
        <w:t xml:space="preserve">Krajowa Rada i </w:t>
      </w:r>
      <w:r w:rsidR="00FF0B56">
        <w:t>r</w:t>
      </w:r>
      <w:r w:rsidR="006F626F">
        <w:t xml:space="preserve">egionalne </w:t>
      </w:r>
      <w:r w:rsidR="00FF0B56">
        <w:t>r</w:t>
      </w:r>
      <w:r w:rsidR="006F626F">
        <w:t xml:space="preserve">ady przekazują </w:t>
      </w:r>
      <w:r w:rsidR="006F626F" w:rsidRPr="00B1523B">
        <w:t>ministrowi właściwemu do spraw pracy</w:t>
      </w:r>
      <w:r w:rsidR="00B1523B" w:rsidRPr="00B1523B">
        <w:t xml:space="preserve"> </w:t>
      </w:r>
      <w:r w:rsidR="002F02A7">
        <w:t>odpis</w:t>
      </w:r>
      <w:r w:rsidR="00A57B1F">
        <w:t>y</w:t>
      </w:r>
      <w:r w:rsidR="004F5F47">
        <w:t xml:space="preserve"> uchwał </w:t>
      </w:r>
      <w:r w:rsidR="00B1523B" w:rsidRPr="00B1523B">
        <w:t xml:space="preserve">w terminie nie dłuższym niż </w:t>
      </w:r>
      <w:r w:rsidR="002B1299">
        <w:t>14</w:t>
      </w:r>
      <w:r w:rsidR="00B1523B" w:rsidRPr="00B1523B">
        <w:t xml:space="preserve"> dni od dnia </w:t>
      </w:r>
      <w:r w:rsidR="004F5F47">
        <w:t xml:space="preserve">ich </w:t>
      </w:r>
      <w:r w:rsidR="00B1523B" w:rsidRPr="00B1523B">
        <w:t>podjęcia.</w:t>
      </w:r>
      <w:r w:rsidR="00553298" w:rsidRPr="00553298">
        <w:t xml:space="preserve"> Krajowa Rada</w:t>
      </w:r>
      <w:r w:rsidR="00553298">
        <w:t xml:space="preserve"> przekazuje również </w:t>
      </w:r>
      <w:r w:rsidR="00460651" w:rsidRPr="00B1523B">
        <w:t xml:space="preserve">ministrowi właściwemu do spraw pracy </w:t>
      </w:r>
      <w:r w:rsidR="00553298">
        <w:t xml:space="preserve">odpisy uchwał Krajowego Zjazdu </w:t>
      </w:r>
      <w:r w:rsidR="004A447D">
        <w:t>w terminie nie dłuższym niż 30</w:t>
      </w:r>
      <w:r w:rsidR="004A447D" w:rsidRPr="00B1523B">
        <w:t xml:space="preserve"> dni od dnia </w:t>
      </w:r>
      <w:r w:rsidR="004A447D">
        <w:t xml:space="preserve">ich </w:t>
      </w:r>
      <w:r w:rsidR="004A447D" w:rsidRPr="00B1523B">
        <w:t>podjęcia</w:t>
      </w:r>
      <w:r w:rsidR="004A447D">
        <w:t xml:space="preserve"> przez Krajowy Zjazd.</w:t>
      </w:r>
    </w:p>
    <w:bookmarkEnd w:id="137"/>
    <w:p w14:paraId="49684928" w14:textId="57C7023A" w:rsidR="00A57B1F" w:rsidRPr="00B1523B" w:rsidRDefault="00956EF8" w:rsidP="00682952">
      <w:pPr>
        <w:pStyle w:val="USTustnpkodeksu"/>
      </w:pPr>
      <w:r>
        <w:t>2</w:t>
      </w:r>
      <w:r w:rsidR="00A57B1F">
        <w:t>. Przepisu ust. 1 nie stosuje się do uchwał regionalnej rady w przedmiocie wpisu</w:t>
      </w:r>
      <w:r w:rsidR="00A57B1F" w:rsidRPr="001741E1">
        <w:t xml:space="preserve"> </w:t>
      </w:r>
      <w:r w:rsidR="00A57B1F">
        <w:t>do Rejestru.</w:t>
      </w:r>
    </w:p>
    <w:p w14:paraId="2AE60CD3" w14:textId="4F06D952" w:rsidR="00B1523B" w:rsidRPr="00B1523B" w:rsidRDefault="00956EF8" w:rsidP="00FA4844">
      <w:pPr>
        <w:pStyle w:val="USTustnpkodeksu"/>
      </w:pPr>
      <w:r>
        <w:t>3</w:t>
      </w:r>
      <w:r w:rsidR="00B1523B" w:rsidRPr="00B1523B">
        <w:t>. Minister właściwy do spraw pracy może zaskarżyć</w:t>
      </w:r>
      <w:r w:rsidR="00FA4844">
        <w:t xml:space="preserve"> </w:t>
      </w:r>
      <w:r w:rsidR="00B1523B" w:rsidRPr="00B1523B">
        <w:t>do Sądu Najwyższego uchwał</w:t>
      </w:r>
      <w:r w:rsidR="00396CC5">
        <w:t>ę</w:t>
      </w:r>
      <w:r w:rsidR="00B1523B" w:rsidRPr="00B1523B">
        <w:t xml:space="preserve"> organów samorządu </w:t>
      </w:r>
      <w:r w:rsidR="006B7D29">
        <w:t xml:space="preserve">psychologów </w:t>
      </w:r>
      <w:r w:rsidR="00B1523B" w:rsidRPr="00B1523B">
        <w:t xml:space="preserve">pod zarzutem niezgodności z prawem, w terminie </w:t>
      </w:r>
      <w:r w:rsidR="00C830A5">
        <w:t>60 dni</w:t>
      </w:r>
      <w:r w:rsidR="00B1523B" w:rsidRPr="00B1523B">
        <w:t xml:space="preserve"> od dnia jej </w:t>
      </w:r>
      <w:r w:rsidR="00D228C3">
        <w:t>doręczenia</w:t>
      </w:r>
      <w:r w:rsidR="00B1523B" w:rsidRPr="00B1523B">
        <w:t xml:space="preserve">. </w:t>
      </w:r>
      <w:r w:rsidR="007133C6">
        <w:t xml:space="preserve">Zaskarżoną uchwałę </w:t>
      </w:r>
      <w:r w:rsidR="00B1523B" w:rsidRPr="00B1523B">
        <w:t xml:space="preserve">Sąd Najwyższy utrzymuje w mocy </w:t>
      </w:r>
      <w:r w:rsidR="007133C6">
        <w:t>albo</w:t>
      </w:r>
      <w:r w:rsidR="00B1523B" w:rsidRPr="00B1523B">
        <w:t xml:space="preserve"> ją uchyla i przekazuje sprawę do ponownego rozpoznania właściwemu organowi samorządu</w:t>
      </w:r>
      <w:r w:rsidR="006B7D29">
        <w:t xml:space="preserve"> psychologów</w:t>
      </w:r>
      <w:r w:rsidR="00B1523B" w:rsidRPr="00B1523B">
        <w:t>, ustalając wytyczne co do sposobu jej załatwienia.</w:t>
      </w:r>
    </w:p>
    <w:p w14:paraId="5686C5BB" w14:textId="54CBECB7" w:rsidR="00B1523B" w:rsidRPr="00B1523B" w:rsidRDefault="00956EF8" w:rsidP="00B1523B">
      <w:pPr>
        <w:pStyle w:val="USTustnpkodeksu"/>
      </w:pPr>
      <w:r>
        <w:t>4</w:t>
      </w:r>
      <w:r w:rsidR="00B1523B" w:rsidRPr="00B1523B">
        <w:t xml:space="preserve">. Minister </w:t>
      </w:r>
      <w:bookmarkStart w:id="138" w:name="_Hlk182404526"/>
      <w:r w:rsidR="00B1523B" w:rsidRPr="00B1523B">
        <w:t xml:space="preserve">właściwy do spraw pracy </w:t>
      </w:r>
      <w:bookmarkEnd w:id="138"/>
      <w:r w:rsidR="00B1523B" w:rsidRPr="00B1523B">
        <w:t xml:space="preserve">może zwrócić się do Krajowego Zjazdu, </w:t>
      </w:r>
      <w:r w:rsidR="002D0DE7">
        <w:t>r</w:t>
      </w:r>
      <w:r w:rsidR="00B1523B" w:rsidRPr="00B1523B">
        <w:t xml:space="preserve">egionalnego </w:t>
      </w:r>
      <w:r w:rsidR="002D0DE7">
        <w:t>z</w:t>
      </w:r>
      <w:r w:rsidR="00B1523B" w:rsidRPr="00B1523B">
        <w:t xml:space="preserve">jazdu, Krajowej Rady lub </w:t>
      </w:r>
      <w:r w:rsidR="002D0DE7">
        <w:t>r</w:t>
      </w:r>
      <w:r w:rsidR="00B1523B" w:rsidRPr="00B1523B">
        <w:t xml:space="preserve">egionalnej </w:t>
      </w:r>
      <w:r w:rsidR="002D0DE7">
        <w:t>r</w:t>
      </w:r>
      <w:r w:rsidR="00B1523B" w:rsidRPr="00B1523B">
        <w:t xml:space="preserve">ady </w:t>
      </w:r>
      <w:r w:rsidR="007133C6">
        <w:t xml:space="preserve">z wnioskiem </w:t>
      </w:r>
      <w:r w:rsidR="00B1523B" w:rsidRPr="00B1523B">
        <w:t xml:space="preserve">o podjęcie uchwały </w:t>
      </w:r>
      <w:r w:rsidR="00D00635">
        <w:br/>
      </w:r>
      <w:r w:rsidR="00B1523B" w:rsidRPr="00B1523B">
        <w:t>w sprawie należącej do właściwości samorządu</w:t>
      </w:r>
      <w:r w:rsidR="006B7D29">
        <w:t xml:space="preserve"> psychologów</w:t>
      </w:r>
      <w:r w:rsidR="00B1523B" w:rsidRPr="00B1523B">
        <w:t>.</w:t>
      </w:r>
    </w:p>
    <w:p w14:paraId="0B5C70ED" w14:textId="44B40E81" w:rsidR="00B1523B" w:rsidRPr="00B1523B" w:rsidRDefault="00956EF8" w:rsidP="00B1523B">
      <w:pPr>
        <w:pStyle w:val="USTustnpkodeksu"/>
      </w:pPr>
      <w:r>
        <w:t>5</w:t>
      </w:r>
      <w:r w:rsidR="00B1523B" w:rsidRPr="00B1523B">
        <w:t xml:space="preserve">. Wniosek, o którym mowa w ust. </w:t>
      </w:r>
      <w:r>
        <w:t>4</w:t>
      </w:r>
      <w:r w:rsidR="00B1523B" w:rsidRPr="00B1523B">
        <w:t xml:space="preserve">, </w:t>
      </w:r>
      <w:r w:rsidR="00E42474">
        <w:t>rozpatruje</w:t>
      </w:r>
      <w:r w:rsidR="00B1523B" w:rsidRPr="00B1523B">
        <w:t xml:space="preserve"> najbliższy Krajowy Zjazd albo </w:t>
      </w:r>
      <w:r w:rsidR="00A4165D">
        <w:t>r</w:t>
      </w:r>
      <w:r w:rsidR="00B1523B" w:rsidRPr="00B1523B">
        <w:t xml:space="preserve">egionalny </w:t>
      </w:r>
      <w:r w:rsidR="00A4165D">
        <w:t>z</w:t>
      </w:r>
      <w:r w:rsidR="00B1523B" w:rsidRPr="00B1523B">
        <w:t xml:space="preserve">jazd, a Krajowa Rada albo </w:t>
      </w:r>
      <w:r w:rsidR="00A4165D">
        <w:t>r</w:t>
      </w:r>
      <w:r w:rsidR="00B1523B" w:rsidRPr="00B1523B">
        <w:t xml:space="preserve">egionalna </w:t>
      </w:r>
      <w:r w:rsidR="00A4165D">
        <w:t>r</w:t>
      </w:r>
      <w:r w:rsidR="00B1523B" w:rsidRPr="00B1523B">
        <w:t>ada</w:t>
      </w:r>
      <w:r w:rsidR="003F5B8A">
        <w:t xml:space="preserve"> </w:t>
      </w:r>
      <w:r w:rsidR="003F5B8A" w:rsidRPr="00B1523B">
        <w:t>–</w:t>
      </w:r>
      <w:r w:rsidR="003F5B8A">
        <w:t xml:space="preserve"> </w:t>
      </w:r>
      <w:r w:rsidR="00B1523B" w:rsidRPr="00B1523B">
        <w:t xml:space="preserve">w terminie </w:t>
      </w:r>
      <w:r w:rsidR="00C830A5">
        <w:t>30 dni</w:t>
      </w:r>
      <w:r w:rsidR="00C830A5" w:rsidRPr="00B1523B">
        <w:t xml:space="preserve"> </w:t>
      </w:r>
      <w:r w:rsidR="00B1523B" w:rsidRPr="00B1523B">
        <w:t xml:space="preserve">od dnia jego </w:t>
      </w:r>
      <w:r w:rsidR="00D228C3">
        <w:t>doręczenia</w:t>
      </w:r>
      <w:r w:rsidR="00B1523B" w:rsidRPr="00B1523B">
        <w:t>.</w:t>
      </w:r>
    </w:p>
    <w:p w14:paraId="7464ED57" w14:textId="1EF6D6CF" w:rsidR="00B1523B" w:rsidRPr="00B1523B" w:rsidRDefault="00956EF8" w:rsidP="00B1523B">
      <w:pPr>
        <w:pStyle w:val="USTustnpkodeksu"/>
      </w:pPr>
      <w:r>
        <w:t>6</w:t>
      </w:r>
      <w:r w:rsidR="00D501F7">
        <w:t xml:space="preserve">. Przepisów ust. </w:t>
      </w:r>
      <w:r>
        <w:t>3</w:t>
      </w:r>
      <w:r w:rsidR="00744C08" w:rsidRPr="00B1523B">
        <w:t>–</w:t>
      </w:r>
      <w:r>
        <w:t>4</w:t>
      </w:r>
      <w:r w:rsidRPr="00B1523B">
        <w:t xml:space="preserve"> </w:t>
      </w:r>
      <w:r w:rsidR="00B1523B" w:rsidRPr="00B1523B">
        <w:t>nie stosuje się do uchwał:</w:t>
      </w:r>
    </w:p>
    <w:p w14:paraId="5989339E" w14:textId="3B28DAD7" w:rsidR="00A57B1F" w:rsidRDefault="00B1523B" w:rsidP="00022C23">
      <w:pPr>
        <w:pStyle w:val="PKTpunkt"/>
      </w:pPr>
      <w:r w:rsidRPr="00022C23">
        <w:t xml:space="preserve">1) </w:t>
      </w:r>
      <w:r w:rsidR="00563EFD">
        <w:t>w przedmiocie wpisu</w:t>
      </w:r>
      <w:r w:rsidR="001741E1" w:rsidRPr="001741E1">
        <w:t xml:space="preserve"> </w:t>
      </w:r>
      <w:r w:rsidR="001741E1">
        <w:t>do Rejestru</w:t>
      </w:r>
      <w:r w:rsidR="00A57B1F">
        <w:t>;</w:t>
      </w:r>
    </w:p>
    <w:p w14:paraId="5EF21A1D" w14:textId="254BBF3D" w:rsidR="00B1523B" w:rsidRPr="00022C23" w:rsidRDefault="00A57B1F" w:rsidP="00022C23">
      <w:pPr>
        <w:pStyle w:val="PKTpunkt"/>
      </w:pPr>
      <w:r>
        <w:t xml:space="preserve">2) </w:t>
      </w:r>
      <w:r w:rsidR="00BC0E90">
        <w:t>stwierdzających utratę prawa wykonywania zawodu psychologa</w:t>
      </w:r>
      <w:r w:rsidR="00B1523B" w:rsidRPr="00022C23">
        <w:t>;</w:t>
      </w:r>
    </w:p>
    <w:p w14:paraId="08E0BFF4" w14:textId="34A8D9AF" w:rsidR="00B1523B" w:rsidRDefault="00A57B1F" w:rsidP="00022C23">
      <w:pPr>
        <w:pStyle w:val="PKTpunkt"/>
      </w:pPr>
      <w:r>
        <w:t>3</w:t>
      </w:r>
      <w:r w:rsidR="00B1523B" w:rsidRPr="00022C23">
        <w:t>)</w:t>
      </w:r>
      <w:r w:rsidR="00563EFD">
        <w:t xml:space="preserve"> </w:t>
      </w:r>
      <w:r w:rsidR="00563EFD" w:rsidRPr="00022C23">
        <w:t xml:space="preserve">podejmowanych w postępowaniu w </w:t>
      </w:r>
      <w:r w:rsidR="007B7E36">
        <w:t>przedmiocie</w:t>
      </w:r>
      <w:r w:rsidR="00563EFD" w:rsidRPr="00022C23">
        <w:t xml:space="preserve"> odpowiedzialności </w:t>
      </w:r>
      <w:r w:rsidR="002937A9">
        <w:t>dyscyplinarnej</w:t>
      </w:r>
      <w:r w:rsidR="00563EFD" w:rsidRPr="00022C23">
        <w:t xml:space="preserve"> psychologów</w:t>
      </w:r>
      <w:r w:rsidR="00563EFD">
        <w:t>.</w:t>
      </w:r>
    </w:p>
    <w:p w14:paraId="0516AB13" w14:textId="501AE7AF" w:rsidR="00A57B1F" w:rsidRDefault="00956EF8" w:rsidP="002C23A2">
      <w:pPr>
        <w:pStyle w:val="USTustnpkodeksu"/>
      </w:pPr>
      <w:r>
        <w:t>7</w:t>
      </w:r>
      <w:r w:rsidR="00A57B1F">
        <w:t xml:space="preserve">. </w:t>
      </w:r>
      <w:r w:rsidR="00A57B1F" w:rsidRPr="00A57B1F">
        <w:t>W</w:t>
      </w:r>
      <w:r w:rsidR="00A57B1F">
        <w:t xml:space="preserve"> razie po</w:t>
      </w:r>
      <w:r w:rsidR="00482AFE">
        <w:t>wzi</w:t>
      </w:r>
      <w:r w:rsidR="00A57B1F">
        <w:t xml:space="preserve">ęcia przez ministra </w:t>
      </w:r>
      <w:r w:rsidR="00A57B1F" w:rsidRPr="00A57B1F">
        <w:t>właściw</w:t>
      </w:r>
      <w:r w:rsidR="00A57B1F">
        <w:t>ego</w:t>
      </w:r>
      <w:r w:rsidR="00A57B1F" w:rsidRPr="00A57B1F">
        <w:t xml:space="preserve"> do spraw pracy </w:t>
      </w:r>
      <w:r w:rsidR="00A57B1F">
        <w:t xml:space="preserve">wątpliwości co do zgodności z prawem uchwał w przedmiocie wpisu do Rejestru minister </w:t>
      </w:r>
      <w:r w:rsidR="003955AE">
        <w:t>może zwrócić się do regionalnej rady o przekazanie podjętej przez radę uchwały. Regionalna rada przekazuje uchwałę w terminie 14 dni od doręczenia wystąpienia ministra. Minister</w:t>
      </w:r>
      <w:r w:rsidR="00C874F8">
        <w:t xml:space="preserve"> </w:t>
      </w:r>
      <w:r w:rsidR="007E5F77" w:rsidRPr="007E5F77">
        <w:t xml:space="preserve">właściwy do spraw pracy </w:t>
      </w:r>
      <w:r w:rsidR="00C874F8">
        <w:t>w terminie 1 miesiąca od dnia otrzymania uchwały</w:t>
      </w:r>
      <w:r w:rsidR="003955AE">
        <w:t xml:space="preserve"> może zwrócić się </w:t>
      </w:r>
      <w:r w:rsidR="00A57B1F">
        <w:t xml:space="preserve">z wnioskiem do Krajowej Rady o wszczęcie postępowania w przedmiocie stwierdzenia nieważności </w:t>
      </w:r>
      <w:r w:rsidR="003955AE">
        <w:t xml:space="preserve">tej </w:t>
      </w:r>
      <w:r w:rsidR="00A57B1F">
        <w:t>uchwały.</w:t>
      </w:r>
    </w:p>
    <w:p w14:paraId="7025D0C1" w14:textId="77777777" w:rsidR="00276599" w:rsidRDefault="00A24E01" w:rsidP="00B1523B">
      <w:pPr>
        <w:pStyle w:val="ARTartustawynprozporzdzenia"/>
      </w:pPr>
      <w:bookmarkStart w:id="139" w:name="mip49196536"/>
      <w:bookmarkStart w:id="140" w:name="mip49196537"/>
      <w:bookmarkEnd w:id="139"/>
      <w:bookmarkEnd w:id="140"/>
      <w:r>
        <w:rPr>
          <w:rStyle w:val="Ppogrubienie"/>
        </w:rPr>
        <w:t xml:space="preserve">Art. </w:t>
      </w:r>
      <w:r w:rsidR="000C7D69">
        <w:rPr>
          <w:rStyle w:val="Ppogrubienie"/>
        </w:rPr>
        <w:t>38</w:t>
      </w:r>
      <w:r w:rsidR="00B1523B" w:rsidRPr="00A96487">
        <w:rPr>
          <w:rStyle w:val="Ppogrubienie"/>
        </w:rPr>
        <w:t>.</w:t>
      </w:r>
      <w:r w:rsidR="00B1523B" w:rsidRPr="00B1523B">
        <w:t xml:space="preserve"> 1. Kadencja organów samorządu </w:t>
      </w:r>
      <w:r w:rsidR="006B7D29">
        <w:t xml:space="preserve">psychologów </w:t>
      </w:r>
      <w:r w:rsidR="00B1523B" w:rsidRPr="00B1523B">
        <w:t xml:space="preserve">trwa </w:t>
      </w:r>
      <w:r w:rsidR="007133C6">
        <w:t>4</w:t>
      </w:r>
      <w:r w:rsidR="00B1523B" w:rsidRPr="00B1523B">
        <w:t xml:space="preserve"> lata.</w:t>
      </w:r>
    </w:p>
    <w:p w14:paraId="3068B404" w14:textId="74976C62" w:rsidR="00B1523B" w:rsidRPr="00B1523B" w:rsidRDefault="00B1523B" w:rsidP="00022C23">
      <w:pPr>
        <w:pStyle w:val="USTustnpkodeksu"/>
      </w:pPr>
      <w:r w:rsidRPr="00B1523B">
        <w:lastRenderedPageBreak/>
        <w:t xml:space="preserve">2. Organy samorządu </w:t>
      </w:r>
      <w:r w:rsidR="006B7D29">
        <w:t xml:space="preserve">psychologów </w:t>
      </w:r>
      <w:r w:rsidRPr="00B1523B">
        <w:t>działają do czasu ukonstytuowania się nowo wybranych organów.</w:t>
      </w:r>
    </w:p>
    <w:p w14:paraId="3BCEBC18" w14:textId="5CEBF885" w:rsidR="00B1523B" w:rsidRPr="00B1523B" w:rsidRDefault="00B1523B" w:rsidP="00022C23">
      <w:pPr>
        <w:pStyle w:val="USTustnpkodeksu"/>
      </w:pPr>
      <w:bookmarkStart w:id="141" w:name="mip49196538"/>
      <w:bookmarkEnd w:id="141"/>
      <w:r w:rsidRPr="00B1523B">
        <w:t xml:space="preserve">3. </w:t>
      </w:r>
      <w:bookmarkStart w:id="142" w:name="_Hlk181883397"/>
      <w:r w:rsidRPr="00B1523B">
        <w:t xml:space="preserve">Tej samej funkcji w </w:t>
      </w:r>
      <w:r w:rsidR="00367203">
        <w:t xml:space="preserve">tym </w:t>
      </w:r>
      <w:r w:rsidR="007C5BA1">
        <w:t>samym organie</w:t>
      </w:r>
      <w:r w:rsidRPr="00B1523B">
        <w:t xml:space="preserve"> samorządu </w:t>
      </w:r>
      <w:r w:rsidR="007C5BA1">
        <w:t xml:space="preserve">psychologów </w:t>
      </w:r>
      <w:r w:rsidRPr="00B1523B">
        <w:t>nie można sprawować dłużej niż przez dwi</w:t>
      </w:r>
      <w:r w:rsidR="00854D6F">
        <w:t>e następujące po sobie kadencje</w:t>
      </w:r>
      <w:r w:rsidR="007B268E">
        <w:t>.</w:t>
      </w:r>
      <w:r w:rsidR="00BA6B45" w:rsidRPr="00BA6B45">
        <w:t xml:space="preserve"> Pełnienie funkcji dłużej niż przez 24 miesiące w danej kadencji przyjmuje się za pełnienie tej funkcji przez pełną kadencję</w:t>
      </w:r>
      <w:bookmarkEnd w:id="142"/>
      <w:r w:rsidR="00BA6B45" w:rsidRPr="00BA6B45">
        <w:t>.</w:t>
      </w:r>
    </w:p>
    <w:p w14:paraId="554BBD9C" w14:textId="73813BF3" w:rsidR="00EC0558" w:rsidRDefault="00B1523B" w:rsidP="00022C23">
      <w:pPr>
        <w:pStyle w:val="USTustnpkodeksu"/>
      </w:pPr>
      <w:bookmarkStart w:id="143" w:name="mip49196539"/>
      <w:bookmarkEnd w:id="143"/>
      <w:r w:rsidRPr="00B1523B">
        <w:t xml:space="preserve">4. </w:t>
      </w:r>
      <w:r w:rsidR="00EC0558" w:rsidRPr="00EC0558">
        <w:t xml:space="preserve">Wyboru zastępców </w:t>
      </w:r>
      <w:r w:rsidR="00EC0558">
        <w:t>rzecznika dyscyplinarnego</w:t>
      </w:r>
      <w:r w:rsidR="00EC0558" w:rsidRPr="00EC0558">
        <w:t xml:space="preserve"> dokonuje się na okres kadencji </w:t>
      </w:r>
      <w:r w:rsidR="00EC0558">
        <w:t>rzecznika dyscyplinarnego</w:t>
      </w:r>
      <w:r w:rsidR="00EC0558" w:rsidRPr="00EC0558">
        <w:t xml:space="preserve">. Zastępcy </w:t>
      </w:r>
      <w:r w:rsidR="00EC0558">
        <w:t>rzecznika dyscyplinarnego</w:t>
      </w:r>
      <w:r w:rsidR="00EC0558" w:rsidRPr="00EC0558">
        <w:t xml:space="preserve"> pełnią funkcję do czasu wyboru nowych zastępców </w:t>
      </w:r>
      <w:r w:rsidR="00EC0558">
        <w:t>rzecznika dyscyplinarnego.</w:t>
      </w:r>
    </w:p>
    <w:p w14:paraId="0512B8DE" w14:textId="49D441A0" w:rsidR="00B1523B" w:rsidRPr="00B1523B" w:rsidRDefault="00EC0558" w:rsidP="00022C23">
      <w:pPr>
        <w:pStyle w:val="USTustnpkodeksu"/>
      </w:pPr>
      <w:r>
        <w:t xml:space="preserve">5. </w:t>
      </w:r>
      <w:r w:rsidR="00B1523B" w:rsidRPr="00B1523B">
        <w:t>Członkowie organów mogą być odwołani przez organ, który ich wybrał.</w:t>
      </w:r>
    </w:p>
    <w:p w14:paraId="58ED7A66" w14:textId="5843C1DA" w:rsidR="00B1523B" w:rsidRPr="00B1523B" w:rsidRDefault="00EC0558" w:rsidP="00B1523B">
      <w:pPr>
        <w:pStyle w:val="USTustnpkodeksu"/>
      </w:pPr>
      <w:bookmarkStart w:id="144" w:name="mip49196542"/>
      <w:bookmarkStart w:id="145" w:name="mip49196543"/>
      <w:bookmarkEnd w:id="144"/>
      <w:bookmarkEnd w:id="145"/>
      <w:r>
        <w:t>6</w:t>
      </w:r>
      <w:r w:rsidR="00B1523B" w:rsidRPr="00B1523B">
        <w:t xml:space="preserve">. Mandat członka organu samorządu </w:t>
      </w:r>
      <w:bookmarkStart w:id="146" w:name="highlightHit_114"/>
      <w:bookmarkEnd w:id="146"/>
      <w:r w:rsidR="006B7D29">
        <w:t xml:space="preserve">psychologów </w:t>
      </w:r>
      <w:r w:rsidR="00B1523B" w:rsidRPr="00B1523B">
        <w:t xml:space="preserve">wygasa </w:t>
      </w:r>
      <w:r w:rsidR="00162730" w:rsidRPr="00162730">
        <w:t>z rozpoczęciem posiedzenia nowo wybranego organu kolejnej kadencji, a przed tym terminem w przypadku</w:t>
      </w:r>
      <w:r w:rsidR="00B1523B" w:rsidRPr="00B1523B">
        <w:t>:</w:t>
      </w:r>
    </w:p>
    <w:p w14:paraId="297D8681" w14:textId="77777777" w:rsidR="00B1523B" w:rsidRPr="00B1523B" w:rsidRDefault="00A96487" w:rsidP="00B1523B">
      <w:pPr>
        <w:pStyle w:val="PKTpunkt"/>
      </w:pPr>
      <w:bookmarkStart w:id="147" w:name="mip49196545"/>
      <w:bookmarkEnd w:id="147"/>
      <w:r>
        <w:t xml:space="preserve">1) </w:t>
      </w:r>
      <w:r w:rsidR="00B1523B" w:rsidRPr="00B1523B">
        <w:t>zrzeczenia się mandatu;</w:t>
      </w:r>
    </w:p>
    <w:p w14:paraId="4F9DC879" w14:textId="3675E586" w:rsidR="00B1523B" w:rsidRPr="00B1523B" w:rsidRDefault="00A96487" w:rsidP="00B1523B">
      <w:pPr>
        <w:pStyle w:val="PKTpunkt"/>
      </w:pPr>
      <w:bookmarkStart w:id="148" w:name="mip49196546"/>
      <w:bookmarkStart w:id="149" w:name="highlightHit_115"/>
      <w:bookmarkStart w:id="150" w:name="mip49196547"/>
      <w:bookmarkStart w:id="151" w:name="highlightHit_116"/>
      <w:bookmarkStart w:id="152" w:name="mip49196548"/>
      <w:bookmarkEnd w:id="148"/>
      <w:bookmarkEnd w:id="149"/>
      <w:bookmarkEnd w:id="150"/>
      <w:bookmarkEnd w:id="151"/>
      <w:bookmarkEnd w:id="152"/>
      <w:r>
        <w:t xml:space="preserve">2) </w:t>
      </w:r>
      <w:r w:rsidR="00B1523B" w:rsidRPr="00B1523B">
        <w:t>prawomocn</w:t>
      </w:r>
      <w:r w:rsidR="00C830A5">
        <w:t>ego</w:t>
      </w:r>
      <w:r w:rsidR="00B1523B" w:rsidRPr="00B1523B">
        <w:t xml:space="preserve"> orzeczeni</w:t>
      </w:r>
      <w:r w:rsidR="00C830A5">
        <w:t>a</w:t>
      </w:r>
      <w:r w:rsidR="00F101E6">
        <w:t xml:space="preserve"> kary</w:t>
      </w:r>
      <w:r w:rsidR="00B1523B" w:rsidRPr="00B1523B">
        <w:t xml:space="preserve"> dyscyplinarnej</w:t>
      </w:r>
      <w:r w:rsidR="00F101E6">
        <w:t xml:space="preserve">, o której mowa w art. </w:t>
      </w:r>
      <w:r w:rsidR="006C037C">
        <w:t xml:space="preserve">94 </w:t>
      </w:r>
      <w:r w:rsidR="00F101E6">
        <w:t>ust. 1</w:t>
      </w:r>
      <w:r w:rsidR="00C4149D">
        <w:t xml:space="preserve"> pkt 2</w:t>
      </w:r>
      <w:r w:rsidR="005C5C2C" w:rsidRPr="00B1523B">
        <w:t>–</w:t>
      </w:r>
      <w:r w:rsidR="006C037C">
        <w:t>6</w:t>
      </w:r>
      <w:r w:rsidR="00B1523B" w:rsidRPr="00B1523B">
        <w:t>;</w:t>
      </w:r>
    </w:p>
    <w:p w14:paraId="732099FA" w14:textId="64750BF1" w:rsidR="00B1523B" w:rsidRPr="00B1523B" w:rsidRDefault="00A96487" w:rsidP="00B1523B">
      <w:pPr>
        <w:pStyle w:val="PKTpunkt"/>
      </w:pPr>
      <w:bookmarkStart w:id="153" w:name="mip49196549"/>
      <w:bookmarkEnd w:id="153"/>
      <w:r>
        <w:t xml:space="preserve">3) </w:t>
      </w:r>
      <w:r w:rsidR="00B1523B" w:rsidRPr="00B1523B">
        <w:t>odwołania przez organ;</w:t>
      </w:r>
    </w:p>
    <w:p w14:paraId="1A3C232A" w14:textId="63F30764" w:rsidR="00162730" w:rsidRDefault="00A96487" w:rsidP="00B1523B">
      <w:pPr>
        <w:pStyle w:val="PKTpunkt"/>
      </w:pPr>
      <w:bookmarkStart w:id="154" w:name="mip49196550"/>
      <w:bookmarkEnd w:id="154"/>
      <w:r>
        <w:t xml:space="preserve">4) </w:t>
      </w:r>
      <w:r w:rsidR="00B1523B" w:rsidRPr="00B1523B">
        <w:t xml:space="preserve">skreślenia z </w:t>
      </w:r>
      <w:r w:rsidR="001741E1">
        <w:t>Rejestru</w:t>
      </w:r>
      <w:r w:rsidR="00162730">
        <w:t>;</w:t>
      </w:r>
    </w:p>
    <w:p w14:paraId="22B399EA" w14:textId="6A58C370" w:rsidR="00643B1F" w:rsidRDefault="00162730" w:rsidP="00162730">
      <w:pPr>
        <w:pStyle w:val="PKTpunkt"/>
      </w:pPr>
      <w:r>
        <w:t xml:space="preserve">5) </w:t>
      </w:r>
      <w:r w:rsidRPr="00162730">
        <w:t>skazania prawomocnym wyrokiem sądu za umyślne przestępstwo</w:t>
      </w:r>
      <w:r w:rsidR="00D10DF5">
        <w:t xml:space="preserve"> </w:t>
      </w:r>
      <w:r w:rsidR="00D10DF5" w:rsidRPr="00D10DF5">
        <w:t>ścigane z oskarżenia publicznego</w:t>
      </w:r>
      <w:r w:rsidR="00603A47">
        <w:t>.</w:t>
      </w:r>
    </w:p>
    <w:p w14:paraId="44C00BB9" w14:textId="46220922" w:rsidR="00B1523B" w:rsidRDefault="00EC0558" w:rsidP="00E35F23">
      <w:pPr>
        <w:pStyle w:val="USTustnpkodeksu"/>
      </w:pPr>
      <w:r>
        <w:t>7</w:t>
      </w:r>
      <w:r w:rsidR="00643B1F">
        <w:t xml:space="preserve">. Zmiana przez psychologa przynależności do </w:t>
      </w:r>
      <w:r w:rsidR="003D4C8F">
        <w:t xml:space="preserve">regionalnej </w:t>
      </w:r>
      <w:r w:rsidR="00643B1F">
        <w:t>izby</w:t>
      </w:r>
      <w:r w:rsidR="00643B1F" w:rsidRPr="00643B1F">
        <w:t xml:space="preserve"> </w:t>
      </w:r>
      <w:r w:rsidR="00643B1F">
        <w:t xml:space="preserve">powoduje wygaśnięcie mandatu wyłącznie w organie </w:t>
      </w:r>
      <w:r w:rsidR="003D4C8F">
        <w:t>regionalnej izby, do której psycholog dotychczas przynależał.</w:t>
      </w:r>
    </w:p>
    <w:p w14:paraId="71C130D1" w14:textId="3A70A435" w:rsidR="00162730" w:rsidRDefault="00EC0558" w:rsidP="00162730">
      <w:pPr>
        <w:pStyle w:val="USTustnpkodeksu"/>
      </w:pPr>
      <w:r>
        <w:t>8</w:t>
      </w:r>
      <w:r w:rsidR="00162730">
        <w:t xml:space="preserve">. </w:t>
      </w:r>
      <w:r w:rsidR="00162730" w:rsidRPr="00162730">
        <w:t xml:space="preserve">W razie wygaśnięcia mandatu na miejsce członka organu </w:t>
      </w:r>
      <w:r w:rsidR="00162730">
        <w:t>samorządu psychologów</w:t>
      </w:r>
      <w:r w:rsidR="00162730" w:rsidRPr="00162730">
        <w:t xml:space="preserve"> wstępuje kandydat, który w wyborach do tego organu uzyskał kolejną największą liczbę głosów, a nie utracił </w:t>
      </w:r>
      <w:r w:rsidR="00162730">
        <w:t xml:space="preserve">biernego </w:t>
      </w:r>
      <w:r w:rsidR="00162730" w:rsidRPr="00162730">
        <w:t xml:space="preserve">prawa </w:t>
      </w:r>
      <w:r w:rsidR="00162730">
        <w:t>wyborczego</w:t>
      </w:r>
      <w:r w:rsidR="00162730" w:rsidRPr="00162730">
        <w:t>. Przy równej liczbie głosów decyduje kolejność umieszczenia na liście kandydatów.</w:t>
      </w:r>
    </w:p>
    <w:p w14:paraId="19D0646B" w14:textId="0E586132" w:rsidR="00162730" w:rsidRPr="00162730" w:rsidRDefault="00EC0558" w:rsidP="002C23A2">
      <w:pPr>
        <w:pStyle w:val="USTustnpkodeksu"/>
      </w:pPr>
      <w:r>
        <w:t>9</w:t>
      </w:r>
      <w:r w:rsidR="00162730">
        <w:t xml:space="preserve">. </w:t>
      </w:r>
      <w:r w:rsidR="00162730" w:rsidRPr="00162730">
        <w:t xml:space="preserve">Mandat rzecznika </w:t>
      </w:r>
      <w:r w:rsidR="00162730">
        <w:t>dyscyplinarnego</w:t>
      </w:r>
      <w:r w:rsidR="000D4A03">
        <w:t xml:space="preserve"> i mandat Krajowego Rzecznika Dyscyplinarnego</w:t>
      </w:r>
      <w:r w:rsidR="00162730" w:rsidRPr="00162730">
        <w:t xml:space="preserve"> ulega zawieszeniu, jeżeli przeciwko niemu toczy się postępowanie karne lub postępowanie w przedmiocie odpowiedzialności </w:t>
      </w:r>
      <w:r w:rsidR="000D4A03">
        <w:t>dyscyplinarn</w:t>
      </w:r>
      <w:r w:rsidR="00162730" w:rsidRPr="00162730">
        <w:t>ej</w:t>
      </w:r>
      <w:r w:rsidR="0098673B">
        <w:t xml:space="preserve"> psychologów</w:t>
      </w:r>
      <w:r w:rsidR="00162730" w:rsidRPr="00162730">
        <w:t>.</w:t>
      </w:r>
    </w:p>
    <w:p w14:paraId="168E9472" w14:textId="7D6F6CA1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39</w:t>
      </w:r>
      <w:r w:rsidR="00B1523B" w:rsidRPr="00A96487">
        <w:rPr>
          <w:rStyle w:val="Ppogrubienie"/>
        </w:rPr>
        <w:t>.</w:t>
      </w:r>
      <w:r w:rsidR="00B1523B" w:rsidRPr="00B1523B">
        <w:t xml:space="preserve"> Działalność samorządu </w:t>
      </w:r>
      <w:r w:rsidR="006B7D29">
        <w:t xml:space="preserve">psychologów </w:t>
      </w:r>
      <w:r w:rsidR="00B1523B" w:rsidRPr="00B1523B">
        <w:t>jest finansowana:</w:t>
      </w:r>
    </w:p>
    <w:p w14:paraId="0A2184CA" w14:textId="22EA7A42" w:rsidR="00A0185C" w:rsidRDefault="00A96487" w:rsidP="00E42474">
      <w:pPr>
        <w:pStyle w:val="PKTpunkt"/>
      </w:pPr>
      <w:r>
        <w:t xml:space="preserve">1) </w:t>
      </w:r>
      <w:r w:rsidR="00B1523B" w:rsidRPr="00B1523B">
        <w:t xml:space="preserve">ze składek </w:t>
      </w:r>
      <w:r w:rsidR="002937A9">
        <w:t>członkowskich</w:t>
      </w:r>
      <w:r w:rsidR="00A0185C">
        <w:t>;</w:t>
      </w:r>
      <w:r w:rsidR="00E42474" w:rsidRPr="00E42474">
        <w:t xml:space="preserve"> </w:t>
      </w:r>
    </w:p>
    <w:p w14:paraId="438417BC" w14:textId="42C50198" w:rsidR="00A0185C" w:rsidRDefault="00A0185C" w:rsidP="00E42474">
      <w:pPr>
        <w:pStyle w:val="PKTpunkt"/>
      </w:pPr>
      <w:r>
        <w:t>2)</w:t>
      </w:r>
      <w:r w:rsidR="003211A9">
        <w:t xml:space="preserve"> z</w:t>
      </w:r>
      <w:r>
        <w:t xml:space="preserve"> </w:t>
      </w:r>
      <w:r w:rsidR="00E42474" w:rsidRPr="00E42474">
        <w:t>opłat, o których mowa w art. 1</w:t>
      </w:r>
      <w:r w:rsidR="00217F6C">
        <w:t>4</w:t>
      </w:r>
      <w:r w:rsidR="00E42474" w:rsidRPr="00E42474">
        <w:t xml:space="preserve"> ust. 1</w:t>
      </w:r>
      <w:r w:rsidR="00311AEB">
        <w:t>,</w:t>
      </w:r>
      <w:r w:rsidR="00727D5F">
        <w:t xml:space="preserve"> </w:t>
      </w:r>
      <w:r w:rsidR="0035670E">
        <w:t>3</w:t>
      </w:r>
      <w:r w:rsidR="00603A47">
        <w:t>, 5 i 6</w:t>
      </w:r>
      <w:r>
        <w:t>;</w:t>
      </w:r>
    </w:p>
    <w:p w14:paraId="76E1A3E4" w14:textId="5CDF8B29" w:rsidR="00E42474" w:rsidRPr="00E42474" w:rsidRDefault="003211A9" w:rsidP="00E42474">
      <w:pPr>
        <w:pStyle w:val="PKTpunkt"/>
      </w:pPr>
      <w:r>
        <w:t>3)</w:t>
      </w:r>
      <w:r w:rsidR="00E42474" w:rsidRPr="00E42474">
        <w:t xml:space="preserve"> </w:t>
      </w:r>
      <w:r>
        <w:t xml:space="preserve">z </w:t>
      </w:r>
      <w:r w:rsidR="00E42474" w:rsidRPr="00E42474">
        <w:t>kar pieniężnych</w:t>
      </w:r>
      <w:r w:rsidR="00F101E6">
        <w:t xml:space="preserve">, o których mowa w art. </w:t>
      </w:r>
      <w:r w:rsidR="006C037C">
        <w:t xml:space="preserve">94 </w:t>
      </w:r>
      <w:r w:rsidR="00F101E6">
        <w:t>ust. 1 pkt 3</w:t>
      </w:r>
      <w:r w:rsidR="00E42474" w:rsidRPr="00E42474">
        <w:t>;</w:t>
      </w:r>
    </w:p>
    <w:p w14:paraId="495950CC" w14:textId="6F9569C4" w:rsidR="00B1523B" w:rsidRPr="00B1523B" w:rsidRDefault="00B47E92" w:rsidP="00B1523B">
      <w:pPr>
        <w:pStyle w:val="PKTpunkt"/>
      </w:pPr>
      <w:r>
        <w:t>4</w:t>
      </w:r>
      <w:r w:rsidR="00A96487">
        <w:t xml:space="preserve">) </w:t>
      </w:r>
      <w:r w:rsidR="00B1523B" w:rsidRPr="00B1523B">
        <w:t>z działalności gospodarczej;</w:t>
      </w:r>
    </w:p>
    <w:p w14:paraId="027D7C67" w14:textId="520783A8" w:rsidR="00B1523B" w:rsidRPr="00B1523B" w:rsidRDefault="00B47E92" w:rsidP="00B1523B">
      <w:pPr>
        <w:pStyle w:val="PKTpunkt"/>
      </w:pPr>
      <w:r>
        <w:t>5</w:t>
      </w:r>
      <w:r w:rsidR="00A96487">
        <w:t xml:space="preserve">) </w:t>
      </w:r>
      <w:r w:rsidR="00B1523B" w:rsidRPr="00B1523B">
        <w:t>z innych źródeł, w szczególności z zapisów, darowizn i dotacji.</w:t>
      </w:r>
    </w:p>
    <w:p w14:paraId="41467312" w14:textId="6C1FE1ED" w:rsidR="00E419C5" w:rsidRPr="00C87ED7" w:rsidRDefault="00A24E01" w:rsidP="00E419C5">
      <w:pPr>
        <w:pStyle w:val="ARTartustawynprozporzdzenia"/>
      </w:pPr>
      <w:r>
        <w:rPr>
          <w:rStyle w:val="Ppogrubienie"/>
        </w:rPr>
        <w:lastRenderedPageBreak/>
        <w:t xml:space="preserve">Art. </w:t>
      </w:r>
      <w:r w:rsidR="000C7D69">
        <w:rPr>
          <w:rStyle w:val="Ppogrubienie"/>
        </w:rPr>
        <w:t>40</w:t>
      </w:r>
      <w:r w:rsidR="00B1523B" w:rsidRPr="00A96487">
        <w:rPr>
          <w:rStyle w:val="Ppogrubienie"/>
        </w:rPr>
        <w:t>.</w:t>
      </w:r>
      <w:r w:rsidR="00B1523B" w:rsidRPr="00B1523B">
        <w:t xml:space="preserve"> Nieopłacone w terminie składki członkowskie podlegają egzekucji w trybie przepisów </w:t>
      </w:r>
      <w:r w:rsidR="009D0A1C">
        <w:t xml:space="preserve">ustawy z dnia </w:t>
      </w:r>
      <w:r w:rsidR="004F16B7">
        <w:t xml:space="preserve">17 czerwca 1966 r. </w:t>
      </w:r>
      <w:r w:rsidR="009D0A1C">
        <w:t xml:space="preserve">o postępowaniu egzekucyjnym w administracji </w:t>
      </w:r>
      <w:bookmarkStart w:id="155" w:name="_Hlk179896489"/>
      <w:r w:rsidR="009D0A1C">
        <w:t xml:space="preserve">(Dz. U. </w:t>
      </w:r>
      <w:r w:rsidR="004F16B7">
        <w:t xml:space="preserve">z 2023 r. poz. </w:t>
      </w:r>
      <w:bookmarkStart w:id="156" w:name="_Hlk182825892"/>
      <w:r w:rsidR="004F16B7">
        <w:t>2505</w:t>
      </w:r>
      <w:bookmarkEnd w:id="156"/>
      <w:r w:rsidR="00E172C5">
        <w:t>,</w:t>
      </w:r>
      <w:r w:rsidR="003211A9">
        <w:t xml:space="preserve"> z późn. zm</w:t>
      </w:r>
      <w:r w:rsidR="00E419C5">
        <w:t>.</w:t>
      </w:r>
      <w:r w:rsidR="00E419C5">
        <w:rPr>
          <w:rStyle w:val="Odwoanieprzypisudolnego"/>
        </w:rPr>
        <w:footnoteReference w:id="3"/>
      </w:r>
      <w:r w:rsidR="00E419C5" w:rsidRPr="00AC0E90">
        <w:rPr>
          <w:rStyle w:val="IGindeksgrny"/>
        </w:rPr>
        <w:t>)</w:t>
      </w:r>
      <w:r w:rsidR="00E419C5">
        <w:t>)</w:t>
      </w:r>
      <w:r w:rsidR="00E419C5" w:rsidRPr="00C87ED7">
        <w:t>.</w:t>
      </w:r>
    </w:p>
    <w:bookmarkEnd w:id="155"/>
    <w:p w14:paraId="2E4BF69E" w14:textId="4BE23DD7" w:rsidR="001D6310" w:rsidRDefault="00A24E01" w:rsidP="00A96487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41</w:t>
      </w:r>
      <w:r w:rsidR="00B1523B" w:rsidRPr="00A96487">
        <w:rPr>
          <w:rStyle w:val="Ppogrubienie"/>
        </w:rPr>
        <w:t>.</w:t>
      </w:r>
      <w:r w:rsidR="00B1523B" w:rsidRPr="00B1523B">
        <w:t xml:space="preserve"> </w:t>
      </w:r>
      <w:r w:rsidR="006D5A91">
        <w:t>1</w:t>
      </w:r>
      <w:r w:rsidR="000E0E0F">
        <w:t>.</w:t>
      </w:r>
      <w:r w:rsidR="006D5A91">
        <w:t xml:space="preserve"> </w:t>
      </w:r>
      <w:r w:rsidR="001D6310">
        <w:t>Utrzymanie i rozwój systemu teleinformatycznego, o którym mowa w art. 6 ust. 2</w:t>
      </w:r>
      <w:r w:rsidR="00A447BB">
        <w:t>,</w:t>
      </w:r>
      <w:r w:rsidR="001D6310">
        <w:t xml:space="preserve"> zapewnia Krajowa Rada w celu realizacji zadań określonych w ustawie.</w:t>
      </w:r>
    </w:p>
    <w:p w14:paraId="3DD0C103" w14:textId="2F2D719B" w:rsidR="00B1523B" w:rsidRDefault="001D6310" w:rsidP="00821C53">
      <w:pPr>
        <w:pStyle w:val="USTustnpkodeksu"/>
      </w:pPr>
      <w:r>
        <w:t xml:space="preserve">2. </w:t>
      </w:r>
      <w:r w:rsidR="00B1523B" w:rsidRPr="00B1523B">
        <w:t>Administrator</w:t>
      </w:r>
      <w:r w:rsidR="00C357FD">
        <w:t>a</w:t>
      </w:r>
      <w:r w:rsidR="00B1523B" w:rsidRPr="00B1523B">
        <w:t>m</w:t>
      </w:r>
      <w:r w:rsidR="00C357FD">
        <w:t>i</w:t>
      </w:r>
      <w:r w:rsidR="00B1523B" w:rsidRPr="00B1523B">
        <w:t xml:space="preserve"> danych osobowych, o których mowa w art. </w:t>
      </w:r>
      <w:r w:rsidR="002A0CED">
        <w:t xml:space="preserve">6 ust. </w:t>
      </w:r>
      <w:r w:rsidR="007B373B">
        <w:t>8</w:t>
      </w:r>
      <w:r w:rsidR="002A0CED">
        <w:t xml:space="preserve">, art. </w:t>
      </w:r>
      <w:r w:rsidR="00477645">
        <w:t>7</w:t>
      </w:r>
      <w:r w:rsidR="00B1523B" w:rsidRPr="00B1523B">
        <w:t xml:space="preserve"> ust. </w:t>
      </w:r>
      <w:r w:rsidR="00477645">
        <w:t>1</w:t>
      </w:r>
      <w:r w:rsidR="00916E39">
        <w:t>,</w:t>
      </w:r>
      <w:r w:rsidR="00B1523B" w:rsidRPr="00B1523B">
        <w:t xml:space="preserve"> art. </w:t>
      </w:r>
      <w:r w:rsidR="00543649">
        <w:t>9</w:t>
      </w:r>
      <w:r w:rsidR="00B1523B" w:rsidRPr="00B1523B">
        <w:t xml:space="preserve"> </w:t>
      </w:r>
      <w:r w:rsidR="00916E39">
        <w:t>i art. 10</w:t>
      </w:r>
      <w:r w:rsidR="00A17993">
        <w:t>,</w:t>
      </w:r>
      <w:r w:rsidR="00916E39">
        <w:t xml:space="preserve"> </w:t>
      </w:r>
      <w:r w:rsidR="00C357FD">
        <w:t>są</w:t>
      </w:r>
      <w:r w:rsidR="00C357FD" w:rsidRPr="00B1523B">
        <w:t xml:space="preserve"> </w:t>
      </w:r>
      <w:r w:rsidR="00BC2F94">
        <w:t>r</w:t>
      </w:r>
      <w:r w:rsidR="00B1523B" w:rsidRPr="00B1523B">
        <w:t xml:space="preserve">egionalna </w:t>
      </w:r>
      <w:r w:rsidR="00BC2F94">
        <w:t>r</w:t>
      </w:r>
      <w:r w:rsidR="00B1523B" w:rsidRPr="00B1523B">
        <w:t>ada</w:t>
      </w:r>
      <w:r w:rsidR="00C357FD">
        <w:t xml:space="preserve"> i Krajowa Rada</w:t>
      </w:r>
      <w:r w:rsidR="00FD1421">
        <w:t xml:space="preserve"> w zakresie zadań nadanych im przepisami ustawy</w:t>
      </w:r>
      <w:r w:rsidR="00B1523B" w:rsidRPr="00B1523B">
        <w:t>.</w:t>
      </w:r>
    </w:p>
    <w:p w14:paraId="589954A8" w14:textId="05529CD3" w:rsidR="006D5A91" w:rsidRDefault="001D6310" w:rsidP="00CC3081">
      <w:pPr>
        <w:pStyle w:val="USTustnpkodeksu"/>
      </w:pPr>
      <w:bookmarkStart w:id="157" w:name="_Hlk178589268"/>
      <w:r>
        <w:t>3</w:t>
      </w:r>
      <w:r w:rsidR="006D5A91">
        <w:t xml:space="preserve">. </w:t>
      </w:r>
      <w:r w:rsidR="006D5A91" w:rsidRPr="006D5A91">
        <w:t>Okres przechowywania danych osobowych</w:t>
      </w:r>
      <w:r w:rsidR="006D5A91">
        <w:t>, o których mowa w art. 9</w:t>
      </w:r>
      <w:r w:rsidR="00CC3081">
        <w:t xml:space="preserve"> i art. 10,</w:t>
      </w:r>
      <w:r w:rsidR="006D5A91" w:rsidRPr="006D5A91">
        <w:t xml:space="preserve"> </w:t>
      </w:r>
      <w:r w:rsidR="006D5A91">
        <w:t>w odniesieniu do osób</w:t>
      </w:r>
      <w:r w:rsidR="00CC3081">
        <w:t xml:space="preserve">, </w:t>
      </w:r>
      <w:r w:rsidR="006D5A91">
        <w:t xml:space="preserve">co do których została wydana prawomocna uchwała o odmowie </w:t>
      </w:r>
      <w:r w:rsidR="00EB4B1F">
        <w:t>przyznania prawa do wykonywania zawodu psychologa</w:t>
      </w:r>
      <w:r w:rsidR="006D5A91">
        <w:t xml:space="preserve">, </w:t>
      </w:r>
      <w:r w:rsidR="006D5A91" w:rsidRPr="006D5A91">
        <w:t>wynosi</w:t>
      </w:r>
      <w:r w:rsidR="00CC3081">
        <w:t xml:space="preserve"> 3</w:t>
      </w:r>
      <w:r w:rsidR="006D5A91" w:rsidRPr="006D5A91">
        <w:t xml:space="preserve"> lat</w:t>
      </w:r>
      <w:r w:rsidR="00CC3081">
        <w:t>a</w:t>
      </w:r>
      <w:r w:rsidR="006D5A91" w:rsidRPr="006D5A91">
        <w:t xml:space="preserve"> od końca roku</w:t>
      </w:r>
      <w:r w:rsidR="00CC3081">
        <w:t xml:space="preserve"> kalendarzowego</w:t>
      </w:r>
      <w:r w:rsidR="006D5A91" w:rsidRPr="006D5A91">
        <w:t>, w którym zakończyło się postępowanie</w:t>
      </w:r>
      <w:r w:rsidR="00CC3081">
        <w:t xml:space="preserve"> w sprawie wpisu do Rejestru.</w:t>
      </w:r>
    </w:p>
    <w:p w14:paraId="01DBF239" w14:textId="4D57077E" w:rsidR="00A4493E" w:rsidRPr="00B1523B" w:rsidRDefault="001D6310" w:rsidP="002C23A2">
      <w:pPr>
        <w:pStyle w:val="USTustnpkodeksu"/>
      </w:pPr>
      <w:r>
        <w:t>4</w:t>
      </w:r>
      <w:r w:rsidR="00CC3081">
        <w:t xml:space="preserve">. </w:t>
      </w:r>
      <w:r w:rsidR="00CC3081" w:rsidRPr="00CC3081">
        <w:t xml:space="preserve">Okres przechowywania danych osobowych, o których mowa w art. 9 i art. 10, w odniesieniu do </w:t>
      </w:r>
      <w:r w:rsidR="00CC3081">
        <w:t xml:space="preserve">osób, </w:t>
      </w:r>
      <w:r w:rsidR="009C2D72">
        <w:t>o których mowa w art. 15 ust. 1</w:t>
      </w:r>
      <w:r w:rsidR="00CC3081" w:rsidRPr="00CC3081">
        <w:t xml:space="preserve">, wynosi </w:t>
      </w:r>
      <w:r w:rsidR="009C2D72">
        <w:t>5</w:t>
      </w:r>
      <w:r w:rsidR="00CC3081" w:rsidRPr="00CC3081">
        <w:t xml:space="preserve"> lat od końca roku kalendarzowego, w którym zakończyło się postępowanie w sprawie </w:t>
      </w:r>
      <w:r w:rsidR="009C2D72">
        <w:t>skreślenia z</w:t>
      </w:r>
      <w:r w:rsidR="00CC3081" w:rsidRPr="00CC3081">
        <w:t xml:space="preserve"> Rejestru.</w:t>
      </w:r>
      <w:bookmarkEnd w:id="157"/>
    </w:p>
    <w:p w14:paraId="0C897792" w14:textId="7FD17A5A" w:rsidR="00B1523B" w:rsidRPr="000B4E6D" w:rsidRDefault="00B1523B" w:rsidP="00734F63">
      <w:pPr>
        <w:pStyle w:val="ROZDZODDZOZNoznaczenierozdziauluboddziau"/>
      </w:pPr>
      <w:bookmarkStart w:id="158" w:name="mip49196551"/>
      <w:bookmarkEnd w:id="87"/>
      <w:bookmarkEnd w:id="158"/>
      <w:r w:rsidRPr="000B4E6D">
        <w:t>Oddział 1</w:t>
      </w:r>
      <w:r w:rsidR="00734F63">
        <w:br/>
      </w:r>
      <w:r w:rsidRPr="000B4E6D">
        <w:t xml:space="preserve">Krajowa Izba </w:t>
      </w:r>
      <w:bookmarkStart w:id="159" w:name="highlightHit_117"/>
      <w:bookmarkEnd w:id="159"/>
      <w:r w:rsidRPr="000B4E6D">
        <w:t>Psychologów</w:t>
      </w:r>
    </w:p>
    <w:p w14:paraId="10BCC999" w14:textId="5E8BB48F" w:rsidR="00B1523B" w:rsidRPr="00B1523B" w:rsidRDefault="00A24E01" w:rsidP="00FB45EE">
      <w:pPr>
        <w:pStyle w:val="ARTartustawynprozporzdzenia"/>
      </w:pPr>
      <w:bookmarkStart w:id="160" w:name="mip49196552"/>
      <w:bookmarkEnd w:id="160"/>
      <w:r>
        <w:rPr>
          <w:rStyle w:val="Ppogrubienie"/>
        </w:rPr>
        <w:t xml:space="preserve">Art. </w:t>
      </w:r>
      <w:r w:rsidR="000C7D69">
        <w:rPr>
          <w:rStyle w:val="Ppogrubienie"/>
        </w:rPr>
        <w:t>42</w:t>
      </w:r>
      <w:r w:rsidR="00B1523B" w:rsidRPr="003F267F">
        <w:rPr>
          <w:rStyle w:val="Ppogrubienie"/>
        </w:rPr>
        <w:t>.</w:t>
      </w:r>
      <w:r w:rsidR="00B1523B" w:rsidRPr="00B1523B">
        <w:t xml:space="preserve"> Organami Krajowej Izby </w:t>
      </w:r>
      <w:r w:rsidR="00193B16">
        <w:t>Psychologów</w:t>
      </w:r>
      <w:r w:rsidR="00193B16" w:rsidRPr="00B1523B">
        <w:t xml:space="preserve"> </w:t>
      </w:r>
      <w:r w:rsidR="00B1523B" w:rsidRPr="00B1523B">
        <w:t>są:</w:t>
      </w:r>
    </w:p>
    <w:p w14:paraId="358EB6D8" w14:textId="4ECB5622" w:rsidR="009F15AF" w:rsidRPr="00B1523B" w:rsidRDefault="00FB45EE" w:rsidP="00FB45EE">
      <w:pPr>
        <w:pStyle w:val="PKTpunkt"/>
      </w:pPr>
      <w:r>
        <w:t xml:space="preserve">1) </w:t>
      </w:r>
      <w:r w:rsidR="00B1523B" w:rsidRPr="00B1523B">
        <w:t>Krajowy Zjazd</w:t>
      </w:r>
      <w:bookmarkStart w:id="161" w:name="highlightHit_119"/>
      <w:bookmarkStart w:id="162" w:name="highlightHit_120"/>
      <w:bookmarkEnd w:id="161"/>
      <w:bookmarkEnd w:id="162"/>
      <w:r w:rsidR="00193B16">
        <w:t xml:space="preserve"> Psychologów</w:t>
      </w:r>
      <w:r w:rsidR="00DA1C99">
        <w:t>;</w:t>
      </w:r>
    </w:p>
    <w:p w14:paraId="6A524330" w14:textId="0F484CEE" w:rsidR="00BE6DF0" w:rsidRPr="00B1523B" w:rsidRDefault="00FB45EE" w:rsidP="00BE6DF0">
      <w:pPr>
        <w:pStyle w:val="PKTpunkt"/>
      </w:pPr>
      <w:r>
        <w:t xml:space="preserve">2) </w:t>
      </w:r>
      <w:r w:rsidR="00B1523B" w:rsidRPr="00B1523B">
        <w:t>Krajowa Rada</w:t>
      </w:r>
      <w:r w:rsidR="00193B16">
        <w:t xml:space="preserve"> Psychologów</w:t>
      </w:r>
      <w:r w:rsidR="00DA1C99">
        <w:t>;</w:t>
      </w:r>
    </w:p>
    <w:p w14:paraId="613BA928" w14:textId="6602BD4A" w:rsidR="00B1523B" w:rsidRPr="00B1523B" w:rsidRDefault="00FB45EE" w:rsidP="00FB45EE">
      <w:pPr>
        <w:pStyle w:val="PKTpunkt"/>
      </w:pPr>
      <w:r>
        <w:t xml:space="preserve">3) </w:t>
      </w:r>
      <w:r w:rsidR="00B1523B" w:rsidRPr="00B1523B">
        <w:t>Krajowa Komisja Rewizyjna</w:t>
      </w:r>
      <w:r w:rsidR="00DA1C99">
        <w:t>;</w:t>
      </w:r>
    </w:p>
    <w:p w14:paraId="48D55F50" w14:textId="576A06ED" w:rsidR="00B1523B" w:rsidRPr="00B1523B" w:rsidRDefault="00FB45EE" w:rsidP="00FB45EE">
      <w:pPr>
        <w:pStyle w:val="PKTpunkt"/>
      </w:pPr>
      <w:r>
        <w:t xml:space="preserve">4) </w:t>
      </w:r>
      <w:r w:rsidR="00B1523B" w:rsidRPr="00B1523B">
        <w:t>Krajow</w:t>
      </w:r>
      <w:r w:rsidR="00E602F9">
        <w:t>y Sąd</w:t>
      </w:r>
      <w:r w:rsidR="00B1523B" w:rsidRPr="00B1523B">
        <w:t xml:space="preserve"> Dyscyplinarn</w:t>
      </w:r>
      <w:r w:rsidR="00E602F9">
        <w:t>y</w:t>
      </w:r>
      <w:r w:rsidR="00DA1C99">
        <w:t>;</w:t>
      </w:r>
    </w:p>
    <w:p w14:paraId="3CB65C99" w14:textId="77777777" w:rsidR="00B1523B" w:rsidRPr="00B1523B" w:rsidRDefault="00FB45EE" w:rsidP="00FB45EE">
      <w:pPr>
        <w:pStyle w:val="PKTpunkt"/>
      </w:pPr>
      <w:r>
        <w:t xml:space="preserve">5) </w:t>
      </w:r>
      <w:r w:rsidR="00B1523B" w:rsidRPr="00B1523B">
        <w:t>Krajowy Rzecznik Dyscyplinarny.</w:t>
      </w:r>
    </w:p>
    <w:p w14:paraId="3B0B3FEF" w14:textId="1EF77372" w:rsidR="00B1523B" w:rsidRPr="00B1523B" w:rsidRDefault="00B1523B" w:rsidP="004C25CD">
      <w:pPr>
        <w:pStyle w:val="ARTartustawynprozporzdzenia"/>
      </w:pPr>
      <w:bookmarkStart w:id="163" w:name="mip49196553"/>
      <w:bookmarkStart w:id="164" w:name="mip49196554"/>
      <w:bookmarkEnd w:id="163"/>
      <w:bookmarkEnd w:id="164"/>
      <w:r w:rsidRPr="004C25CD">
        <w:rPr>
          <w:rStyle w:val="Ppogrubienie"/>
        </w:rPr>
        <w:t>Ar</w:t>
      </w:r>
      <w:r w:rsidR="00A24E01" w:rsidRPr="004C25CD">
        <w:rPr>
          <w:rStyle w:val="Ppogrubienie"/>
        </w:rPr>
        <w:t xml:space="preserve">t. </w:t>
      </w:r>
      <w:r w:rsidR="000C7D69">
        <w:rPr>
          <w:rStyle w:val="Ppogrubienie"/>
        </w:rPr>
        <w:t>43</w:t>
      </w:r>
      <w:r w:rsidR="00A24E01">
        <w:rPr>
          <w:rStyle w:val="Ppogrubienie"/>
        </w:rPr>
        <w:t>.</w:t>
      </w:r>
      <w:r w:rsidRPr="00B1523B">
        <w:t xml:space="preserve"> 1. Najwyższą władzą Krajowej Izby jest Krajowy Zjazd.</w:t>
      </w:r>
    </w:p>
    <w:p w14:paraId="39A0924F" w14:textId="0A00050D" w:rsidR="00B1523B" w:rsidRPr="004C25CD" w:rsidRDefault="00B1523B" w:rsidP="004C25CD">
      <w:pPr>
        <w:pStyle w:val="USTustnpkodeksu"/>
      </w:pPr>
      <w:r w:rsidRPr="00B1523B">
        <w:t xml:space="preserve">2. W </w:t>
      </w:r>
      <w:r w:rsidRPr="004C25CD">
        <w:t>Krajowym Zjeździe biorą udział delegaci</w:t>
      </w:r>
      <w:bookmarkStart w:id="165" w:name="highlightHit_123"/>
      <w:bookmarkStart w:id="166" w:name="_Hlk188002442"/>
      <w:bookmarkEnd w:id="165"/>
      <w:r w:rsidR="00327815">
        <w:t xml:space="preserve">, o których mowa w art. </w:t>
      </w:r>
      <w:bookmarkEnd w:id="166"/>
      <w:r w:rsidR="00327815">
        <w:t>35 ust. 3 pkt 1</w:t>
      </w:r>
      <w:r w:rsidRPr="004C25CD">
        <w:t>.</w:t>
      </w:r>
    </w:p>
    <w:p w14:paraId="6019BC69" w14:textId="146D2B67" w:rsidR="00B1523B" w:rsidRDefault="00B1523B" w:rsidP="004C25CD">
      <w:pPr>
        <w:pStyle w:val="USTustnpkodeksu"/>
      </w:pPr>
      <w:bookmarkStart w:id="167" w:name="mip49196555"/>
      <w:bookmarkEnd w:id="167"/>
      <w:r w:rsidRPr="004C25CD">
        <w:t>3. Krajow</w:t>
      </w:r>
      <w:r w:rsidRPr="00B1523B">
        <w:t>y Zjazd zwołuje Krajowa Rada.</w:t>
      </w:r>
    </w:p>
    <w:p w14:paraId="565DEE92" w14:textId="2F1481AA" w:rsidR="0006465D" w:rsidRPr="003D57A6" w:rsidRDefault="0006465D" w:rsidP="003D57A6">
      <w:pPr>
        <w:pStyle w:val="ARTartustawynprozporzdzenia"/>
      </w:pPr>
      <w:r w:rsidRPr="00A24E01">
        <w:rPr>
          <w:rStyle w:val="Ppogrubienie"/>
        </w:rPr>
        <w:t xml:space="preserve">Art. </w:t>
      </w:r>
      <w:r w:rsidR="000C7D69">
        <w:rPr>
          <w:rStyle w:val="Ppogrubienie"/>
        </w:rPr>
        <w:t>44</w:t>
      </w:r>
      <w:r w:rsidRPr="00A24E01">
        <w:rPr>
          <w:rStyle w:val="Ppogrubienie"/>
        </w:rPr>
        <w:t>.</w:t>
      </w:r>
      <w:r>
        <w:t xml:space="preserve"> </w:t>
      </w:r>
      <w:r w:rsidR="007133C6">
        <w:t xml:space="preserve">1. </w:t>
      </w:r>
      <w:r>
        <w:t>Krajowy Zjazd</w:t>
      </w:r>
      <w:r w:rsidRPr="0006465D">
        <w:t xml:space="preserve"> zwołuje się przez ogłoszenie</w:t>
      </w:r>
      <w:r w:rsidR="005E4F74">
        <w:t xml:space="preserve"> </w:t>
      </w:r>
      <w:r w:rsidR="00AF2B46">
        <w:t>z</w:t>
      </w:r>
      <w:r w:rsidR="00AF6B5C">
        <w:t>amieszczone</w:t>
      </w:r>
      <w:r w:rsidR="005E4F74">
        <w:t xml:space="preserve"> na stronie internetowej Krajowej </w:t>
      </w:r>
      <w:r w:rsidR="005E4F74" w:rsidRPr="003D57A6">
        <w:t>Izby</w:t>
      </w:r>
      <w:r w:rsidRPr="003D57A6">
        <w:t xml:space="preserve">, które powinno być dokonane co najmniej na </w:t>
      </w:r>
      <w:r w:rsidR="000D5FF7" w:rsidRPr="003D57A6">
        <w:t>21 dni</w:t>
      </w:r>
      <w:r w:rsidRPr="003D57A6">
        <w:t xml:space="preserve"> </w:t>
      </w:r>
      <w:r w:rsidRPr="003D57A6">
        <w:rPr>
          <w:rStyle w:val="Ppogrubienie"/>
          <w:b w:val="0"/>
        </w:rPr>
        <w:t xml:space="preserve">przed terminem </w:t>
      </w:r>
      <w:r w:rsidR="00B342D2" w:rsidRPr="003D57A6">
        <w:rPr>
          <w:rStyle w:val="Ppogrubienie"/>
          <w:b w:val="0"/>
        </w:rPr>
        <w:t>zjazdu</w:t>
      </w:r>
      <w:r w:rsidRPr="003D57A6">
        <w:rPr>
          <w:rStyle w:val="Ppogrubienie"/>
          <w:b w:val="0"/>
        </w:rPr>
        <w:t>.</w:t>
      </w:r>
    </w:p>
    <w:p w14:paraId="29AD2AC7" w14:textId="425EEE7D" w:rsidR="007133C6" w:rsidRPr="0006465D" w:rsidRDefault="007133C6" w:rsidP="003D57A6">
      <w:pPr>
        <w:pStyle w:val="USTustnpkodeksu"/>
      </w:pPr>
      <w:r>
        <w:t xml:space="preserve">2. </w:t>
      </w:r>
      <w:r w:rsidRPr="0006465D">
        <w:t xml:space="preserve">Ogłoszenie o </w:t>
      </w:r>
      <w:r w:rsidRPr="000D5FF7">
        <w:t>Krajowy</w:t>
      </w:r>
      <w:r>
        <w:t>m Zjeździe</w:t>
      </w:r>
      <w:r w:rsidRPr="000D5FF7">
        <w:t xml:space="preserve"> </w:t>
      </w:r>
      <w:r w:rsidRPr="0006465D">
        <w:t>powinno zawierać co najmniej:</w:t>
      </w:r>
    </w:p>
    <w:p w14:paraId="734EDC4C" w14:textId="77777777" w:rsidR="007133C6" w:rsidRPr="0006465D" w:rsidRDefault="007133C6" w:rsidP="003D57A6">
      <w:pPr>
        <w:pStyle w:val="PKTpunkt"/>
      </w:pPr>
      <w:r w:rsidRPr="0006465D">
        <w:lastRenderedPageBreak/>
        <w:t xml:space="preserve">1) </w:t>
      </w:r>
      <w:bookmarkStart w:id="168" w:name="_Hlk169862478"/>
      <w:r w:rsidRPr="0006465D">
        <w:t xml:space="preserve">datę, godzinę i miejsce </w:t>
      </w:r>
      <w:r>
        <w:t>Krajowego</w:t>
      </w:r>
      <w:r w:rsidRPr="000D5FF7">
        <w:t xml:space="preserve"> Zjazd</w:t>
      </w:r>
      <w:r>
        <w:t>u</w:t>
      </w:r>
      <w:r w:rsidRPr="000D5FF7">
        <w:t xml:space="preserve"> </w:t>
      </w:r>
      <w:r w:rsidRPr="0006465D">
        <w:t>oraz porządek obrad;</w:t>
      </w:r>
    </w:p>
    <w:p w14:paraId="33663ECE" w14:textId="77777777" w:rsidR="007133C6" w:rsidRPr="0006465D" w:rsidRDefault="007133C6" w:rsidP="003D57A6">
      <w:pPr>
        <w:pStyle w:val="PKTpunkt"/>
      </w:pPr>
      <w:r w:rsidRPr="0006465D">
        <w:t xml:space="preserve">2) </w:t>
      </w:r>
      <w:r>
        <w:t xml:space="preserve">sposób i czas trwania </w:t>
      </w:r>
      <w:r w:rsidRPr="0006465D">
        <w:t xml:space="preserve">rejestracji uczestnictwa w </w:t>
      </w:r>
      <w:r w:rsidRPr="008E720E">
        <w:t>Krajow</w:t>
      </w:r>
      <w:r>
        <w:t>ym</w:t>
      </w:r>
      <w:r w:rsidRPr="008E720E">
        <w:t xml:space="preserve"> Zj</w:t>
      </w:r>
      <w:r>
        <w:t>eździe</w:t>
      </w:r>
      <w:bookmarkEnd w:id="168"/>
      <w:r>
        <w:t>.</w:t>
      </w:r>
    </w:p>
    <w:p w14:paraId="6C963C7D" w14:textId="40BF1D31" w:rsidR="002D170E" w:rsidRDefault="00F55F92" w:rsidP="003D57A6">
      <w:pPr>
        <w:pStyle w:val="USTustnpkodeksu"/>
      </w:pPr>
      <w:r>
        <w:t>3</w:t>
      </w:r>
      <w:r w:rsidR="007133C6">
        <w:t>.</w:t>
      </w:r>
      <w:r w:rsidR="0006465D" w:rsidRPr="0006465D">
        <w:t xml:space="preserve"> </w:t>
      </w:r>
      <w:r w:rsidR="000F5D69">
        <w:t>Informacja o ogłoszeniu, o którym mowa w ust. 2</w:t>
      </w:r>
      <w:r w:rsidR="00B93802">
        <w:t>,</w:t>
      </w:r>
      <w:r w:rsidR="00546498">
        <w:t xml:space="preserve"> jest</w:t>
      </w:r>
      <w:r w:rsidR="00A6229A">
        <w:t xml:space="preserve"> </w:t>
      </w:r>
      <w:r w:rsidR="00546498">
        <w:t>wysyłan</w:t>
      </w:r>
      <w:r w:rsidR="000F5D69">
        <w:t>a</w:t>
      </w:r>
      <w:r w:rsidR="00546498">
        <w:t xml:space="preserve"> na adres poczty elektronicznej</w:t>
      </w:r>
      <w:r w:rsidR="005C6F7C">
        <w:t xml:space="preserve"> delegatów</w:t>
      </w:r>
      <w:r w:rsidR="00546498" w:rsidRPr="0006465D">
        <w:t>.</w:t>
      </w:r>
    </w:p>
    <w:p w14:paraId="4AE58D79" w14:textId="479EA875" w:rsidR="00202880" w:rsidRPr="0006465D" w:rsidRDefault="001B7D67" w:rsidP="005C6F7C">
      <w:pPr>
        <w:pStyle w:val="USTustnpkodeksu"/>
      </w:pPr>
      <w:r>
        <w:t>4</w:t>
      </w:r>
      <w:r w:rsidR="005C6F7C">
        <w:t xml:space="preserve">. Prawo uczestniczenia w Krajowym Zjeździe mają </w:t>
      </w:r>
      <w:r w:rsidR="007133C6">
        <w:t>delegaci</w:t>
      </w:r>
      <w:r w:rsidR="005C6F7C">
        <w:t xml:space="preserve"> będąc</w:t>
      </w:r>
      <w:r w:rsidR="007133C6">
        <w:t>y</w:t>
      </w:r>
      <w:r w:rsidR="005C6F7C">
        <w:t xml:space="preserve"> członkami samorządu </w:t>
      </w:r>
      <w:r w:rsidR="006B7D29">
        <w:t xml:space="preserve">psychologów </w:t>
      </w:r>
      <w:r w:rsidR="005C6F7C">
        <w:t>w dniu rejestracji uczestnictwa w Krajowym Zjeździe.</w:t>
      </w:r>
    </w:p>
    <w:p w14:paraId="08F29589" w14:textId="68FD570B" w:rsidR="00B1523B" w:rsidRPr="00FB45EE" w:rsidRDefault="0006465D" w:rsidP="007133C6">
      <w:pPr>
        <w:pStyle w:val="ARTartustawynprozporzdzenia"/>
      </w:pPr>
      <w:r w:rsidRPr="00A24E01">
        <w:rPr>
          <w:rStyle w:val="Ppogrubienie"/>
        </w:rPr>
        <w:t xml:space="preserve">Art. </w:t>
      </w:r>
      <w:r w:rsidR="000C7D69">
        <w:rPr>
          <w:rStyle w:val="Ppogrubienie"/>
        </w:rPr>
        <w:t>45</w:t>
      </w:r>
      <w:r w:rsidR="000D5FF7" w:rsidRPr="00A24E01">
        <w:rPr>
          <w:rStyle w:val="Ppogrubienie"/>
        </w:rPr>
        <w:t>.</w:t>
      </w:r>
      <w:r w:rsidRPr="0006465D">
        <w:t xml:space="preserve"> </w:t>
      </w:r>
      <w:bookmarkStart w:id="169" w:name="mip49196556"/>
      <w:bookmarkStart w:id="170" w:name="mip49196557"/>
      <w:bookmarkEnd w:id="169"/>
      <w:bookmarkEnd w:id="170"/>
      <w:r w:rsidR="00B1523B" w:rsidRPr="00FB45EE">
        <w:t>Do Krajowego Zjazdu należy:</w:t>
      </w:r>
    </w:p>
    <w:p w14:paraId="7A867F61" w14:textId="311A97A7" w:rsidR="007133C6" w:rsidRDefault="00B44332" w:rsidP="00FB45EE">
      <w:pPr>
        <w:pStyle w:val="PKTpunkt"/>
      </w:pPr>
      <w:bookmarkStart w:id="171" w:name="mip49196559"/>
      <w:bookmarkEnd w:id="171"/>
      <w:r>
        <w:t xml:space="preserve">1) </w:t>
      </w:r>
      <w:r w:rsidR="007133C6">
        <w:t>kierowanie działalnością Krajowej Izby;</w:t>
      </w:r>
    </w:p>
    <w:p w14:paraId="1CC0B200" w14:textId="44BFFEA9" w:rsidR="000558A3" w:rsidRDefault="007133C6" w:rsidP="00FB45EE">
      <w:pPr>
        <w:pStyle w:val="PKTpunkt"/>
      </w:pPr>
      <w:r>
        <w:t xml:space="preserve">2) </w:t>
      </w:r>
      <w:r w:rsidR="003608AA">
        <w:t xml:space="preserve">wybór </w:t>
      </w:r>
      <w:r w:rsidR="00971864">
        <w:t>i odwoływanie</w:t>
      </w:r>
      <w:r w:rsidR="000558A3">
        <w:t>:</w:t>
      </w:r>
    </w:p>
    <w:p w14:paraId="5D5F51C1" w14:textId="4EF1A3DD" w:rsidR="00D21B95" w:rsidRDefault="000558A3" w:rsidP="000558A3">
      <w:pPr>
        <w:pStyle w:val="LITlitera"/>
      </w:pPr>
      <w:r>
        <w:t xml:space="preserve">a) </w:t>
      </w:r>
      <w:r w:rsidR="0001246F">
        <w:t>P</w:t>
      </w:r>
      <w:r w:rsidR="0001246F" w:rsidRPr="0001246F">
        <w:t>rezesa Krajowej Rady</w:t>
      </w:r>
      <w:r w:rsidR="004B7E6A">
        <w:t xml:space="preserve"> i </w:t>
      </w:r>
      <w:r w:rsidR="00DA1C99">
        <w:t>4</w:t>
      </w:r>
      <w:r w:rsidR="00B44332">
        <w:t xml:space="preserve"> członków </w:t>
      </w:r>
      <w:r w:rsidR="00D21B95">
        <w:t>Krajowej Rady</w:t>
      </w:r>
      <w:r w:rsidR="00A33F8D">
        <w:t>,</w:t>
      </w:r>
    </w:p>
    <w:p w14:paraId="2CD040AA" w14:textId="71652EE6" w:rsidR="00D21B95" w:rsidRDefault="000558A3" w:rsidP="000558A3">
      <w:pPr>
        <w:pStyle w:val="LITlitera"/>
      </w:pPr>
      <w:r>
        <w:t xml:space="preserve">b) </w:t>
      </w:r>
      <w:r w:rsidR="00B44332">
        <w:t xml:space="preserve">Krajowej Komisji Rewizyjnej, </w:t>
      </w:r>
      <w:bookmarkStart w:id="172" w:name="_Hlk179896971"/>
      <w:r w:rsidR="00B44332">
        <w:t>Krajowe</w:t>
      </w:r>
      <w:r w:rsidR="005A69A9">
        <w:t>go Sądu</w:t>
      </w:r>
      <w:r w:rsidR="00B44332">
        <w:t xml:space="preserve"> Dyscyplinarne</w:t>
      </w:r>
      <w:r w:rsidR="005A69A9">
        <w:t>go</w:t>
      </w:r>
      <w:r w:rsidR="00B44332">
        <w:t xml:space="preserve"> </w:t>
      </w:r>
      <w:bookmarkEnd w:id="172"/>
      <w:r w:rsidR="00396CC5">
        <w:t xml:space="preserve">i </w:t>
      </w:r>
      <w:r w:rsidR="00971864">
        <w:t>członków tych organów</w:t>
      </w:r>
      <w:r w:rsidR="00203874">
        <w:t>,</w:t>
      </w:r>
      <w:r w:rsidR="005525C1">
        <w:t xml:space="preserve"> w tym Prezesa Krajowego Sądu Dyscyplinarnego,</w:t>
      </w:r>
    </w:p>
    <w:p w14:paraId="62AAC01A" w14:textId="57EB5391" w:rsidR="00203874" w:rsidRDefault="00203874" w:rsidP="000558A3">
      <w:pPr>
        <w:pStyle w:val="LITlitera"/>
      </w:pPr>
      <w:r>
        <w:t>c) Krajowego Rzecznika Dyscyplinarnego</w:t>
      </w:r>
      <w:r w:rsidR="00EC0558">
        <w:t xml:space="preserve"> i jego zastępców</w:t>
      </w:r>
      <w:r>
        <w:t>;</w:t>
      </w:r>
    </w:p>
    <w:p w14:paraId="03BD5CA5" w14:textId="43CC8E4E" w:rsidR="007050DC" w:rsidRDefault="000558A3" w:rsidP="00FB45EE">
      <w:pPr>
        <w:pStyle w:val="PKTpunkt"/>
      </w:pPr>
      <w:r>
        <w:t>3</w:t>
      </w:r>
      <w:r w:rsidR="00FB45EE">
        <w:t xml:space="preserve">) </w:t>
      </w:r>
      <w:r w:rsidR="007050DC">
        <w:t xml:space="preserve">podejmowanie uchwał w sprawach objętych zakresem działania </w:t>
      </w:r>
      <w:r w:rsidR="005A2F4E">
        <w:t>Krajowej I</w:t>
      </w:r>
      <w:r w:rsidR="007050DC">
        <w:t>zby;</w:t>
      </w:r>
    </w:p>
    <w:p w14:paraId="34E24745" w14:textId="27283A71" w:rsidR="00976093" w:rsidRDefault="000558A3" w:rsidP="00FB45EE">
      <w:pPr>
        <w:pStyle w:val="PKTpunkt"/>
      </w:pPr>
      <w:r>
        <w:t>4</w:t>
      </w:r>
      <w:r w:rsidR="007050DC">
        <w:t xml:space="preserve">) </w:t>
      </w:r>
      <w:r w:rsidR="00976093">
        <w:t>uchwal</w:t>
      </w:r>
      <w:r w:rsidR="00396CC5">
        <w:t>a</w:t>
      </w:r>
      <w:r w:rsidR="00976093">
        <w:t xml:space="preserve">nie </w:t>
      </w:r>
      <w:r w:rsidR="00884C3A">
        <w:t xml:space="preserve">Regulaminu </w:t>
      </w:r>
      <w:r w:rsidR="00976093">
        <w:t>Krajowej Izby;</w:t>
      </w:r>
    </w:p>
    <w:p w14:paraId="7616FA6C" w14:textId="425BDED2" w:rsidR="00976093" w:rsidRDefault="000558A3" w:rsidP="00FB45EE">
      <w:pPr>
        <w:pStyle w:val="PKTpunkt"/>
      </w:pPr>
      <w:r>
        <w:t>5</w:t>
      </w:r>
      <w:r w:rsidR="00976093">
        <w:t xml:space="preserve">) </w:t>
      </w:r>
      <w:r w:rsidR="00976093" w:rsidRPr="00FB45EE">
        <w:t>uchwalanie Kodeksu Etyki Zawodowej</w:t>
      </w:r>
      <w:r w:rsidR="00976093">
        <w:t>;</w:t>
      </w:r>
    </w:p>
    <w:p w14:paraId="2ED630A3" w14:textId="0F337334" w:rsidR="00976093" w:rsidRDefault="000558A3" w:rsidP="00FB45EE">
      <w:pPr>
        <w:pStyle w:val="PKTpunkt"/>
      </w:pPr>
      <w:r>
        <w:t>6</w:t>
      </w:r>
      <w:r w:rsidR="00976093">
        <w:t xml:space="preserve">) </w:t>
      </w:r>
      <w:r w:rsidR="00AA41E0">
        <w:t>określanie</w:t>
      </w:r>
      <w:r w:rsidR="00AA41E0" w:rsidRPr="003D57A6">
        <w:t xml:space="preserve"> </w:t>
      </w:r>
      <w:r w:rsidR="00976093" w:rsidRPr="003D57A6">
        <w:t xml:space="preserve">zasad </w:t>
      </w:r>
      <w:r w:rsidR="00AA41E0">
        <w:t xml:space="preserve">i form </w:t>
      </w:r>
      <w:r w:rsidR="00976093" w:rsidRPr="003D57A6">
        <w:t>doskonalenia zawodowego</w:t>
      </w:r>
      <w:r w:rsidR="00FD1421">
        <w:t>, w tym określenie okresów edukacyjnych przyjmując, iż każdy okres obejmuje pełne lata kalendarzowe</w:t>
      </w:r>
      <w:r w:rsidR="00916E39">
        <w:t>;</w:t>
      </w:r>
    </w:p>
    <w:p w14:paraId="26E0C2AC" w14:textId="1B233FB0" w:rsidR="00F40C6B" w:rsidRDefault="000558A3">
      <w:pPr>
        <w:pStyle w:val="PKTpunkt"/>
      </w:pPr>
      <w:r>
        <w:t>7</w:t>
      </w:r>
      <w:r w:rsidR="00916E39">
        <w:t xml:space="preserve">) </w:t>
      </w:r>
      <w:r w:rsidR="001E4455">
        <w:t>uchwala</w:t>
      </w:r>
      <w:r w:rsidR="001E4455" w:rsidRPr="00725BFC">
        <w:t>nie budżetu</w:t>
      </w:r>
      <w:r w:rsidR="00F40C6B">
        <w:t xml:space="preserve"> Krajowej Izby;</w:t>
      </w:r>
    </w:p>
    <w:p w14:paraId="7048086D" w14:textId="324F0999" w:rsidR="00B1523B" w:rsidRPr="00FB45EE" w:rsidRDefault="00084E4F" w:rsidP="00FB45EE">
      <w:pPr>
        <w:pStyle w:val="PKTpunkt"/>
      </w:pPr>
      <w:r>
        <w:t>8</w:t>
      </w:r>
      <w:r w:rsidR="00F40C6B">
        <w:t>)</w:t>
      </w:r>
      <w:r w:rsidR="001E4455" w:rsidRPr="00725BFC">
        <w:t xml:space="preserve"> </w:t>
      </w:r>
      <w:r w:rsidR="00B1523B" w:rsidRPr="00FB45EE">
        <w:t>ustalanie podstawowych zasad gospodarki finansowej samorządu</w:t>
      </w:r>
      <w:r w:rsidR="006B7D29">
        <w:t xml:space="preserve"> psychologów</w:t>
      </w:r>
      <w:r w:rsidR="00B1523B" w:rsidRPr="00FB45EE">
        <w:t>, w tym wysokości:</w:t>
      </w:r>
    </w:p>
    <w:p w14:paraId="167824C7" w14:textId="77777777" w:rsidR="00B1523B" w:rsidRPr="00FB45EE" w:rsidRDefault="00FB45EE" w:rsidP="00FB45EE">
      <w:pPr>
        <w:pStyle w:val="LITlitera"/>
      </w:pPr>
      <w:r>
        <w:t xml:space="preserve">a) </w:t>
      </w:r>
      <w:r w:rsidR="00B1523B" w:rsidRPr="00FB45EE">
        <w:t xml:space="preserve">składki członkowskiej, terminów jej płatności </w:t>
      </w:r>
      <w:bookmarkStart w:id="173" w:name="_Hlk179897046"/>
      <w:r w:rsidR="00B1523B" w:rsidRPr="00FB45EE">
        <w:t>oraz zasad jej podziału</w:t>
      </w:r>
      <w:bookmarkStart w:id="174" w:name="mip49196565"/>
      <w:bookmarkEnd w:id="173"/>
      <w:bookmarkEnd w:id="174"/>
      <w:r w:rsidR="00B21C88">
        <w:t>,</w:t>
      </w:r>
    </w:p>
    <w:p w14:paraId="1A279E6B" w14:textId="6F2DFBA0" w:rsidR="00B1523B" w:rsidRPr="00FB45EE" w:rsidRDefault="00FB45EE" w:rsidP="00FB45EE">
      <w:pPr>
        <w:pStyle w:val="LITlitera"/>
      </w:pPr>
      <w:r>
        <w:t xml:space="preserve">b) </w:t>
      </w:r>
      <w:r w:rsidR="00B1523B" w:rsidRPr="00FB45EE">
        <w:t>opłat, o których mowa w art. 1</w:t>
      </w:r>
      <w:r w:rsidR="00052226">
        <w:t>4</w:t>
      </w:r>
      <w:r w:rsidR="00B1523B" w:rsidRPr="00FB45EE">
        <w:t xml:space="preserve"> ust. </w:t>
      </w:r>
      <w:bookmarkStart w:id="175" w:name="_Hlk188002484"/>
      <w:r w:rsidR="00B1523B" w:rsidRPr="00FB45EE">
        <w:t>1</w:t>
      </w:r>
      <w:r w:rsidR="00327815">
        <w:t xml:space="preserve">, </w:t>
      </w:r>
      <w:r w:rsidR="00052226">
        <w:t>3</w:t>
      </w:r>
      <w:r w:rsidR="00327815">
        <w:t xml:space="preserve">, </w:t>
      </w:r>
      <w:bookmarkEnd w:id="175"/>
      <w:r w:rsidR="0042192C">
        <w:t>4 pkt 2</w:t>
      </w:r>
      <w:r w:rsidR="00B1523B" w:rsidRPr="00FB45EE">
        <w:t>;</w:t>
      </w:r>
    </w:p>
    <w:p w14:paraId="0849F37F" w14:textId="1D2FF113" w:rsidR="00F40C6B" w:rsidRDefault="00084E4F" w:rsidP="00241C79">
      <w:pPr>
        <w:pStyle w:val="PKTpunkt"/>
      </w:pPr>
      <w:bookmarkStart w:id="176" w:name="mip49196560"/>
      <w:bookmarkStart w:id="177" w:name="mip49196561"/>
      <w:bookmarkStart w:id="178" w:name="mip49196562"/>
      <w:bookmarkStart w:id="179" w:name="mip49196563"/>
      <w:bookmarkStart w:id="180" w:name="mip49196564"/>
      <w:bookmarkEnd w:id="176"/>
      <w:bookmarkEnd w:id="177"/>
      <w:bookmarkEnd w:id="178"/>
      <w:bookmarkEnd w:id="179"/>
      <w:bookmarkEnd w:id="180"/>
      <w:r>
        <w:t>9</w:t>
      </w:r>
      <w:r w:rsidR="00F40C6B">
        <w:t xml:space="preserve">) </w:t>
      </w:r>
      <w:r w:rsidR="00F40C6B" w:rsidRPr="00725BFC">
        <w:t>rozpatrywanie i zatwier</w:t>
      </w:r>
      <w:r w:rsidR="00F40C6B">
        <w:t>dza</w:t>
      </w:r>
      <w:r w:rsidR="00F40C6B" w:rsidRPr="00725BFC">
        <w:t>nie sprawozda</w:t>
      </w:r>
      <w:r w:rsidR="00F40C6B">
        <w:t>nia</w:t>
      </w:r>
      <w:r w:rsidR="00F40C6B" w:rsidRPr="00725BFC">
        <w:t xml:space="preserve"> </w:t>
      </w:r>
      <w:r w:rsidR="00F40C6B">
        <w:t>Krajowej Rad</w:t>
      </w:r>
      <w:r w:rsidR="00F40C6B" w:rsidRPr="00725BFC">
        <w:t>y z wykonania</w:t>
      </w:r>
      <w:r w:rsidR="00F40C6B">
        <w:t xml:space="preserve"> budżetu</w:t>
      </w:r>
      <w:r w:rsidR="00EC38E2">
        <w:t>;</w:t>
      </w:r>
    </w:p>
    <w:p w14:paraId="433A09D2" w14:textId="53402C1C" w:rsidR="003F6B9D" w:rsidRDefault="00084E4F" w:rsidP="00241C79">
      <w:pPr>
        <w:pStyle w:val="PKTpunkt"/>
      </w:pPr>
      <w:r>
        <w:t>10</w:t>
      </w:r>
      <w:r w:rsidR="00FB45EE">
        <w:t xml:space="preserve">) </w:t>
      </w:r>
      <w:r w:rsidR="00241C79" w:rsidRPr="00FB45EE">
        <w:t xml:space="preserve">rozpatrywanie i zatwierdzanie sprawozdań </w:t>
      </w:r>
      <w:r w:rsidR="00241C79">
        <w:t xml:space="preserve">oraz </w:t>
      </w:r>
      <w:r w:rsidR="00976093" w:rsidRPr="00976093">
        <w:t xml:space="preserve">udzielanie absolutorium </w:t>
      </w:r>
      <w:r w:rsidR="00976093">
        <w:t>Krajowe</w:t>
      </w:r>
      <w:r w:rsidR="00976093" w:rsidRPr="00976093">
        <w:t xml:space="preserve">j Radzie, </w:t>
      </w:r>
      <w:r w:rsidR="00976093">
        <w:t>Krajowe</w:t>
      </w:r>
      <w:r w:rsidR="00976093" w:rsidRPr="00976093">
        <w:t xml:space="preserve">j Komisji Rewizyjnej, </w:t>
      </w:r>
      <w:r w:rsidR="00976093">
        <w:t>Krajowe</w:t>
      </w:r>
      <w:r w:rsidR="005A69A9">
        <w:t>mu</w:t>
      </w:r>
      <w:r w:rsidR="00976093">
        <w:t xml:space="preserve"> </w:t>
      </w:r>
      <w:r w:rsidR="005A69A9">
        <w:t>Sądowi</w:t>
      </w:r>
      <w:r w:rsidR="00976093" w:rsidRPr="00976093">
        <w:t xml:space="preserve"> Dyscyplinarne</w:t>
      </w:r>
      <w:r w:rsidR="005A69A9">
        <w:t>mu</w:t>
      </w:r>
      <w:r w:rsidR="00976093" w:rsidRPr="00976093">
        <w:t xml:space="preserve"> i </w:t>
      </w:r>
      <w:r w:rsidR="00976093">
        <w:t>Krajowemu</w:t>
      </w:r>
      <w:r w:rsidR="00976093" w:rsidRPr="00976093">
        <w:t xml:space="preserve"> Rzecznikowi</w:t>
      </w:r>
      <w:r w:rsidR="00976093">
        <w:t xml:space="preserve"> Dyscyplinarnemu</w:t>
      </w:r>
      <w:r w:rsidR="00300A9B">
        <w:t>;</w:t>
      </w:r>
    </w:p>
    <w:p w14:paraId="569333C4" w14:textId="77777777" w:rsidR="00AB1041" w:rsidRDefault="00084E4F" w:rsidP="00AB1041">
      <w:pPr>
        <w:pStyle w:val="PKTpunkt"/>
      </w:pPr>
      <w:r>
        <w:t>11</w:t>
      </w:r>
      <w:r w:rsidR="003F6B9D">
        <w:t xml:space="preserve">) </w:t>
      </w:r>
      <w:bookmarkStart w:id="181" w:name="_Hlk157776741"/>
      <w:r w:rsidR="003F6B9D">
        <w:t>ustal</w:t>
      </w:r>
      <w:r w:rsidR="00AA41E0">
        <w:t>e</w:t>
      </w:r>
      <w:r w:rsidR="003F6B9D">
        <w:t xml:space="preserve">nie </w:t>
      </w:r>
      <w:r w:rsidR="009228A6">
        <w:t xml:space="preserve">liczby i </w:t>
      </w:r>
      <w:r w:rsidR="003F6B9D">
        <w:t>o</w:t>
      </w:r>
      <w:r w:rsidR="003F6B9D" w:rsidRPr="00E42474">
        <w:t>bszar</w:t>
      </w:r>
      <w:r w:rsidR="003F6B9D">
        <w:t>u</w:t>
      </w:r>
      <w:r w:rsidR="003F6B9D" w:rsidRPr="00E42474">
        <w:t xml:space="preserve"> działania poszczególnych </w:t>
      </w:r>
      <w:r w:rsidR="00CF52BC">
        <w:t>r</w:t>
      </w:r>
      <w:r w:rsidR="003F6B9D" w:rsidRPr="00E42474">
        <w:t xml:space="preserve">egionalnych </w:t>
      </w:r>
      <w:r w:rsidR="00CF52BC">
        <w:t>i</w:t>
      </w:r>
      <w:r w:rsidR="003F6B9D" w:rsidRPr="00E42474">
        <w:t>zb</w:t>
      </w:r>
      <w:bookmarkEnd w:id="181"/>
      <w:r w:rsidR="005E6E63">
        <w:t>;</w:t>
      </w:r>
      <w:r w:rsidR="00AB1041" w:rsidRPr="00AB1041">
        <w:t xml:space="preserve"> </w:t>
      </w:r>
    </w:p>
    <w:p w14:paraId="561E34E7" w14:textId="58A6E88A" w:rsidR="00276599" w:rsidRDefault="00AB1041" w:rsidP="00AB1041">
      <w:pPr>
        <w:pStyle w:val="PKTpunkt"/>
      </w:pPr>
      <w:r>
        <w:t>12) ustalenie z każdej regionalnej izby liczby delegatów na Krajowy Zjazd, zgodnie z art. 35 ust. 3 pkt 1;</w:t>
      </w:r>
    </w:p>
    <w:p w14:paraId="6ECFDBA3" w14:textId="1633D06D" w:rsidR="00D650F1" w:rsidRDefault="00084E4F" w:rsidP="00241C79">
      <w:pPr>
        <w:pStyle w:val="PKTpunkt"/>
      </w:pPr>
      <w:r>
        <w:t>1</w:t>
      </w:r>
      <w:r w:rsidR="00AB1041">
        <w:t>3</w:t>
      </w:r>
      <w:r w:rsidR="005E6E63">
        <w:t xml:space="preserve">) </w:t>
      </w:r>
      <w:bookmarkStart w:id="182" w:name="_Hlk177986494"/>
      <w:bookmarkStart w:id="183" w:name="_Hlk157776751"/>
      <w:r w:rsidR="002B23B2">
        <w:t xml:space="preserve">ustalanie </w:t>
      </w:r>
      <w:r w:rsidR="002B23B2" w:rsidRPr="00D650F1">
        <w:t xml:space="preserve">z każdej regionalnej izby </w:t>
      </w:r>
      <w:r w:rsidR="002B23B2">
        <w:t>liczby delegatów na regionalny zjazd</w:t>
      </w:r>
      <w:r w:rsidR="00414184">
        <w:t>, zgodnie z art. 35 ust. 3 pkt 2</w:t>
      </w:r>
      <w:r w:rsidR="00D650F1">
        <w:t>;</w:t>
      </w:r>
    </w:p>
    <w:p w14:paraId="5831DC90" w14:textId="0C3E2107" w:rsidR="00D650F1" w:rsidRDefault="00D650F1" w:rsidP="00241C79">
      <w:pPr>
        <w:pStyle w:val="PKTpunkt"/>
      </w:pPr>
      <w:r>
        <w:t>1</w:t>
      </w:r>
      <w:r w:rsidR="00F40C6B">
        <w:t>4</w:t>
      </w:r>
      <w:r>
        <w:t>) ustalanie liczby członków Krajowej Rady, o których mowa w art. 4</w:t>
      </w:r>
      <w:r w:rsidR="00205B43">
        <w:t>8</w:t>
      </w:r>
      <w:r>
        <w:t xml:space="preserve"> ust. 1 pkt 1;</w:t>
      </w:r>
    </w:p>
    <w:bookmarkEnd w:id="182"/>
    <w:bookmarkEnd w:id="183"/>
    <w:p w14:paraId="274E0D8F" w14:textId="10FEE7F9" w:rsidR="008C50B4" w:rsidRDefault="00F40C6B" w:rsidP="00241C79">
      <w:pPr>
        <w:pStyle w:val="PKTpunkt"/>
      </w:pPr>
      <w:r>
        <w:lastRenderedPageBreak/>
        <w:t>15</w:t>
      </w:r>
      <w:r w:rsidR="0018643F">
        <w:t xml:space="preserve">) </w:t>
      </w:r>
      <w:r w:rsidR="00AA41E0">
        <w:t xml:space="preserve">określanie </w:t>
      </w:r>
      <w:r w:rsidR="003C0E3C">
        <w:t xml:space="preserve">sposobu </w:t>
      </w:r>
      <w:r w:rsidR="00524CDB" w:rsidRPr="00524CDB">
        <w:t>zaprzesta</w:t>
      </w:r>
      <w:r w:rsidR="00524CDB">
        <w:t>nia</w:t>
      </w:r>
      <w:r w:rsidR="00524CDB" w:rsidRPr="00524CDB">
        <w:t xml:space="preserve"> wykonywania zawodu</w:t>
      </w:r>
      <w:r w:rsidR="003C0E3C">
        <w:t>, o którym mowa w art. 30</w:t>
      </w:r>
      <w:r w:rsidR="008C50B4">
        <w:t>;</w:t>
      </w:r>
    </w:p>
    <w:p w14:paraId="28E29A7A" w14:textId="560336B5" w:rsidR="00403926" w:rsidRPr="00B1523B" w:rsidRDefault="008C50B4" w:rsidP="00066D74">
      <w:pPr>
        <w:pStyle w:val="PKTpunkt"/>
      </w:pPr>
      <w:r>
        <w:t>1</w:t>
      </w:r>
      <w:r w:rsidR="00F40C6B">
        <w:t>6</w:t>
      </w:r>
      <w:r>
        <w:t>) określanie standardów pracy w zawodzie psychologa</w:t>
      </w:r>
      <w:r w:rsidR="00241C79">
        <w:t>.</w:t>
      </w:r>
    </w:p>
    <w:p w14:paraId="184CF644" w14:textId="512B06DC" w:rsidR="00B1523B" w:rsidRPr="00B750F4" w:rsidRDefault="00A24E01" w:rsidP="00B1523B">
      <w:pPr>
        <w:pStyle w:val="ARTartustawynprozporzdzenia"/>
      </w:pPr>
      <w:bookmarkStart w:id="184" w:name="mip49196566"/>
      <w:bookmarkEnd w:id="184"/>
      <w:r>
        <w:rPr>
          <w:rStyle w:val="Ppogrubienie"/>
        </w:rPr>
        <w:t xml:space="preserve">Art. </w:t>
      </w:r>
      <w:r w:rsidR="000C7D69">
        <w:rPr>
          <w:rStyle w:val="Ppogrubienie"/>
        </w:rPr>
        <w:t>46</w:t>
      </w:r>
      <w:r w:rsidR="00B1523B" w:rsidRPr="003F267F">
        <w:rPr>
          <w:rStyle w:val="Ppogrubienie"/>
        </w:rPr>
        <w:t xml:space="preserve">. </w:t>
      </w:r>
      <w:r w:rsidR="009226D4">
        <w:t>1. Nadzwyczajn</w:t>
      </w:r>
      <w:r w:rsidR="00B96A5F">
        <w:t>y</w:t>
      </w:r>
      <w:r w:rsidR="009226D4">
        <w:t xml:space="preserve"> Krajow</w:t>
      </w:r>
      <w:r w:rsidR="00B96A5F">
        <w:t>y</w:t>
      </w:r>
      <w:r w:rsidR="00B1523B" w:rsidRPr="00B1523B">
        <w:t xml:space="preserve"> Zjazd zwołuje Krajowa Rada </w:t>
      </w:r>
      <w:r w:rsidR="00B1523B" w:rsidRPr="00B750F4">
        <w:t>z własnej inicjatywy</w:t>
      </w:r>
      <w:r w:rsidR="00B1523B">
        <w:t xml:space="preserve"> lub na wniosek:</w:t>
      </w:r>
    </w:p>
    <w:p w14:paraId="5B904E2B" w14:textId="7AE858D2" w:rsidR="00B1523B" w:rsidRPr="00B1523B" w:rsidRDefault="00FB45EE" w:rsidP="00C92032">
      <w:pPr>
        <w:pStyle w:val="PKTpunkt"/>
      </w:pPr>
      <w:r>
        <w:t xml:space="preserve">1) </w:t>
      </w:r>
      <w:r w:rsidR="00B1523B" w:rsidRPr="00B1523B">
        <w:t>Krajowej Komisji Rewizyjnej</w:t>
      </w:r>
      <w:r w:rsidR="00073846">
        <w:t>,</w:t>
      </w:r>
    </w:p>
    <w:p w14:paraId="4A139BB1" w14:textId="3EA47417" w:rsidR="00B1523B" w:rsidRPr="00B1523B" w:rsidRDefault="00C92032" w:rsidP="00B1523B">
      <w:pPr>
        <w:pStyle w:val="PKTpunkt"/>
      </w:pPr>
      <w:r>
        <w:t>2</w:t>
      </w:r>
      <w:r w:rsidR="00FB45EE">
        <w:t xml:space="preserve">) </w:t>
      </w:r>
      <w:r w:rsidR="009226D4">
        <w:t xml:space="preserve">co najmniej </w:t>
      </w:r>
      <w:r w:rsidR="00C47250">
        <w:t xml:space="preserve">jednej </w:t>
      </w:r>
      <w:r w:rsidR="00F75021">
        <w:t>r</w:t>
      </w:r>
      <w:r w:rsidR="003027F8">
        <w:t>egionaln</w:t>
      </w:r>
      <w:r w:rsidR="00C47250">
        <w:t>ej</w:t>
      </w:r>
      <w:r w:rsidR="003027F8">
        <w:t xml:space="preserve"> </w:t>
      </w:r>
      <w:r w:rsidR="00F75021">
        <w:t>r</w:t>
      </w:r>
      <w:r w:rsidR="003027F8">
        <w:t>ad</w:t>
      </w:r>
      <w:r w:rsidR="00C47250">
        <w:t>y</w:t>
      </w:r>
      <w:r w:rsidR="00073846">
        <w:t>,</w:t>
      </w:r>
    </w:p>
    <w:p w14:paraId="3DFBE9D6" w14:textId="77777777" w:rsidR="00276599" w:rsidRDefault="00C92032" w:rsidP="00B1523B">
      <w:pPr>
        <w:pStyle w:val="PKTpunkt"/>
      </w:pPr>
      <w:r>
        <w:t>3</w:t>
      </w:r>
      <w:r w:rsidR="00FB45EE">
        <w:t xml:space="preserve">) </w:t>
      </w:r>
      <w:r w:rsidR="00B1523B" w:rsidRPr="00B1523B">
        <w:t>ministra właściwego do spraw pracy</w:t>
      </w:r>
    </w:p>
    <w:p w14:paraId="174E96F2" w14:textId="5FE06126" w:rsidR="00B1523B" w:rsidRPr="00B1523B" w:rsidRDefault="008377F1" w:rsidP="00436C11">
      <w:pPr>
        <w:pStyle w:val="CZWSPPKTczwsplnapunktw"/>
      </w:pPr>
      <w:r>
        <w:t xml:space="preserve"> </w:t>
      </w:r>
      <w:r w:rsidRPr="00B1523B">
        <w:t>–</w:t>
      </w:r>
      <w:r w:rsidR="00436C11">
        <w:t xml:space="preserve"> </w:t>
      </w:r>
      <w:r w:rsidR="00CF783A" w:rsidRPr="00436C11">
        <w:t>wskazujący</w:t>
      </w:r>
      <w:r w:rsidR="00CF783A">
        <w:t xml:space="preserve"> proponowany porządek obrad</w:t>
      </w:r>
      <w:r w:rsidR="00CF783A" w:rsidRPr="00CF783A">
        <w:t xml:space="preserve"> lub</w:t>
      </w:r>
      <w:r w:rsidR="00436C11">
        <w:t xml:space="preserve"> konieczność </w:t>
      </w:r>
      <w:r w:rsidR="00CF783A" w:rsidRPr="00CF783A">
        <w:t>podjęcia określonej uchwały</w:t>
      </w:r>
      <w:r w:rsidR="00A02BB4">
        <w:t xml:space="preserve"> wraz z </w:t>
      </w:r>
      <w:r w:rsidR="00436C11">
        <w:t>jej projekt</w:t>
      </w:r>
      <w:r w:rsidR="00A02BB4">
        <w:t>em</w:t>
      </w:r>
      <w:r w:rsidR="00CF783A">
        <w:t>.</w:t>
      </w:r>
    </w:p>
    <w:p w14:paraId="503DBE9A" w14:textId="0335B7C1" w:rsidR="00866ADA" w:rsidRDefault="00B1523B" w:rsidP="00866ADA">
      <w:pPr>
        <w:pStyle w:val="USTustnpkodeksu"/>
      </w:pPr>
      <w:r w:rsidRPr="00B1523B">
        <w:t xml:space="preserve">2. Nadzwyczajny Krajowy Zjazd </w:t>
      </w:r>
      <w:r w:rsidRPr="00CF783A">
        <w:t>zwołuje</w:t>
      </w:r>
      <w:r w:rsidRPr="00B1523B">
        <w:t xml:space="preserve"> się w ciągu 30 dni od dnia </w:t>
      </w:r>
      <w:r w:rsidR="00741B24">
        <w:t>doręczenia</w:t>
      </w:r>
      <w:r w:rsidR="00741B24" w:rsidRPr="00B1523B">
        <w:t xml:space="preserve"> </w:t>
      </w:r>
      <w:r w:rsidRPr="00B1523B">
        <w:t>wniosku</w:t>
      </w:r>
      <w:r w:rsidR="00396CC5">
        <w:t>.</w:t>
      </w:r>
    </w:p>
    <w:p w14:paraId="2BC41128" w14:textId="7ECFB0BF" w:rsidR="00327866" w:rsidRDefault="00327866" w:rsidP="00866ADA">
      <w:pPr>
        <w:pStyle w:val="USTustnpkodeksu"/>
      </w:pPr>
      <w:r>
        <w:t xml:space="preserve">3. </w:t>
      </w:r>
      <w:r w:rsidR="003B72F2" w:rsidRPr="00B1523B">
        <w:t xml:space="preserve">Nadzwyczajny Krajowy Zjazd </w:t>
      </w:r>
      <w:r w:rsidR="000C30AC">
        <w:t>obraduje</w:t>
      </w:r>
      <w:r w:rsidR="00FB253C" w:rsidRPr="00FB253C">
        <w:t xml:space="preserve"> nad sprawami, dla których został zwołany.</w:t>
      </w:r>
    </w:p>
    <w:p w14:paraId="0A6CD829" w14:textId="00BC8853" w:rsidR="00E951AC" w:rsidRDefault="003B72F2" w:rsidP="00866ADA">
      <w:pPr>
        <w:pStyle w:val="USTustnpkodeksu"/>
      </w:pPr>
      <w:r>
        <w:t>4</w:t>
      </w:r>
      <w:r w:rsidR="00327866">
        <w:t>.</w:t>
      </w:r>
      <w:r>
        <w:t xml:space="preserve"> </w:t>
      </w:r>
      <w:r w:rsidR="00CC7206">
        <w:t xml:space="preserve">Delegatami na </w:t>
      </w:r>
      <w:r w:rsidR="00517D8C">
        <w:t>N</w:t>
      </w:r>
      <w:r w:rsidR="00CC7206">
        <w:t xml:space="preserve">adzwyczajny Krajowy Zjazd są delegaci wybrani na </w:t>
      </w:r>
      <w:r w:rsidR="00916E39">
        <w:t xml:space="preserve">ostatni </w:t>
      </w:r>
      <w:r w:rsidR="00CC7206">
        <w:t>Krajowy Zjazd</w:t>
      </w:r>
      <w:r w:rsidR="00305CA2">
        <w:t>.</w:t>
      </w:r>
    </w:p>
    <w:p w14:paraId="7BB0D29E" w14:textId="34A7353D" w:rsidR="005E13B5" w:rsidRPr="005E13B5" w:rsidRDefault="00A24E01" w:rsidP="00E951AC">
      <w:pPr>
        <w:pStyle w:val="ARTartustawynprozporzdzenia"/>
        <w:rPr>
          <w:rStyle w:val="Ppogrubienie"/>
          <w:b w:val="0"/>
        </w:rPr>
      </w:pPr>
      <w:bookmarkStart w:id="185" w:name="_Hlk177991042"/>
      <w:r>
        <w:rPr>
          <w:rStyle w:val="Ppogrubienie"/>
        </w:rPr>
        <w:t xml:space="preserve">Art. </w:t>
      </w:r>
      <w:r w:rsidR="000C7D69">
        <w:rPr>
          <w:rStyle w:val="Ppogrubienie"/>
        </w:rPr>
        <w:t>47</w:t>
      </w:r>
      <w:r w:rsidR="00B1523B" w:rsidRPr="003F267F">
        <w:rPr>
          <w:rStyle w:val="Ppogrubienie"/>
        </w:rPr>
        <w:t xml:space="preserve">. </w:t>
      </w:r>
      <w:r w:rsidR="005E13B5" w:rsidRPr="005E13B5">
        <w:rPr>
          <w:rStyle w:val="Ppogrubienie"/>
          <w:b w:val="0"/>
        </w:rPr>
        <w:t>1. Działalnością Krajowej Izby w okresie między Krajowymi Zjazdami kieruje Krajowa Rada.</w:t>
      </w:r>
    </w:p>
    <w:p w14:paraId="498CF773" w14:textId="5FD4F57F" w:rsidR="005E13B5" w:rsidRPr="00B1523B" w:rsidRDefault="005E13B5" w:rsidP="005E13B5">
      <w:pPr>
        <w:pStyle w:val="USTustnpkodeksu"/>
      </w:pPr>
      <w:r w:rsidRPr="005E13B5">
        <w:rPr>
          <w:rStyle w:val="Ppogrubienie"/>
          <w:b w:val="0"/>
        </w:rPr>
        <w:t xml:space="preserve">2. </w:t>
      </w:r>
      <w:r w:rsidRPr="005E13B5">
        <w:t xml:space="preserve">Do </w:t>
      </w:r>
      <w:r w:rsidRPr="00B1523B">
        <w:t>Krajowej Rady należy:</w:t>
      </w:r>
    </w:p>
    <w:p w14:paraId="239B24FE" w14:textId="1E15EF16" w:rsidR="00276599" w:rsidRDefault="00023DC1" w:rsidP="005E13B5">
      <w:pPr>
        <w:pStyle w:val="PKTpunkt"/>
      </w:pPr>
      <w:r>
        <w:t>1</w:t>
      </w:r>
      <w:r w:rsidR="005E13B5">
        <w:t xml:space="preserve">) </w:t>
      </w:r>
      <w:r w:rsidR="008B13FF">
        <w:t>określ</w:t>
      </w:r>
      <w:r w:rsidR="00AA41E0">
        <w:t>a</w:t>
      </w:r>
      <w:r w:rsidR="008B13FF">
        <w:t xml:space="preserve">nie </w:t>
      </w:r>
      <w:r w:rsidR="00F3546B">
        <w:t xml:space="preserve">sposobu </w:t>
      </w:r>
      <w:r w:rsidR="008B13FF">
        <w:t xml:space="preserve">prowadzenia </w:t>
      </w:r>
      <w:r w:rsidR="001741E1">
        <w:t>Rejestru</w:t>
      </w:r>
      <w:r w:rsidR="005E13B5" w:rsidRPr="00B1523B">
        <w:t>;</w:t>
      </w:r>
    </w:p>
    <w:p w14:paraId="6E3D4832" w14:textId="11834861" w:rsidR="00EA27A9" w:rsidRDefault="00023DC1" w:rsidP="005E13B5">
      <w:pPr>
        <w:pStyle w:val="PKTpunkt"/>
      </w:pPr>
      <w:r>
        <w:t>2</w:t>
      </w:r>
      <w:r w:rsidR="005E13B5">
        <w:t xml:space="preserve">) </w:t>
      </w:r>
      <w:r w:rsidR="00EA27A9">
        <w:t>udostępnianie regionalnym radom systemu teleinformatycznego, w którym prowadzony jest Rejestr;</w:t>
      </w:r>
    </w:p>
    <w:p w14:paraId="09ABB2E2" w14:textId="25696579" w:rsidR="005E13B5" w:rsidRDefault="00EA27A9" w:rsidP="005E13B5">
      <w:pPr>
        <w:pStyle w:val="PKTpunkt"/>
      </w:pPr>
      <w:r>
        <w:t xml:space="preserve">3) </w:t>
      </w:r>
      <w:r w:rsidR="005E13B5">
        <w:t>określ</w:t>
      </w:r>
      <w:r w:rsidR="00AA41E0">
        <w:t>a</w:t>
      </w:r>
      <w:r w:rsidR="005E13B5">
        <w:t>nie</w:t>
      </w:r>
      <w:r w:rsidR="00AA41E0" w:rsidRPr="00AA41E0">
        <w:t xml:space="preserve"> zasad i form</w:t>
      </w:r>
      <w:r w:rsidR="005E13B5">
        <w:t xml:space="preserve"> </w:t>
      </w:r>
      <w:r w:rsidR="00815F66">
        <w:t xml:space="preserve">realizacji </w:t>
      </w:r>
      <w:r w:rsidR="00373181">
        <w:t>współpracy z opiekunem</w:t>
      </w:r>
      <w:bookmarkStart w:id="186" w:name="_Hlk188019933"/>
      <w:r w:rsidR="00815F66">
        <w:t>, o których mowa w art. 17 ust. 5</w:t>
      </w:r>
      <w:r w:rsidR="009F76A0">
        <w:t>,</w:t>
      </w:r>
      <w:r w:rsidR="0026299D">
        <w:t xml:space="preserve"> oraz </w:t>
      </w:r>
      <w:bookmarkEnd w:id="186"/>
      <w:r w:rsidR="0026299D">
        <w:t>wysokoś</w:t>
      </w:r>
      <w:r w:rsidR="00AA41E0">
        <w:t>ci</w:t>
      </w:r>
      <w:r w:rsidR="0026299D">
        <w:t xml:space="preserve"> jego wynagrodzenia</w:t>
      </w:r>
      <w:r w:rsidR="005E13B5">
        <w:t>;</w:t>
      </w:r>
    </w:p>
    <w:p w14:paraId="4419B181" w14:textId="3EB1EBF7" w:rsidR="00C06C76" w:rsidRDefault="007C70B6" w:rsidP="00392864">
      <w:pPr>
        <w:pStyle w:val="PKTpunkt"/>
      </w:pPr>
      <w:r>
        <w:t xml:space="preserve">4) </w:t>
      </w:r>
      <w:r w:rsidRPr="00FB45EE">
        <w:t>określ</w:t>
      </w:r>
      <w:r>
        <w:t>a</w:t>
      </w:r>
      <w:r w:rsidRPr="00FB45EE">
        <w:t xml:space="preserve">nie </w:t>
      </w:r>
      <w:r>
        <w:t>metod</w:t>
      </w:r>
      <w:r w:rsidRPr="00FB45EE">
        <w:t xml:space="preserve"> psychologicznych </w:t>
      </w:r>
      <w:r w:rsidR="00990091">
        <w:t>rekomendowanych</w:t>
      </w:r>
      <w:r w:rsidR="003C0E3C" w:rsidRPr="00FB45EE">
        <w:t xml:space="preserve"> </w:t>
      </w:r>
      <w:r w:rsidRPr="00FB45EE">
        <w:t xml:space="preserve">do stosowania przez psychologów, </w:t>
      </w:r>
      <w:r w:rsidR="0042192C">
        <w:t>przy uwzględnieniu</w:t>
      </w:r>
      <w:r w:rsidRPr="00FB45EE">
        <w:t xml:space="preserve"> w szczególności aktualny stan wiedzy z zakresu metod pomiaru w psychologii i ich wartości psychometrycznej;</w:t>
      </w:r>
    </w:p>
    <w:p w14:paraId="0A0C2218" w14:textId="3B670178" w:rsidR="002937A9" w:rsidRDefault="007C70B6" w:rsidP="00392864">
      <w:pPr>
        <w:pStyle w:val="PKTpunkt"/>
      </w:pPr>
      <w:r>
        <w:t>5</w:t>
      </w:r>
      <w:r w:rsidR="00392864">
        <w:t xml:space="preserve">) </w:t>
      </w:r>
      <w:r w:rsidR="002937A9" w:rsidRPr="002560B9">
        <w:t xml:space="preserve">reprezentowanie samorządu </w:t>
      </w:r>
      <w:r w:rsidR="006B7D29">
        <w:t xml:space="preserve">psychologów </w:t>
      </w:r>
      <w:r w:rsidR="002937A9" w:rsidRPr="002560B9">
        <w:t xml:space="preserve">wobec organów </w:t>
      </w:r>
      <w:r w:rsidR="002937A9">
        <w:t>administracji publicznej oraz</w:t>
      </w:r>
      <w:r w:rsidR="002937A9" w:rsidRPr="002560B9">
        <w:t xml:space="preserve"> organizacji</w:t>
      </w:r>
      <w:r w:rsidR="002937A9">
        <w:t xml:space="preserve"> społecznych</w:t>
      </w:r>
      <w:r w:rsidR="00DA0CC1">
        <w:t>;</w:t>
      </w:r>
    </w:p>
    <w:p w14:paraId="100B8083" w14:textId="79B01B94" w:rsidR="00076ACD" w:rsidRDefault="007C70B6" w:rsidP="00392864">
      <w:pPr>
        <w:pStyle w:val="PKTpunkt"/>
      </w:pPr>
      <w:r>
        <w:t>6</w:t>
      </w:r>
      <w:r w:rsidR="00076ACD">
        <w:t>) opiniowanie aktów prawnych dotyczących zawodu psychologa;</w:t>
      </w:r>
    </w:p>
    <w:p w14:paraId="11D8DC7E" w14:textId="741EE570" w:rsidR="00392864" w:rsidRPr="00B1523B" w:rsidRDefault="007C70B6" w:rsidP="00392864">
      <w:pPr>
        <w:pStyle w:val="PKTpunkt"/>
      </w:pPr>
      <w:r>
        <w:t>7</w:t>
      </w:r>
      <w:r w:rsidR="002937A9">
        <w:t xml:space="preserve">) </w:t>
      </w:r>
      <w:r w:rsidR="00392864" w:rsidRPr="00B1523B">
        <w:t>zwoływanie Krajowego Zjazdu;</w:t>
      </w:r>
    </w:p>
    <w:p w14:paraId="3E2448E0" w14:textId="6054F072" w:rsidR="00392864" w:rsidRDefault="007C70B6" w:rsidP="00392864">
      <w:pPr>
        <w:pStyle w:val="PKTpunkt"/>
      </w:pPr>
      <w:r>
        <w:t>8</w:t>
      </w:r>
      <w:r w:rsidR="00392864">
        <w:t xml:space="preserve">) </w:t>
      </w:r>
      <w:r w:rsidR="00392864" w:rsidRPr="00B1523B">
        <w:t>składanie Krajowemu Zjazdowi sprawozdań z działalności</w:t>
      </w:r>
      <w:r w:rsidR="00392864">
        <w:t>;</w:t>
      </w:r>
    </w:p>
    <w:p w14:paraId="5C178382" w14:textId="359941DF" w:rsidR="00D45BA0" w:rsidRDefault="007C70B6" w:rsidP="00392864">
      <w:pPr>
        <w:pStyle w:val="PKTpunkt"/>
      </w:pPr>
      <w:r>
        <w:t>9</w:t>
      </w:r>
      <w:r w:rsidR="00F248A4">
        <w:t xml:space="preserve">) udzielanie wsparcia Krajowemu Zjazdowi w opracowaniu: </w:t>
      </w:r>
    </w:p>
    <w:p w14:paraId="7DD4CE9D" w14:textId="77777777" w:rsidR="00D45BA0" w:rsidRDefault="00D45BA0" w:rsidP="006821DB">
      <w:pPr>
        <w:pStyle w:val="LITlitera"/>
      </w:pPr>
      <w:r>
        <w:t xml:space="preserve">a) </w:t>
      </w:r>
      <w:r w:rsidR="00F248A4">
        <w:t xml:space="preserve">Kodeksu Etyki Zawodowej, </w:t>
      </w:r>
    </w:p>
    <w:p w14:paraId="36C32C77" w14:textId="77777777" w:rsidR="002569AB" w:rsidRDefault="00D45BA0" w:rsidP="006821DB">
      <w:pPr>
        <w:pStyle w:val="LITlitera"/>
      </w:pPr>
      <w:r>
        <w:t xml:space="preserve">b) </w:t>
      </w:r>
      <w:r w:rsidR="00F248A4" w:rsidRPr="003D57A6">
        <w:t xml:space="preserve">zasad </w:t>
      </w:r>
      <w:r w:rsidR="00F248A4">
        <w:t xml:space="preserve">i form </w:t>
      </w:r>
      <w:r w:rsidR="00F248A4" w:rsidRPr="003D57A6">
        <w:t>doskonalenia zawodowego</w:t>
      </w:r>
      <w:r>
        <w:t>,</w:t>
      </w:r>
      <w:r w:rsidR="00F248A4">
        <w:t xml:space="preserve"> </w:t>
      </w:r>
    </w:p>
    <w:p w14:paraId="3F98F9EC" w14:textId="4AB6287D" w:rsidR="00F248A4" w:rsidRDefault="00D45BA0" w:rsidP="006821DB">
      <w:pPr>
        <w:pStyle w:val="LITlitera"/>
      </w:pPr>
      <w:r>
        <w:lastRenderedPageBreak/>
        <w:t xml:space="preserve">c) </w:t>
      </w:r>
      <w:r w:rsidR="0042192C">
        <w:t>sposobu</w:t>
      </w:r>
      <w:r w:rsidR="00F248A4">
        <w:t xml:space="preserve"> </w:t>
      </w:r>
      <w:r w:rsidR="00F248A4" w:rsidRPr="00524CDB">
        <w:t>zaprzesta</w:t>
      </w:r>
      <w:r w:rsidR="00F248A4">
        <w:t>nia</w:t>
      </w:r>
      <w:r w:rsidR="00F248A4" w:rsidRPr="00524CDB">
        <w:t xml:space="preserve"> wykonywania zawodu</w:t>
      </w:r>
      <w:r w:rsidR="00F248A4">
        <w:t>;</w:t>
      </w:r>
    </w:p>
    <w:p w14:paraId="551BBEC5" w14:textId="5380D689" w:rsidR="00392864" w:rsidRDefault="007C70B6" w:rsidP="00392864">
      <w:pPr>
        <w:pStyle w:val="PKTpunkt"/>
      </w:pPr>
      <w:r>
        <w:t>10</w:t>
      </w:r>
      <w:r w:rsidR="00392864">
        <w:t xml:space="preserve">) </w:t>
      </w:r>
      <w:r w:rsidR="00392864" w:rsidRPr="00B1523B">
        <w:t>ustosunkowywanie się do wniosków i ustaleń Krajowej Komisji Rewizyjnej</w:t>
      </w:r>
      <w:r w:rsidR="00392864">
        <w:t>;</w:t>
      </w:r>
    </w:p>
    <w:p w14:paraId="425AC8E3" w14:textId="41115505" w:rsidR="00C06C76" w:rsidRDefault="00F248A4" w:rsidP="00576290">
      <w:pPr>
        <w:pStyle w:val="PKTpunkt"/>
        <w:ind w:left="0" w:firstLine="0"/>
      </w:pPr>
      <w:r>
        <w:t>1</w:t>
      </w:r>
      <w:r w:rsidR="007C70B6">
        <w:t>1</w:t>
      </w:r>
      <w:r w:rsidR="004B22D2">
        <w:t xml:space="preserve">) </w:t>
      </w:r>
      <w:r w:rsidR="005E13B5" w:rsidRPr="00B1523B">
        <w:t xml:space="preserve">rozpoznawanie odwołań od </w:t>
      </w:r>
      <w:r w:rsidR="00100B09">
        <w:t>uchwał</w:t>
      </w:r>
      <w:r w:rsidR="005E13B5" w:rsidRPr="00B1523B">
        <w:t xml:space="preserve"> </w:t>
      </w:r>
      <w:r w:rsidR="00F75021">
        <w:t>r</w:t>
      </w:r>
      <w:r w:rsidR="005E13B5" w:rsidRPr="00B1523B">
        <w:t xml:space="preserve">egionalnej </w:t>
      </w:r>
      <w:r w:rsidR="00F75021">
        <w:t>r</w:t>
      </w:r>
      <w:r w:rsidR="005E13B5" w:rsidRPr="00B1523B">
        <w:t>ady</w:t>
      </w:r>
      <w:r w:rsidR="00DA37AB">
        <w:t xml:space="preserve"> w przedmiocie wpisu</w:t>
      </w:r>
      <w:r w:rsidR="00DA37AB" w:rsidRPr="001741E1">
        <w:t xml:space="preserve"> </w:t>
      </w:r>
      <w:r w:rsidR="00DA37AB">
        <w:t>do Rejestru</w:t>
      </w:r>
      <w:r w:rsidR="00DA37AB" w:rsidRPr="00DA37AB">
        <w:t xml:space="preserve"> </w:t>
      </w:r>
      <w:r w:rsidR="004F3BD0">
        <w:br/>
      </w:r>
      <w:r w:rsidR="00DA37AB">
        <w:t>i uchwał stwierdzających utratę prawa wykonywania zawodu psychologa</w:t>
      </w:r>
      <w:r w:rsidR="005E13B5" w:rsidRPr="00B1523B">
        <w:t>;</w:t>
      </w:r>
    </w:p>
    <w:p w14:paraId="4561218A" w14:textId="14CEA63E" w:rsidR="005E13B5" w:rsidRDefault="00076ACD" w:rsidP="00576290">
      <w:pPr>
        <w:pStyle w:val="PKTpunkt"/>
        <w:ind w:left="0" w:firstLine="0"/>
      </w:pPr>
      <w:r>
        <w:t>1</w:t>
      </w:r>
      <w:r w:rsidR="007C70B6">
        <w:t>2</w:t>
      </w:r>
      <w:r w:rsidR="005E13B5">
        <w:t>) określa</w:t>
      </w:r>
      <w:r w:rsidR="005E13B5" w:rsidRPr="00B1523B">
        <w:t xml:space="preserve">nie zasad zapewnienia członkom samorządu </w:t>
      </w:r>
      <w:r w:rsidR="006B7D29">
        <w:t xml:space="preserve">psychologów </w:t>
      </w:r>
      <w:r w:rsidR="005E13B5" w:rsidRPr="00B1523B">
        <w:t>ubezpieczenia od odpowiedzialności cywilnej;</w:t>
      </w:r>
    </w:p>
    <w:p w14:paraId="3A5080DA" w14:textId="56CC5EF4" w:rsidR="005E13B5" w:rsidRDefault="00EA27A9" w:rsidP="00076ACD">
      <w:pPr>
        <w:pStyle w:val="PKTpunkt"/>
      </w:pPr>
      <w:r>
        <w:t>1</w:t>
      </w:r>
      <w:r w:rsidR="007C70B6">
        <w:t>3</w:t>
      </w:r>
      <w:r w:rsidR="005E13B5">
        <w:t xml:space="preserve">) </w:t>
      </w:r>
      <w:r w:rsidR="005E13B5" w:rsidRPr="00B1523B">
        <w:t>prowadzenie działalności informacyjnej</w:t>
      </w:r>
      <w:r w:rsidR="00D10DF5">
        <w:t>;</w:t>
      </w:r>
    </w:p>
    <w:p w14:paraId="243F3CEA" w14:textId="7963ACF3" w:rsidR="00705F92" w:rsidRDefault="00D10DF5" w:rsidP="00076ACD">
      <w:pPr>
        <w:pStyle w:val="PKTpunkt"/>
      </w:pPr>
      <w:r>
        <w:t>14) określanie wysokości</w:t>
      </w:r>
      <w:r w:rsidRPr="00D10DF5">
        <w:t xml:space="preserve"> zryczałtowanych kosztów postępowania w przedmiocie odpowiedzialności dyscyplinarnej psychologów</w:t>
      </w:r>
      <w:r w:rsidR="00705F92">
        <w:t>;</w:t>
      </w:r>
    </w:p>
    <w:p w14:paraId="4120571A" w14:textId="10BA4D66" w:rsidR="00FC4E22" w:rsidRDefault="00705F92" w:rsidP="00FC4E22">
      <w:pPr>
        <w:pStyle w:val="PKTpunkt"/>
      </w:pPr>
      <w:r>
        <w:t>1</w:t>
      </w:r>
      <w:r w:rsidR="00F3546B">
        <w:t>5</w:t>
      </w:r>
      <w:r>
        <w:t xml:space="preserve">) </w:t>
      </w:r>
      <w:r w:rsidR="00FC4E22">
        <w:t>wykonywanie uchwał Krajowego Zjazdu;</w:t>
      </w:r>
    </w:p>
    <w:p w14:paraId="3BF5088D" w14:textId="145AAFD5" w:rsidR="00D10DF5" w:rsidRDefault="00FC4E22" w:rsidP="00076ACD">
      <w:pPr>
        <w:pStyle w:val="PKTpunkt"/>
      </w:pPr>
      <w:r>
        <w:t xml:space="preserve">16) </w:t>
      </w:r>
      <w:r w:rsidR="00705F92" w:rsidRPr="00705F92">
        <w:t>wykonywanie innych zadań określonych w ustawie oraz w przepisach odrębnych</w:t>
      </w:r>
      <w:r w:rsidR="00D10DF5">
        <w:t>.</w:t>
      </w:r>
    </w:p>
    <w:p w14:paraId="72DF0963" w14:textId="5BC69238" w:rsidR="00B1523B" w:rsidRPr="00B1523B" w:rsidRDefault="005E13B5" w:rsidP="005E13B5">
      <w:pPr>
        <w:pStyle w:val="ARTartustawynprozporzdzenia"/>
      </w:pPr>
      <w:r>
        <w:rPr>
          <w:rStyle w:val="Ppogrubienie"/>
        </w:rPr>
        <w:t xml:space="preserve">Art. </w:t>
      </w:r>
      <w:r w:rsidR="000C7D69">
        <w:rPr>
          <w:rStyle w:val="Ppogrubienie"/>
        </w:rPr>
        <w:t>48</w:t>
      </w:r>
      <w:r>
        <w:rPr>
          <w:rStyle w:val="Ppogrubienie"/>
        </w:rPr>
        <w:t xml:space="preserve">. </w:t>
      </w:r>
      <w:r w:rsidR="008B09B9">
        <w:t xml:space="preserve">1. Krajowa Rada </w:t>
      </w:r>
      <w:r w:rsidR="00100B09">
        <w:t>składa się z</w:t>
      </w:r>
      <w:r w:rsidR="00B1523B" w:rsidRPr="00B1523B">
        <w:t>:</w:t>
      </w:r>
    </w:p>
    <w:p w14:paraId="7178214F" w14:textId="1AFDD552" w:rsidR="00B1523B" w:rsidRPr="00B1523B" w:rsidRDefault="00FB45EE" w:rsidP="00FB45EE">
      <w:pPr>
        <w:pStyle w:val="PKTpunkt"/>
      </w:pPr>
      <w:r>
        <w:t xml:space="preserve">1) </w:t>
      </w:r>
      <w:r w:rsidR="00B1523B" w:rsidRPr="00B1523B">
        <w:t xml:space="preserve">członków wybranych bezpośrednio przez </w:t>
      </w:r>
      <w:r w:rsidR="00100B09">
        <w:t xml:space="preserve">każdy </w:t>
      </w:r>
      <w:r w:rsidR="00F75021">
        <w:t>r</w:t>
      </w:r>
      <w:r w:rsidR="00B1523B" w:rsidRPr="00B1523B">
        <w:t>egionaln</w:t>
      </w:r>
      <w:r w:rsidR="00100B09">
        <w:t>y</w:t>
      </w:r>
      <w:r w:rsidR="00B1523B" w:rsidRPr="00B1523B">
        <w:t xml:space="preserve"> </w:t>
      </w:r>
      <w:r w:rsidR="00F75021">
        <w:t>z</w:t>
      </w:r>
      <w:r w:rsidR="00B1523B" w:rsidRPr="00B1523B">
        <w:t>jazd</w:t>
      </w:r>
      <w:r w:rsidR="007E4A9E">
        <w:t>;</w:t>
      </w:r>
    </w:p>
    <w:p w14:paraId="28A2C7C4" w14:textId="2ECC610B" w:rsidR="00B1523B" w:rsidRDefault="00FB45EE" w:rsidP="00FB45EE">
      <w:pPr>
        <w:pStyle w:val="PKTpunkt"/>
      </w:pPr>
      <w:r>
        <w:t xml:space="preserve">2) </w:t>
      </w:r>
      <w:r w:rsidR="00203874">
        <w:t>P</w:t>
      </w:r>
      <w:r w:rsidR="00CC7206">
        <w:t>rezesa</w:t>
      </w:r>
      <w:r w:rsidR="00D94CDD" w:rsidRPr="00D94CDD">
        <w:t xml:space="preserve"> Krajowej Rady</w:t>
      </w:r>
      <w:r w:rsidR="00CC7206">
        <w:t xml:space="preserve"> oraz </w:t>
      </w:r>
      <w:r w:rsidR="00F85372">
        <w:t>czterech</w:t>
      </w:r>
      <w:r w:rsidR="00DA1C99">
        <w:t xml:space="preserve"> </w:t>
      </w:r>
      <w:r w:rsidR="00B1523B" w:rsidRPr="00B1523B">
        <w:t>członków wybranych przez Krajowy Zjazd.</w:t>
      </w:r>
    </w:p>
    <w:p w14:paraId="33410D0B" w14:textId="2D1D932B" w:rsidR="00100B09" w:rsidRDefault="00813CCF" w:rsidP="00FF7B19">
      <w:pPr>
        <w:pStyle w:val="USTustnpkodeksu"/>
      </w:pPr>
      <w:r>
        <w:t>2</w:t>
      </w:r>
      <w:r w:rsidR="00FF7B19">
        <w:t xml:space="preserve">. </w:t>
      </w:r>
      <w:r w:rsidR="00100B09">
        <w:t xml:space="preserve">Liczbę członków wybranych bezpośrednio przez </w:t>
      </w:r>
      <w:r w:rsidR="00314D2D">
        <w:t>r</w:t>
      </w:r>
      <w:r w:rsidR="00100B09">
        <w:t xml:space="preserve">egionalne </w:t>
      </w:r>
      <w:r w:rsidR="00314D2D">
        <w:t>z</w:t>
      </w:r>
      <w:r w:rsidR="00100B09">
        <w:t>jazdy ustala Krajowy Zjazd.</w:t>
      </w:r>
    </w:p>
    <w:p w14:paraId="2C92169D" w14:textId="71B3BEA1" w:rsidR="00FF7B19" w:rsidRDefault="00100B09" w:rsidP="00FF7B19">
      <w:pPr>
        <w:pStyle w:val="USTustnpkodeksu"/>
      </w:pPr>
      <w:r>
        <w:t xml:space="preserve">3. </w:t>
      </w:r>
      <w:r w:rsidR="00FF7B19">
        <w:t xml:space="preserve">Zarząd </w:t>
      </w:r>
      <w:r w:rsidR="00FF7B19" w:rsidRPr="00B1523B">
        <w:t>Krajow</w:t>
      </w:r>
      <w:r w:rsidR="00FF7B19">
        <w:t xml:space="preserve">ej </w:t>
      </w:r>
      <w:r w:rsidR="00FF7B19" w:rsidRPr="00B1523B">
        <w:t>Rad</w:t>
      </w:r>
      <w:r w:rsidR="00FF7B19">
        <w:t>y</w:t>
      </w:r>
      <w:r w:rsidR="004E28CE">
        <w:t xml:space="preserve">, </w:t>
      </w:r>
      <w:r w:rsidR="00FF7B19">
        <w:t>tworzą</w:t>
      </w:r>
      <w:r w:rsidR="00D757C8">
        <w:t>:</w:t>
      </w:r>
      <w:r w:rsidR="00FF7B19">
        <w:t xml:space="preserve"> Prezes </w:t>
      </w:r>
      <w:r w:rsidR="00D94CDD" w:rsidRPr="00D94CDD">
        <w:t xml:space="preserve">Krajowej Rady </w:t>
      </w:r>
      <w:r w:rsidR="00FF7B19">
        <w:t>i wybrani przez Krajową Radę</w:t>
      </w:r>
      <w:r w:rsidR="00FF7B19" w:rsidRPr="00B1523B">
        <w:t xml:space="preserve"> spośród </w:t>
      </w:r>
      <w:r w:rsidR="00FF7B19">
        <w:t>jej</w:t>
      </w:r>
      <w:r w:rsidR="00FF7B19" w:rsidRPr="00B1523B">
        <w:t xml:space="preserve"> członków </w:t>
      </w:r>
      <w:r w:rsidR="001F57EF">
        <w:t xml:space="preserve">dwaj </w:t>
      </w:r>
      <w:r w:rsidR="00FF7B19" w:rsidRPr="00B1523B">
        <w:t>wicepr</w:t>
      </w:r>
      <w:r w:rsidR="00FF7B19">
        <w:t>ezesi</w:t>
      </w:r>
      <w:r w:rsidR="00FF7B19" w:rsidRPr="00B1523B">
        <w:t>, skarbnik i sekretarz</w:t>
      </w:r>
      <w:r w:rsidR="00FF7B19">
        <w:t>.</w:t>
      </w:r>
    </w:p>
    <w:p w14:paraId="7B7A4B17" w14:textId="6CC97072" w:rsidR="00FF7B19" w:rsidRDefault="00100B09" w:rsidP="00FF7B19">
      <w:pPr>
        <w:pStyle w:val="USTustnpkodeksu"/>
      </w:pPr>
      <w:r>
        <w:t>4.</w:t>
      </w:r>
      <w:r w:rsidR="00FF7B19">
        <w:t xml:space="preserve"> </w:t>
      </w:r>
      <w:r w:rsidR="00FF7B19" w:rsidRPr="00B1523B">
        <w:t xml:space="preserve">Zarząd </w:t>
      </w:r>
      <w:r w:rsidR="00477645" w:rsidRPr="00B1523B">
        <w:t>Krajow</w:t>
      </w:r>
      <w:r w:rsidR="00477645">
        <w:t xml:space="preserve">ej </w:t>
      </w:r>
      <w:r w:rsidR="00477645" w:rsidRPr="00B1523B">
        <w:t>Rad</w:t>
      </w:r>
      <w:r w:rsidR="00477645">
        <w:t>y</w:t>
      </w:r>
      <w:r w:rsidR="00477645" w:rsidRPr="00B1523B">
        <w:t xml:space="preserve"> </w:t>
      </w:r>
      <w:r w:rsidR="00FF7B19" w:rsidRPr="00B1523B">
        <w:t xml:space="preserve">stanowi organ wykonawczy Krajowej Rady. Za swoją działalność Zarząd </w:t>
      </w:r>
      <w:r w:rsidR="00477645" w:rsidRPr="00B1523B">
        <w:t>Krajow</w:t>
      </w:r>
      <w:r w:rsidR="00477645">
        <w:t xml:space="preserve">ej </w:t>
      </w:r>
      <w:r w:rsidR="00477645" w:rsidRPr="00B1523B">
        <w:t>Rad</w:t>
      </w:r>
      <w:r w:rsidR="00477645">
        <w:t>y</w:t>
      </w:r>
      <w:r w:rsidR="00477645" w:rsidRPr="00B1523B">
        <w:t xml:space="preserve"> </w:t>
      </w:r>
      <w:r w:rsidR="00FF7B19" w:rsidRPr="00B1523B">
        <w:t xml:space="preserve">ponosi odpowiedzialność przed Krajową </w:t>
      </w:r>
      <w:bookmarkStart w:id="187" w:name="highlightHit_136"/>
      <w:bookmarkEnd w:id="187"/>
      <w:r w:rsidR="00FF7B19" w:rsidRPr="00B1523B">
        <w:t>Radą</w:t>
      </w:r>
      <w:r w:rsidR="00FF7B19">
        <w:t>.</w:t>
      </w:r>
    </w:p>
    <w:p w14:paraId="1D9FAB31" w14:textId="1A2F1C6F" w:rsidR="00FF7B19" w:rsidRDefault="00100B09" w:rsidP="00FF7B19">
      <w:pPr>
        <w:pStyle w:val="USTustnpkodeksu"/>
      </w:pPr>
      <w:r>
        <w:t>5</w:t>
      </w:r>
      <w:r w:rsidR="00FF7B19">
        <w:t xml:space="preserve">. </w:t>
      </w:r>
      <w:r w:rsidR="00FF7B19" w:rsidRPr="00B1523B">
        <w:t>Pr</w:t>
      </w:r>
      <w:r w:rsidR="00FF7B19">
        <w:t>ezes</w:t>
      </w:r>
      <w:r w:rsidR="00FF7B19" w:rsidRPr="00B1523B">
        <w:t xml:space="preserve"> </w:t>
      </w:r>
      <w:bookmarkStart w:id="188" w:name="_Hlk182471060"/>
      <w:r w:rsidR="00FF7B19" w:rsidRPr="00B1523B">
        <w:t xml:space="preserve">Krajowej Rady </w:t>
      </w:r>
      <w:bookmarkEnd w:id="188"/>
      <w:r w:rsidR="00FF7B19" w:rsidRPr="00B1523B">
        <w:t>reprezentuje ten organ i kieruje bieżącą pracą Zarządu</w:t>
      </w:r>
      <w:r w:rsidR="00477645">
        <w:t xml:space="preserve"> </w:t>
      </w:r>
      <w:r w:rsidR="00477645" w:rsidRPr="00B1523B">
        <w:t>Krajow</w:t>
      </w:r>
      <w:r w:rsidR="00477645">
        <w:t xml:space="preserve">ej </w:t>
      </w:r>
      <w:r w:rsidR="00477645" w:rsidRPr="00B1523B">
        <w:t>Rad</w:t>
      </w:r>
      <w:r w:rsidR="00477645">
        <w:t>y</w:t>
      </w:r>
      <w:r w:rsidR="00FF7B19">
        <w:t>.</w:t>
      </w:r>
    </w:p>
    <w:p w14:paraId="25A32030" w14:textId="2D194699" w:rsidR="00FF7B19" w:rsidRDefault="00100B09" w:rsidP="00FF7B19">
      <w:pPr>
        <w:pStyle w:val="USTustnpkodeksu"/>
      </w:pPr>
      <w:bookmarkStart w:id="189" w:name="mip49196568"/>
      <w:bookmarkEnd w:id="189"/>
      <w:r>
        <w:t>6</w:t>
      </w:r>
      <w:r w:rsidR="00FF7B19">
        <w:t>. Krajowy Zjazd może odwołać każdego członka Krajowej Rady.</w:t>
      </w:r>
    </w:p>
    <w:p w14:paraId="3DB615BA" w14:textId="14AA5C91" w:rsidR="000C7D69" w:rsidRPr="00B1523B" w:rsidRDefault="000C7D69" w:rsidP="00FF7B19">
      <w:pPr>
        <w:pStyle w:val="USTustnpkodeksu"/>
      </w:pPr>
      <w:r>
        <w:t xml:space="preserve">7. </w:t>
      </w:r>
      <w:r w:rsidRPr="00B1523B">
        <w:t>Krajowa Rada zbiera się nie rzadziej niż raz na kwartał</w:t>
      </w:r>
      <w:r>
        <w:t>.</w:t>
      </w:r>
    </w:p>
    <w:p w14:paraId="002D13B1" w14:textId="431791B9" w:rsidR="00B1523B" w:rsidRDefault="00A372DC" w:rsidP="00EA12B8">
      <w:pPr>
        <w:pStyle w:val="ARTartustawynprozporzdzenia"/>
      </w:pPr>
      <w:bookmarkStart w:id="190" w:name="mip49196567"/>
      <w:bookmarkStart w:id="191" w:name="mip49196570"/>
      <w:bookmarkStart w:id="192" w:name="mip49196572"/>
      <w:bookmarkStart w:id="193" w:name="mip49196573"/>
      <w:bookmarkStart w:id="194" w:name="highlightHit_140"/>
      <w:bookmarkStart w:id="195" w:name="mip49196574"/>
      <w:bookmarkStart w:id="196" w:name="mip49196579"/>
      <w:bookmarkEnd w:id="185"/>
      <w:bookmarkEnd w:id="190"/>
      <w:bookmarkEnd w:id="191"/>
      <w:bookmarkEnd w:id="192"/>
      <w:bookmarkEnd w:id="193"/>
      <w:bookmarkEnd w:id="194"/>
      <w:bookmarkEnd w:id="195"/>
      <w:bookmarkEnd w:id="196"/>
      <w:r w:rsidRPr="00EA12B8">
        <w:rPr>
          <w:rStyle w:val="Ppogrubienie"/>
        </w:rPr>
        <w:t>Art. 49.</w:t>
      </w:r>
      <w:r w:rsidRPr="00B1523B">
        <w:t xml:space="preserve"> </w:t>
      </w:r>
      <w:r w:rsidR="00B1523B" w:rsidRPr="00EA12B8">
        <w:t>Krajowa</w:t>
      </w:r>
      <w:r w:rsidR="00B1523B" w:rsidRPr="00B1523B">
        <w:t xml:space="preserve"> Rada przesyła ministrowi właściwemu do spraw pracy, w terminie do dnia 31 maja, </w:t>
      </w:r>
      <w:r w:rsidR="00833AF1">
        <w:t>informację</w:t>
      </w:r>
      <w:r w:rsidR="00B1523B" w:rsidRPr="00B1523B">
        <w:t xml:space="preserve"> z działalności samorządu </w:t>
      </w:r>
      <w:r w:rsidR="006B7D29">
        <w:t xml:space="preserve">psychologów </w:t>
      </w:r>
      <w:r w:rsidR="00B1523B" w:rsidRPr="00B1523B">
        <w:t xml:space="preserve">za rok </w:t>
      </w:r>
      <w:r w:rsidR="00B93802">
        <w:t>poprzedni</w:t>
      </w:r>
      <w:r w:rsidR="00B1523B" w:rsidRPr="00B1523B">
        <w:t>.</w:t>
      </w:r>
    </w:p>
    <w:p w14:paraId="5C592AF7" w14:textId="1620591C" w:rsidR="00B1523B" w:rsidRPr="00B1523B" w:rsidRDefault="00A24E01" w:rsidP="006D5CB9">
      <w:pPr>
        <w:pStyle w:val="ARTartustawynprozporzdzenia"/>
      </w:pPr>
      <w:r>
        <w:rPr>
          <w:rStyle w:val="Ppogrubienie"/>
        </w:rPr>
        <w:t xml:space="preserve">Art. </w:t>
      </w:r>
      <w:r w:rsidR="00813CCF">
        <w:rPr>
          <w:rStyle w:val="Ppogrubienie"/>
        </w:rPr>
        <w:t>50</w:t>
      </w:r>
      <w:r w:rsidR="00B1523B" w:rsidRPr="003F267F">
        <w:rPr>
          <w:rStyle w:val="Ppogrubienie"/>
        </w:rPr>
        <w:t xml:space="preserve">. </w:t>
      </w:r>
      <w:r w:rsidR="00884C3A">
        <w:t>Regulamin</w:t>
      </w:r>
      <w:r w:rsidR="00884C3A" w:rsidRPr="00B1523B">
        <w:t xml:space="preserve"> </w:t>
      </w:r>
      <w:r w:rsidR="00B1523B" w:rsidRPr="00B1523B">
        <w:t>Krajowej Izby określa w szczególności:</w:t>
      </w:r>
    </w:p>
    <w:p w14:paraId="63D23260" w14:textId="262F61BC" w:rsidR="00B1523B" w:rsidRPr="00B1523B" w:rsidRDefault="006D5CB9" w:rsidP="006D5CB9">
      <w:pPr>
        <w:pStyle w:val="PKTpunkt"/>
      </w:pPr>
      <w:r>
        <w:t xml:space="preserve">1) </w:t>
      </w:r>
      <w:r w:rsidR="00B1523B" w:rsidRPr="00B1523B">
        <w:t>liczbę członków organów samorządu</w:t>
      </w:r>
      <w:r w:rsidR="00653543">
        <w:t xml:space="preserve"> </w:t>
      </w:r>
      <w:r w:rsidR="006B7D29">
        <w:t>psychologów</w:t>
      </w:r>
      <w:r w:rsidR="003465CD">
        <w:t>,</w:t>
      </w:r>
      <w:r w:rsidR="006B7D29">
        <w:t xml:space="preserve"> </w:t>
      </w:r>
      <w:r w:rsidR="00653543">
        <w:t xml:space="preserve">z wyłączeniem art. </w:t>
      </w:r>
      <w:r w:rsidR="00205B43">
        <w:t>48</w:t>
      </w:r>
      <w:r w:rsidR="00653543">
        <w:t xml:space="preserve"> ust. 1</w:t>
      </w:r>
      <w:r w:rsidR="001F57EF">
        <w:t xml:space="preserve"> pkt 2, art. 4</w:t>
      </w:r>
      <w:r w:rsidR="00551063">
        <w:t>8</w:t>
      </w:r>
      <w:r w:rsidR="001F57EF">
        <w:t xml:space="preserve"> ust. 3</w:t>
      </w:r>
      <w:r w:rsidR="008C50B4">
        <w:t xml:space="preserve"> </w:t>
      </w:r>
      <w:r w:rsidR="00C12C29">
        <w:t>oraz</w:t>
      </w:r>
      <w:r w:rsidR="008C50B4">
        <w:t xml:space="preserve"> art. 59 ust. 1</w:t>
      </w:r>
      <w:r w:rsidR="00C12C29">
        <w:t xml:space="preserve"> i 2</w:t>
      </w:r>
      <w:r w:rsidR="00B1523B" w:rsidRPr="00B1523B">
        <w:t>;</w:t>
      </w:r>
    </w:p>
    <w:p w14:paraId="11E383A4" w14:textId="25FA729F" w:rsidR="00B1523B" w:rsidRPr="00B1523B" w:rsidRDefault="006D5CB9" w:rsidP="006D5CB9">
      <w:pPr>
        <w:pStyle w:val="PKTpunkt"/>
      </w:pPr>
      <w:r>
        <w:t xml:space="preserve">2) </w:t>
      </w:r>
      <w:r w:rsidR="00B1523B" w:rsidRPr="00B1523B">
        <w:t>tryb wyboru i odwoływania członków organów samorządu</w:t>
      </w:r>
      <w:r w:rsidR="006B7D29">
        <w:t xml:space="preserve"> psychologów</w:t>
      </w:r>
      <w:r w:rsidR="00B1523B" w:rsidRPr="00B1523B">
        <w:t>;</w:t>
      </w:r>
    </w:p>
    <w:p w14:paraId="603DDA3B" w14:textId="494BE13D" w:rsidR="00B1523B" w:rsidRDefault="006D5CB9" w:rsidP="006D5CB9">
      <w:pPr>
        <w:pStyle w:val="PKTpunkt"/>
      </w:pPr>
      <w:r>
        <w:t xml:space="preserve">3) </w:t>
      </w:r>
      <w:r w:rsidR="00B1523B" w:rsidRPr="00B1523B">
        <w:t>zasady podejmowania uchwał przez organy samorządu</w:t>
      </w:r>
      <w:r w:rsidR="006B7D29">
        <w:t xml:space="preserve"> psychologów</w:t>
      </w:r>
      <w:r w:rsidR="00591311">
        <w:t xml:space="preserve">, </w:t>
      </w:r>
      <w:r w:rsidR="005B7DB6">
        <w:t xml:space="preserve">w tym podejmowania uchwał </w:t>
      </w:r>
      <w:r w:rsidR="006B160D">
        <w:t>z wykorzystaniem</w:t>
      </w:r>
      <w:r w:rsidR="005B7DB6">
        <w:t xml:space="preserve"> </w:t>
      </w:r>
      <w:r w:rsidR="006B160D" w:rsidRPr="006B160D">
        <w:t>środków komunikacji elektronicznej</w:t>
      </w:r>
      <w:r w:rsidR="00B1523B" w:rsidRPr="00B1523B">
        <w:t>;</w:t>
      </w:r>
    </w:p>
    <w:p w14:paraId="3FE9F75B" w14:textId="02C530B5" w:rsidR="00B1523B" w:rsidRPr="00B1523B" w:rsidRDefault="005A7029" w:rsidP="006D5CB9">
      <w:pPr>
        <w:pStyle w:val="PKTpunkt"/>
      </w:pPr>
      <w:r>
        <w:lastRenderedPageBreak/>
        <w:t>4</w:t>
      </w:r>
      <w:r w:rsidR="006D5CB9">
        <w:t xml:space="preserve">) </w:t>
      </w:r>
      <w:r w:rsidR="005666F5">
        <w:t>tryb</w:t>
      </w:r>
      <w:r w:rsidR="005666F5" w:rsidRPr="00B1523B">
        <w:t xml:space="preserve"> </w:t>
      </w:r>
      <w:r w:rsidR="00B1523B" w:rsidRPr="00B1523B">
        <w:t xml:space="preserve">wyboru delegatów, o których mowa w art. </w:t>
      </w:r>
      <w:r w:rsidR="00551063">
        <w:t>35</w:t>
      </w:r>
      <w:r w:rsidR="00264C9B" w:rsidRPr="00B1523B">
        <w:t xml:space="preserve"> </w:t>
      </w:r>
      <w:r w:rsidR="00B1523B" w:rsidRPr="00B1523B">
        <w:t xml:space="preserve">ust. </w:t>
      </w:r>
      <w:r w:rsidR="00264C9B">
        <w:t>3</w:t>
      </w:r>
      <w:r w:rsidR="00B1523B" w:rsidRPr="00B1523B">
        <w:t>;</w:t>
      </w:r>
    </w:p>
    <w:p w14:paraId="0DC32372" w14:textId="784EC3D0" w:rsidR="00B1523B" w:rsidRPr="00B1523B" w:rsidRDefault="005A7029" w:rsidP="006D5CB9">
      <w:pPr>
        <w:pStyle w:val="PKTpunkt"/>
      </w:pPr>
      <w:r>
        <w:t>5</w:t>
      </w:r>
      <w:r w:rsidR="006D5CB9">
        <w:t xml:space="preserve">) </w:t>
      </w:r>
      <w:r w:rsidR="00B1523B" w:rsidRPr="00B1523B">
        <w:t>zasady rozpatrywania i zatwierdzania sprawozdań organów samorządu</w:t>
      </w:r>
      <w:r w:rsidR="006B7D29">
        <w:t xml:space="preserve"> psychologów</w:t>
      </w:r>
      <w:r w:rsidR="00B1523B" w:rsidRPr="00B1523B">
        <w:t>;</w:t>
      </w:r>
    </w:p>
    <w:p w14:paraId="12338789" w14:textId="21DEA585" w:rsidR="00B1523B" w:rsidRPr="00B1523B" w:rsidRDefault="005A7029" w:rsidP="006D5CB9">
      <w:pPr>
        <w:pStyle w:val="PKTpunkt"/>
      </w:pPr>
      <w:r>
        <w:t>6</w:t>
      </w:r>
      <w:r w:rsidR="006D5CB9">
        <w:t xml:space="preserve">) </w:t>
      </w:r>
      <w:r w:rsidR="00B1523B" w:rsidRPr="00B1523B">
        <w:t>sposób reprezentowania organów samorządu</w:t>
      </w:r>
      <w:r w:rsidR="006B7D29">
        <w:t xml:space="preserve"> psychologów</w:t>
      </w:r>
      <w:r w:rsidR="00B1523B" w:rsidRPr="00B1523B">
        <w:t>;</w:t>
      </w:r>
    </w:p>
    <w:p w14:paraId="5DE3524F" w14:textId="25752D2F" w:rsidR="00B1523B" w:rsidRPr="00B1523B" w:rsidRDefault="005A7029" w:rsidP="006D5CB9">
      <w:pPr>
        <w:pStyle w:val="PKTpunkt"/>
      </w:pPr>
      <w:r>
        <w:t>7</w:t>
      </w:r>
      <w:r w:rsidR="006D5CB9">
        <w:t xml:space="preserve">) </w:t>
      </w:r>
      <w:r w:rsidR="00945FC2" w:rsidRPr="00B1523B">
        <w:t>zasady uchwalania</w:t>
      </w:r>
      <w:r w:rsidR="00945FC2">
        <w:t xml:space="preserve"> </w:t>
      </w:r>
      <w:r w:rsidR="00884C3A">
        <w:t xml:space="preserve">Regulaminu </w:t>
      </w:r>
      <w:r w:rsidR="00884C3A" w:rsidRPr="00B1523B">
        <w:t xml:space="preserve">Krajowej Izby </w:t>
      </w:r>
      <w:r w:rsidR="00945FC2" w:rsidRPr="00B1523B">
        <w:t>i</w:t>
      </w:r>
      <w:r w:rsidR="00945FC2">
        <w:t xml:space="preserve"> jego</w:t>
      </w:r>
      <w:r w:rsidR="00945FC2" w:rsidRPr="00B1523B">
        <w:t xml:space="preserve"> zmian</w:t>
      </w:r>
      <w:r w:rsidR="00B1523B" w:rsidRPr="00B1523B">
        <w:t>.</w:t>
      </w:r>
    </w:p>
    <w:p w14:paraId="74D97BBC" w14:textId="58435786" w:rsidR="00B1523B" w:rsidRPr="00B1523B" w:rsidRDefault="00A24E01" w:rsidP="00B1523B">
      <w:pPr>
        <w:pStyle w:val="ARTartustawynprozporzdzenia"/>
      </w:pPr>
      <w:bookmarkStart w:id="197" w:name="highlightHit_146"/>
      <w:bookmarkStart w:id="198" w:name="mip49196580"/>
      <w:bookmarkStart w:id="199" w:name="highlightHit_147"/>
      <w:bookmarkStart w:id="200" w:name="highlightHit_148"/>
      <w:bookmarkStart w:id="201" w:name="mip49196581"/>
      <w:bookmarkStart w:id="202" w:name="mip49196583"/>
      <w:bookmarkStart w:id="203" w:name="mip49196584"/>
      <w:bookmarkStart w:id="204" w:name="mip49196585"/>
      <w:bookmarkStart w:id="205" w:name="mip49196586"/>
      <w:bookmarkStart w:id="206" w:name="mip49196587"/>
      <w:bookmarkStart w:id="207" w:name="mip49196588"/>
      <w:bookmarkStart w:id="208" w:name="mip49196589"/>
      <w:bookmarkStart w:id="209" w:name="highlightHit_157"/>
      <w:bookmarkStart w:id="210" w:name="mip49196591"/>
      <w:bookmarkStart w:id="211" w:name="mip49196592"/>
      <w:bookmarkStart w:id="212" w:name="mip49196593"/>
      <w:bookmarkStart w:id="213" w:name="mip49196594"/>
      <w:bookmarkStart w:id="214" w:name="highlightHit_159"/>
      <w:bookmarkStart w:id="215" w:name="mip49196595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r>
        <w:rPr>
          <w:rStyle w:val="Ppogrubienie"/>
        </w:rPr>
        <w:t xml:space="preserve">Art. </w:t>
      </w:r>
      <w:r w:rsidR="00813CCF">
        <w:rPr>
          <w:rStyle w:val="Ppogrubienie"/>
        </w:rPr>
        <w:t>51</w:t>
      </w:r>
      <w:r w:rsidR="00B1523B" w:rsidRPr="003F267F">
        <w:rPr>
          <w:rStyle w:val="Ppogrubienie"/>
        </w:rPr>
        <w:t xml:space="preserve">. </w:t>
      </w:r>
      <w:bookmarkStart w:id="216" w:name="_Hlk188020377"/>
      <w:r w:rsidR="00B1523B" w:rsidRPr="00B1523B">
        <w:t>Krajow</w:t>
      </w:r>
      <w:r w:rsidR="00FA3A3E">
        <w:t>a</w:t>
      </w:r>
      <w:r w:rsidR="00B1523B" w:rsidRPr="00B1523B">
        <w:t xml:space="preserve"> Komisj</w:t>
      </w:r>
      <w:r w:rsidR="00FA3A3E">
        <w:t>a</w:t>
      </w:r>
      <w:r w:rsidR="00B1523B" w:rsidRPr="00B1523B">
        <w:t xml:space="preserve"> Rewizyjn</w:t>
      </w:r>
      <w:r w:rsidR="00FA3A3E">
        <w:t>a</w:t>
      </w:r>
      <w:bookmarkEnd w:id="216"/>
      <w:r w:rsidR="00B1523B" w:rsidRPr="00B1523B">
        <w:t>:</w:t>
      </w:r>
    </w:p>
    <w:p w14:paraId="566CCFBC" w14:textId="6D263671" w:rsidR="00B1523B" w:rsidRPr="006D5CB9" w:rsidRDefault="006D5CB9" w:rsidP="006D5CB9">
      <w:pPr>
        <w:pStyle w:val="PKTpunkt"/>
      </w:pPr>
      <w:r>
        <w:t xml:space="preserve">1) </w:t>
      </w:r>
      <w:bookmarkStart w:id="217" w:name="_Hlk188020386"/>
      <w:r w:rsidR="00B1523B" w:rsidRPr="006D5CB9">
        <w:t>kontrol</w:t>
      </w:r>
      <w:r w:rsidR="00FA3A3E">
        <w:t>uje</w:t>
      </w:r>
      <w:r w:rsidR="00B1523B" w:rsidRPr="006D5CB9">
        <w:t xml:space="preserve"> działalnoś</w:t>
      </w:r>
      <w:r w:rsidR="00FA3A3E">
        <w:t>ć</w:t>
      </w:r>
      <w:r w:rsidR="00B1523B" w:rsidRPr="006D5CB9">
        <w:t xml:space="preserve"> finansow</w:t>
      </w:r>
      <w:r w:rsidR="00FA3A3E">
        <w:t>ą</w:t>
      </w:r>
      <w:r w:rsidR="00B1523B" w:rsidRPr="006D5CB9">
        <w:t xml:space="preserve"> i gospodarcz</w:t>
      </w:r>
      <w:r w:rsidR="00FA3A3E">
        <w:t>ą</w:t>
      </w:r>
      <w:r w:rsidR="00B1523B" w:rsidRPr="006D5CB9">
        <w:t xml:space="preserve"> </w:t>
      </w:r>
      <w:bookmarkEnd w:id="217"/>
      <w:r w:rsidR="00B1523B" w:rsidRPr="006D5CB9">
        <w:t>Krajowej</w:t>
      </w:r>
      <w:r w:rsidR="00300C40">
        <w:t xml:space="preserve"> Izby</w:t>
      </w:r>
      <w:r w:rsidR="00B1523B" w:rsidRPr="006D5CB9">
        <w:t>;</w:t>
      </w:r>
    </w:p>
    <w:p w14:paraId="276A43A1" w14:textId="169FF609" w:rsidR="00B1523B" w:rsidRPr="006D5CB9" w:rsidRDefault="006D5CB9" w:rsidP="006D5CB9">
      <w:pPr>
        <w:pStyle w:val="PKTpunkt"/>
      </w:pPr>
      <w:r>
        <w:t xml:space="preserve">2) </w:t>
      </w:r>
      <w:bookmarkStart w:id="218" w:name="_Hlk188020397"/>
      <w:r w:rsidR="00B1523B" w:rsidRPr="006D5CB9">
        <w:t>składa sprawozda</w:t>
      </w:r>
      <w:r w:rsidR="00FA3A3E">
        <w:t>nia</w:t>
      </w:r>
      <w:r w:rsidR="00B1523B" w:rsidRPr="006D5CB9">
        <w:t xml:space="preserve"> z działalności kontrolnej </w:t>
      </w:r>
      <w:bookmarkEnd w:id="218"/>
      <w:r w:rsidR="00B1523B" w:rsidRPr="006D5CB9">
        <w:t>Krajowej Radzie i Krajowemu Zjazdowi;</w:t>
      </w:r>
    </w:p>
    <w:p w14:paraId="654F9897" w14:textId="661F8203" w:rsidR="00842640" w:rsidRDefault="006D5CB9" w:rsidP="00664827">
      <w:pPr>
        <w:pStyle w:val="PKTpunkt"/>
      </w:pPr>
      <w:r>
        <w:t xml:space="preserve">3) </w:t>
      </w:r>
      <w:r w:rsidR="00B1523B" w:rsidRPr="006D5CB9">
        <w:t>występ</w:t>
      </w:r>
      <w:r w:rsidR="00FA3A3E">
        <w:t>uje</w:t>
      </w:r>
      <w:r w:rsidR="00B1523B" w:rsidRPr="006D5CB9">
        <w:t xml:space="preserve"> na Krajowym Zjeździe z wnioskiem </w:t>
      </w:r>
      <w:r w:rsidR="00752E53">
        <w:t>w sprawie</w:t>
      </w:r>
      <w:r w:rsidR="00B1523B" w:rsidRPr="006D5CB9">
        <w:t xml:space="preserve"> udzieleni</w:t>
      </w:r>
      <w:r w:rsidR="00752E53">
        <w:t>a</w:t>
      </w:r>
      <w:r w:rsidR="00B1523B" w:rsidRPr="006D5CB9">
        <w:t xml:space="preserve"> absolutorium Krajowej Radzie</w:t>
      </w:r>
      <w:bookmarkStart w:id="219" w:name="mip49196597"/>
      <w:bookmarkStart w:id="220" w:name="highlightHit_160"/>
      <w:bookmarkStart w:id="221" w:name="mip49196598"/>
      <w:bookmarkStart w:id="222" w:name="highlightHit_161"/>
      <w:bookmarkStart w:id="223" w:name="highlightHit_162"/>
      <w:bookmarkStart w:id="224" w:name="mip49196599"/>
      <w:bookmarkStart w:id="225" w:name="highlightHit_163"/>
      <w:bookmarkStart w:id="226" w:name="mip49196600"/>
      <w:bookmarkStart w:id="227" w:name="mip49196601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="00DC7DFF">
        <w:t>.</w:t>
      </w:r>
    </w:p>
    <w:p w14:paraId="73906598" w14:textId="74137A48" w:rsidR="007E4A9E" w:rsidRPr="007E4A9E" w:rsidRDefault="007E4A9E" w:rsidP="003D57A6">
      <w:pPr>
        <w:pStyle w:val="ARTartustawynprozporzdzenia"/>
      </w:pPr>
      <w:r w:rsidRPr="003D57A6">
        <w:rPr>
          <w:rStyle w:val="Ppogrubienie"/>
        </w:rPr>
        <w:t xml:space="preserve">Art. </w:t>
      </w:r>
      <w:r w:rsidR="00A372DC">
        <w:rPr>
          <w:rStyle w:val="Ppogrubienie"/>
        </w:rPr>
        <w:t>52</w:t>
      </w:r>
      <w:r w:rsidRPr="003D57A6">
        <w:rPr>
          <w:rStyle w:val="Ppogrubienie"/>
        </w:rPr>
        <w:t>.</w:t>
      </w:r>
      <w:r w:rsidRPr="007E4A9E">
        <w:t xml:space="preserve"> 1. </w:t>
      </w:r>
      <w:bookmarkStart w:id="228" w:name="_Hlk188020448"/>
      <w:r w:rsidRPr="007E4A9E">
        <w:t>Krajow</w:t>
      </w:r>
      <w:r w:rsidR="00FA3A3E">
        <w:t>y</w:t>
      </w:r>
      <w:r w:rsidRPr="007E4A9E">
        <w:t xml:space="preserve"> </w:t>
      </w:r>
      <w:r w:rsidR="00A71F5D">
        <w:t>Sąd</w:t>
      </w:r>
      <w:r w:rsidRPr="007E4A9E">
        <w:t xml:space="preserve"> Dyscyplinarn</w:t>
      </w:r>
      <w:r w:rsidR="00FA3A3E">
        <w:t>y</w:t>
      </w:r>
      <w:r w:rsidRPr="007E4A9E">
        <w:t xml:space="preserve"> </w:t>
      </w:r>
      <w:r w:rsidR="00FA3A3E">
        <w:t>rozpatruje</w:t>
      </w:r>
      <w:r w:rsidRPr="007E4A9E">
        <w:t xml:space="preserve"> spraw</w:t>
      </w:r>
      <w:r w:rsidR="00FA3A3E">
        <w:t>y</w:t>
      </w:r>
      <w:r w:rsidRPr="007E4A9E">
        <w:t xml:space="preserve"> </w:t>
      </w:r>
      <w:bookmarkEnd w:id="228"/>
      <w:r w:rsidRPr="007E4A9E">
        <w:t>z zakresu odpowiedzialności dyscyplinarnej</w:t>
      </w:r>
      <w:r w:rsidR="00C06C76">
        <w:t xml:space="preserve"> </w:t>
      </w:r>
      <w:r w:rsidR="00A71F5D">
        <w:t>psychologów</w:t>
      </w:r>
      <w:r w:rsidRPr="007E4A9E">
        <w:t>.</w:t>
      </w:r>
    </w:p>
    <w:p w14:paraId="2BD96B05" w14:textId="24115DAA" w:rsidR="007E4A9E" w:rsidRDefault="007E4A9E" w:rsidP="007E4A9E">
      <w:pPr>
        <w:pStyle w:val="USTustnpkodeksu"/>
      </w:pPr>
      <w:r w:rsidRPr="007E4A9E">
        <w:t xml:space="preserve">2. Krajowa </w:t>
      </w:r>
      <w:r w:rsidR="00E24D8D">
        <w:t>Sąd</w:t>
      </w:r>
      <w:r w:rsidRPr="007E4A9E">
        <w:t xml:space="preserve"> Dyscyplinarn</w:t>
      </w:r>
      <w:r w:rsidR="00E24D8D">
        <w:t>y</w:t>
      </w:r>
      <w:r w:rsidRPr="007E4A9E">
        <w:t xml:space="preserve"> składa Krajowemu Zjazdowi sprawozdanie ze sw</w:t>
      </w:r>
      <w:r w:rsidR="001F57EF">
        <w:t>oj</w:t>
      </w:r>
      <w:r w:rsidRPr="007E4A9E">
        <w:t>ej działalności.</w:t>
      </w:r>
    </w:p>
    <w:p w14:paraId="5CBA6B03" w14:textId="1115F49C" w:rsidR="0005087B" w:rsidRDefault="00A24E01" w:rsidP="008B50AF">
      <w:pPr>
        <w:pStyle w:val="ARTartustawynprozporzdzenia"/>
      </w:pPr>
      <w:bookmarkStart w:id="229" w:name="mip49196603"/>
      <w:bookmarkStart w:id="230" w:name="mip49196604"/>
      <w:bookmarkEnd w:id="229"/>
      <w:bookmarkEnd w:id="230"/>
      <w:r>
        <w:rPr>
          <w:rStyle w:val="Ppogrubienie"/>
        </w:rPr>
        <w:t xml:space="preserve">Art. </w:t>
      </w:r>
      <w:r w:rsidR="00A372DC">
        <w:rPr>
          <w:rStyle w:val="Ppogrubienie"/>
        </w:rPr>
        <w:t>53</w:t>
      </w:r>
      <w:r w:rsidR="00B1523B" w:rsidRPr="003F267F">
        <w:rPr>
          <w:rStyle w:val="Ppogrubienie"/>
        </w:rPr>
        <w:t xml:space="preserve">. </w:t>
      </w:r>
      <w:bookmarkStart w:id="231" w:name="mip49196605"/>
      <w:bookmarkStart w:id="232" w:name="mip49196606"/>
      <w:bookmarkStart w:id="233" w:name="mip49196607"/>
      <w:bookmarkStart w:id="234" w:name="highlightHit_165"/>
      <w:bookmarkStart w:id="235" w:name="mip49196608"/>
      <w:bookmarkEnd w:id="231"/>
      <w:bookmarkEnd w:id="232"/>
      <w:bookmarkEnd w:id="233"/>
      <w:bookmarkEnd w:id="234"/>
      <w:bookmarkEnd w:id="235"/>
      <w:r w:rsidR="006A4431" w:rsidRPr="006A4431">
        <w:rPr>
          <w:rStyle w:val="Ppogrubienie"/>
          <w:b w:val="0"/>
        </w:rPr>
        <w:t>1.</w:t>
      </w:r>
      <w:r w:rsidR="007C7BC9">
        <w:rPr>
          <w:rStyle w:val="Ppogrubienie"/>
        </w:rPr>
        <w:t xml:space="preserve"> </w:t>
      </w:r>
      <w:bookmarkStart w:id="236" w:name="_Hlk188020528"/>
      <w:r w:rsidR="006A4431" w:rsidRPr="006A4431">
        <w:t>Krajow</w:t>
      </w:r>
      <w:r w:rsidR="00FA3A3E">
        <w:t>y</w:t>
      </w:r>
      <w:r w:rsidR="006A4431" w:rsidRPr="006A4431">
        <w:t xml:space="preserve"> Rzecznik Dyscyplinarn</w:t>
      </w:r>
      <w:r w:rsidR="00FA3A3E">
        <w:t>y</w:t>
      </w:r>
      <w:bookmarkEnd w:id="236"/>
      <w:r w:rsidR="0005087B">
        <w:t>:</w:t>
      </w:r>
    </w:p>
    <w:p w14:paraId="27ABF5C5" w14:textId="0E2971B6" w:rsidR="0005087B" w:rsidRDefault="0005087B" w:rsidP="008B50AF">
      <w:pPr>
        <w:pStyle w:val="PKTpunkt"/>
      </w:pPr>
      <w:bookmarkStart w:id="237" w:name="_Hlk179897663"/>
      <w:r>
        <w:t xml:space="preserve">1) </w:t>
      </w:r>
      <w:bookmarkStart w:id="238" w:name="_Hlk188020538"/>
      <w:r w:rsidRPr="0005087B">
        <w:t>prowadz</w:t>
      </w:r>
      <w:r w:rsidR="00FA3A3E">
        <w:t>i</w:t>
      </w:r>
      <w:r w:rsidRPr="0005087B">
        <w:t xml:space="preserve"> postępowani</w:t>
      </w:r>
      <w:r>
        <w:t>a</w:t>
      </w:r>
      <w:r w:rsidRPr="0005087B">
        <w:t xml:space="preserve"> wyjaśniające </w:t>
      </w:r>
      <w:bookmarkEnd w:id="238"/>
      <w:r w:rsidRPr="0005087B">
        <w:t xml:space="preserve">w sprawach z zakresu odpowiedzialności </w:t>
      </w:r>
      <w:r w:rsidR="00CF7900">
        <w:t>dyscyplinarnej</w:t>
      </w:r>
      <w:r w:rsidRPr="0005087B">
        <w:t xml:space="preserve"> </w:t>
      </w:r>
      <w:r>
        <w:t>psychologów;</w:t>
      </w:r>
    </w:p>
    <w:p w14:paraId="10A65E54" w14:textId="0181202A" w:rsidR="0005087B" w:rsidRDefault="0005087B" w:rsidP="008B50AF">
      <w:pPr>
        <w:pStyle w:val="PKTpunkt"/>
      </w:pPr>
      <w:r>
        <w:t xml:space="preserve">2) </w:t>
      </w:r>
      <w:bookmarkStart w:id="239" w:name="_Hlk188020555"/>
      <w:r w:rsidRPr="0005087B">
        <w:t>spraw</w:t>
      </w:r>
      <w:r w:rsidR="00FA3A3E">
        <w:t>uje</w:t>
      </w:r>
      <w:r w:rsidRPr="0005087B">
        <w:t xml:space="preserve"> nadz</w:t>
      </w:r>
      <w:r w:rsidR="00FA3A3E">
        <w:t>ór</w:t>
      </w:r>
      <w:r w:rsidRPr="0005087B">
        <w:t xml:space="preserve"> </w:t>
      </w:r>
      <w:bookmarkEnd w:id="239"/>
      <w:r w:rsidRPr="0005087B">
        <w:t>nad działalnością</w:t>
      </w:r>
      <w:r w:rsidR="00CF7900">
        <w:t xml:space="preserve"> regionalnych</w:t>
      </w:r>
      <w:r w:rsidRPr="0005087B">
        <w:t xml:space="preserve"> rzeczników </w:t>
      </w:r>
      <w:r w:rsidR="00CF7900">
        <w:t>dyscyplinarnych</w:t>
      </w:r>
      <w:r w:rsidRPr="0005087B">
        <w:t>;</w:t>
      </w:r>
    </w:p>
    <w:p w14:paraId="10522FA0" w14:textId="3635B695" w:rsidR="0005087B" w:rsidRDefault="0005087B" w:rsidP="008B50AF">
      <w:pPr>
        <w:pStyle w:val="PKTpunkt"/>
      </w:pPr>
      <w:r>
        <w:t xml:space="preserve">3) </w:t>
      </w:r>
      <w:bookmarkStart w:id="240" w:name="_Hlk188020563"/>
      <w:r w:rsidRPr="0005087B">
        <w:t>spraw</w:t>
      </w:r>
      <w:r w:rsidR="00FA3A3E">
        <w:t>uje</w:t>
      </w:r>
      <w:r w:rsidRPr="0005087B">
        <w:t xml:space="preserve"> funkcj</w:t>
      </w:r>
      <w:r w:rsidR="00FA3A3E">
        <w:t>ę</w:t>
      </w:r>
      <w:r w:rsidRPr="0005087B">
        <w:t xml:space="preserve"> </w:t>
      </w:r>
      <w:bookmarkEnd w:id="240"/>
      <w:r w:rsidRPr="0005087B">
        <w:t>oskarżyciela przed sąd</w:t>
      </w:r>
      <w:r>
        <w:t>em psychologów;</w:t>
      </w:r>
    </w:p>
    <w:p w14:paraId="3CFA61E3" w14:textId="254013D6" w:rsidR="0005087B" w:rsidRDefault="0005087B" w:rsidP="008B50AF">
      <w:pPr>
        <w:pStyle w:val="PKTpunkt"/>
      </w:pPr>
      <w:r>
        <w:t xml:space="preserve">4) </w:t>
      </w:r>
      <w:bookmarkStart w:id="241" w:name="_Hlk188020571"/>
      <w:r w:rsidRPr="0005087B">
        <w:t>rozpatr</w:t>
      </w:r>
      <w:r w:rsidR="00FA3A3E">
        <w:t>uje</w:t>
      </w:r>
      <w:r w:rsidRPr="0005087B">
        <w:t xml:space="preserve"> zażale</w:t>
      </w:r>
      <w:r w:rsidR="00FA3A3E">
        <w:t>nia</w:t>
      </w:r>
      <w:r w:rsidRPr="0005087B">
        <w:t xml:space="preserve"> </w:t>
      </w:r>
      <w:bookmarkEnd w:id="241"/>
      <w:r w:rsidRPr="0005087B">
        <w:t>w przypadkach przewidzianych w ustawie</w:t>
      </w:r>
      <w:r>
        <w:t>;</w:t>
      </w:r>
    </w:p>
    <w:p w14:paraId="65E924B8" w14:textId="13EE3DEA" w:rsidR="00E24D8D" w:rsidRDefault="00E24D8D" w:rsidP="008B50AF">
      <w:pPr>
        <w:pStyle w:val="PKTpunkt"/>
      </w:pPr>
      <w:r>
        <w:t xml:space="preserve">5) </w:t>
      </w:r>
      <w:bookmarkStart w:id="242" w:name="_Hlk188020581"/>
      <w:r w:rsidRPr="00E24D8D">
        <w:t>rozstrzyga</w:t>
      </w:r>
      <w:r w:rsidR="00FA3A3E">
        <w:t xml:space="preserve"> </w:t>
      </w:r>
      <w:r w:rsidRPr="00E24D8D">
        <w:t>spor</w:t>
      </w:r>
      <w:r w:rsidR="00FA3A3E">
        <w:t>y</w:t>
      </w:r>
      <w:r w:rsidRPr="00E24D8D">
        <w:t xml:space="preserve"> </w:t>
      </w:r>
      <w:bookmarkEnd w:id="242"/>
      <w:r w:rsidRPr="00E24D8D">
        <w:t xml:space="preserve">o właściwość między </w:t>
      </w:r>
      <w:r>
        <w:t xml:space="preserve">regionalnymi </w:t>
      </w:r>
      <w:r w:rsidRPr="00E24D8D">
        <w:t xml:space="preserve">rzecznikami </w:t>
      </w:r>
      <w:r>
        <w:t>dyscyplinarnymi.</w:t>
      </w:r>
    </w:p>
    <w:bookmarkEnd w:id="237"/>
    <w:p w14:paraId="6601F6D3" w14:textId="1F34613A" w:rsidR="006A4431" w:rsidRPr="003D57A6" w:rsidRDefault="0005087B" w:rsidP="005A69A9">
      <w:pPr>
        <w:pStyle w:val="USTustnpkodeksu"/>
      </w:pPr>
      <w:r w:rsidRPr="0005087B" w:rsidDel="0005087B">
        <w:t xml:space="preserve"> </w:t>
      </w:r>
      <w:r w:rsidR="006A4431" w:rsidRPr="006A4431">
        <w:t xml:space="preserve">2. </w:t>
      </w:r>
      <w:bookmarkStart w:id="243" w:name="_Hlk179897757"/>
      <w:r w:rsidR="006A4431" w:rsidRPr="006A4431">
        <w:t xml:space="preserve">Krajowy </w:t>
      </w:r>
      <w:r w:rsidR="006A4431" w:rsidRPr="003D57A6">
        <w:t>Rzecznik Dyscyplinarny może wykonywać czynności przy pomocy swoich zastępców</w:t>
      </w:r>
      <w:bookmarkEnd w:id="243"/>
      <w:r w:rsidR="006A4431" w:rsidRPr="003D57A6">
        <w:t>.</w:t>
      </w:r>
    </w:p>
    <w:p w14:paraId="2C1C44F5" w14:textId="1BBAAE28" w:rsidR="00B1523B" w:rsidRPr="00B1523B" w:rsidRDefault="00676B9C" w:rsidP="003D57A6">
      <w:pPr>
        <w:pStyle w:val="USTustnpkodeksu"/>
      </w:pPr>
      <w:r>
        <w:t>3</w:t>
      </w:r>
      <w:r w:rsidR="00B1523B" w:rsidRPr="003D57A6">
        <w:t xml:space="preserve">. </w:t>
      </w:r>
      <w:bookmarkStart w:id="244" w:name="_Hlk179897722"/>
      <w:r w:rsidR="00B1523B" w:rsidRPr="003D57A6">
        <w:t>Krajowy Rzecznik Dyscyplinarny</w:t>
      </w:r>
      <w:r w:rsidR="00B1523B" w:rsidRPr="00B1523B">
        <w:t xml:space="preserve"> </w:t>
      </w:r>
      <w:bookmarkEnd w:id="244"/>
      <w:r w:rsidR="00B1523B" w:rsidRPr="00B1523B">
        <w:t xml:space="preserve">składa </w:t>
      </w:r>
      <w:r w:rsidR="00945FC2" w:rsidRPr="00B1523B">
        <w:t>Krajowemu Zjazdowi</w:t>
      </w:r>
      <w:r w:rsidR="00B1523B" w:rsidRPr="00B1523B">
        <w:t xml:space="preserve"> sprawozdani</w:t>
      </w:r>
      <w:r w:rsidR="004B14F7">
        <w:t>e</w:t>
      </w:r>
      <w:r w:rsidR="00B1523B" w:rsidRPr="00B1523B">
        <w:t xml:space="preserve"> ze sw</w:t>
      </w:r>
      <w:r w:rsidR="001F57EF">
        <w:t>oj</w:t>
      </w:r>
      <w:r w:rsidR="00B1523B" w:rsidRPr="00B1523B">
        <w:t>ej działalności.</w:t>
      </w:r>
      <w:bookmarkStart w:id="245" w:name="mip49196610"/>
      <w:bookmarkStart w:id="246" w:name="highlightHit_166"/>
      <w:bookmarkStart w:id="247" w:name="highlightHit_167"/>
      <w:bookmarkStart w:id="248" w:name="mip49196611"/>
      <w:bookmarkStart w:id="249" w:name="mip49196612"/>
      <w:bookmarkEnd w:id="245"/>
      <w:bookmarkEnd w:id="246"/>
      <w:bookmarkEnd w:id="247"/>
      <w:bookmarkEnd w:id="248"/>
      <w:bookmarkEnd w:id="249"/>
    </w:p>
    <w:p w14:paraId="538E4657" w14:textId="224FBF3D" w:rsidR="00B1523B" w:rsidRPr="000B4E6D" w:rsidRDefault="00B1523B" w:rsidP="00734F63">
      <w:pPr>
        <w:pStyle w:val="ROZDZODDZOZNoznaczenierozdziauluboddziau"/>
      </w:pPr>
      <w:bookmarkStart w:id="250" w:name="mip49196613"/>
      <w:bookmarkEnd w:id="250"/>
      <w:r w:rsidRPr="000B4E6D">
        <w:t>Oddział 2</w:t>
      </w:r>
      <w:r w:rsidRPr="000B4E6D">
        <w:br/>
        <w:t xml:space="preserve">Regionalne </w:t>
      </w:r>
      <w:r w:rsidR="00314D2D">
        <w:t>i</w:t>
      </w:r>
      <w:r w:rsidRPr="000B4E6D">
        <w:t xml:space="preserve">zby </w:t>
      </w:r>
      <w:bookmarkStart w:id="251" w:name="highlightHit_168"/>
      <w:bookmarkEnd w:id="251"/>
      <w:r w:rsidR="00314D2D">
        <w:t>p</w:t>
      </w:r>
      <w:r w:rsidRPr="000B4E6D">
        <w:t>sychologów</w:t>
      </w:r>
      <w:bookmarkStart w:id="252" w:name="mip49196614"/>
      <w:bookmarkStart w:id="253" w:name="highlightHit_170"/>
      <w:bookmarkStart w:id="254" w:name="highlightHit_171"/>
      <w:bookmarkEnd w:id="252"/>
      <w:bookmarkEnd w:id="253"/>
      <w:bookmarkEnd w:id="254"/>
    </w:p>
    <w:p w14:paraId="142D618F" w14:textId="32030F95" w:rsidR="00B1523B" w:rsidRPr="00B1523B" w:rsidRDefault="00A24E01" w:rsidP="00B1523B">
      <w:pPr>
        <w:pStyle w:val="ARTartustawynprozporzdzenia"/>
      </w:pPr>
      <w:bookmarkStart w:id="255" w:name="mip49196615"/>
      <w:bookmarkEnd w:id="255"/>
      <w:r>
        <w:rPr>
          <w:rStyle w:val="Ppogrubienie"/>
        </w:rPr>
        <w:t xml:space="preserve">Art. </w:t>
      </w:r>
      <w:r w:rsidR="00A372DC">
        <w:rPr>
          <w:rStyle w:val="Ppogrubienie"/>
        </w:rPr>
        <w:t>54</w:t>
      </w:r>
      <w:r w:rsidR="00B1523B" w:rsidRPr="00725BFC">
        <w:rPr>
          <w:rStyle w:val="Ppogrubienie"/>
        </w:rPr>
        <w:t>.</w:t>
      </w:r>
      <w:r w:rsidR="00B1523B" w:rsidRPr="00B1523B">
        <w:t xml:space="preserve"> Organami </w:t>
      </w:r>
      <w:r w:rsidR="00314D2D">
        <w:t>r</w:t>
      </w:r>
      <w:r w:rsidR="00B1523B" w:rsidRPr="00B1523B">
        <w:t xml:space="preserve">egionalnej </w:t>
      </w:r>
      <w:r w:rsidR="00314D2D">
        <w:t>i</w:t>
      </w:r>
      <w:r w:rsidR="00B1523B" w:rsidRPr="00B1523B">
        <w:t xml:space="preserve">zby </w:t>
      </w:r>
      <w:r w:rsidR="00193B16">
        <w:t xml:space="preserve">psychologów </w:t>
      </w:r>
      <w:r w:rsidR="00B1523B" w:rsidRPr="00B1523B">
        <w:t>są:</w:t>
      </w:r>
    </w:p>
    <w:p w14:paraId="2C045848" w14:textId="600C026A" w:rsidR="009F15AF" w:rsidRPr="00B1523B" w:rsidRDefault="00725BFC" w:rsidP="00725BFC">
      <w:pPr>
        <w:pStyle w:val="PKTpunkt"/>
      </w:pPr>
      <w:r>
        <w:t xml:space="preserve">1) </w:t>
      </w:r>
      <w:r w:rsidR="00314D2D">
        <w:t>r</w:t>
      </w:r>
      <w:r w:rsidR="00B1523B" w:rsidRPr="00B1523B">
        <w:t xml:space="preserve">egionalny </w:t>
      </w:r>
      <w:r w:rsidR="00314D2D">
        <w:t>z</w:t>
      </w:r>
      <w:r w:rsidR="00B1523B" w:rsidRPr="00B1523B">
        <w:t>jazd</w:t>
      </w:r>
      <w:r w:rsidR="00193B16">
        <w:t xml:space="preserve"> psychologów</w:t>
      </w:r>
      <w:r w:rsidR="00EA12B8">
        <w:t>;</w:t>
      </w:r>
    </w:p>
    <w:p w14:paraId="3DBB97E0" w14:textId="000EC6D7" w:rsidR="00B1523B" w:rsidRPr="00B1523B" w:rsidRDefault="00725BFC" w:rsidP="00725BFC">
      <w:pPr>
        <w:pStyle w:val="PKTpunkt"/>
      </w:pPr>
      <w:r>
        <w:t xml:space="preserve">2) </w:t>
      </w:r>
      <w:r w:rsidR="00314D2D">
        <w:t>r</w:t>
      </w:r>
      <w:r w:rsidR="00B1523B" w:rsidRPr="00B1523B">
        <w:t xml:space="preserve">egionalna </w:t>
      </w:r>
      <w:r w:rsidR="00314D2D">
        <w:t>r</w:t>
      </w:r>
      <w:r w:rsidR="00B1523B" w:rsidRPr="00B1523B">
        <w:t>ada</w:t>
      </w:r>
      <w:bookmarkStart w:id="256" w:name="highlightHit_95"/>
      <w:bookmarkEnd w:id="256"/>
      <w:r w:rsidR="00193B16">
        <w:t xml:space="preserve"> psychologów</w:t>
      </w:r>
      <w:r w:rsidR="00EA12B8">
        <w:t>;</w:t>
      </w:r>
    </w:p>
    <w:p w14:paraId="60BE3E6B" w14:textId="35A78B42" w:rsidR="00B1523B" w:rsidRPr="00B1523B" w:rsidRDefault="00725BFC" w:rsidP="00725BFC">
      <w:pPr>
        <w:pStyle w:val="PKTpunkt"/>
      </w:pPr>
      <w:r>
        <w:t xml:space="preserve">3) </w:t>
      </w:r>
      <w:r w:rsidR="00314D2D">
        <w:t>r</w:t>
      </w:r>
      <w:r w:rsidR="00B1523B" w:rsidRPr="00B1523B">
        <w:t xml:space="preserve">egionalna </w:t>
      </w:r>
      <w:r w:rsidR="00314D2D">
        <w:t>k</w:t>
      </w:r>
      <w:r w:rsidR="00B1523B" w:rsidRPr="00B1523B">
        <w:t xml:space="preserve">omisja </w:t>
      </w:r>
      <w:r w:rsidR="00314D2D">
        <w:t>r</w:t>
      </w:r>
      <w:r w:rsidR="00B1523B" w:rsidRPr="00B1523B">
        <w:t>ewizyjna</w:t>
      </w:r>
      <w:r w:rsidR="00EA12B8">
        <w:t>;</w:t>
      </w:r>
    </w:p>
    <w:p w14:paraId="7D6D8B19" w14:textId="199D496C" w:rsidR="00B1523B" w:rsidRPr="00B1523B" w:rsidRDefault="00725BFC" w:rsidP="00725BFC">
      <w:pPr>
        <w:pStyle w:val="PKTpunkt"/>
      </w:pPr>
      <w:r>
        <w:t xml:space="preserve">4) </w:t>
      </w:r>
      <w:r w:rsidR="00314D2D">
        <w:t>r</w:t>
      </w:r>
      <w:r w:rsidR="00B1523B" w:rsidRPr="00B1523B">
        <w:t>egionaln</w:t>
      </w:r>
      <w:r w:rsidR="00E602F9">
        <w:t>y sąd</w:t>
      </w:r>
      <w:r w:rsidR="00B1523B" w:rsidRPr="00B1523B">
        <w:t xml:space="preserve"> </w:t>
      </w:r>
      <w:r w:rsidR="00314D2D">
        <w:t>d</w:t>
      </w:r>
      <w:r w:rsidR="00B1523B" w:rsidRPr="00B1523B">
        <w:t>yscyplinarn</w:t>
      </w:r>
      <w:r w:rsidR="00E602F9">
        <w:t>y</w:t>
      </w:r>
      <w:r w:rsidR="00EA12B8">
        <w:t>;</w:t>
      </w:r>
    </w:p>
    <w:p w14:paraId="6E7E446D" w14:textId="12181D68" w:rsidR="00B1523B" w:rsidRPr="00B1523B" w:rsidRDefault="00725BFC" w:rsidP="00725BFC">
      <w:pPr>
        <w:pStyle w:val="PKTpunkt"/>
      </w:pPr>
      <w:r>
        <w:t xml:space="preserve">5) </w:t>
      </w:r>
      <w:r w:rsidR="00314D2D">
        <w:t>r</w:t>
      </w:r>
      <w:r w:rsidR="00B1523B" w:rsidRPr="00B1523B">
        <w:t xml:space="preserve">egionalny </w:t>
      </w:r>
      <w:r w:rsidR="00314D2D">
        <w:t>r</w:t>
      </w:r>
      <w:r w:rsidR="00B1523B" w:rsidRPr="00B1523B">
        <w:t xml:space="preserve">zecznik </w:t>
      </w:r>
      <w:r w:rsidR="00314D2D">
        <w:t>d</w:t>
      </w:r>
      <w:r w:rsidR="00B1523B" w:rsidRPr="00B1523B">
        <w:t>yscyplinarny.</w:t>
      </w:r>
    </w:p>
    <w:p w14:paraId="7D13FDA8" w14:textId="490112A6" w:rsidR="00B1523B" w:rsidRPr="00B1523B" w:rsidRDefault="00A24E01" w:rsidP="00B1523B">
      <w:pPr>
        <w:pStyle w:val="ARTartustawynprozporzdzenia"/>
      </w:pPr>
      <w:r>
        <w:rPr>
          <w:rStyle w:val="Ppogrubienie"/>
        </w:rPr>
        <w:lastRenderedPageBreak/>
        <w:t xml:space="preserve">Art. </w:t>
      </w:r>
      <w:r w:rsidR="00A372DC">
        <w:rPr>
          <w:rStyle w:val="Ppogrubienie"/>
        </w:rPr>
        <w:t>55</w:t>
      </w:r>
      <w:r w:rsidR="00B1523B" w:rsidRPr="00725BFC">
        <w:rPr>
          <w:rStyle w:val="Ppogrubienie"/>
        </w:rPr>
        <w:t>.</w:t>
      </w:r>
      <w:r w:rsidR="00B1523B" w:rsidRPr="00B1523B">
        <w:t xml:space="preserve"> 1. Najwyższą władzą </w:t>
      </w:r>
      <w:r w:rsidR="00304209">
        <w:t>r</w:t>
      </w:r>
      <w:r w:rsidR="00B1523B" w:rsidRPr="00B1523B">
        <w:t xml:space="preserve">egionalnej </w:t>
      </w:r>
      <w:r w:rsidR="00304209">
        <w:t>i</w:t>
      </w:r>
      <w:r w:rsidR="00B1523B" w:rsidRPr="00B1523B">
        <w:t xml:space="preserve">zby jest </w:t>
      </w:r>
      <w:r w:rsidR="00304209">
        <w:t>r</w:t>
      </w:r>
      <w:r w:rsidR="00B1523B" w:rsidRPr="00B1523B">
        <w:t xml:space="preserve">egionalny </w:t>
      </w:r>
      <w:r w:rsidR="00304209">
        <w:t>z</w:t>
      </w:r>
      <w:r w:rsidR="00B1523B" w:rsidRPr="00B1523B">
        <w:t>jazd</w:t>
      </w:r>
      <w:bookmarkStart w:id="257" w:name="mip49196616"/>
      <w:bookmarkEnd w:id="257"/>
      <w:r w:rsidR="00B1523B" w:rsidRPr="00B1523B">
        <w:t>.</w:t>
      </w:r>
    </w:p>
    <w:p w14:paraId="02F7242D" w14:textId="0411BBE5" w:rsidR="00B1523B" w:rsidRPr="00B1523B" w:rsidRDefault="00B1523B" w:rsidP="00725BFC">
      <w:pPr>
        <w:pStyle w:val="USTustnpkodeksu"/>
      </w:pPr>
      <w:r w:rsidRPr="00B1523B">
        <w:t xml:space="preserve">2. W </w:t>
      </w:r>
      <w:r w:rsidR="00304209">
        <w:t>r</w:t>
      </w:r>
      <w:r w:rsidRPr="00B1523B">
        <w:t xml:space="preserve">egionalnym </w:t>
      </w:r>
      <w:r w:rsidR="00304209">
        <w:t>z</w:t>
      </w:r>
      <w:r w:rsidRPr="00B1523B">
        <w:t xml:space="preserve">jeździe </w:t>
      </w:r>
      <w:r w:rsidR="004D75AE" w:rsidRPr="004D75AE">
        <w:t>biorą udział delegaci</w:t>
      </w:r>
      <w:r w:rsidR="00327815">
        <w:t>, o których mowa w art. 35 ust. 3 pkt 2</w:t>
      </w:r>
      <w:r w:rsidRPr="00B1523B">
        <w:t>.</w:t>
      </w:r>
    </w:p>
    <w:p w14:paraId="601230DE" w14:textId="77777777" w:rsidR="00276599" w:rsidRDefault="00B1523B" w:rsidP="005D2A1B">
      <w:pPr>
        <w:pStyle w:val="USTustnpkodeksu"/>
      </w:pPr>
      <w:r w:rsidRPr="00B1523B">
        <w:t xml:space="preserve">3. Regionalny </w:t>
      </w:r>
      <w:r w:rsidR="00304209">
        <w:t>z</w:t>
      </w:r>
      <w:r w:rsidRPr="00B1523B">
        <w:t xml:space="preserve">jazd zwołuje </w:t>
      </w:r>
      <w:r w:rsidR="00304209">
        <w:t>r</w:t>
      </w:r>
      <w:r w:rsidRPr="00B1523B">
        <w:t xml:space="preserve">egionalna </w:t>
      </w:r>
      <w:r w:rsidR="00304209">
        <w:t>r</w:t>
      </w:r>
      <w:r w:rsidRPr="00B1523B">
        <w:t>ada.</w:t>
      </w:r>
      <w:r w:rsidR="007E7677">
        <w:t xml:space="preserve"> </w:t>
      </w:r>
      <w:r w:rsidR="007E7677" w:rsidRPr="00543649">
        <w:t xml:space="preserve">Przepis art. </w:t>
      </w:r>
      <w:r w:rsidR="00551063">
        <w:t>44</w:t>
      </w:r>
      <w:r w:rsidR="00551063" w:rsidRPr="00543649">
        <w:t xml:space="preserve"> </w:t>
      </w:r>
      <w:r w:rsidR="007E7677" w:rsidRPr="00543649">
        <w:t>stosuje się odpowiednio.</w:t>
      </w:r>
    </w:p>
    <w:p w14:paraId="5E33757D" w14:textId="11E6D8A7" w:rsidR="00B1523B" w:rsidRPr="00B1523B" w:rsidRDefault="005D2A1B" w:rsidP="005D2A1B">
      <w:pPr>
        <w:pStyle w:val="USTustnpkodeksu"/>
      </w:pPr>
      <w:r>
        <w:t xml:space="preserve">4. </w:t>
      </w:r>
      <w:r w:rsidR="007977E6">
        <w:t>O</w:t>
      </w:r>
      <w:r w:rsidR="007977E6" w:rsidRPr="0006465D">
        <w:t>głoszenie</w:t>
      </w:r>
      <w:r w:rsidR="007977E6">
        <w:t xml:space="preserve"> </w:t>
      </w:r>
      <w:bookmarkStart w:id="258" w:name="_Hlk169862427"/>
      <w:r w:rsidR="00493B15">
        <w:t xml:space="preserve">o zwołaniu regionalnego zjazdu </w:t>
      </w:r>
      <w:bookmarkEnd w:id="258"/>
      <w:r w:rsidR="007977E6">
        <w:t xml:space="preserve">zamieszcza się na stronie internetowej </w:t>
      </w:r>
      <w:r w:rsidR="00304209">
        <w:t>r</w:t>
      </w:r>
      <w:r w:rsidR="007977E6">
        <w:t xml:space="preserve">egionalnej </w:t>
      </w:r>
      <w:r w:rsidR="00304209">
        <w:t>i</w:t>
      </w:r>
      <w:r w:rsidR="007977E6" w:rsidRPr="003D57A6">
        <w:t>zby</w:t>
      </w:r>
      <w:r w:rsidR="007977E6">
        <w:t>.</w:t>
      </w:r>
    </w:p>
    <w:p w14:paraId="772F1D84" w14:textId="214992CB" w:rsidR="00B1523B" w:rsidRPr="00B1523B" w:rsidRDefault="00A24E01" w:rsidP="00B1523B">
      <w:pPr>
        <w:pStyle w:val="ARTartustawynprozporzdzenia"/>
      </w:pPr>
      <w:bookmarkStart w:id="259" w:name="mip49196617"/>
      <w:bookmarkEnd w:id="259"/>
      <w:r>
        <w:rPr>
          <w:rStyle w:val="Ppogrubienie"/>
        </w:rPr>
        <w:t xml:space="preserve">Art. </w:t>
      </w:r>
      <w:r w:rsidR="00A372DC">
        <w:rPr>
          <w:rStyle w:val="Ppogrubienie"/>
        </w:rPr>
        <w:t>56</w:t>
      </w:r>
      <w:r w:rsidR="00B1523B" w:rsidRPr="00725BFC">
        <w:rPr>
          <w:rStyle w:val="Ppogrubienie"/>
        </w:rPr>
        <w:t>.</w:t>
      </w:r>
      <w:r w:rsidR="00B1523B" w:rsidRPr="00B1523B">
        <w:t xml:space="preserve"> </w:t>
      </w:r>
      <w:bookmarkStart w:id="260" w:name="mip49196618"/>
      <w:bookmarkStart w:id="261" w:name="highlightHit_180"/>
      <w:bookmarkStart w:id="262" w:name="mip49196619"/>
      <w:bookmarkStart w:id="263" w:name="mip49196620"/>
      <w:bookmarkEnd w:id="260"/>
      <w:bookmarkEnd w:id="261"/>
      <w:bookmarkEnd w:id="262"/>
      <w:bookmarkEnd w:id="263"/>
      <w:r w:rsidR="00B1523B" w:rsidRPr="00B1523B">
        <w:t xml:space="preserve">Do </w:t>
      </w:r>
      <w:r w:rsidR="00F479FA">
        <w:t>r</w:t>
      </w:r>
      <w:r w:rsidR="00B1523B" w:rsidRPr="00B1523B">
        <w:t xml:space="preserve">egionalnego </w:t>
      </w:r>
      <w:r w:rsidR="00F479FA">
        <w:t>z</w:t>
      </w:r>
      <w:r w:rsidR="00B1523B" w:rsidRPr="00B1523B">
        <w:t>jazdu należy:</w:t>
      </w:r>
    </w:p>
    <w:p w14:paraId="71831F17" w14:textId="6A611FC3" w:rsidR="007E4A9E" w:rsidRDefault="00725BFC" w:rsidP="00725BFC">
      <w:pPr>
        <w:pStyle w:val="PKTpunkt"/>
      </w:pPr>
      <w:bookmarkStart w:id="264" w:name="mip49196622"/>
      <w:bookmarkEnd w:id="264"/>
      <w:r>
        <w:t xml:space="preserve">1) </w:t>
      </w:r>
      <w:r w:rsidR="007E4A9E">
        <w:t xml:space="preserve">kierowanie działalnością </w:t>
      </w:r>
      <w:r w:rsidR="00F479FA">
        <w:t>r</w:t>
      </w:r>
      <w:r w:rsidR="007E4A9E">
        <w:t xml:space="preserve">egionalnej </w:t>
      </w:r>
      <w:r w:rsidR="00F479FA">
        <w:t>i</w:t>
      </w:r>
      <w:r w:rsidR="007E4A9E">
        <w:t>zby;</w:t>
      </w:r>
    </w:p>
    <w:p w14:paraId="1E847D18" w14:textId="73BA5940" w:rsidR="00D77259" w:rsidRDefault="003027F8" w:rsidP="00725BFC">
      <w:pPr>
        <w:pStyle w:val="PKTpunkt"/>
      </w:pPr>
      <w:r>
        <w:t xml:space="preserve">2) </w:t>
      </w:r>
      <w:r w:rsidR="002F1BEF">
        <w:t xml:space="preserve">wybór </w:t>
      </w:r>
      <w:r w:rsidR="00321B18">
        <w:t>i odwoływanie</w:t>
      </w:r>
      <w:r w:rsidR="00D77259">
        <w:t>:</w:t>
      </w:r>
    </w:p>
    <w:p w14:paraId="5DF31C9D" w14:textId="2426B6DF" w:rsidR="003027F8" w:rsidRDefault="00057900" w:rsidP="00057900">
      <w:pPr>
        <w:pStyle w:val="LITlitera"/>
      </w:pPr>
      <w:r>
        <w:t xml:space="preserve">a) </w:t>
      </w:r>
      <w:r w:rsidR="003027F8">
        <w:t>członk</w:t>
      </w:r>
      <w:r w:rsidR="00865785">
        <w:t>a</w:t>
      </w:r>
      <w:r w:rsidR="003027F8">
        <w:t xml:space="preserve"> Krajowe</w:t>
      </w:r>
      <w:r w:rsidR="00321B18">
        <w:t>j</w:t>
      </w:r>
      <w:r w:rsidR="003027F8">
        <w:t xml:space="preserve"> Rady</w:t>
      </w:r>
      <w:r w:rsidR="00D77259">
        <w:t>, o który</w:t>
      </w:r>
      <w:r w:rsidR="00865785">
        <w:t>m</w:t>
      </w:r>
      <w:r w:rsidR="00D77259">
        <w:t xml:space="preserve"> mowa w art.</w:t>
      </w:r>
      <w:r w:rsidR="00DB7AB6">
        <w:t xml:space="preserve"> </w:t>
      </w:r>
      <w:r w:rsidR="00551063">
        <w:t xml:space="preserve">48 </w:t>
      </w:r>
      <w:r w:rsidR="00DD1778">
        <w:t>ust. 1</w:t>
      </w:r>
      <w:r w:rsidR="00DB7AB6">
        <w:t xml:space="preserve"> pkt 1</w:t>
      </w:r>
      <w:r w:rsidR="004A12A4">
        <w:t>,</w:t>
      </w:r>
    </w:p>
    <w:p w14:paraId="46E893D9" w14:textId="170BFAD7" w:rsidR="00C27E94" w:rsidRDefault="00057900" w:rsidP="00057900">
      <w:pPr>
        <w:pStyle w:val="LITlitera"/>
      </w:pPr>
      <w:r>
        <w:t xml:space="preserve">b) </w:t>
      </w:r>
      <w:bookmarkStart w:id="265" w:name="_Hlk102052374"/>
      <w:r w:rsidR="00C27E94">
        <w:t>P</w:t>
      </w:r>
      <w:r w:rsidR="00C27E94" w:rsidRPr="00C27E94">
        <w:t xml:space="preserve">rezesa </w:t>
      </w:r>
      <w:r w:rsidR="00F479FA">
        <w:t>r</w:t>
      </w:r>
      <w:r w:rsidR="00C27E94">
        <w:t>egionalne</w:t>
      </w:r>
      <w:r w:rsidR="00C27E94" w:rsidRPr="00C27E94">
        <w:t xml:space="preserve">j </w:t>
      </w:r>
      <w:r w:rsidR="00F479FA">
        <w:t>r</w:t>
      </w:r>
      <w:r w:rsidR="00C27E94" w:rsidRPr="00C27E94">
        <w:t xml:space="preserve">ady </w:t>
      </w:r>
      <w:r w:rsidR="00385A46">
        <w:t>oraz</w:t>
      </w:r>
      <w:r w:rsidR="00C27E94" w:rsidRPr="00C27E94">
        <w:t xml:space="preserve"> członków </w:t>
      </w:r>
      <w:r w:rsidR="00F479FA">
        <w:t>r</w:t>
      </w:r>
      <w:r w:rsidR="00385A46">
        <w:t>egionalnej</w:t>
      </w:r>
      <w:r w:rsidR="00C27E94" w:rsidRPr="00C27E94">
        <w:t xml:space="preserve"> </w:t>
      </w:r>
      <w:r w:rsidR="00F479FA">
        <w:t>r</w:t>
      </w:r>
      <w:r w:rsidR="00C27E94" w:rsidRPr="00C27E94">
        <w:t>ady</w:t>
      </w:r>
      <w:bookmarkEnd w:id="265"/>
      <w:r w:rsidR="004A12A4">
        <w:t>,</w:t>
      </w:r>
    </w:p>
    <w:p w14:paraId="7FA3BCDB" w14:textId="3D893F5B" w:rsidR="00C27E94" w:rsidRDefault="00057900" w:rsidP="00057900">
      <w:pPr>
        <w:pStyle w:val="LITlitera"/>
      </w:pPr>
      <w:r>
        <w:t xml:space="preserve">c) </w:t>
      </w:r>
      <w:r w:rsidR="00F479FA">
        <w:t>r</w:t>
      </w:r>
      <w:r w:rsidR="00263BBA">
        <w:t xml:space="preserve">egionalnej </w:t>
      </w:r>
      <w:r w:rsidR="00F479FA">
        <w:t>k</w:t>
      </w:r>
      <w:r w:rsidR="00263BBA">
        <w:t xml:space="preserve">omisji </w:t>
      </w:r>
      <w:r w:rsidR="00F479FA">
        <w:t>r</w:t>
      </w:r>
      <w:r w:rsidR="00263BBA">
        <w:t xml:space="preserve">ewizyjnej, </w:t>
      </w:r>
      <w:r w:rsidR="00F479FA">
        <w:t>r</w:t>
      </w:r>
      <w:r w:rsidR="00263BBA">
        <w:t>egionalne</w:t>
      </w:r>
      <w:r w:rsidR="005A69A9">
        <w:t>go sądu</w:t>
      </w:r>
      <w:r w:rsidR="00263BBA">
        <w:t xml:space="preserve"> </w:t>
      </w:r>
      <w:r w:rsidR="00F479FA">
        <w:t>d</w:t>
      </w:r>
      <w:r w:rsidR="00263BBA">
        <w:t>yscyplinarne</w:t>
      </w:r>
      <w:r w:rsidR="005A69A9">
        <w:t>go</w:t>
      </w:r>
      <w:r w:rsidR="00263BBA">
        <w:t xml:space="preserve"> i członków tych organów</w:t>
      </w:r>
      <w:r w:rsidR="004A12A4">
        <w:t>,</w:t>
      </w:r>
      <w:r w:rsidR="005525C1">
        <w:t xml:space="preserve"> w tym Prezesa </w:t>
      </w:r>
      <w:r w:rsidR="005525C1" w:rsidRPr="005525C1">
        <w:t>regionalnego sądu dyscyplinarnego</w:t>
      </w:r>
      <w:r w:rsidR="005525C1">
        <w:t>,</w:t>
      </w:r>
    </w:p>
    <w:p w14:paraId="4D7D1E10" w14:textId="19DEE7AA" w:rsidR="00865785" w:rsidRPr="00C27E94" w:rsidRDefault="00865785" w:rsidP="00057900">
      <w:pPr>
        <w:pStyle w:val="LITlitera"/>
      </w:pPr>
      <w:r>
        <w:t xml:space="preserve">d) </w:t>
      </w:r>
      <w:r w:rsidR="00F479FA">
        <w:t>r</w:t>
      </w:r>
      <w:r>
        <w:t xml:space="preserve">egionalnego </w:t>
      </w:r>
      <w:r w:rsidR="00F479FA">
        <w:t>r</w:t>
      </w:r>
      <w:r>
        <w:t xml:space="preserve">zecznika </w:t>
      </w:r>
      <w:r w:rsidR="00F479FA">
        <w:t>d</w:t>
      </w:r>
      <w:r>
        <w:t>yscyplinarnego</w:t>
      </w:r>
      <w:r w:rsidR="00EC0558">
        <w:t xml:space="preserve"> i jego zastępców</w:t>
      </w:r>
      <w:r>
        <w:t>;</w:t>
      </w:r>
    </w:p>
    <w:p w14:paraId="658C5161" w14:textId="37CCB229" w:rsidR="00B1523B" w:rsidRDefault="00057900" w:rsidP="00725BFC">
      <w:pPr>
        <w:pStyle w:val="PKTpunkt"/>
      </w:pPr>
      <w:r>
        <w:t>3</w:t>
      </w:r>
      <w:r w:rsidR="007E4A9E">
        <w:t xml:space="preserve">) </w:t>
      </w:r>
      <w:bookmarkStart w:id="266" w:name="_Hlk102052431"/>
      <w:r w:rsidR="00B1523B" w:rsidRPr="00725BFC">
        <w:t>podejmowanie uchwał w sprawach objętych zakresem działania</w:t>
      </w:r>
      <w:r w:rsidR="00865785">
        <w:t xml:space="preserve"> </w:t>
      </w:r>
      <w:r w:rsidR="00F479FA">
        <w:t>r</w:t>
      </w:r>
      <w:r w:rsidR="00865785">
        <w:t xml:space="preserve">egionalnej </w:t>
      </w:r>
      <w:r w:rsidR="00F479FA">
        <w:t>i</w:t>
      </w:r>
      <w:r w:rsidR="00865785">
        <w:t>zby</w:t>
      </w:r>
      <w:bookmarkEnd w:id="266"/>
      <w:r w:rsidR="00B1523B" w:rsidRPr="00725BFC">
        <w:t>;</w:t>
      </w:r>
    </w:p>
    <w:p w14:paraId="3C657A2E" w14:textId="4F4EF2B0" w:rsidR="001E4455" w:rsidRPr="00725BFC" w:rsidRDefault="00057900" w:rsidP="00725BFC">
      <w:pPr>
        <w:pStyle w:val="PKTpunkt"/>
      </w:pPr>
      <w:r>
        <w:t>4</w:t>
      </w:r>
      <w:r w:rsidR="001E4455">
        <w:t xml:space="preserve">) </w:t>
      </w:r>
      <w:bookmarkStart w:id="267" w:name="_Hlk102052446"/>
      <w:r w:rsidR="001E4455">
        <w:t>uchwala</w:t>
      </w:r>
      <w:r w:rsidR="001E4455" w:rsidRPr="00725BFC">
        <w:t xml:space="preserve">nie regulaminu </w:t>
      </w:r>
      <w:r w:rsidR="00F479FA">
        <w:t>r</w:t>
      </w:r>
      <w:r w:rsidR="001E4455" w:rsidRPr="00725BFC">
        <w:t xml:space="preserve">egionalnej </w:t>
      </w:r>
      <w:r w:rsidR="00F479FA">
        <w:t>i</w:t>
      </w:r>
      <w:r w:rsidR="001E4455" w:rsidRPr="00725BFC">
        <w:t>zby</w:t>
      </w:r>
      <w:bookmarkEnd w:id="267"/>
      <w:r w:rsidR="001E4455">
        <w:t>;</w:t>
      </w:r>
    </w:p>
    <w:p w14:paraId="7603AABB" w14:textId="7C4261B9" w:rsidR="00BF32F4" w:rsidRDefault="00057900" w:rsidP="00725BFC">
      <w:pPr>
        <w:pStyle w:val="PKTpunkt"/>
      </w:pPr>
      <w:bookmarkStart w:id="268" w:name="mip49196623"/>
      <w:bookmarkEnd w:id="268"/>
      <w:r>
        <w:t>5</w:t>
      </w:r>
      <w:r w:rsidR="00725BFC">
        <w:t xml:space="preserve">) </w:t>
      </w:r>
      <w:bookmarkStart w:id="269" w:name="_Hlk102052461"/>
      <w:r w:rsidR="005743D1">
        <w:t>uchwala</w:t>
      </w:r>
      <w:r w:rsidR="00B1523B" w:rsidRPr="00725BFC">
        <w:t>nie budżetu</w:t>
      </w:r>
      <w:r w:rsidR="00F40C6B">
        <w:t xml:space="preserve"> oraz</w:t>
      </w:r>
      <w:r w:rsidR="00B1523B" w:rsidRPr="00725BFC">
        <w:t xml:space="preserve"> ustalanie zasad gospodarki finansowej </w:t>
      </w:r>
      <w:r w:rsidR="0036359D">
        <w:t>r</w:t>
      </w:r>
      <w:r w:rsidR="0031295C">
        <w:t xml:space="preserve">egionalnej </w:t>
      </w:r>
      <w:r w:rsidR="0036359D">
        <w:t>i</w:t>
      </w:r>
      <w:r w:rsidR="00B1523B" w:rsidRPr="00725BFC">
        <w:t>zby</w:t>
      </w:r>
      <w:r w:rsidR="00BF32F4">
        <w:t>;</w:t>
      </w:r>
    </w:p>
    <w:p w14:paraId="531ADCF7" w14:textId="20EBA6B0" w:rsidR="00B1523B" w:rsidRPr="00725BFC" w:rsidRDefault="00BF32F4" w:rsidP="00BF32F4">
      <w:pPr>
        <w:pStyle w:val="PKTpunkt"/>
      </w:pPr>
      <w:r>
        <w:t>6)</w:t>
      </w:r>
      <w:r w:rsidR="00B1523B" w:rsidRPr="00725BFC">
        <w:t xml:space="preserve"> rozpatrywanie i zatwier</w:t>
      </w:r>
      <w:r w:rsidR="005743D1">
        <w:t>dza</w:t>
      </w:r>
      <w:r w:rsidR="00B1523B" w:rsidRPr="00725BFC">
        <w:t>nie sprawozda</w:t>
      </w:r>
      <w:r w:rsidR="00AE7474">
        <w:t>nia</w:t>
      </w:r>
      <w:r w:rsidR="00B1523B" w:rsidRPr="00725BFC">
        <w:t xml:space="preserve"> </w:t>
      </w:r>
      <w:r w:rsidR="0036359D">
        <w:t>r</w:t>
      </w:r>
      <w:r w:rsidR="00B1523B" w:rsidRPr="00725BFC">
        <w:t xml:space="preserve">egionalnej </w:t>
      </w:r>
      <w:r w:rsidR="0036359D">
        <w:t>r</w:t>
      </w:r>
      <w:r w:rsidR="00B1523B" w:rsidRPr="00725BFC">
        <w:t>ady z wykonania</w:t>
      </w:r>
      <w:bookmarkEnd w:id="269"/>
      <w:r>
        <w:t xml:space="preserve"> budżetu</w:t>
      </w:r>
      <w:r w:rsidR="00B1523B" w:rsidRPr="00725BFC">
        <w:t>;</w:t>
      </w:r>
    </w:p>
    <w:p w14:paraId="244A3B6E" w14:textId="0FD9653D" w:rsidR="00B1523B" w:rsidRPr="00725BFC" w:rsidRDefault="00BF32F4" w:rsidP="001E4455">
      <w:pPr>
        <w:pStyle w:val="PKTpunkt"/>
      </w:pPr>
      <w:bookmarkStart w:id="270" w:name="mip49196624"/>
      <w:bookmarkStart w:id="271" w:name="mip49196625"/>
      <w:bookmarkStart w:id="272" w:name="mip49196626"/>
      <w:bookmarkStart w:id="273" w:name="mip49196627"/>
      <w:bookmarkStart w:id="274" w:name="mip49196628"/>
      <w:bookmarkStart w:id="275" w:name="mip49196629"/>
      <w:bookmarkEnd w:id="270"/>
      <w:bookmarkEnd w:id="271"/>
      <w:bookmarkEnd w:id="272"/>
      <w:bookmarkEnd w:id="273"/>
      <w:bookmarkEnd w:id="274"/>
      <w:bookmarkEnd w:id="275"/>
      <w:r>
        <w:t>7</w:t>
      </w:r>
      <w:r w:rsidR="00725BFC">
        <w:t xml:space="preserve">) </w:t>
      </w:r>
      <w:bookmarkStart w:id="276" w:name="_Hlk102052478"/>
      <w:r w:rsidR="001E4455" w:rsidRPr="00725BFC">
        <w:t>rozpatrywani</w:t>
      </w:r>
      <w:r w:rsidR="001E4455">
        <w:t>e</w:t>
      </w:r>
      <w:r w:rsidR="001E4455" w:rsidRPr="00725BFC">
        <w:t xml:space="preserve"> i zatwierdzani</w:t>
      </w:r>
      <w:r w:rsidR="001E4455">
        <w:t>e</w:t>
      </w:r>
      <w:r w:rsidR="001E4455" w:rsidRPr="00725BFC">
        <w:t xml:space="preserve"> sprawozdań</w:t>
      </w:r>
      <w:r w:rsidR="001E4455">
        <w:t xml:space="preserve"> oraz</w:t>
      </w:r>
      <w:r w:rsidR="001E4455" w:rsidRPr="00725BFC">
        <w:t xml:space="preserve"> </w:t>
      </w:r>
      <w:r w:rsidR="005743D1" w:rsidRPr="00725BFC">
        <w:t>u</w:t>
      </w:r>
      <w:r w:rsidR="005743D1">
        <w:t>dziel</w:t>
      </w:r>
      <w:r w:rsidR="005743D1" w:rsidRPr="00725BFC">
        <w:t xml:space="preserve">anie absolutorium </w:t>
      </w:r>
      <w:r w:rsidR="0036359D">
        <w:t>r</w:t>
      </w:r>
      <w:r w:rsidR="005743D1" w:rsidRPr="00725BFC">
        <w:t xml:space="preserve">egionalnej </w:t>
      </w:r>
      <w:r w:rsidR="0036359D">
        <w:t>r</w:t>
      </w:r>
      <w:r w:rsidR="005743D1" w:rsidRPr="00725BFC">
        <w:t>ad</w:t>
      </w:r>
      <w:r w:rsidR="005743D1">
        <w:t>zie</w:t>
      </w:r>
      <w:r w:rsidR="005743D1" w:rsidRPr="00725BFC">
        <w:t xml:space="preserve">, </w:t>
      </w:r>
      <w:r w:rsidR="0036359D">
        <w:t>r</w:t>
      </w:r>
      <w:r w:rsidR="004E4E49">
        <w:t xml:space="preserve">egionalnej </w:t>
      </w:r>
      <w:r w:rsidR="0036359D">
        <w:t>k</w:t>
      </w:r>
      <w:r w:rsidR="005743D1" w:rsidRPr="00725BFC">
        <w:t xml:space="preserve">omisji </w:t>
      </w:r>
      <w:r w:rsidR="0036359D">
        <w:t>r</w:t>
      </w:r>
      <w:r w:rsidR="005743D1" w:rsidRPr="00725BFC">
        <w:t xml:space="preserve">ewizyjnej, </w:t>
      </w:r>
      <w:r w:rsidR="0036359D">
        <w:t>r</w:t>
      </w:r>
      <w:r w:rsidR="004E4E49">
        <w:t>egionaln</w:t>
      </w:r>
      <w:r w:rsidR="008B50AF">
        <w:t>emu</w:t>
      </w:r>
      <w:r w:rsidR="005A69A9">
        <w:t xml:space="preserve"> sąd</w:t>
      </w:r>
      <w:r w:rsidR="008B50AF">
        <w:t>owi</w:t>
      </w:r>
      <w:r w:rsidR="005743D1" w:rsidRPr="00725BFC">
        <w:t xml:space="preserve"> </w:t>
      </w:r>
      <w:r w:rsidR="0036359D">
        <w:t>d</w:t>
      </w:r>
      <w:r w:rsidR="005743D1" w:rsidRPr="00725BFC">
        <w:t>yscyplinarne</w:t>
      </w:r>
      <w:r w:rsidR="008B50AF">
        <w:t>mu</w:t>
      </w:r>
      <w:r w:rsidR="005743D1" w:rsidRPr="00725BFC">
        <w:t xml:space="preserve"> i </w:t>
      </w:r>
      <w:r w:rsidR="0036359D">
        <w:t>r</w:t>
      </w:r>
      <w:r w:rsidR="004E4E49">
        <w:t xml:space="preserve">egionalnemu </w:t>
      </w:r>
      <w:r w:rsidR="0036359D">
        <w:t>r</w:t>
      </w:r>
      <w:r w:rsidR="005743D1" w:rsidRPr="00725BFC">
        <w:t>zecznik</w:t>
      </w:r>
      <w:r w:rsidR="005743D1">
        <w:t>owi</w:t>
      </w:r>
      <w:r w:rsidR="005743D1" w:rsidRPr="00725BFC">
        <w:t xml:space="preserve"> </w:t>
      </w:r>
      <w:r w:rsidR="0036359D">
        <w:t>d</w:t>
      </w:r>
      <w:r w:rsidR="005743D1" w:rsidRPr="00725BFC">
        <w:t>yscyplinarne</w:t>
      </w:r>
      <w:r w:rsidR="005743D1">
        <w:t>mu</w:t>
      </w:r>
      <w:bookmarkEnd w:id="276"/>
      <w:r w:rsidR="004C227A">
        <w:t>.</w:t>
      </w:r>
    </w:p>
    <w:p w14:paraId="4ED6B4C4" w14:textId="5A8F05BA" w:rsidR="00B1523B" w:rsidRPr="00B1523B" w:rsidRDefault="00A24E01" w:rsidP="008B50AF">
      <w:pPr>
        <w:pStyle w:val="ARTartustawynprozporzdzenia"/>
      </w:pPr>
      <w:bookmarkStart w:id="277" w:name="mip49196630"/>
      <w:bookmarkEnd w:id="277"/>
      <w:r>
        <w:rPr>
          <w:rStyle w:val="Ppogrubienie"/>
        </w:rPr>
        <w:t xml:space="preserve">Art. </w:t>
      </w:r>
      <w:r w:rsidR="00A372DC">
        <w:rPr>
          <w:rStyle w:val="Ppogrubienie"/>
        </w:rPr>
        <w:t>57</w:t>
      </w:r>
      <w:r w:rsidR="00B1523B" w:rsidRPr="00745823">
        <w:rPr>
          <w:rStyle w:val="Ppogrubienie"/>
        </w:rPr>
        <w:t>.</w:t>
      </w:r>
      <w:r w:rsidR="009226D4">
        <w:t xml:space="preserve"> 1. Nadzwyczajn</w:t>
      </w:r>
      <w:r w:rsidR="00865785">
        <w:t>y</w:t>
      </w:r>
      <w:r w:rsidR="009226D4">
        <w:t xml:space="preserve"> </w:t>
      </w:r>
      <w:bookmarkStart w:id="278" w:name="_Hlk102052594"/>
      <w:r w:rsidR="00FD56AD">
        <w:t>r</w:t>
      </w:r>
      <w:r w:rsidR="009226D4">
        <w:t>egionaln</w:t>
      </w:r>
      <w:r w:rsidR="00865785">
        <w:t>y</w:t>
      </w:r>
      <w:r w:rsidR="00B1523B" w:rsidRPr="00B1523B">
        <w:t xml:space="preserve"> </w:t>
      </w:r>
      <w:r w:rsidR="00FD56AD">
        <w:t>z</w:t>
      </w:r>
      <w:r w:rsidR="00B1523B" w:rsidRPr="00B1523B">
        <w:t xml:space="preserve">jazd </w:t>
      </w:r>
      <w:bookmarkStart w:id="279" w:name="highlightHit_188"/>
      <w:bookmarkEnd w:id="279"/>
      <w:r w:rsidR="00B1523B" w:rsidRPr="00B1523B">
        <w:t xml:space="preserve">zwołuje </w:t>
      </w:r>
      <w:r w:rsidR="00FD56AD">
        <w:t>r</w:t>
      </w:r>
      <w:r w:rsidR="00B1523B" w:rsidRPr="00B1523B">
        <w:t xml:space="preserve">egionalna </w:t>
      </w:r>
      <w:r w:rsidR="00FD56AD">
        <w:t>r</w:t>
      </w:r>
      <w:r w:rsidR="00B1523B" w:rsidRPr="00B1523B">
        <w:t>ada z własnej inicjatywy lub na wniosek</w:t>
      </w:r>
      <w:bookmarkEnd w:id="278"/>
      <w:r w:rsidR="00B1523B" w:rsidRPr="00B1523B">
        <w:t>:</w:t>
      </w:r>
    </w:p>
    <w:p w14:paraId="1DE199D3" w14:textId="03AB816B" w:rsidR="00B1523B" w:rsidRPr="00B1523B" w:rsidRDefault="00725BFC">
      <w:pPr>
        <w:pStyle w:val="PKTpunkt"/>
      </w:pPr>
      <w:bookmarkStart w:id="280" w:name="mip49196632"/>
      <w:bookmarkEnd w:id="280"/>
      <w:r>
        <w:t xml:space="preserve">1) </w:t>
      </w:r>
      <w:bookmarkStart w:id="281" w:name="_Hlk102052652"/>
      <w:r w:rsidR="00FD56AD">
        <w:t>r</w:t>
      </w:r>
      <w:r w:rsidR="00B1523B" w:rsidRPr="00B1523B">
        <w:t xml:space="preserve">egionalnej </w:t>
      </w:r>
      <w:r w:rsidR="00FD56AD">
        <w:t>k</w:t>
      </w:r>
      <w:r w:rsidR="00B1523B" w:rsidRPr="00B1523B">
        <w:t xml:space="preserve">omisji </w:t>
      </w:r>
      <w:r w:rsidR="00FD56AD">
        <w:t>r</w:t>
      </w:r>
      <w:r w:rsidR="00B1523B" w:rsidRPr="00B1523B">
        <w:t>ewizyjnej</w:t>
      </w:r>
      <w:bookmarkEnd w:id="281"/>
      <w:r w:rsidR="00E52418">
        <w:t>,</w:t>
      </w:r>
    </w:p>
    <w:p w14:paraId="72D6E63A" w14:textId="6590961F" w:rsidR="00B1523B" w:rsidRPr="00B1523B" w:rsidRDefault="008102D9" w:rsidP="00B1523B">
      <w:pPr>
        <w:pStyle w:val="PKTpunkt"/>
      </w:pPr>
      <w:r>
        <w:t>2</w:t>
      </w:r>
      <w:r w:rsidR="00725BFC">
        <w:t xml:space="preserve">) </w:t>
      </w:r>
      <w:bookmarkStart w:id="282" w:name="_Hlk102052671"/>
      <w:r w:rsidR="00B1523B" w:rsidRPr="00B1523B">
        <w:t xml:space="preserve">co najmniej </w:t>
      </w:r>
      <w:r w:rsidR="004C227A">
        <w:t>10%</w:t>
      </w:r>
      <w:r w:rsidR="00B1523B" w:rsidRPr="00B1523B">
        <w:t xml:space="preserve"> członków </w:t>
      </w:r>
      <w:r w:rsidR="00FD56AD">
        <w:t>r</w:t>
      </w:r>
      <w:r w:rsidR="00B1523B" w:rsidRPr="00B1523B">
        <w:t xml:space="preserve">egionalnej </w:t>
      </w:r>
      <w:r w:rsidR="00FD56AD">
        <w:t>i</w:t>
      </w:r>
      <w:r w:rsidR="00B1523B" w:rsidRPr="00B1523B">
        <w:t>zby</w:t>
      </w:r>
      <w:bookmarkEnd w:id="282"/>
      <w:r w:rsidR="00E52418">
        <w:t>,</w:t>
      </w:r>
    </w:p>
    <w:p w14:paraId="394B3036" w14:textId="77777777" w:rsidR="00436C11" w:rsidRDefault="008102D9" w:rsidP="00B1523B">
      <w:pPr>
        <w:pStyle w:val="PKTpunkt"/>
      </w:pPr>
      <w:r>
        <w:t>3</w:t>
      </w:r>
      <w:r w:rsidR="00725BFC">
        <w:t xml:space="preserve">) </w:t>
      </w:r>
      <w:bookmarkStart w:id="283" w:name="_Hlk102052692"/>
      <w:r w:rsidR="00B1523B" w:rsidRPr="00B1523B">
        <w:t>ministra właściwego do spraw pracy</w:t>
      </w:r>
      <w:bookmarkEnd w:id="283"/>
    </w:p>
    <w:p w14:paraId="14856C40" w14:textId="05369541" w:rsidR="00436C11" w:rsidRPr="00436C11" w:rsidRDefault="00436C11" w:rsidP="00436C11">
      <w:pPr>
        <w:pStyle w:val="CZWSPPKTczwsplnapunktw"/>
      </w:pPr>
      <w:r w:rsidRPr="00436C11">
        <w:t xml:space="preserve"> </w:t>
      </w:r>
      <w:bookmarkStart w:id="284" w:name="_Hlk102052867"/>
      <w:r w:rsidR="00C6305F" w:rsidRPr="00B1523B">
        <w:t>–</w:t>
      </w:r>
      <w:r w:rsidR="00C6305F">
        <w:t xml:space="preserve"> </w:t>
      </w:r>
      <w:r w:rsidRPr="00436C11">
        <w:t xml:space="preserve">wskazujący proponowany porządek obrad lub konieczność podjęcia określonej uchwały </w:t>
      </w:r>
      <w:r w:rsidR="00A02BB4">
        <w:t>wraz z</w:t>
      </w:r>
      <w:r w:rsidRPr="00436C11">
        <w:t xml:space="preserve"> jej projekt</w:t>
      </w:r>
      <w:r w:rsidR="00A02BB4">
        <w:t>em</w:t>
      </w:r>
      <w:bookmarkEnd w:id="284"/>
      <w:r w:rsidRPr="00436C11">
        <w:t>.</w:t>
      </w:r>
    </w:p>
    <w:p w14:paraId="1B242237" w14:textId="589ABDD5" w:rsidR="00865785" w:rsidRDefault="00B1523B" w:rsidP="00EA21A9">
      <w:pPr>
        <w:pStyle w:val="USTustnpkodeksu"/>
      </w:pPr>
      <w:bookmarkStart w:id="285" w:name="mip49196635"/>
      <w:bookmarkEnd w:id="285"/>
      <w:r w:rsidRPr="00B1523B">
        <w:t xml:space="preserve">2. </w:t>
      </w:r>
      <w:bookmarkStart w:id="286" w:name="_Hlk102052784"/>
      <w:r w:rsidRPr="00B1523B">
        <w:t xml:space="preserve">Nadzwyczajny </w:t>
      </w:r>
      <w:r w:rsidR="00FD56AD">
        <w:t>r</w:t>
      </w:r>
      <w:r w:rsidRPr="00B1523B">
        <w:t xml:space="preserve">egionalny </w:t>
      </w:r>
      <w:r w:rsidR="00FD56AD">
        <w:t>z</w:t>
      </w:r>
      <w:r w:rsidRPr="00543649">
        <w:t xml:space="preserve">jazd </w:t>
      </w:r>
      <w:bookmarkStart w:id="287" w:name="highlightHit_190"/>
      <w:bookmarkEnd w:id="287"/>
      <w:r w:rsidRPr="00543649">
        <w:t xml:space="preserve">zwołuje się </w:t>
      </w:r>
      <w:r w:rsidR="0092136B" w:rsidRPr="003A4625">
        <w:t>w najbliższym możliwym terminie, nie później jednak niż</w:t>
      </w:r>
      <w:r w:rsidR="0092136B">
        <w:t xml:space="preserve"> </w:t>
      </w:r>
      <w:r w:rsidRPr="00543649">
        <w:t xml:space="preserve">w ciągu 30 dni od dnia </w:t>
      </w:r>
      <w:r w:rsidR="00D228C3">
        <w:t>doręczenia</w:t>
      </w:r>
      <w:r w:rsidR="00D228C3" w:rsidRPr="00543649">
        <w:t xml:space="preserve"> </w:t>
      </w:r>
      <w:r w:rsidRPr="00543649">
        <w:t>wniosku</w:t>
      </w:r>
      <w:bookmarkEnd w:id="286"/>
      <w:r w:rsidR="00865785">
        <w:t>.</w:t>
      </w:r>
    </w:p>
    <w:p w14:paraId="268BDBD3" w14:textId="73C348F0" w:rsidR="00AD6892" w:rsidRDefault="00865785" w:rsidP="00EA21A9">
      <w:pPr>
        <w:pStyle w:val="USTustnpkodeksu"/>
      </w:pPr>
      <w:r>
        <w:t>3.</w:t>
      </w:r>
      <w:r w:rsidR="00305CA2">
        <w:t xml:space="preserve"> </w:t>
      </w:r>
      <w:r w:rsidR="00AD6892" w:rsidRPr="00B1523B">
        <w:t xml:space="preserve">Nadzwyczajny </w:t>
      </w:r>
      <w:r w:rsidR="00FD56AD">
        <w:t>r</w:t>
      </w:r>
      <w:r w:rsidR="00AD6892" w:rsidRPr="00B1523B">
        <w:t xml:space="preserve">egionalny </w:t>
      </w:r>
      <w:r w:rsidR="00FD56AD">
        <w:t>z</w:t>
      </w:r>
      <w:r w:rsidR="00AD6892" w:rsidRPr="00543649">
        <w:t>jazd</w:t>
      </w:r>
      <w:r w:rsidR="00305CA2" w:rsidRPr="00FB253C">
        <w:t xml:space="preserve"> obraduje nad sprawami, dla których został zwołany</w:t>
      </w:r>
      <w:r w:rsidR="00B1523B" w:rsidRPr="00543649">
        <w:t>.</w:t>
      </w:r>
      <w:bookmarkStart w:id="288" w:name="mip49196636"/>
      <w:bookmarkEnd w:id="288"/>
    </w:p>
    <w:p w14:paraId="0F53A276" w14:textId="0581666B" w:rsidR="00EA21A9" w:rsidRPr="00EA21A9" w:rsidRDefault="00AD6892" w:rsidP="00EA21A9">
      <w:pPr>
        <w:pStyle w:val="USTustnpkodeksu"/>
      </w:pPr>
      <w:r>
        <w:t>4.</w:t>
      </w:r>
      <w:r w:rsidR="00436C11" w:rsidRPr="00543649">
        <w:t xml:space="preserve"> </w:t>
      </w:r>
      <w:bookmarkStart w:id="289" w:name="_Hlk102053064"/>
      <w:r w:rsidR="00EA21A9">
        <w:t xml:space="preserve">Delegatami na </w:t>
      </w:r>
      <w:r w:rsidR="00FD56AD">
        <w:t>n</w:t>
      </w:r>
      <w:r w:rsidR="00EA21A9">
        <w:t xml:space="preserve">adzwyczajny </w:t>
      </w:r>
      <w:r w:rsidR="00FD56AD">
        <w:t>r</w:t>
      </w:r>
      <w:r w:rsidR="00EA21A9">
        <w:t xml:space="preserve">egionalny </w:t>
      </w:r>
      <w:r w:rsidR="00FD56AD">
        <w:t>z</w:t>
      </w:r>
      <w:r w:rsidR="00EA21A9">
        <w:t xml:space="preserve">jazd są delegaci wybrani na </w:t>
      </w:r>
      <w:bookmarkEnd w:id="289"/>
      <w:r w:rsidR="00986050">
        <w:t xml:space="preserve">ostatni </w:t>
      </w:r>
      <w:r w:rsidR="00FD56AD">
        <w:t>r</w:t>
      </w:r>
      <w:r w:rsidR="00EA21A9">
        <w:t xml:space="preserve">egionalny </w:t>
      </w:r>
      <w:r w:rsidR="00FD56AD">
        <w:t>z</w:t>
      </w:r>
      <w:r w:rsidR="00EA21A9">
        <w:t>jazd.</w:t>
      </w:r>
    </w:p>
    <w:p w14:paraId="726802FD" w14:textId="7969EBED" w:rsidR="00B1523B" w:rsidRPr="00B1523B" w:rsidRDefault="00A24E01" w:rsidP="00EA12B8">
      <w:pPr>
        <w:pStyle w:val="ARTartustawynprozporzdzenia"/>
      </w:pPr>
      <w:bookmarkStart w:id="290" w:name="mip49196637"/>
      <w:bookmarkEnd w:id="290"/>
      <w:r>
        <w:rPr>
          <w:rStyle w:val="Ppogrubienie"/>
        </w:rPr>
        <w:lastRenderedPageBreak/>
        <w:t xml:space="preserve">Art. </w:t>
      </w:r>
      <w:r w:rsidR="00A372DC">
        <w:rPr>
          <w:rStyle w:val="Ppogrubienie"/>
        </w:rPr>
        <w:t>58</w:t>
      </w:r>
      <w:r w:rsidR="00B1523B" w:rsidRPr="00745823">
        <w:rPr>
          <w:rStyle w:val="Ppogrubienie"/>
        </w:rPr>
        <w:t>.</w:t>
      </w:r>
      <w:r w:rsidR="00B1523B" w:rsidRPr="00B1523B">
        <w:t xml:space="preserve"> 1. Działalnością </w:t>
      </w:r>
      <w:r w:rsidR="0055574B">
        <w:t>r</w:t>
      </w:r>
      <w:r w:rsidR="00B1523B" w:rsidRPr="00B1523B">
        <w:t xml:space="preserve">egionalnej </w:t>
      </w:r>
      <w:r w:rsidR="0055574B">
        <w:t>i</w:t>
      </w:r>
      <w:r w:rsidR="00B1523B" w:rsidRPr="00B1523B">
        <w:t xml:space="preserve">zby w okresie między </w:t>
      </w:r>
      <w:r w:rsidR="0055574B">
        <w:t>r</w:t>
      </w:r>
      <w:r w:rsidR="00B1523B" w:rsidRPr="00B1523B">
        <w:t xml:space="preserve">egionalnymi </w:t>
      </w:r>
      <w:r w:rsidR="0055574B">
        <w:t>z</w:t>
      </w:r>
      <w:r w:rsidR="00B1523B" w:rsidRPr="00B1523B">
        <w:t>jazdami</w:t>
      </w:r>
      <w:r w:rsidR="004E4E49">
        <w:t>,</w:t>
      </w:r>
      <w:r w:rsidR="00B1523B" w:rsidRPr="00B1523B">
        <w:t xml:space="preserve"> kieruje </w:t>
      </w:r>
      <w:r w:rsidR="0055574B">
        <w:t>r</w:t>
      </w:r>
      <w:r w:rsidR="00B1523B" w:rsidRPr="00B1523B">
        <w:t xml:space="preserve">egionalna </w:t>
      </w:r>
      <w:r w:rsidR="0055574B">
        <w:t>r</w:t>
      </w:r>
      <w:r w:rsidR="00B1523B" w:rsidRPr="00B1523B">
        <w:t>ada.</w:t>
      </w:r>
    </w:p>
    <w:p w14:paraId="5E4316A1" w14:textId="4468448A" w:rsidR="000A22A4" w:rsidRPr="00B1523B" w:rsidRDefault="00B1523B" w:rsidP="00EA12B8">
      <w:pPr>
        <w:pStyle w:val="USTustnpkodeksu"/>
      </w:pPr>
      <w:bookmarkStart w:id="291" w:name="mip49196638"/>
      <w:bookmarkEnd w:id="291"/>
      <w:r w:rsidRPr="00B1523B">
        <w:t xml:space="preserve">2. </w:t>
      </w:r>
      <w:r w:rsidR="000A22A4" w:rsidRPr="00B1523B">
        <w:t xml:space="preserve">Do </w:t>
      </w:r>
      <w:r w:rsidR="00011D04">
        <w:t>r</w:t>
      </w:r>
      <w:r w:rsidR="000A22A4" w:rsidRPr="00B1523B">
        <w:t xml:space="preserve">egionalnej </w:t>
      </w:r>
      <w:r w:rsidR="00011D04">
        <w:t>r</w:t>
      </w:r>
      <w:r w:rsidR="000A22A4" w:rsidRPr="00B1523B">
        <w:t>ady należy:</w:t>
      </w:r>
    </w:p>
    <w:p w14:paraId="4EC8103B" w14:textId="6CFA225B" w:rsidR="000A22A4" w:rsidRDefault="000A22A4" w:rsidP="000A22A4">
      <w:pPr>
        <w:pStyle w:val="PKTpunkt"/>
      </w:pPr>
      <w:r>
        <w:t xml:space="preserve">1) </w:t>
      </w:r>
      <w:bookmarkStart w:id="292" w:name="_Hlk102053211"/>
      <w:r w:rsidRPr="00350876">
        <w:t xml:space="preserve">prowadzenie </w:t>
      </w:r>
      <w:bookmarkEnd w:id="292"/>
      <w:r w:rsidR="001741E1">
        <w:t>Rejestru</w:t>
      </w:r>
      <w:r w:rsidRPr="00350876">
        <w:t>;</w:t>
      </w:r>
    </w:p>
    <w:p w14:paraId="031134CA" w14:textId="77777777" w:rsidR="00276599" w:rsidRDefault="000A22A4" w:rsidP="000A22A4">
      <w:pPr>
        <w:pStyle w:val="PKTpunkt"/>
      </w:pPr>
      <w:r>
        <w:t xml:space="preserve">2) </w:t>
      </w:r>
      <w:bookmarkStart w:id="293" w:name="_Hlk102053226"/>
      <w:r>
        <w:t xml:space="preserve">organizacja </w:t>
      </w:r>
      <w:bookmarkStart w:id="294" w:name="_Hlk157779034"/>
      <w:bookmarkEnd w:id="293"/>
      <w:r w:rsidR="002C4DB7">
        <w:t>współpracy z opiekunem</w:t>
      </w:r>
      <w:bookmarkEnd w:id="294"/>
      <w:r>
        <w:t>;</w:t>
      </w:r>
    </w:p>
    <w:p w14:paraId="27967DF3" w14:textId="31ACB6D6" w:rsidR="000A22A4" w:rsidRPr="00B1523B" w:rsidRDefault="000A22A4" w:rsidP="000A22A4">
      <w:pPr>
        <w:pStyle w:val="PKTpunkt"/>
      </w:pPr>
      <w:r>
        <w:t xml:space="preserve">3) </w:t>
      </w:r>
      <w:bookmarkStart w:id="295" w:name="_Hlk102053251"/>
      <w:r w:rsidRPr="00B1523B">
        <w:t xml:space="preserve">organizacja </w:t>
      </w:r>
      <w:r w:rsidR="00815F66">
        <w:t xml:space="preserve">lub koordynacja </w:t>
      </w:r>
      <w:r w:rsidRPr="00B1523B">
        <w:t>doskonalenia zawodowego psycholog</w:t>
      </w:r>
      <w:r w:rsidR="00D757C8">
        <w:t>ów</w:t>
      </w:r>
      <w:bookmarkEnd w:id="295"/>
      <w:r w:rsidRPr="00B1523B">
        <w:t>;</w:t>
      </w:r>
    </w:p>
    <w:p w14:paraId="536AA5EC" w14:textId="1193D30F" w:rsidR="000A22A4" w:rsidRPr="00B1523B" w:rsidRDefault="000A22A4" w:rsidP="000A22A4">
      <w:pPr>
        <w:pStyle w:val="PKTpunkt"/>
      </w:pPr>
      <w:r>
        <w:t xml:space="preserve">4) </w:t>
      </w:r>
      <w:bookmarkStart w:id="296" w:name="_Hlk102053264"/>
      <w:r w:rsidRPr="00B1523B">
        <w:t xml:space="preserve">zwoływanie </w:t>
      </w:r>
      <w:r w:rsidR="00011D04">
        <w:t>r</w:t>
      </w:r>
      <w:r w:rsidRPr="00B1523B">
        <w:t xml:space="preserve">egionalnego </w:t>
      </w:r>
      <w:r w:rsidR="00011D04">
        <w:t>z</w:t>
      </w:r>
      <w:r w:rsidRPr="00B1523B">
        <w:t>jazdu</w:t>
      </w:r>
      <w:bookmarkEnd w:id="296"/>
      <w:r w:rsidRPr="00B1523B">
        <w:t>;</w:t>
      </w:r>
    </w:p>
    <w:p w14:paraId="3D6C35FC" w14:textId="60697ED8" w:rsidR="000A22A4" w:rsidRPr="00B1523B" w:rsidRDefault="000A22A4" w:rsidP="000A22A4">
      <w:pPr>
        <w:pStyle w:val="PKTpunkt"/>
      </w:pPr>
      <w:r>
        <w:t xml:space="preserve">5) </w:t>
      </w:r>
      <w:bookmarkStart w:id="297" w:name="_Hlk102053277"/>
      <w:r w:rsidRPr="00B1523B">
        <w:t xml:space="preserve">składanie </w:t>
      </w:r>
      <w:r w:rsidR="00011D04">
        <w:t>r</w:t>
      </w:r>
      <w:r w:rsidRPr="00B1523B">
        <w:t xml:space="preserve">egionalnemu </w:t>
      </w:r>
      <w:r w:rsidR="00011D04">
        <w:t>z</w:t>
      </w:r>
      <w:r w:rsidRPr="00B1523B">
        <w:t>jazdowi sprawozdań z działalności</w:t>
      </w:r>
      <w:bookmarkEnd w:id="297"/>
      <w:r w:rsidRPr="00B1523B">
        <w:t>;</w:t>
      </w:r>
    </w:p>
    <w:p w14:paraId="41624C1A" w14:textId="0D1A6959" w:rsidR="005749E4" w:rsidRDefault="000A22A4" w:rsidP="000A22A4">
      <w:pPr>
        <w:pStyle w:val="PKTpunkt"/>
      </w:pPr>
      <w:r>
        <w:t xml:space="preserve">6) </w:t>
      </w:r>
      <w:bookmarkStart w:id="298" w:name="_Hlk102053289"/>
      <w:r w:rsidR="005749E4" w:rsidRPr="00B1523B">
        <w:t xml:space="preserve">ustosunkowywanie się do wniosków i ustaleń </w:t>
      </w:r>
      <w:r w:rsidR="00011D04">
        <w:t>r</w:t>
      </w:r>
      <w:r w:rsidR="005749E4" w:rsidRPr="00B1523B">
        <w:t xml:space="preserve">egionalnej </w:t>
      </w:r>
      <w:r w:rsidR="00011D04">
        <w:t>k</w:t>
      </w:r>
      <w:r w:rsidR="005749E4" w:rsidRPr="00B1523B">
        <w:t xml:space="preserve">omisji </w:t>
      </w:r>
      <w:r w:rsidR="00011D04">
        <w:t>r</w:t>
      </w:r>
      <w:r w:rsidR="005749E4" w:rsidRPr="00B1523B">
        <w:t>ewizyjnej</w:t>
      </w:r>
      <w:bookmarkEnd w:id="298"/>
      <w:r w:rsidR="005749E4">
        <w:t>;</w:t>
      </w:r>
    </w:p>
    <w:p w14:paraId="7B5FE9EC" w14:textId="334C1F00" w:rsidR="000A22A4" w:rsidRPr="00B1523B" w:rsidRDefault="005749E4" w:rsidP="000A22A4">
      <w:pPr>
        <w:pStyle w:val="PKTpunkt"/>
      </w:pPr>
      <w:r>
        <w:t xml:space="preserve">7) </w:t>
      </w:r>
      <w:bookmarkStart w:id="299" w:name="_Hlk102053304"/>
      <w:r w:rsidR="000A22A4" w:rsidRPr="00B1523B">
        <w:t xml:space="preserve">wydawanie zaświadczeń o </w:t>
      </w:r>
      <w:r w:rsidR="000A22A4">
        <w:t>wpisie</w:t>
      </w:r>
      <w:bookmarkEnd w:id="299"/>
      <w:r w:rsidR="001741E1" w:rsidRPr="001741E1">
        <w:t xml:space="preserve"> </w:t>
      </w:r>
      <w:r w:rsidR="001741E1">
        <w:t>do Rejestru</w:t>
      </w:r>
      <w:r w:rsidR="000A22A4" w:rsidRPr="00B1523B">
        <w:t>;</w:t>
      </w:r>
    </w:p>
    <w:p w14:paraId="1B6C49D5" w14:textId="33BA4AA2" w:rsidR="00705F92" w:rsidRDefault="005749E4" w:rsidP="00947144">
      <w:pPr>
        <w:pStyle w:val="PKTpunkt"/>
      </w:pPr>
      <w:r>
        <w:t>8</w:t>
      </w:r>
      <w:r w:rsidR="000A22A4">
        <w:t xml:space="preserve">) </w:t>
      </w:r>
      <w:bookmarkStart w:id="300" w:name="_Hlk102053339"/>
      <w:r w:rsidR="000A22A4" w:rsidRPr="00B1523B">
        <w:t>prowadzenie postępowań w sprawie uznania kwalifikacji zawodowych do wykonywania zawodu psychologa nabytych w państwach członkowskich Unii Europejskiej</w:t>
      </w:r>
      <w:r w:rsidR="006A03C9">
        <w:t xml:space="preserve">, </w:t>
      </w:r>
      <w:r w:rsidR="000A22A4" w:rsidRPr="00B1523B">
        <w:t>świadczenia przez psychologów usług transgranicznych</w:t>
      </w:r>
      <w:bookmarkEnd w:id="300"/>
      <w:r w:rsidR="00D726B7">
        <w:t xml:space="preserve"> oraz wydawania zaświadczeń, o których mowa w art. 14 ust. 4</w:t>
      </w:r>
      <w:r w:rsidR="00705F92">
        <w:t>;</w:t>
      </w:r>
    </w:p>
    <w:p w14:paraId="130C194B" w14:textId="0422F6CB" w:rsidR="00FC4E22" w:rsidRDefault="00FC4E22" w:rsidP="00FC4E22">
      <w:pPr>
        <w:pStyle w:val="PKTpunkt"/>
      </w:pPr>
      <w:r>
        <w:t xml:space="preserve">9) </w:t>
      </w:r>
      <w:r w:rsidR="00000A39">
        <w:t>z</w:t>
      </w:r>
      <w:r>
        <w:t>bieranie składek członkowskich i prowadzenie ich ewidencji;</w:t>
      </w:r>
    </w:p>
    <w:p w14:paraId="52330127" w14:textId="0D61DEB5" w:rsidR="00FC4E22" w:rsidRDefault="00FC4E22" w:rsidP="00FC4E22">
      <w:pPr>
        <w:pStyle w:val="PKTpunkt"/>
      </w:pPr>
      <w:r>
        <w:t>10) wykonywanie uchwał regionalnego zjazdu</w:t>
      </w:r>
      <w:r w:rsidR="003443B4">
        <w:t>;</w:t>
      </w:r>
    </w:p>
    <w:p w14:paraId="299DF9B9" w14:textId="09C003C5" w:rsidR="000A22A4" w:rsidRPr="00B1523B" w:rsidRDefault="00FC4E22" w:rsidP="00FC4E22">
      <w:pPr>
        <w:pStyle w:val="PKTpunkt"/>
      </w:pPr>
      <w:r>
        <w:t xml:space="preserve">11) </w:t>
      </w:r>
      <w:r w:rsidRPr="00705F92">
        <w:t>wykonywanie innych zadań określonych w ustawie oraz w przepisach odrębnych</w:t>
      </w:r>
      <w:r w:rsidR="005749E4">
        <w:t>.</w:t>
      </w:r>
    </w:p>
    <w:p w14:paraId="5C67F2A4" w14:textId="5FAFE744" w:rsidR="00BA3D45" w:rsidRDefault="00A24E01" w:rsidP="00EA12B8">
      <w:pPr>
        <w:pStyle w:val="ARTartustawynprozporzdzenia"/>
      </w:pPr>
      <w:bookmarkStart w:id="301" w:name="mip49196639"/>
      <w:bookmarkEnd w:id="301"/>
      <w:r>
        <w:rPr>
          <w:rStyle w:val="Ppogrubienie"/>
        </w:rPr>
        <w:t xml:space="preserve">Art. </w:t>
      </w:r>
      <w:r w:rsidR="004E4E49">
        <w:rPr>
          <w:rStyle w:val="Ppogrubienie"/>
        </w:rPr>
        <w:t>59</w:t>
      </w:r>
      <w:r w:rsidR="00B1523B" w:rsidRPr="00745823">
        <w:rPr>
          <w:rStyle w:val="Ppogrubienie"/>
        </w:rPr>
        <w:t>.</w:t>
      </w:r>
      <w:r w:rsidR="000A22A4" w:rsidRPr="000A22A4">
        <w:t xml:space="preserve"> </w:t>
      </w:r>
      <w:r w:rsidR="00BA2DE7">
        <w:t>1.</w:t>
      </w:r>
      <w:r w:rsidR="00EA2DBE">
        <w:t xml:space="preserve"> </w:t>
      </w:r>
      <w:r w:rsidR="00BA3D45">
        <w:t xml:space="preserve">Regionalna </w:t>
      </w:r>
      <w:r w:rsidR="00AD0176">
        <w:t>r</w:t>
      </w:r>
      <w:r w:rsidR="00BA3D45">
        <w:t xml:space="preserve">ada liczy </w:t>
      </w:r>
      <w:r w:rsidR="00DA1C99">
        <w:t>1</w:t>
      </w:r>
      <w:r w:rsidR="00CC0155">
        <w:t>5</w:t>
      </w:r>
      <w:r w:rsidR="00BA3D45">
        <w:t xml:space="preserve"> członków.</w:t>
      </w:r>
    </w:p>
    <w:p w14:paraId="3FCDD4A2" w14:textId="75C66062" w:rsidR="00276599" w:rsidRDefault="00BA3D45" w:rsidP="000A22A4">
      <w:pPr>
        <w:pStyle w:val="USTustnpkodeksu"/>
      </w:pPr>
      <w:r>
        <w:t xml:space="preserve">2. </w:t>
      </w:r>
      <w:bookmarkStart w:id="302" w:name="_Hlk102053515"/>
      <w:r w:rsidR="00EA2DBE" w:rsidRPr="00EA2DBE">
        <w:t xml:space="preserve">Zarząd </w:t>
      </w:r>
      <w:r w:rsidR="00AD0176">
        <w:t>r</w:t>
      </w:r>
      <w:r w:rsidR="00EA2DBE" w:rsidRPr="00EA2DBE">
        <w:t xml:space="preserve">egionalnej </w:t>
      </w:r>
      <w:r w:rsidR="00AD0176">
        <w:t>r</w:t>
      </w:r>
      <w:r w:rsidR="00EA2DBE" w:rsidRPr="00EA2DBE">
        <w:t>ady</w:t>
      </w:r>
      <w:r w:rsidR="00C92143">
        <w:t xml:space="preserve">, </w:t>
      </w:r>
      <w:r w:rsidR="00EA2DBE" w:rsidRPr="00EA2DBE">
        <w:t xml:space="preserve">tworzą Prezes </w:t>
      </w:r>
      <w:r w:rsidR="00D94CDD" w:rsidRPr="00D94CDD">
        <w:t xml:space="preserve">regionalnej rady </w:t>
      </w:r>
      <w:r w:rsidR="00EA2DBE" w:rsidRPr="00EA2DBE">
        <w:t xml:space="preserve">i wybrani przez </w:t>
      </w:r>
      <w:r w:rsidR="00AD0176">
        <w:t>r</w:t>
      </w:r>
      <w:r w:rsidR="00EA2DBE" w:rsidRPr="00EA2DBE">
        <w:t xml:space="preserve">egionalną </w:t>
      </w:r>
      <w:r w:rsidR="00AD0176">
        <w:t>r</w:t>
      </w:r>
      <w:r w:rsidR="00EA2DBE" w:rsidRPr="00EA2DBE">
        <w:t xml:space="preserve">adę spośród jej członków </w:t>
      </w:r>
      <w:r w:rsidR="00CC0155">
        <w:t xml:space="preserve">dwaj </w:t>
      </w:r>
      <w:r w:rsidR="00EA2DBE" w:rsidRPr="00EA2DBE">
        <w:t>wiceprezesi, skarbnik i sekretarz</w:t>
      </w:r>
      <w:bookmarkEnd w:id="302"/>
      <w:r w:rsidR="000A22A4" w:rsidRPr="00B1523B">
        <w:t>.</w:t>
      </w:r>
    </w:p>
    <w:p w14:paraId="0868C934" w14:textId="4622CAE0" w:rsidR="004B400E" w:rsidRDefault="00BA3D45" w:rsidP="000A22A4">
      <w:pPr>
        <w:pStyle w:val="USTustnpkodeksu"/>
      </w:pPr>
      <w:r>
        <w:t>3</w:t>
      </w:r>
      <w:r w:rsidR="000A22A4" w:rsidRPr="00B1523B">
        <w:t xml:space="preserve">. </w:t>
      </w:r>
      <w:bookmarkStart w:id="303" w:name="_Hlk102053540"/>
      <w:r w:rsidR="004B400E" w:rsidRPr="00B1523B">
        <w:t xml:space="preserve">Zarząd </w:t>
      </w:r>
      <w:r w:rsidR="00477645">
        <w:t>r</w:t>
      </w:r>
      <w:r w:rsidR="00477645" w:rsidRPr="00EA2DBE">
        <w:t xml:space="preserve">egionalnej </w:t>
      </w:r>
      <w:r w:rsidR="00477645">
        <w:t>r</w:t>
      </w:r>
      <w:r w:rsidR="00477645" w:rsidRPr="00EA2DBE">
        <w:t>ady</w:t>
      </w:r>
      <w:r w:rsidR="00477645" w:rsidRPr="00B1523B">
        <w:t xml:space="preserve"> </w:t>
      </w:r>
      <w:r w:rsidR="004B400E" w:rsidRPr="00B1523B">
        <w:t xml:space="preserve">stanowi organ wykonawczy </w:t>
      </w:r>
      <w:r w:rsidR="00AD0176">
        <w:t>r</w:t>
      </w:r>
      <w:r w:rsidR="004B400E" w:rsidRPr="00B1523B">
        <w:t xml:space="preserve">egionalnej </w:t>
      </w:r>
      <w:r w:rsidR="00AD0176">
        <w:t>r</w:t>
      </w:r>
      <w:r w:rsidR="004B400E" w:rsidRPr="00B1523B">
        <w:t>ady</w:t>
      </w:r>
      <w:bookmarkEnd w:id="303"/>
      <w:r w:rsidR="004B400E" w:rsidRPr="00B1523B">
        <w:t xml:space="preserve">. Za swoją działalność </w:t>
      </w:r>
      <w:r w:rsidR="008E2345">
        <w:t>z</w:t>
      </w:r>
      <w:r w:rsidR="004B400E" w:rsidRPr="00B1523B">
        <w:t xml:space="preserve">arząd </w:t>
      </w:r>
      <w:r w:rsidR="00477645">
        <w:t>r</w:t>
      </w:r>
      <w:r w:rsidR="00477645" w:rsidRPr="00EA2DBE">
        <w:t xml:space="preserve">egionalnej </w:t>
      </w:r>
      <w:r w:rsidR="00477645">
        <w:t>r</w:t>
      </w:r>
      <w:r w:rsidR="00477645" w:rsidRPr="00EA2DBE">
        <w:t>ady</w:t>
      </w:r>
      <w:r w:rsidR="00477645" w:rsidRPr="00B1523B">
        <w:t xml:space="preserve"> </w:t>
      </w:r>
      <w:r w:rsidR="004B400E" w:rsidRPr="00B1523B">
        <w:t xml:space="preserve">ponosi odpowiedzialność przed </w:t>
      </w:r>
      <w:r w:rsidR="00AD0176">
        <w:t>r</w:t>
      </w:r>
      <w:r w:rsidR="004B400E" w:rsidRPr="00B1523B">
        <w:t xml:space="preserve">egionalną </w:t>
      </w:r>
      <w:r w:rsidR="00AD0176">
        <w:t>r</w:t>
      </w:r>
      <w:r w:rsidR="004B400E" w:rsidRPr="00B1523B">
        <w:t>adą</w:t>
      </w:r>
      <w:r w:rsidR="004B400E">
        <w:t>.</w:t>
      </w:r>
    </w:p>
    <w:p w14:paraId="636BFA7A" w14:textId="1FBC6A64" w:rsidR="004B400E" w:rsidRDefault="00BA3D45" w:rsidP="000A22A4">
      <w:pPr>
        <w:pStyle w:val="USTustnpkodeksu"/>
      </w:pPr>
      <w:r>
        <w:t>4</w:t>
      </w:r>
      <w:r w:rsidR="004B400E">
        <w:t xml:space="preserve">. </w:t>
      </w:r>
      <w:bookmarkStart w:id="304" w:name="_Hlk102053659"/>
      <w:r w:rsidR="004B400E">
        <w:t>Prezes</w:t>
      </w:r>
      <w:r w:rsidR="004B400E" w:rsidRPr="00B1523B">
        <w:t xml:space="preserve"> </w:t>
      </w:r>
      <w:r w:rsidR="00AD0176">
        <w:t>r</w:t>
      </w:r>
      <w:r w:rsidR="004B400E" w:rsidRPr="00B1523B">
        <w:t xml:space="preserve">egionalnej </w:t>
      </w:r>
      <w:r w:rsidR="00AD0176">
        <w:t>r</w:t>
      </w:r>
      <w:r w:rsidR="004B400E" w:rsidRPr="00B1523B">
        <w:t xml:space="preserve">ady reprezentuje ten organ i kieruje bieżącą </w:t>
      </w:r>
      <w:r w:rsidR="00863C9F">
        <w:t xml:space="preserve">pracą </w:t>
      </w:r>
      <w:r w:rsidR="008E2345">
        <w:t>z</w:t>
      </w:r>
      <w:r w:rsidR="00863C9F">
        <w:t>arządu</w:t>
      </w:r>
      <w:bookmarkEnd w:id="304"/>
      <w:r w:rsidR="00477645">
        <w:t xml:space="preserve"> r</w:t>
      </w:r>
      <w:r w:rsidR="00477645" w:rsidRPr="00EA2DBE">
        <w:t xml:space="preserve">egionalnej </w:t>
      </w:r>
      <w:r w:rsidR="00477645">
        <w:t>r</w:t>
      </w:r>
      <w:r w:rsidR="00477645" w:rsidRPr="00EA2DBE">
        <w:t>ady</w:t>
      </w:r>
      <w:r w:rsidR="004B400E">
        <w:t>.</w:t>
      </w:r>
    </w:p>
    <w:p w14:paraId="7970851E" w14:textId="44920DB0" w:rsidR="00000A39" w:rsidRDefault="00D002C5" w:rsidP="00BA212C">
      <w:pPr>
        <w:pStyle w:val="USTustnpkodeksu"/>
      </w:pPr>
      <w:r>
        <w:t xml:space="preserve">5. Prezes regionalnej </w:t>
      </w:r>
      <w:r w:rsidR="00C30450">
        <w:t xml:space="preserve">rady </w:t>
      </w:r>
      <w:r>
        <w:t xml:space="preserve">udziela psychologowi </w:t>
      </w:r>
      <w:r w:rsidRPr="00756AF9">
        <w:t xml:space="preserve">ostrzeżenia </w:t>
      </w:r>
      <w:r>
        <w:t xml:space="preserve">na zasadach określonych w art. </w:t>
      </w:r>
      <w:r w:rsidR="003443B4">
        <w:t>98 ust. 1 i 2</w:t>
      </w:r>
      <w:r>
        <w:t xml:space="preserve">. </w:t>
      </w:r>
    </w:p>
    <w:p w14:paraId="41EF3145" w14:textId="4C627D5F" w:rsidR="00BA212C" w:rsidRDefault="00D002C5" w:rsidP="00BA212C">
      <w:pPr>
        <w:pStyle w:val="USTustnpkodeksu"/>
      </w:pPr>
      <w:r>
        <w:t>6</w:t>
      </w:r>
      <w:r w:rsidR="00BA212C">
        <w:t xml:space="preserve">. Regionalny </w:t>
      </w:r>
      <w:r w:rsidR="00AD0176">
        <w:t>z</w:t>
      </w:r>
      <w:r w:rsidR="00BA212C">
        <w:t xml:space="preserve">jazd może odwołać każdego członka </w:t>
      </w:r>
      <w:r w:rsidR="00AD0176">
        <w:t>r</w:t>
      </w:r>
      <w:r w:rsidR="00BA212C">
        <w:t xml:space="preserve">egionalnej </w:t>
      </w:r>
      <w:r w:rsidR="00AD0176">
        <w:t>r</w:t>
      </w:r>
      <w:r w:rsidR="00BA212C">
        <w:t>ady.</w:t>
      </w:r>
    </w:p>
    <w:p w14:paraId="4E0D2020" w14:textId="14CC6B07" w:rsidR="00DB5E3A" w:rsidRDefault="00D002C5" w:rsidP="00BA212C">
      <w:pPr>
        <w:pStyle w:val="USTustnpkodeksu"/>
      </w:pPr>
      <w:r>
        <w:t>7</w:t>
      </w:r>
      <w:r w:rsidR="00DB5E3A">
        <w:t xml:space="preserve">. Regionalna </w:t>
      </w:r>
      <w:r w:rsidR="00AD0176">
        <w:t>r</w:t>
      </w:r>
      <w:r w:rsidR="00DB5E3A">
        <w:t>ada zbiera się nie rzadziej niż raz na miesiąc.</w:t>
      </w:r>
    </w:p>
    <w:p w14:paraId="404FDCF5" w14:textId="50D045DA" w:rsidR="00B1523B" w:rsidRPr="00B1523B" w:rsidRDefault="00A24E01" w:rsidP="00B1523B">
      <w:pPr>
        <w:pStyle w:val="ARTartustawynprozporzdzenia"/>
      </w:pPr>
      <w:bookmarkStart w:id="305" w:name="mip49196650"/>
      <w:bookmarkStart w:id="306" w:name="mip49196651"/>
      <w:bookmarkStart w:id="307" w:name="mip49196652"/>
      <w:bookmarkStart w:id="308" w:name="mip49196654"/>
      <w:bookmarkStart w:id="309" w:name="mip49196655"/>
      <w:bookmarkStart w:id="310" w:name="mip49196656"/>
      <w:bookmarkStart w:id="311" w:name="mip49196657"/>
      <w:bookmarkEnd w:id="305"/>
      <w:bookmarkEnd w:id="306"/>
      <w:bookmarkEnd w:id="307"/>
      <w:bookmarkEnd w:id="308"/>
      <w:bookmarkEnd w:id="309"/>
      <w:bookmarkEnd w:id="310"/>
      <w:bookmarkEnd w:id="311"/>
      <w:r>
        <w:rPr>
          <w:rStyle w:val="Ppogrubienie"/>
        </w:rPr>
        <w:t>Art. 6</w:t>
      </w:r>
      <w:r w:rsidR="00C950E7">
        <w:rPr>
          <w:rStyle w:val="Ppogrubienie"/>
        </w:rPr>
        <w:t>0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bookmarkStart w:id="312" w:name="_Hlk188020674"/>
      <w:r w:rsidR="00CB0ADA">
        <w:t>Regionalna</w:t>
      </w:r>
      <w:r w:rsidR="00B1523B" w:rsidRPr="00B1523B">
        <w:t xml:space="preserve"> </w:t>
      </w:r>
      <w:r w:rsidR="008B47E2">
        <w:t>k</w:t>
      </w:r>
      <w:r w:rsidR="00B1523B" w:rsidRPr="00B1523B">
        <w:t>omisj</w:t>
      </w:r>
      <w:r w:rsidR="00CB0ADA">
        <w:t xml:space="preserve">a </w:t>
      </w:r>
      <w:r w:rsidR="008B47E2">
        <w:t>r</w:t>
      </w:r>
      <w:r w:rsidR="00B1523B" w:rsidRPr="00B1523B">
        <w:t>ewizyjn</w:t>
      </w:r>
      <w:r w:rsidR="00CB0ADA">
        <w:t>a</w:t>
      </w:r>
      <w:bookmarkEnd w:id="312"/>
      <w:r w:rsidR="00B1523B" w:rsidRPr="00B1523B">
        <w:t>:</w:t>
      </w:r>
    </w:p>
    <w:p w14:paraId="52DC71E7" w14:textId="18C39A8A" w:rsidR="00B1523B" w:rsidRPr="00B1523B" w:rsidRDefault="009F0F38" w:rsidP="00B1523B">
      <w:pPr>
        <w:pStyle w:val="PKTpunkt"/>
      </w:pPr>
      <w:r>
        <w:t xml:space="preserve">1) </w:t>
      </w:r>
      <w:bookmarkStart w:id="313" w:name="_Hlk188020688"/>
      <w:bookmarkStart w:id="314" w:name="_Hlk102053779"/>
      <w:r w:rsidR="00B1523B" w:rsidRPr="00B1523B">
        <w:t>kontr</w:t>
      </w:r>
      <w:r w:rsidR="00CB0ADA">
        <w:t>uje</w:t>
      </w:r>
      <w:r w:rsidR="00B1523B" w:rsidRPr="00B1523B">
        <w:t xml:space="preserve"> działalnoś</w:t>
      </w:r>
      <w:r w:rsidR="00CB0ADA">
        <w:t>ć</w:t>
      </w:r>
      <w:r w:rsidR="00B1523B" w:rsidRPr="00B1523B">
        <w:t xml:space="preserve"> finansow</w:t>
      </w:r>
      <w:r w:rsidR="00CB0ADA">
        <w:t>ą</w:t>
      </w:r>
      <w:r w:rsidR="00B1523B" w:rsidRPr="00B1523B">
        <w:t xml:space="preserve"> i gospodarcz</w:t>
      </w:r>
      <w:r w:rsidR="00CB0ADA">
        <w:t>ą</w:t>
      </w:r>
      <w:r w:rsidR="00B1523B" w:rsidRPr="00B1523B">
        <w:t xml:space="preserve"> </w:t>
      </w:r>
      <w:bookmarkEnd w:id="313"/>
      <w:r w:rsidR="008B47E2">
        <w:t>r</w:t>
      </w:r>
      <w:r w:rsidR="00B1523B" w:rsidRPr="00B1523B">
        <w:t xml:space="preserve">egionalnej </w:t>
      </w:r>
      <w:bookmarkEnd w:id="314"/>
      <w:r w:rsidR="008B47E2">
        <w:t>i</w:t>
      </w:r>
      <w:r w:rsidR="0071166C">
        <w:t>zby</w:t>
      </w:r>
      <w:r w:rsidR="00B1523B" w:rsidRPr="00B1523B">
        <w:t>;</w:t>
      </w:r>
    </w:p>
    <w:p w14:paraId="6E0A8F05" w14:textId="353187CC" w:rsidR="00B1523B" w:rsidRPr="00B1523B" w:rsidRDefault="009F0F38" w:rsidP="00B1523B">
      <w:pPr>
        <w:pStyle w:val="PKTpunkt"/>
      </w:pPr>
      <w:r>
        <w:t xml:space="preserve">2) </w:t>
      </w:r>
      <w:bookmarkStart w:id="315" w:name="_Hlk188020699"/>
      <w:bookmarkStart w:id="316" w:name="_Hlk102053789"/>
      <w:r w:rsidR="00B1523B" w:rsidRPr="00B1523B">
        <w:t xml:space="preserve">składa </w:t>
      </w:r>
      <w:r w:rsidR="00FB1FEB">
        <w:t>sprawozda</w:t>
      </w:r>
      <w:r w:rsidR="00CB0ADA">
        <w:t>nia</w:t>
      </w:r>
      <w:bookmarkEnd w:id="315"/>
      <w:r w:rsidR="00FB1FEB">
        <w:t xml:space="preserve"> </w:t>
      </w:r>
      <w:r w:rsidR="00B1523B" w:rsidRPr="00B1523B">
        <w:t xml:space="preserve">z działalności kontrolnej </w:t>
      </w:r>
      <w:r w:rsidR="008B47E2">
        <w:t>r</w:t>
      </w:r>
      <w:r w:rsidR="00FB1FEB">
        <w:t xml:space="preserve">egionalnej </w:t>
      </w:r>
      <w:r w:rsidR="008B47E2">
        <w:t>r</w:t>
      </w:r>
      <w:r w:rsidR="00FB1FEB">
        <w:t xml:space="preserve">adzie i </w:t>
      </w:r>
      <w:r w:rsidR="008B47E2">
        <w:t>r</w:t>
      </w:r>
      <w:r w:rsidR="00B1523B" w:rsidRPr="00B1523B">
        <w:t xml:space="preserve">egionalnemu </w:t>
      </w:r>
      <w:r w:rsidR="008B47E2">
        <w:t>z</w:t>
      </w:r>
      <w:r w:rsidR="00B1523B" w:rsidRPr="00B1523B">
        <w:t>jazdowi</w:t>
      </w:r>
      <w:bookmarkEnd w:id="316"/>
      <w:r w:rsidR="00B1523B" w:rsidRPr="00B1523B">
        <w:t>;</w:t>
      </w:r>
    </w:p>
    <w:p w14:paraId="5A86AE4A" w14:textId="3A5CA4AB" w:rsidR="00B1523B" w:rsidRPr="00B1523B" w:rsidRDefault="009F0F38" w:rsidP="0071166C">
      <w:pPr>
        <w:pStyle w:val="PKTpunkt"/>
      </w:pPr>
      <w:r>
        <w:lastRenderedPageBreak/>
        <w:t xml:space="preserve">3) </w:t>
      </w:r>
      <w:bookmarkStart w:id="317" w:name="_Hlk188020710"/>
      <w:bookmarkStart w:id="318" w:name="_Hlk102053807"/>
      <w:r w:rsidR="00B1523B" w:rsidRPr="00B1523B">
        <w:t>występ</w:t>
      </w:r>
      <w:r w:rsidR="00CB0ADA">
        <w:t>uje</w:t>
      </w:r>
      <w:bookmarkEnd w:id="317"/>
      <w:r w:rsidR="00B1523B" w:rsidRPr="00B1523B">
        <w:t xml:space="preserve"> na </w:t>
      </w:r>
      <w:r w:rsidR="008B47E2">
        <w:t>r</w:t>
      </w:r>
      <w:r w:rsidR="00B1523B" w:rsidRPr="00B1523B">
        <w:t xml:space="preserve">egionalnym </w:t>
      </w:r>
      <w:r w:rsidR="008B47E2">
        <w:t>z</w:t>
      </w:r>
      <w:r w:rsidR="00B1523B" w:rsidRPr="00B1523B">
        <w:t xml:space="preserve">jeździe z wnioskiem </w:t>
      </w:r>
      <w:r w:rsidR="00752E53">
        <w:t>w sprawie udzielenia</w:t>
      </w:r>
      <w:r w:rsidR="00B1523B" w:rsidRPr="00B1523B">
        <w:t xml:space="preserve"> absolutorium </w:t>
      </w:r>
      <w:r w:rsidR="008B47E2">
        <w:t>r</w:t>
      </w:r>
      <w:r w:rsidR="00B1523B" w:rsidRPr="00B1523B">
        <w:t xml:space="preserve">egionalnej </w:t>
      </w:r>
      <w:r w:rsidR="008B47E2">
        <w:t>r</w:t>
      </w:r>
      <w:r w:rsidR="00B1523B" w:rsidRPr="00B1523B">
        <w:t>adzie</w:t>
      </w:r>
      <w:bookmarkEnd w:id="318"/>
      <w:r w:rsidR="00B1523B" w:rsidRPr="00B1523B">
        <w:t>.</w:t>
      </w:r>
    </w:p>
    <w:p w14:paraId="55EE6A86" w14:textId="29D4FB56" w:rsidR="00B1523B" w:rsidRPr="00B1523B" w:rsidRDefault="00B1523B" w:rsidP="00B1523B">
      <w:pPr>
        <w:pStyle w:val="ARTartustawynprozporzdzenia"/>
      </w:pPr>
      <w:bookmarkStart w:id="319" w:name="mip49196659"/>
      <w:bookmarkStart w:id="320" w:name="mip49196660"/>
      <w:bookmarkStart w:id="321" w:name="mip49196661"/>
      <w:bookmarkStart w:id="322" w:name="mip49196662"/>
      <w:bookmarkStart w:id="323" w:name="mip49196663"/>
      <w:bookmarkEnd w:id="319"/>
      <w:bookmarkEnd w:id="320"/>
      <w:bookmarkEnd w:id="321"/>
      <w:bookmarkEnd w:id="322"/>
      <w:bookmarkEnd w:id="323"/>
      <w:r w:rsidRPr="00745823">
        <w:rPr>
          <w:rStyle w:val="Ppogrubienie"/>
        </w:rPr>
        <w:t>Art.</w:t>
      </w:r>
      <w:bookmarkStart w:id="324" w:name="mip49196664"/>
      <w:bookmarkEnd w:id="324"/>
      <w:r w:rsidR="00A24E01">
        <w:rPr>
          <w:rStyle w:val="Ppogrubienie"/>
        </w:rPr>
        <w:t xml:space="preserve"> 6</w:t>
      </w:r>
      <w:r w:rsidR="00C950E7">
        <w:rPr>
          <w:rStyle w:val="Ppogrubienie"/>
        </w:rPr>
        <w:t>1</w:t>
      </w:r>
      <w:r w:rsidRPr="00745823">
        <w:rPr>
          <w:rStyle w:val="Ppogrubienie"/>
        </w:rPr>
        <w:t>.</w:t>
      </w:r>
      <w:r w:rsidRPr="00B1523B">
        <w:t xml:space="preserve"> 1. </w:t>
      </w:r>
      <w:bookmarkStart w:id="325" w:name="_Hlk102053863"/>
      <w:bookmarkStart w:id="326" w:name="_Hlk188020761"/>
      <w:r w:rsidR="00CB0ADA">
        <w:t>R</w:t>
      </w:r>
      <w:r w:rsidRPr="00B1523B">
        <w:t>egionaln</w:t>
      </w:r>
      <w:r w:rsidR="00CB0ADA">
        <w:t>y</w:t>
      </w:r>
      <w:r w:rsidR="00556492">
        <w:t xml:space="preserve"> sąd</w:t>
      </w:r>
      <w:r w:rsidRPr="00B1523B">
        <w:t xml:space="preserve"> </w:t>
      </w:r>
      <w:r w:rsidR="008B47E2">
        <w:t>d</w:t>
      </w:r>
      <w:r w:rsidRPr="00B1523B">
        <w:t>yscyplinarn</w:t>
      </w:r>
      <w:r w:rsidR="00CB0ADA">
        <w:t>y</w:t>
      </w:r>
      <w:r w:rsidRPr="00B1523B">
        <w:t xml:space="preserve"> </w:t>
      </w:r>
      <w:bookmarkEnd w:id="325"/>
      <w:r w:rsidR="00CB0ADA">
        <w:t>rozpatruje</w:t>
      </w:r>
      <w:r w:rsidRPr="00B1523B">
        <w:t xml:space="preserve"> </w:t>
      </w:r>
      <w:bookmarkStart w:id="327" w:name="_Hlk102053892"/>
      <w:r w:rsidRPr="00B1523B">
        <w:t>spraw</w:t>
      </w:r>
      <w:r w:rsidR="00CB0ADA">
        <w:t>y</w:t>
      </w:r>
      <w:r w:rsidRPr="00B1523B">
        <w:t xml:space="preserve"> </w:t>
      </w:r>
      <w:bookmarkEnd w:id="326"/>
      <w:r w:rsidRPr="00B1523B">
        <w:t>z zakresu odpowiedzialności dyscyplinarnej</w:t>
      </w:r>
      <w:r w:rsidR="00C06C76">
        <w:t xml:space="preserve"> </w:t>
      </w:r>
      <w:r w:rsidR="00556492">
        <w:t>psychologów.</w:t>
      </w:r>
    </w:p>
    <w:p w14:paraId="36797311" w14:textId="45836ED5" w:rsidR="00B1523B" w:rsidRPr="00B1523B" w:rsidRDefault="00B1523B" w:rsidP="00B1523B">
      <w:pPr>
        <w:pStyle w:val="USTustnpkodeksu"/>
      </w:pPr>
      <w:bookmarkStart w:id="328" w:name="mip49196665"/>
      <w:bookmarkEnd w:id="327"/>
      <w:bookmarkEnd w:id="328"/>
      <w:r w:rsidRPr="00B1523B">
        <w:t>2. Regionaln</w:t>
      </w:r>
      <w:r w:rsidR="00556492">
        <w:t>y</w:t>
      </w:r>
      <w:r w:rsidRPr="00B1523B">
        <w:t xml:space="preserve"> </w:t>
      </w:r>
      <w:r w:rsidR="00556492">
        <w:t>sąd</w:t>
      </w:r>
      <w:r w:rsidRPr="00B1523B">
        <w:t xml:space="preserve"> </w:t>
      </w:r>
      <w:r w:rsidR="008B47E2">
        <w:t>d</w:t>
      </w:r>
      <w:r w:rsidRPr="00B1523B">
        <w:t>yscyplinarn</w:t>
      </w:r>
      <w:r w:rsidR="00556492">
        <w:t>y</w:t>
      </w:r>
      <w:r w:rsidRPr="00B1523B">
        <w:t xml:space="preserve"> </w:t>
      </w:r>
      <w:bookmarkStart w:id="329" w:name="_Hlk102054412"/>
      <w:r w:rsidRPr="00B1523B">
        <w:t xml:space="preserve">składa </w:t>
      </w:r>
      <w:r w:rsidR="008B47E2">
        <w:t>r</w:t>
      </w:r>
      <w:r w:rsidRPr="00B1523B">
        <w:t xml:space="preserve">egionalnemu </w:t>
      </w:r>
      <w:r w:rsidR="008B47E2">
        <w:t>z</w:t>
      </w:r>
      <w:r w:rsidRPr="00B1523B">
        <w:t>jazdowi</w:t>
      </w:r>
      <w:bookmarkEnd w:id="329"/>
      <w:r w:rsidR="00B80FE6" w:rsidRPr="00B80FE6">
        <w:t xml:space="preserve"> </w:t>
      </w:r>
      <w:r w:rsidR="00B80FE6" w:rsidRPr="00B1523B">
        <w:t>sprawozdanie</w:t>
      </w:r>
      <w:r w:rsidR="00B80FE6">
        <w:t xml:space="preserve"> ze swojej działalności</w:t>
      </w:r>
      <w:r w:rsidRPr="00B1523B">
        <w:t>.</w:t>
      </w:r>
    </w:p>
    <w:p w14:paraId="517E81A4" w14:textId="77777777" w:rsidR="00531FB5" w:rsidRDefault="00A24E01" w:rsidP="003D57A6">
      <w:pPr>
        <w:pStyle w:val="ARTartustawynprozporzdzenia"/>
      </w:pPr>
      <w:bookmarkStart w:id="330" w:name="mip49196666"/>
      <w:bookmarkStart w:id="331" w:name="mip49196667"/>
      <w:bookmarkStart w:id="332" w:name="mip49196669"/>
      <w:bookmarkStart w:id="333" w:name="mip49196670"/>
      <w:bookmarkStart w:id="334" w:name="mip49196671"/>
      <w:bookmarkStart w:id="335" w:name="mip49196672"/>
      <w:bookmarkEnd w:id="330"/>
      <w:bookmarkEnd w:id="331"/>
      <w:bookmarkEnd w:id="332"/>
      <w:bookmarkEnd w:id="333"/>
      <w:bookmarkEnd w:id="334"/>
      <w:bookmarkEnd w:id="335"/>
      <w:r w:rsidRPr="003D57A6">
        <w:rPr>
          <w:rStyle w:val="Ppogrubienie"/>
        </w:rPr>
        <w:t>Art</w:t>
      </w:r>
      <w:r>
        <w:rPr>
          <w:rStyle w:val="Ppogrubienie"/>
        </w:rPr>
        <w:t>. 6</w:t>
      </w:r>
      <w:r w:rsidR="00C950E7">
        <w:rPr>
          <w:rStyle w:val="Ppogrubienie"/>
        </w:rPr>
        <w:t>2</w:t>
      </w:r>
      <w:r w:rsidR="00B1523B" w:rsidRPr="00745823">
        <w:rPr>
          <w:rStyle w:val="Ppogrubienie"/>
        </w:rPr>
        <w:t>.</w:t>
      </w:r>
      <w:r w:rsidR="00B1523B" w:rsidRPr="00B1523B">
        <w:t xml:space="preserve"> 1. </w:t>
      </w:r>
      <w:bookmarkStart w:id="336" w:name="_Hlk102054438"/>
      <w:r w:rsidR="00531FB5">
        <w:t>Regionalny</w:t>
      </w:r>
      <w:r w:rsidR="00531FB5" w:rsidRPr="003D57A6">
        <w:t xml:space="preserve"> </w:t>
      </w:r>
      <w:r w:rsidR="00531FB5">
        <w:t>r</w:t>
      </w:r>
      <w:r w:rsidR="00531FB5" w:rsidRPr="003D57A6">
        <w:t xml:space="preserve">zecznik </w:t>
      </w:r>
      <w:r w:rsidR="00531FB5">
        <w:t>d</w:t>
      </w:r>
      <w:r w:rsidR="00531FB5" w:rsidRPr="003D57A6">
        <w:t>yscyplinarny</w:t>
      </w:r>
      <w:r w:rsidR="00531FB5" w:rsidRPr="00B1523B">
        <w:t xml:space="preserve"> </w:t>
      </w:r>
      <w:r w:rsidR="00531FB5">
        <w:t>pełni rolę oskarżyciela przed regionalnym sądem dyscyplinarnym.</w:t>
      </w:r>
    </w:p>
    <w:p w14:paraId="14B08771" w14:textId="77777777" w:rsidR="00531FB5" w:rsidRDefault="00531FB5" w:rsidP="00531FB5">
      <w:pPr>
        <w:pStyle w:val="USTustnpkodeksu"/>
      </w:pPr>
      <w:r w:rsidRPr="00B1523B">
        <w:t xml:space="preserve">2. </w:t>
      </w:r>
      <w:r>
        <w:t>Regionalny r</w:t>
      </w:r>
      <w:r w:rsidRPr="00B1523B">
        <w:t xml:space="preserve">zecznik </w:t>
      </w:r>
      <w:r>
        <w:t>d</w:t>
      </w:r>
      <w:r w:rsidRPr="00B1523B">
        <w:t>yscyplinarny może wykonywać czynności przy pomocy swoich zastępców.</w:t>
      </w:r>
    </w:p>
    <w:p w14:paraId="5348A3B6" w14:textId="77777777" w:rsidR="00531FB5" w:rsidRPr="00B1523B" w:rsidRDefault="00531FB5" w:rsidP="00531FB5">
      <w:pPr>
        <w:pStyle w:val="USTustnpkodeksu"/>
      </w:pPr>
      <w:r>
        <w:t>3</w:t>
      </w:r>
      <w:r w:rsidRPr="003D57A6">
        <w:t xml:space="preserve">. </w:t>
      </w:r>
      <w:r>
        <w:t>Regionalny</w:t>
      </w:r>
      <w:r w:rsidRPr="003D57A6">
        <w:t xml:space="preserve"> </w:t>
      </w:r>
      <w:r>
        <w:t>r</w:t>
      </w:r>
      <w:r w:rsidRPr="003D57A6">
        <w:t xml:space="preserve">zecznik </w:t>
      </w:r>
      <w:r>
        <w:t>d</w:t>
      </w:r>
      <w:r w:rsidRPr="003D57A6">
        <w:t>yscyplinarny</w:t>
      </w:r>
      <w:r w:rsidRPr="00B1523B">
        <w:t xml:space="preserve"> składa </w:t>
      </w:r>
      <w:r>
        <w:t>regionalnemu</w:t>
      </w:r>
      <w:r w:rsidRPr="00B1523B">
        <w:t xml:space="preserve"> </w:t>
      </w:r>
      <w:r>
        <w:t>z</w:t>
      </w:r>
      <w:r w:rsidRPr="00B1523B">
        <w:t>jazdowi sprawozdani</w:t>
      </w:r>
      <w:r>
        <w:t>e</w:t>
      </w:r>
      <w:r w:rsidRPr="00B1523B">
        <w:t xml:space="preserve"> ze sw</w:t>
      </w:r>
      <w:r>
        <w:t>oj</w:t>
      </w:r>
      <w:r w:rsidRPr="00B1523B">
        <w:t>ej działalności</w:t>
      </w:r>
      <w:r>
        <w:t>.</w:t>
      </w:r>
    </w:p>
    <w:p w14:paraId="5F0D8B40" w14:textId="5A12DEA9" w:rsidR="00556492" w:rsidRDefault="00531FB5" w:rsidP="00531FB5">
      <w:pPr>
        <w:pStyle w:val="ARTartustawynprozporzdzenia"/>
      </w:pPr>
      <w:r>
        <w:rPr>
          <w:rStyle w:val="Ppogrubienie"/>
        </w:rPr>
        <w:t>Art. 63</w:t>
      </w:r>
      <w:r w:rsidRPr="00745823">
        <w:rPr>
          <w:rStyle w:val="Ppogrubienie"/>
        </w:rPr>
        <w:t>.</w:t>
      </w:r>
      <w:r w:rsidRPr="00B1523B">
        <w:t xml:space="preserve"> </w:t>
      </w:r>
      <w:bookmarkStart w:id="337" w:name="_Hlk188020834"/>
      <w:r w:rsidR="00CB0ADA">
        <w:t>R</w:t>
      </w:r>
      <w:r w:rsidR="005743D1" w:rsidRPr="003D57A6">
        <w:t>egionaln</w:t>
      </w:r>
      <w:r w:rsidR="00CB0ADA">
        <w:t>y</w:t>
      </w:r>
      <w:r w:rsidR="005743D1" w:rsidRPr="00B1523B">
        <w:t xml:space="preserve"> </w:t>
      </w:r>
      <w:r w:rsidR="008B47E2">
        <w:t>r</w:t>
      </w:r>
      <w:r w:rsidR="005743D1" w:rsidRPr="00B1523B">
        <w:t xml:space="preserve">zecznik </w:t>
      </w:r>
      <w:r w:rsidR="00CB0ADA">
        <w:t>d</w:t>
      </w:r>
      <w:r w:rsidR="00CB0ADA" w:rsidRPr="00B1523B">
        <w:t>yscyplinarn</w:t>
      </w:r>
      <w:r w:rsidR="00CB0ADA">
        <w:t>y</w:t>
      </w:r>
      <w:bookmarkEnd w:id="337"/>
      <w:r w:rsidR="00556492">
        <w:t>:</w:t>
      </w:r>
    </w:p>
    <w:p w14:paraId="1104D08B" w14:textId="50D74F50" w:rsidR="00F31804" w:rsidRDefault="00F31804" w:rsidP="008B50AF">
      <w:pPr>
        <w:pStyle w:val="PKTpunkt"/>
      </w:pPr>
      <w:r>
        <w:t>1)</w:t>
      </w:r>
      <w:r w:rsidR="005743D1" w:rsidRPr="00B1523B">
        <w:t xml:space="preserve"> </w:t>
      </w:r>
      <w:bookmarkStart w:id="338" w:name="_Hlk188020845"/>
      <w:bookmarkStart w:id="339" w:name="_Hlk179898451"/>
      <w:bookmarkEnd w:id="336"/>
      <w:r w:rsidRPr="00F31804">
        <w:t>wykon</w:t>
      </w:r>
      <w:r w:rsidR="00CB0ADA">
        <w:t>uje</w:t>
      </w:r>
      <w:r w:rsidRPr="00F31804">
        <w:t xml:space="preserve"> czynności sprawdzając</w:t>
      </w:r>
      <w:r w:rsidR="00CB0ADA">
        <w:t>e</w:t>
      </w:r>
      <w:r w:rsidRPr="00F31804">
        <w:t xml:space="preserve"> i prowadz</w:t>
      </w:r>
      <w:r w:rsidR="00CB0ADA">
        <w:t>i</w:t>
      </w:r>
      <w:r w:rsidRPr="00F31804">
        <w:t xml:space="preserve"> </w:t>
      </w:r>
      <w:bookmarkEnd w:id="338"/>
      <w:r w:rsidRPr="00F31804">
        <w:t>postępowani</w:t>
      </w:r>
      <w:r>
        <w:t>a</w:t>
      </w:r>
      <w:r w:rsidRPr="00F31804">
        <w:t xml:space="preserve"> wyjaśniające w sprawach odpowiedzialności </w:t>
      </w:r>
      <w:r>
        <w:t>dyscyplinarnej psychologów</w:t>
      </w:r>
      <w:r w:rsidR="00F63B70">
        <w:t>,</w:t>
      </w:r>
      <w:r w:rsidRPr="00F31804">
        <w:t xml:space="preserve"> </w:t>
      </w:r>
      <w:r>
        <w:t>przynależ</w:t>
      </w:r>
      <w:r w:rsidR="00E948C8">
        <w:t>n</w:t>
      </w:r>
      <w:r>
        <w:t xml:space="preserve">ych do </w:t>
      </w:r>
      <w:r w:rsidR="00F63B70">
        <w:t xml:space="preserve">regionalnej </w:t>
      </w:r>
      <w:r w:rsidRPr="00F31804">
        <w:t>izby</w:t>
      </w:r>
      <w:bookmarkEnd w:id="339"/>
      <w:r w:rsidRPr="00F31804">
        <w:t>, której jest rzecznikiem</w:t>
      </w:r>
      <w:r w:rsidR="0026337A">
        <w:t>, z zastrzeżeniem art. 77</w:t>
      </w:r>
      <w:r>
        <w:t>;</w:t>
      </w:r>
    </w:p>
    <w:p w14:paraId="6C402B97" w14:textId="2FBFBEDF" w:rsidR="00B1523B" w:rsidRDefault="00F31804" w:rsidP="008B50AF">
      <w:pPr>
        <w:pStyle w:val="PKTpunkt"/>
      </w:pPr>
      <w:r>
        <w:t>2)</w:t>
      </w:r>
      <w:r w:rsidR="00531FB5">
        <w:t xml:space="preserve"> </w:t>
      </w:r>
      <w:bookmarkStart w:id="340" w:name="_Hlk188020857"/>
      <w:r w:rsidR="00531FB5">
        <w:t>wnos</w:t>
      </w:r>
      <w:r w:rsidR="00CB0ADA">
        <w:t>i</w:t>
      </w:r>
      <w:r w:rsidR="00531FB5">
        <w:t xml:space="preserve"> spraw</w:t>
      </w:r>
      <w:r w:rsidR="00CB0ADA">
        <w:t>y</w:t>
      </w:r>
      <w:r w:rsidR="00531FB5">
        <w:t xml:space="preserve"> </w:t>
      </w:r>
      <w:bookmarkEnd w:id="340"/>
      <w:r w:rsidR="00531FB5">
        <w:t>do r</w:t>
      </w:r>
      <w:r w:rsidR="00531FB5" w:rsidRPr="00B1523B">
        <w:t>egionalne</w:t>
      </w:r>
      <w:r w:rsidR="00531FB5">
        <w:t>go sądu d</w:t>
      </w:r>
      <w:r w:rsidR="00531FB5" w:rsidRPr="00B1523B">
        <w:t>yscyplinarne</w:t>
      </w:r>
      <w:r w:rsidR="00531FB5">
        <w:t>go</w:t>
      </w:r>
      <w:r>
        <w:t>.</w:t>
      </w:r>
    </w:p>
    <w:p w14:paraId="2116FE5F" w14:textId="77777777" w:rsidR="00531FB5" w:rsidRPr="00B1523B" w:rsidRDefault="00531FB5" w:rsidP="008B50AF">
      <w:pPr>
        <w:pStyle w:val="PKTpunkt"/>
      </w:pPr>
    </w:p>
    <w:p w14:paraId="7F40857F" w14:textId="7C4725B0" w:rsidR="005B104D" w:rsidRDefault="00B1523B" w:rsidP="005B104D">
      <w:pPr>
        <w:pStyle w:val="ROZDZODDZOZNoznaczenierozdziauluboddziau"/>
      </w:pPr>
      <w:r w:rsidRPr="000B4E6D">
        <w:t>Rozdział 5</w:t>
      </w:r>
      <w:r w:rsidRPr="000B4E6D">
        <w:br/>
        <w:t>Odpowiedzialność dyscyplinarna psychologów</w:t>
      </w:r>
    </w:p>
    <w:p w14:paraId="35544233" w14:textId="18CDCE2B" w:rsidR="00F362DD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A245F4">
        <w:rPr>
          <w:rStyle w:val="Ppogrubienie"/>
        </w:rPr>
        <w:t>6</w:t>
      </w:r>
      <w:r w:rsidR="00C950E7">
        <w:rPr>
          <w:rStyle w:val="Ppogrubienie"/>
        </w:rPr>
        <w:t>4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r w:rsidR="00F362DD" w:rsidRPr="00F362DD">
        <w:t xml:space="preserve">1. Psycholog podlega odpowiedzialności </w:t>
      </w:r>
      <w:r w:rsidR="00512166">
        <w:t>dyscyplinarnej</w:t>
      </w:r>
      <w:r w:rsidR="00512166" w:rsidRPr="00F362DD">
        <w:t xml:space="preserve"> </w:t>
      </w:r>
      <w:r w:rsidR="00F362DD" w:rsidRPr="00F362DD">
        <w:t xml:space="preserve">za naruszenie zasad etyki zawodowej oraz przepisów związanych z wykonywaniem zawodu psychologa, zwane dalej „przewinieniem </w:t>
      </w:r>
      <w:r w:rsidR="00844847">
        <w:t>dyscyplinarnym</w:t>
      </w:r>
      <w:r w:rsidR="00F362DD" w:rsidRPr="00F362DD">
        <w:t>”.</w:t>
      </w:r>
    </w:p>
    <w:p w14:paraId="7A4757D5" w14:textId="234D450C" w:rsidR="006C191D" w:rsidRDefault="00F362DD" w:rsidP="00070309">
      <w:pPr>
        <w:pStyle w:val="USTustnpkodeksu"/>
      </w:pPr>
      <w:r w:rsidRPr="00F362DD">
        <w:t>2. Odpowiedzialności dyscyplinarnej podlega również psycholog za uporczywe uchylanie się od płacenia składek członkowskich.</w:t>
      </w:r>
    </w:p>
    <w:p w14:paraId="2F2080C8" w14:textId="34217D21" w:rsidR="00F362DD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6D1089">
        <w:rPr>
          <w:rStyle w:val="Ppogrubienie"/>
        </w:rPr>
        <w:t>6</w:t>
      </w:r>
      <w:r w:rsidR="00C950E7">
        <w:rPr>
          <w:rStyle w:val="Ppogrubienie"/>
        </w:rPr>
        <w:t>5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r w:rsidR="00F362DD" w:rsidRPr="00F362DD">
        <w:t xml:space="preserve">1. Postępowanie w przedmiocie odpowiedzialności </w:t>
      </w:r>
      <w:r w:rsidR="00512166">
        <w:t>dyscyplinarnej</w:t>
      </w:r>
      <w:r w:rsidR="00F362DD" w:rsidRPr="00F362DD">
        <w:t xml:space="preserve"> </w:t>
      </w:r>
      <w:r w:rsidR="00196E9A">
        <w:t xml:space="preserve">psychologów </w:t>
      </w:r>
      <w:r w:rsidR="00F362DD" w:rsidRPr="00F362DD">
        <w:t>toczy się niezależnie od postępowania karnego w sprawie o przestępstwo, postępowania w sprawie o wykroczenie lub postępowania dyscyplinarnego dotyczącego tego samego czynu.</w:t>
      </w:r>
    </w:p>
    <w:p w14:paraId="1B084823" w14:textId="12C6146A" w:rsidR="00706C0A" w:rsidRDefault="00F362DD" w:rsidP="00706C0A">
      <w:pPr>
        <w:pStyle w:val="USTustnpkodeksu"/>
      </w:pPr>
      <w:r w:rsidRPr="00F362DD">
        <w:t xml:space="preserve">2. Postępowanie w przedmiocie odpowiedzialności </w:t>
      </w:r>
      <w:r w:rsidR="00512166">
        <w:t>dyscyplinarnej</w:t>
      </w:r>
      <w:r w:rsidRPr="00F362DD">
        <w:t xml:space="preserve"> </w:t>
      </w:r>
      <w:r w:rsidR="00196E9A">
        <w:t>psychologów</w:t>
      </w:r>
      <w:r w:rsidR="00196E9A" w:rsidRPr="00F362DD">
        <w:t xml:space="preserve"> </w:t>
      </w:r>
      <w:r w:rsidRPr="00F362DD">
        <w:t xml:space="preserve">może być zawieszone do czasu ukończenia postępowania karnego w sprawie o przestępstwo, postępowania w sprawie o wykroczenie lub postępowania dyscyplinarnego, o których mowa w </w:t>
      </w:r>
      <w:r w:rsidRPr="00F362DD">
        <w:lastRenderedPageBreak/>
        <w:t xml:space="preserve">ust. 1, jeżeli ich wynik może mieć wpływ na rozstrzygnięcie w postępowaniu w przedmiocie odpowiedzialności </w:t>
      </w:r>
      <w:r w:rsidR="00512166">
        <w:t>dyscyplinarnej</w:t>
      </w:r>
      <w:r w:rsidR="00196E9A">
        <w:t xml:space="preserve"> psychologów</w:t>
      </w:r>
      <w:r w:rsidRPr="00F362DD">
        <w:t>.</w:t>
      </w:r>
    </w:p>
    <w:p w14:paraId="08846BEE" w14:textId="1DC02508" w:rsidR="00D33439" w:rsidRDefault="00D33439" w:rsidP="00706C0A">
      <w:pPr>
        <w:pStyle w:val="USTustnpkodeksu"/>
      </w:pPr>
      <w:r>
        <w:t xml:space="preserve">3. </w:t>
      </w:r>
      <w:r w:rsidRPr="00B1523B">
        <w:t>W przypadku</w:t>
      </w:r>
      <w:r>
        <w:t>,</w:t>
      </w:r>
      <w:r w:rsidRPr="00B1523B">
        <w:t xml:space="preserve"> gdy przeciwko psychologowi toczy się postępowanie </w:t>
      </w:r>
      <w:r>
        <w:t xml:space="preserve">w przedmiocie odpowiedzialności </w:t>
      </w:r>
      <w:r w:rsidRPr="00B1523B">
        <w:t>dyscyplinarne</w:t>
      </w:r>
      <w:r>
        <w:t>j</w:t>
      </w:r>
      <w:r w:rsidRPr="00B1523B">
        <w:t xml:space="preserve">, do czasu zakończenia takiego postępowania można odmówić skreślenia z </w:t>
      </w:r>
      <w:r>
        <w:t>Rejestru</w:t>
      </w:r>
      <w:r w:rsidR="00196E9A">
        <w:t>,</w:t>
      </w:r>
      <w:r w:rsidRPr="00B1523B">
        <w:t xml:space="preserve"> pomimo wniosku psychologa, o którym mowa w art. 1</w:t>
      </w:r>
      <w:r>
        <w:t>5</w:t>
      </w:r>
      <w:r w:rsidRPr="00B1523B">
        <w:t xml:space="preserve"> </w:t>
      </w:r>
      <w:r>
        <w:t xml:space="preserve">ust. 1 </w:t>
      </w:r>
      <w:r w:rsidRPr="00B1523B">
        <w:t xml:space="preserve">pkt </w:t>
      </w:r>
      <w:r>
        <w:t>3.</w:t>
      </w:r>
    </w:p>
    <w:p w14:paraId="60FDD6F1" w14:textId="03CA1BF5" w:rsidR="00F362DD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5A7029">
        <w:rPr>
          <w:rStyle w:val="Ppogrubienie"/>
        </w:rPr>
        <w:t>6</w:t>
      </w:r>
      <w:r w:rsidR="00C950E7">
        <w:rPr>
          <w:rStyle w:val="Ppogrubienie"/>
        </w:rPr>
        <w:t>6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r w:rsidR="00F362DD" w:rsidRPr="00F362DD">
        <w:t xml:space="preserve">1. Postępowanie w przedmiocie odpowiedzialności </w:t>
      </w:r>
      <w:r w:rsidR="00512166">
        <w:t>dyscyplinarnej</w:t>
      </w:r>
      <w:r w:rsidR="00F362DD" w:rsidRPr="00F362DD">
        <w:t xml:space="preserve"> psycholog</w:t>
      </w:r>
      <w:r w:rsidR="00D0678C">
        <w:t>ów</w:t>
      </w:r>
      <w:r w:rsidR="00F362DD" w:rsidRPr="00F362DD">
        <w:t xml:space="preserve"> obejmuje:</w:t>
      </w:r>
    </w:p>
    <w:p w14:paraId="7D163E3E" w14:textId="7B9F259F" w:rsidR="00F362DD" w:rsidRDefault="00F362DD" w:rsidP="00F362DD">
      <w:pPr>
        <w:pStyle w:val="PKTpunkt"/>
      </w:pPr>
      <w:r w:rsidRPr="00F362DD">
        <w:t>1)</w:t>
      </w:r>
      <w:r w:rsidRPr="00F362DD">
        <w:tab/>
        <w:t>czynności sprawdzające;</w:t>
      </w:r>
    </w:p>
    <w:p w14:paraId="36A2B388" w14:textId="77777777" w:rsidR="00276599" w:rsidRDefault="00F362DD" w:rsidP="00F362DD">
      <w:pPr>
        <w:pStyle w:val="PKTpunkt"/>
      </w:pPr>
      <w:r w:rsidRPr="00F362DD">
        <w:t>2)</w:t>
      </w:r>
      <w:r w:rsidRPr="00F362DD">
        <w:tab/>
        <w:t>postępowanie wyjaśniające;</w:t>
      </w:r>
    </w:p>
    <w:p w14:paraId="6925AE17" w14:textId="0132BA5F" w:rsidR="00F362DD" w:rsidRDefault="00F362DD" w:rsidP="00F362DD">
      <w:pPr>
        <w:pStyle w:val="PKTpunkt"/>
      </w:pPr>
      <w:r w:rsidRPr="00F362DD">
        <w:t>3)</w:t>
      </w:r>
      <w:r w:rsidRPr="00F362DD">
        <w:tab/>
        <w:t xml:space="preserve">postępowanie przed sądem </w:t>
      </w:r>
      <w:r w:rsidR="000D1345">
        <w:t>dyscyplinarnym</w:t>
      </w:r>
      <w:r w:rsidRPr="00F362DD">
        <w:t>;</w:t>
      </w:r>
    </w:p>
    <w:p w14:paraId="10DA213B" w14:textId="1629E080" w:rsidR="00F362DD" w:rsidRDefault="00F362DD" w:rsidP="00F362DD">
      <w:pPr>
        <w:pStyle w:val="PKTpunkt"/>
      </w:pPr>
      <w:r w:rsidRPr="00F362DD">
        <w:t>4)</w:t>
      </w:r>
      <w:r w:rsidRPr="00F362DD">
        <w:tab/>
        <w:t>postępowanie wykonawcze.</w:t>
      </w:r>
    </w:p>
    <w:p w14:paraId="0A9B3640" w14:textId="5F964D23" w:rsidR="00F362DD" w:rsidRDefault="00F362DD" w:rsidP="00864F49">
      <w:pPr>
        <w:pStyle w:val="USTustnpkodeksu"/>
      </w:pPr>
      <w:r w:rsidRPr="00F362DD">
        <w:t>2.</w:t>
      </w:r>
      <w:r w:rsidRPr="00F362DD">
        <w:tab/>
        <w:t>Celem czynności sprawdzających jest wstępne zbadanie okoliczności koniecznych do ustalenia, czy istnieją podstawy do wszczęcia postępowania wyjaśniającego. W trakcie czynności sprawdzających nie przeprowadza się dowodu z opinii biegłego ani czynności wymagających spisania protokołu, z wyjątkiem możliwości przesłuchania w charakterze świadka osoby składającej skargę na psychologa.</w:t>
      </w:r>
    </w:p>
    <w:p w14:paraId="696752C4" w14:textId="1224854A" w:rsidR="006C191D" w:rsidRDefault="00F362DD" w:rsidP="00070309">
      <w:pPr>
        <w:pStyle w:val="USTustnpkodeksu"/>
      </w:pPr>
      <w:r w:rsidRPr="00F362DD">
        <w:t>3.</w:t>
      </w:r>
      <w:r w:rsidRPr="00F362DD">
        <w:tab/>
        <w:t xml:space="preserve">Celem postępowania wyjaśniającego jest ustalenie, czy został popełniony czyn mogący stanowić przewinienie </w:t>
      </w:r>
      <w:r w:rsidR="00844847">
        <w:t>dyscyplinarne</w:t>
      </w:r>
      <w:r w:rsidRPr="00F362DD">
        <w:t xml:space="preserve">, wyjaśnienie okoliczności sprawy, a w przypadku stwierdzenia znamion przewinienia </w:t>
      </w:r>
      <w:r w:rsidR="00844847">
        <w:t>dyscyplinarn</w:t>
      </w:r>
      <w:r w:rsidR="00844847" w:rsidRPr="00F362DD">
        <w:t>ego</w:t>
      </w:r>
      <w:r w:rsidRPr="00F362DD">
        <w:t xml:space="preserve"> – ustalenie obwinionego oraz zebranie, zabezpieczenie i w niezbędnym zakresie utrwalenie dowodów dla sądu </w:t>
      </w:r>
      <w:r w:rsidR="000D1345">
        <w:t>dyscyplinarnego</w:t>
      </w:r>
      <w:r w:rsidRPr="00F362DD">
        <w:t>.</w:t>
      </w:r>
    </w:p>
    <w:p w14:paraId="6160CC2E" w14:textId="1C6E1949" w:rsidR="00F362DD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C950E7">
        <w:rPr>
          <w:rStyle w:val="Ppogrubienie"/>
        </w:rPr>
        <w:t>6</w:t>
      </w:r>
      <w:r>
        <w:rPr>
          <w:rStyle w:val="Ppogrubienie"/>
        </w:rPr>
        <w:t>7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r w:rsidR="00F362DD" w:rsidRPr="00F362DD">
        <w:t xml:space="preserve">1. Stronami postępowania w przedmiocie odpowiedzialności </w:t>
      </w:r>
      <w:r w:rsidR="00512166">
        <w:t>dyscyplinarnej</w:t>
      </w:r>
      <w:r w:rsidR="00F362DD" w:rsidRPr="00F362DD">
        <w:t xml:space="preserve"> psycholog</w:t>
      </w:r>
      <w:r w:rsidR="005423FA">
        <w:t>ów</w:t>
      </w:r>
      <w:r w:rsidR="00F362DD" w:rsidRPr="00F362DD">
        <w:t xml:space="preserve"> są pokrzywdzony oraz psycholog, którego dotyczy postępowanie lub obwiniony.</w:t>
      </w:r>
    </w:p>
    <w:p w14:paraId="1436221E" w14:textId="6953A435" w:rsidR="00F362DD" w:rsidRDefault="00F362DD" w:rsidP="00F362DD">
      <w:pPr>
        <w:pStyle w:val="USTustnpkodeksu"/>
      </w:pPr>
      <w:r>
        <w:t xml:space="preserve">2. </w:t>
      </w:r>
      <w:r w:rsidRPr="00F362DD">
        <w:t xml:space="preserve">W postępowaniu przed sądem </w:t>
      </w:r>
      <w:r w:rsidR="00F57A7E" w:rsidRPr="00F362DD">
        <w:t>d</w:t>
      </w:r>
      <w:r w:rsidR="00F57A7E">
        <w:t>yscyplinarnym</w:t>
      </w:r>
      <w:r w:rsidRPr="00F362DD">
        <w:t xml:space="preserve"> stroną jest również </w:t>
      </w:r>
      <w:r w:rsidR="00F5482D">
        <w:t>r</w:t>
      </w:r>
      <w:r w:rsidRPr="00F362DD">
        <w:t xml:space="preserve">zecznik </w:t>
      </w:r>
      <w:r w:rsidR="00F5482D">
        <w:t>d</w:t>
      </w:r>
      <w:r w:rsidRPr="00F362DD">
        <w:t>yscyplinarny.</w:t>
      </w:r>
    </w:p>
    <w:p w14:paraId="0D1EAB30" w14:textId="4E72A74F" w:rsidR="006C191D" w:rsidRDefault="00F362DD" w:rsidP="00070309">
      <w:pPr>
        <w:pStyle w:val="USTustnpkodeksu"/>
      </w:pPr>
      <w:r w:rsidRPr="00F362DD">
        <w:t>3.</w:t>
      </w:r>
      <w:r w:rsidRPr="00F362DD">
        <w:tab/>
        <w:t xml:space="preserve">W postępowaniu w przedmiocie odpowiedzialności </w:t>
      </w:r>
      <w:r w:rsidR="00512166">
        <w:t>dyscyplinarnej</w:t>
      </w:r>
      <w:r w:rsidRPr="00F362DD">
        <w:t xml:space="preserve"> psycholog</w:t>
      </w:r>
      <w:r w:rsidR="005423FA">
        <w:t>ów</w:t>
      </w:r>
      <w:r w:rsidRPr="00F362DD">
        <w:t xml:space="preserve"> zastępca </w:t>
      </w:r>
      <w:r w:rsidR="00F5482D">
        <w:t>r</w:t>
      </w:r>
      <w:r w:rsidRPr="00F362DD">
        <w:t xml:space="preserve">zecznika </w:t>
      </w:r>
      <w:r w:rsidR="00F5482D">
        <w:t>d</w:t>
      </w:r>
      <w:r w:rsidRPr="00F362DD">
        <w:t xml:space="preserve">yscyplinarnego wykonuje prawa i obowiązki </w:t>
      </w:r>
      <w:r w:rsidR="00F5482D">
        <w:t>r</w:t>
      </w:r>
      <w:r w:rsidRPr="00F362DD">
        <w:t xml:space="preserve">zecznika </w:t>
      </w:r>
      <w:r w:rsidR="00F5482D">
        <w:t>d</w:t>
      </w:r>
      <w:r w:rsidRPr="00F362DD">
        <w:t>yscyplinarnego.</w:t>
      </w:r>
    </w:p>
    <w:p w14:paraId="70B6A004" w14:textId="3A9900BD" w:rsidR="00F362DD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C950E7">
        <w:rPr>
          <w:rStyle w:val="Ppogrubienie"/>
        </w:rPr>
        <w:t>68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r w:rsidR="00F362DD" w:rsidRPr="00F362DD">
        <w:t xml:space="preserve">1. Pokrzywdzonym jest osoba fizyczna, osoba prawna lub jednostka organizacyjna nieposiadająca osobowości prawnej, której dobro prawne zostało bezpośrednio naruszone lub zagrożone przez przewinienie </w:t>
      </w:r>
      <w:r w:rsidR="00844847">
        <w:t>dyscyplinarne</w:t>
      </w:r>
      <w:r w:rsidR="00F362DD" w:rsidRPr="00F362DD">
        <w:t>.</w:t>
      </w:r>
    </w:p>
    <w:p w14:paraId="22F2062A" w14:textId="1C2083B3" w:rsidR="00F362DD" w:rsidRDefault="00F362DD" w:rsidP="00F362DD">
      <w:pPr>
        <w:pStyle w:val="USTustnpkodeksu"/>
      </w:pPr>
      <w:r w:rsidRPr="00F362DD">
        <w:lastRenderedPageBreak/>
        <w:t>2.</w:t>
      </w:r>
      <w:r w:rsidRPr="00F362DD">
        <w:tab/>
        <w:t>Pokrzywdzony może ustanowić nie więcej niż dwóch pełnomocników spośród psychologów, adwokatów lub radców prawnych.</w:t>
      </w:r>
    </w:p>
    <w:p w14:paraId="5C0410C9" w14:textId="26691BC8" w:rsidR="00F362DD" w:rsidRPr="00F362DD" w:rsidRDefault="00F362DD" w:rsidP="00F362DD">
      <w:pPr>
        <w:pStyle w:val="USTustnpkodeksu"/>
      </w:pPr>
      <w:r w:rsidRPr="00F362DD">
        <w:t>3.</w:t>
      </w:r>
      <w:r w:rsidRPr="00F362DD">
        <w:tab/>
        <w:t xml:space="preserve">W razie śmierci pokrzywdzonego jego prawa w postępowaniu w przedmiocie odpowiedzialności </w:t>
      </w:r>
      <w:r w:rsidR="00512166">
        <w:t>dyscyplinarnej</w:t>
      </w:r>
      <w:r w:rsidRPr="00F362DD">
        <w:t xml:space="preserve"> psycholog</w:t>
      </w:r>
      <w:r w:rsidR="00386F14">
        <w:t>ów</w:t>
      </w:r>
      <w:r w:rsidRPr="00F362DD">
        <w:t>, w tym prawo dostępu do dokumentacji psychologicznej, może wykonywać:</w:t>
      </w:r>
    </w:p>
    <w:p w14:paraId="0BAE39AC" w14:textId="295B9283" w:rsidR="00F362DD" w:rsidRDefault="00F362DD" w:rsidP="00F362DD">
      <w:pPr>
        <w:pStyle w:val="PKTpunkt"/>
      </w:pPr>
      <w:r w:rsidRPr="00F362DD">
        <w:t>1)</w:t>
      </w:r>
      <w:r w:rsidRPr="00F362DD">
        <w:tab/>
        <w:t>małżonek;</w:t>
      </w:r>
    </w:p>
    <w:p w14:paraId="01AAFD6A" w14:textId="391070AD" w:rsidR="00F362DD" w:rsidRDefault="00F362DD" w:rsidP="00F362DD">
      <w:pPr>
        <w:pStyle w:val="PKTpunkt"/>
      </w:pPr>
      <w:r w:rsidRPr="00F362DD">
        <w:t>2)</w:t>
      </w:r>
      <w:r w:rsidRPr="00F362DD">
        <w:tab/>
        <w:t>wstępny;</w:t>
      </w:r>
    </w:p>
    <w:p w14:paraId="7FB9D25E" w14:textId="46BF6275" w:rsidR="00F362DD" w:rsidRDefault="00F362DD" w:rsidP="00F362DD">
      <w:pPr>
        <w:pStyle w:val="PKTpunkt"/>
      </w:pPr>
      <w:r w:rsidRPr="00F362DD">
        <w:t>3)</w:t>
      </w:r>
      <w:r w:rsidRPr="00F362DD">
        <w:tab/>
        <w:t>zstępny;</w:t>
      </w:r>
    </w:p>
    <w:p w14:paraId="1F16FA9A" w14:textId="779144F1" w:rsidR="00F362DD" w:rsidRDefault="00F362DD" w:rsidP="00F362DD">
      <w:pPr>
        <w:pStyle w:val="PKTpunkt"/>
      </w:pPr>
      <w:r w:rsidRPr="00F362DD">
        <w:t>4)</w:t>
      </w:r>
      <w:r w:rsidRPr="00F362DD">
        <w:tab/>
        <w:t>rodzeństwo;</w:t>
      </w:r>
    </w:p>
    <w:p w14:paraId="2DCC6431" w14:textId="1B0EC983" w:rsidR="00F362DD" w:rsidRDefault="00F362DD" w:rsidP="00F362DD">
      <w:pPr>
        <w:pStyle w:val="PKTpunkt"/>
      </w:pPr>
      <w:r w:rsidRPr="00F362DD">
        <w:t>5)</w:t>
      </w:r>
      <w:r w:rsidRPr="00F362DD">
        <w:tab/>
        <w:t>powinowaty w tej samej linii lub tym samym stopniu;</w:t>
      </w:r>
    </w:p>
    <w:p w14:paraId="63DF867D" w14:textId="21557917" w:rsidR="00F362DD" w:rsidRDefault="00F362DD" w:rsidP="00F362DD">
      <w:pPr>
        <w:pStyle w:val="PKTpunkt"/>
      </w:pPr>
      <w:r w:rsidRPr="00F362DD">
        <w:t>6)</w:t>
      </w:r>
      <w:r w:rsidRPr="00F362DD">
        <w:tab/>
        <w:t>osoba pozostająca w stosunku przysposobienia oraz jej małżonek;</w:t>
      </w:r>
    </w:p>
    <w:p w14:paraId="106F1C2D" w14:textId="67131A4E" w:rsidR="00F362DD" w:rsidRDefault="00F362DD" w:rsidP="00F362DD">
      <w:pPr>
        <w:pStyle w:val="PKTpunkt"/>
      </w:pPr>
      <w:r w:rsidRPr="00F362DD">
        <w:t>7)</w:t>
      </w:r>
      <w:r w:rsidRPr="00F362DD">
        <w:tab/>
        <w:t>osoba pozostająca we wspólnym pożyciu.</w:t>
      </w:r>
    </w:p>
    <w:p w14:paraId="5EBBD39A" w14:textId="62E50FF4" w:rsidR="00F362DD" w:rsidRDefault="00F362DD" w:rsidP="00F362DD">
      <w:pPr>
        <w:pStyle w:val="USTustnpkodeksu"/>
      </w:pPr>
      <w:r w:rsidRPr="00F362DD">
        <w:t>4.</w:t>
      </w:r>
      <w:r w:rsidRPr="00F362DD">
        <w:tab/>
        <w:t xml:space="preserve">W przypadku gdy organ prowadzący postępowanie w przedmiocie odpowiedzialności </w:t>
      </w:r>
      <w:r w:rsidR="00512166">
        <w:t>dyscyplinarnej</w:t>
      </w:r>
      <w:r w:rsidRPr="00F362DD">
        <w:t xml:space="preserve"> psycholog</w:t>
      </w:r>
      <w:r w:rsidR="00386F14">
        <w:t>ów</w:t>
      </w:r>
      <w:r w:rsidRPr="00F362DD">
        <w:t xml:space="preserve"> dysponuje informacjami o osobach, o których mowa w ust. 3, poucza o przysługujących uprawnieniach co najmniej jedną z nich.</w:t>
      </w:r>
    </w:p>
    <w:p w14:paraId="3BD49A54" w14:textId="5D1B2E58" w:rsidR="006C191D" w:rsidRDefault="00F362DD" w:rsidP="00070309">
      <w:pPr>
        <w:pStyle w:val="USTustnpkodeksu"/>
      </w:pPr>
      <w:r w:rsidRPr="00F362DD">
        <w:t>5.</w:t>
      </w:r>
      <w:r w:rsidRPr="00F362DD">
        <w:tab/>
        <w:t xml:space="preserve">Organ prowadzący postępowanie w przedmiocie odpowiedzialności </w:t>
      </w:r>
      <w:r w:rsidR="00512166">
        <w:t>dyscyplinarnej</w:t>
      </w:r>
      <w:r w:rsidRPr="00F362DD">
        <w:t xml:space="preserve"> psychologów może ograniczyć pokrzywdzonemu dostęp do akt sprawy w zakresie określonym w przepisach odrębnych</w:t>
      </w:r>
      <w:r w:rsidR="00070309">
        <w:t>.</w:t>
      </w:r>
    </w:p>
    <w:p w14:paraId="73A25F67" w14:textId="48CF729D" w:rsidR="00F362DD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C950E7">
        <w:rPr>
          <w:rStyle w:val="Ppogrubienie"/>
        </w:rPr>
        <w:t>69</w:t>
      </w:r>
      <w:r w:rsidR="00B1523B" w:rsidRPr="00745823">
        <w:rPr>
          <w:rStyle w:val="Ppogrubienie"/>
        </w:rPr>
        <w:t>.</w:t>
      </w:r>
      <w:r w:rsidR="00B1523B" w:rsidRPr="00B1523B">
        <w:t xml:space="preserve"> </w:t>
      </w:r>
      <w:r w:rsidR="00F362DD">
        <w:t xml:space="preserve">1. </w:t>
      </w:r>
      <w:r w:rsidR="00F362DD" w:rsidRPr="00F362DD">
        <w:t xml:space="preserve">Za obwinionego uważa się psychologa, wobec którego w toku postępowania wyjaśniającego </w:t>
      </w:r>
      <w:r w:rsidR="00386F14">
        <w:t>r</w:t>
      </w:r>
      <w:r w:rsidR="00F362DD" w:rsidRPr="00F362DD">
        <w:t xml:space="preserve">zecznik </w:t>
      </w:r>
      <w:r w:rsidR="00C06C76">
        <w:t>dy</w:t>
      </w:r>
      <w:r w:rsidR="00C06C76" w:rsidRPr="00F362DD">
        <w:t>scyplinarny</w:t>
      </w:r>
      <w:r w:rsidR="00F362DD" w:rsidRPr="00F362DD">
        <w:t xml:space="preserve"> wydał postanowienie o przedstawieniu zarzutów lub przeciwko któremu skierował do sądu </w:t>
      </w:r>
      <w:r w:rsidR="000D1345">
        <w:t>dyscyplinarnego</w:t>
      </w:r>
      <w:r w:rsidR="00F362DD" w:rsidRPr="00F362DD">
        <w:t xml:space="preserve"> wniosek o ukaranie.</w:t>
      </w:r>
    </w:p>
    <w:p w14:paraId="36A425C1" w14:textId="48FBF857" w:rsidR="00F362DD" w:rsidRDefault="00F362DD" w:rsidP="00F362DD">
      <w:pPr>
        <w:pStyle w:val="USTustnpkodeksu"/>
      </w:pPr>
      <w:r w:rsidRPr="00F362DD">
        <w:t>2.</w:t>
      </w:r>
      <w:r w:rsidRPr="00F362DD">
        <w:tab/>
        <w:t>Obwiniony może ustanowić nie więcej niż dwóch obrońców spośród psychologów, adwokatów lub radców prawnych.</w:t>
      </w:r>
    </w:p>
    <w:p w14:paraId="5BC5B7B8" w14:textId="596CBBAA" w:rsidR="00F362DD" w:rsidRDefault="00F362DD" w:rsidP="00F362DD">
      <w:pPr>
        <w:pStyle w:val="USTustnpkodeksu"/>
      </w:pPr>
      <w:r w:rsidRPr="00F362DD">
        <w:t>3.</w:t>
      </w:r>
      <w:r w:rsidRPr="00F362DD">
        <w:tab/>
        <w:t xml:space="preserve">W czasie postępowania w przedmiocie odpowiedzialności </w:t>
      </w:r>
      <w:r w:rsidR="00512166">
        <w:t>dyscyplinarnej</w:t>
      </w:r>
      <w:r w:rsidRPr="00F362DD">
        <w:t xml:space="preserve"> psychologów na uzasadniony wniosek obwinionego sąd </w:t>
      </w:r>
      <w:r w:rsidR="000D1345">
        <w:t>dyscyplinarny</w:t>
      </w:r>
      <w:r w:rsidRPr="00F362DD">
        <w:t xml:space="preserve"> może ustanowić mu obrońcę z urzędu spośród psychologów, adwokatów lub radców prawnych.</w:t>
      </w:r>
    </w:p>
    <w:p w14:paraId="0AB139AB" w14:textId="3B683F4D" w:rsidR="00F362DD" w:rsidRDefault="00F362DD" w:rsidP="00F362DD">
      <w:pPr>
        <w:pStyle w:val="USTustnpkodeksu"/>
      </w:pPr>
      <w:r w:rsidRPr="00F362DD">
        <w:t>4.</w:t>
      </w:r>
      <w:r w:rsidRPr="00F362DD">
        <w:tab/>
        <w:t xml:space="preserve">W przypadku gdy zachodzi uzasadniona wątpliwość co do poczytalności obwinionego i nie ustanowił on obrońcy z wyboru, sąd </w:t>
      </w:r>
      <w:r w:rsidR="000D1345">
        <w:t xml:space="preserve">dyscyplinarny </w:t>
      </w:r>
      <w:r w:rsidRPr="00F362DD">
        <w:t xml:space="preserve">ustanawia mu obrońcę z urzędu spośród psychologów, adwokatów lub radców prawnych. W postępowaniu wyjaśniającym </w:t>
      </w:r>
      <w:r w:rsidR="00213E58">
        <w:t xml:space="preserve">regionalny </w:t>
      </w:r>
      <w:r w:rsidRPr="00F362DD">
        <w:t xml:space="preserve">sąd </w:t>
      </w:r>
      <w:r w:rsidR="00213E58">
        <w:t>dyscyplinarny</w:t>
      </w:r>
      <w:r w:rsidRPr="00F362DD">
        <w:t xml:space="preserve"> ustanawia obrońcę na wniosek </w:t>
      </w:r>
      <w:r w:rsidR="00213E58">
        <w:t>r</w:t>
      </w:r>
      <w:r w:rsidRPr="00F362DD">
        <w:t xml:space="preserve">zecznika </w:t>
      </w:r>
      <w:r w:rsidR="00213E58">
        <w:t>d</w:t>
      </w:r>
      <w:r w:rsidRPr="00F362DD">
        <w:t>yscyplinarnego.</w:t>
      </w:r>
    </w:p>
    <w:p w14:paraId="4E3A226A" w14:textId="29513EF2" w:rsidR="000D0302" w:rsidRDefault="00F362DD" w:rsidP="00070309">
      <w:pPr>
        <w:pStyle w:val="USTustnpkodeksu"/>
      </w:pPr>
      <w:r w:rsidRPr="00F362DD">
        <w:t>5.</w:t>
      </w:r>
      <w:r w:rsidRPr="00F362DD">
        <w:tab/>
        <w:t xml:space="preserve">Jeżeli organ prowadzący postępowanie w przedmiocie odpowiedzialności </w:t>
      </w:r>
      <w:r w:rsidR="00512166">
        <w:t>dyscyplinarnej</w:t>
      </w:r>
      <w:r w:rsidRPr="00F362DD">
        <w:t xml:space="preserve"> psychologów uzna za niezbędne ustanowienie obrońcy ze względu na </w:t>
      </w:r>
      <w:r w:rsidRPr="00F362DD">
        <w:lastRenderedPageBreak/>
        <w:t xml:space="preserve">okoliczności utrudniające obronę, </w:t>
      </w:r>
      <w:r w:rsidR="00213E58">
        <w:t xml:space="preserve">właściwy </w:t>
      </w:r>
      <w:r w:rsidRPr="00F362DD">
        <w:t xml:space="preserve">sąd </w:t>
      </w:r>
      <w:r w:rsidR="000D1345">
        <w:t>dyscyplinarny</w:t>
      </w:r>
      <w:r w:rsidRPr="00F362DD">
        <w:t xml:space="preserve"> ustanawia obwinionemu obrońcę z urzędu spośród psychologów, adwokatów lub radców prawnych.</w:t>
      </w:r>
    </w:p>
    <w:p w14:paraId="5B6C176D" w14:textId="2CE898D1" w:rsidR="000D0302" w:rsidRDefault="000D0302" w:rsidP="00864F49">
      <w:pPr>
        <w:pStyle w:val="ARTartustawynprozporzdzenia"/>
      </w:pPr>
      <w:r w:rsidRPr="000D0302">
        <w:rPr>
          <w:rStyle w:val="Ppogrubienie"/>
        </w:rPr>
        <w:t xml:space="preserve">Art. </w:t>
      </w:r>
      <w:r w:rsidR="00991884">
        <w:rPr>
          <w:rStyle w:val="Ppogrubienie"/>
        </w:rPr>
        <w:t>70</w:t>
      </w:r>
      <w:r w:rsidRPr="000D0302">
        <w:rPr>
          <w:rStyle w:val="Ppogrubienie"/>
        </w:rPr>
        <w:t>.</w:t>
      </w:r>
      <w:r w:rsidRPr="000D0302">
        <w:t xml:space="preserve"> W toku postępowania </w:t>
      </w:r>
      <w:r w:rsidR="00300428">
        <w:t xml:space="preserve">w przedmiocie odpowiedzialności </w:t>
      </w:r>
      <w:r w:rsidRPr="000D0302">
        <w:t>dyscyplinarne</w:t>
      </w:r>
      <w:r w:rsidR="00300428">
        <w:t>j</w:t>
      </w:r>
      <w:r w:rsidRPr="000D0302">
        <w:t xml:space="preserve"> </w:t>
      </w:r>
      <w:r w:rsidR="00DE41E7">
        <w:t xml:space="preserve">psychologów </w:t>
      </w:r>
      <w:r w:rsidRPr="000D0302">
        <w:t>obwiniony ma prawo do:</w:t>
      </w:r>
    </w:p>
    <w:p w14:paraId="07C159E8" w14:textId="2DDB616B" w:rsidR="000D0302" w:rsidRDefault="000D0302" w:rsidP="000D0302">
      <w:pPr>
        <w:pStyle w:val="PKTpunkt"/>
      </w:pPr>
      <w:r w:rsidRPr="000D0302">
        <w:t>1) składania wyjaśnień;</w:t>
      </w:r>
    </w:p>
    <w:p w14:paraId="434863A4" w14:textId="543513CC" w:rsidR="000D0302" w:rsidRDefault="000D0302" w:rsidP="000D0302">
      <w:pPr>
        <w:pStyle w:val="PKTpunkt"/>
      </w:pPr>
      <w:r w:rsidRPr="000D0302">
        <w:t>2) odmowy składania wyjaśnień;</w:t>
      </w:r>
    </w:p>
    <w:p w14:paraId="272C55EB" w14:textId="13454F5B" w:rsidR="000D0302" w:rsidRDefault="000D0302" w:rsidP="000D0302">
      <w:pPr>
        <w:pStyle w:val="PKTpunkt"/>
      </w:pPr>
      <w:r w:rsidRPr="000D0302">
        <w:t>3) zgłaszania wniosków dowodowych;</w:t>
      </w:r>
    </w:p>
    <w:p w14:paraId="0084EE23" w14:textId="65020C28" w:rsidR="000D0302" w:rsidRDefault="000D0302" w:rsidP="000D0302">
      <w:pPr>
        <w:pStyle w:val="PKTpunkt"/>
      </w:pPr>
      <w:r w:rsidRPr="000D0302">
        <w:t>4) przeglądania akt postępowania oraz sporządzania z nich notatek, fotokopii oraz odpisów;</w:t>
      </w:r>
    </w:p>
    <w:p w14:paraId="64BC48BC" w14:textId="4B544D80" w:rsidR="000D0302" w:rsidRDefault="000D0302" w:rsidP="000D0302">
      <w:pPr>
        <w:pStyle w:val="PKTpunkt"/>
      </w:pPr>
      <w:r w:rsidRPr="000D0302">
        <w:t xml:space="preserve">5) korzystania z pomocy </w:t>
      </w:r>
      <w:r>
        <w:t xml:space="preserve">wybranego </w:t>
      </w:r>
      <w:r w:rsidRPr="000D0302">
        <w:t>obrońcy</w:t>
      </w:r>
      <w:r>
        <w:t>;</w:t>
      </w:r>
    </w:p>
    <w:p w14:paraId="7C2DFABE" w14:textId="1A9939EB" w:rsidR="00433833" w:rsidRDefault="00433833" w:rsidP="000D0302">
      <w:pPr>
        <w:pStyle w:val="PKTpunkt"/>
      </w:pPr>
      <w:r>
        <w:t xml:space="preserve">6) </w:t>
      </w:r>
      <w:r w:rsidR="00991884" w:rsidRPr="00991884">
        <w:t>końcowego zaznajomienia z materiałami postępowania</w:t>
      </w:r>
      <w:r w:rsidR="00991884">
        <w:t>, o którym mowa w art. 84</w:t>
      </w:r>
      <w:r>
        <w:t>.</w:t>
      </w:r>
    </w:p>
    <w:p w14:paraId="1A4A7CF2" w14:textId="22046A60" w:rsidR="006C191D" w:rsidRDefault="00267E7E" w:rsidP="00864F49">
      <w:pPr>
        <w:pStyle w:val="ARTartustawynprozporzdzenia"/>
      </w:pPr>
      <w:r w:rsidRPr="00267E7E">
        <w:rPr>
          <w:rStyle w:val="Ppogrubienie"/>
        </w:rPr>
        <w:t>Art. 7</w:t>
      </w:r>
      <w:r w:rsidR="00991884">
        <w:rPr>
          <w:rStyle w:val="Ppogrubienie"/>
        </w:rPr>
        <w:t>1</w:t>
      </w:r>
      <w:r w:rsidRPr="00267E7E">
        <w:rPr>
          <w:rStyle w:val="Ppogrubienie"/>
        </w:rPr>
        <w:t>.</w:t>
      </w:r>
      <w:r w:rsidRPr="00267E7E">
        <w:t xml:space="preserve"> </w:t>
      </w:r>
      <w:r w:rsidR="006C191D" w:rsidRPr="006C191D">
        <w:t xml:space="preserve">1. Organ prowadzący postępowanie w przedmiocie odpowiedzialności </w:t>
      </w:r>
      <w:r w:rsidR="00512166">
        <w:t>dyscyplinarnej</w:t>
      </w:r>
      <w:r w:rsidR="006C191D" w:rsidRPr="006C191D">
        <w:t xml:space="preserve"> psycholog</w:t>
      </w:r>
      <w:r w:rsidR="0098673B">
        <w:t>ów</w:t>
      </w:r>
      <w:r w:rsidR="006C191D" w:rsidRPr="006C191D">
        <w:t xml:space="preserve"> przeprowadza dowody na wniosek stron albo z urzędu.</w:t>
      </w:r>
    </w:p>
    <w:p w14:paraId="697C83A2" w14:textId="77777777" w:rsidR="006C191D" w:rsidRDefault="006C191D" w:rsidP="006C191D">
      <w:pPr>
        <w:pStyle w:val="USTustnpkodeksu"/>
      </w:pPr>
      <w:r w:rsidRPr="006C191D">
        <w:t>2.</w:t>
      </w:r>
      <w:r w:rsidRPr="006C191D">
        <w:tab/>
        <w:t>Jeżeli stwierdzenie okoliczności mających istotne znaczenie dla rozstrzygnięcia sprawy wymaga wiadomości specjalnych, zasięga się opinii biegłego lub specjalisty.</w:t>
      </w:r>
    </w:p>
    <w:p w14:paraId="05755C8B" w14:textId="1E71A877" w:rsidR="006C191D" w:rsidRDefault="006C191D" w:rsidP="006C191D">
      <w:pPr>
        <w:pStyle w:val="USTustnpkodeksu"/>
      </w:pPr>
      <w:r w:rsidRPr="006C191D">
        <w:t>3.</w:t>
      </w:r>
      <w:r w:rsidRPr="006C191D">
        <w:tab/>
        <w:t>W celu wydania opinii o stanie zdrowia psychicznego obwinionego powołuje się dwóch biegłych lekarzy psychiatrów.</w:t>
      </w:r>
    </w:p>
    <w:p w14:paraId="1EB7C93B" w14:textId="450674FB" w:rsidR="006C191D" w:rsidRDefault="006C191D" w:rsidP="00070309">
      <w:pPr>
        <w:pStyle w:val="USTustnpkodeksu"/>
      </w:pPr>
      <w:r w:rsidRPr="006C191D">
        <w:t>4.</w:t>
      </w:r>
      <w:r w:rsidRPr="006C191D">
        <w:tab/>
        <w:t>Nie stanowi naruszenia tajemnicy</w:t>
      </w:r>
      <w:r w:rsidR="00BE5D8F">
        <w:t>, o której mowa w art. 27 ust. 1,</w:t>
      </w:r>
      <w:r w:rsidR="006468F7">
        <w:t xml:space="preserve"> </w:t>
      </w:r>
      <w:r w:rsidRPr="006C191D">
        <w:t xml:space="preserve">składanie przez psychologa zeznań i wyjaśnień w zakresie okoliczności objętych postępowaniem w trakcie postępowania w przedmiocie odpowiedzialności </w:t>
      </w:r>
      <w:r w:rsidR="00512166">
        <w:t>dyscyplinarnej</w:t>
      </w:r>
      <w:r w:rsidRPr="006C191D">
        <w:t xml:space="preserve"> psycholog</w:t>
      </w:r>
      <w:r w:rsidR="0098673B">
        <w:t>ów</w:t>
      </w:r>
      <w:r w:rsidRPr="006C191D">
        <w:t>.</w:t>
      </w:r>
    </w:p>
    <w:p w14:paraId="72203215" w14:textId="6E70C0FB" w:rsidR="006C191D" w:rsidRDefault="00A24E01" w:rsidP="00864F49">
      <w:pPr>
        <w:pStyle w:val="ARTartustawynprozporzdzenia"/>
      </w:pPr>
      <w:r>
        <w:rPr>
          <w:rStyle w:val="Ppogrubienie"/>
        </w:rPr>
        <w:t>Art. 7</w:t>
      </w:r>
      <w:r w:rsidR="00991884">
        <w:rPr>
          <w:rStyle w:val="Ppogrubienie"/>
        </w:rPr>
        <w:t>2</w:t>
      </w:r>
      <w:r w:rsidR="00B1523B" w:rsidRPr="001D7DF6">
        <w:rPr>
          <w:rStyle w:val="Ppogrubienie"/>
        </w:rPr>
        <w:t>.</w:t>
      </w:r>
      <w:r w:rsidR="00B1523B" w:rsidRPr="00B1523B">
        <w:t xml:space="preserve"> </w:t>
      </w:r>
      <w:r w:rsidR="006C191D">
        <w:t xml:space="preserve">1. </w:t>
      </w:r>
      <w:r w:rsidR="006C191D" w:rsidRPr="006C191D">
        <w:t xml:space="preserve">W przypadku gdy w postępowaniu w sprawie odpowiedzialności </w:t>
      </w:r>
      <w:r w:rsidR="00512166">
        <w:t>dyscyplinarnej</w:t>
      </w:r>
      <w:r w:rsidR="006C191D" w:rsidRPr="006C191D">
        <w:t xml:space="preserve"> psycholog</w:t>
      </w:r>
      <w:r w:rsidR="0098673B">
        <w:t>ów</w:t>
      </w:r>
      <w:r w:rsidR="006C191D" w:rsidRPr="006C191D">
        <w:t xml:space="preserve"> świadek, biegły lub specjalista bez usprawiedliwienia nie stawił się na wezwanie </w:t>
      </w:r>
      <w:r w:rsidR="003712AC">
        <w:t>r</w:t>
      </w:r>
      <w:r w:rsidR="006C191D" w:rsidRPr="006C191D">
        <w:t xml:space="preserve">zecznika </w:t>
      </w:r>
      <w:r w:rsidR="003712AC">
        <w:t>d</w:t>
      </w:r>
      <w:r w:rsidR="006C191D" w:rsidRPr="006C191D">
        <w:t xml:space="preserve">yscyplinarnego lub na rozprawę przed sądem </w:t>
      </w:r>
      <w:r w:rsidR="000D1345">
        <w:t>dyscyplinarnym</w:t>
      </w:r>
      <w:r w:rsidR="006C191D" w:rsidRPr="006C191D">
        <w:t xml:space="preserve"> albo bezpodstawnie odmawia zeznań, </w:t>
      </w:r>
      <w:r w:rsidR="003712AC">
        <w:t>r</w:t>
      </w:r>
      <w:r w:rsidR="006C191D" w:rsidRPr="006C191D">
        <w:t xml:space="preserve">zecznik </w:t>
      </w:r>
      <w:r w:rsidR="003712AC">
        <w:t>d</w:t>
      </w:r>
      <w:r w:rsidR="006C191D" w:rsidRPr="006C191D">
        <w:t xml:space="preserve">yscyplinarny lub sąd </w:t>
      </w:r>
      <w:r w:rsidR="000D1345">
        <w:t>dyscyplinarny</w:t>
      </w:r>
      <w:r w:rsidR="006C191D" w:rsidRPr="006C191D">
        <w:t xml:space="preserve"> może zwrócić się do sądu rejonowego</w:t>
      </w:r>
      <w:r w:rsidR="0016624D">
        <w:t>,</w:t>
      </w:r>
      <w:r w:rsidR="006C191D" w:rsidRPr="006C191D">
        <w:t xml:space="preserve"> właściwego ze względu na miejsce zamieszkania osoby wezwanej o:</w:t>
      </w:r>
    </w:p>
    <w:p w14:paraId="0024794F" w14:textId="7B21DD62" w:rsidR="006C191D" w:rsidRDefault="006C191D" w:rsidP="006C191D">
      <w:pPr>
        <w:pStyle w:val="PKTpunkt"/>
      </w:pPr>
      <w:r w:rsidRPr="006C191D">
        <w:t>1)</w:t>
      </w:r>
      <w:r w:rsidRPr="006C191D">
        <w:tab/>
        <w:t>nałożenie kary za nieusprawiedliwione niestawiennictwo albo za odmowę zeznań;</w:t>
      </w:r>
    </w:p>
    <w:p w14:paraId="69EA4214" w14:textId="283B0454" w:rsidR="006C191D" w:rsidRDefault="006C191D" w:rsidP="006C191D">
      <w:pPr>
        <w:pStyle w:val="PKTpunkt"/>
      </w:pPr>
      <w:r w:rsidRPr="006C191D">
        <w:t>2)</w:t>
      </w:r>
      <w:r w:rsidRPr="006C191D">
        <w:tab/>
        <w:t>przymusowe sprowadzenie świadka, biegłego lub specjalisty.</w:t>
      </w:r>
    </w:p>
    <w:p w14:paraId="7E9DBCED" w14:textId="5D36F4C2" w:rsidR="006C191D" w:rsidRDefault="006C191D" w:rsidP="006C191D">
      <w:pPr>
        <w:pStyle w:val="USTustnpkodeksu"/>
      </w:pPr>
      <w:r w:rsidRPr="006C191D">
        <w:t>2.</w:t>
      </w:r>
      <w:r w:rsidRPr="006C191D">
        <w:tab/>
        <w:t>Świadek, biegły lub specjalista nie podlega karze, o której mowa w ust. 1 pkt 1, jeżeli nie był uprzedzony o skutkach niestawiennictwa albo odmowy złożenia zeznań.</w:t>
      </w:r>
    </w:p>
    <w:p w14:paraId="3AF41A3E" w14:textId="76A840E9" w:rsidR="006C191D" w:rsidRDefault="006C191D" w:rsidP="00070309">
      <w:pPr>
        <w:pStyle w:val="USTustnpkodeksu"/>
      </w:pPr>
      <w:r w:rsidRPr="006C191D">
        <w:t>3.</w:t>
      </w:r>
      <w:r w:rsidRPr="006C191D">
        <w:tab/>
        <w:t xml:space="preserve">W przypadku gdy świadek, biegły lub specjalista nie może stawić się z powodu przeszkody zbyt trudnej do usunięcia, sąd </w:t>
      </w:r>
      <w:r w:rsidR="000D1345">
        <w:t>dyscyplinarny</w:t>
      </w:r>
      <w:r w:rsidRPr="006C191D">
        <w:t xml:space="preserve"> zleca jego przesłuchanie członkowi wyznaczonemu ze swojego składu. Strony mają prawo brać udział w tej czynności.</w:t>
      </w:r>
    </w:p>
    <w:p w14:paraId="752E1AC9" w14:textId="2FCF21DB" w:rsidR="006C191D" w:rsidRDefault="00A24E01" w:rsidP="00864F49">
      <w:pPr>
        <w:pStyle w:val="ARTartustawynprozporzdzenia"/>
      </w:pPr>
      <w:r>
        <w:rPr>
          <w:rStyle w:val="Ppogrubienie"/>
        </w:rPr>
        <w:lastRenderedPageBreak/>
        <w:t>Art. 7</w:t>
      </w:r>
      <w:r w:rsidR="00991884">
        <w:rPr>
          <w:rStyle w:val="Ppogrubienie"/>
        </w:rPr>
        <w:t>3</w:t>
      </w:r>
      <w:r w:rsidR="00B1523B" w:rsidRPr="001D7DF6">
        <w:rPr>
          <w:rStyle w:val="Ppogrubienie"/>
        </w:rPr>
        <w:t>.</w:t>
      </w:r>
      <w:r w:rsidR="00B1523B" w:rsidRPr="00B1523B">
        <w:t xml:space="preserve"> </w:t>
      </w:r>
      <w:r w:rsidR="006C191D" w:rsidRPr="006C191D">
        <w:t xml:space="preserve">1. Nie można pociągnąć do odpowiedzialności </w:t>
      </w:r>
      <w:r w:rsidR="00512166">
        <w:t>dyscyplinarnej</w:t>
      </w:r>
      <w:r w:rsidR="006C191D" w:rsidRPr="006C191D">
        <w:t xml:space="preserve"> obwinionego, dopóki popełnienie przewinienia </w:t>
      </w:r>
      <w:r w:rsidR="00844847">
        <w:t>dyscyplinarneg</w:t>
      </w:r>
      <w:r w:rsidR="006C191D" w:rsidRPr="006C191D">
        <w:t xml:space="preserve">o nie zostanie udowodnione i stwierdzone prawomocnym orzeczeniem sądu </w:t>
      </w:r>
      <w:r w:rsidR="000D1345">
        <w:t>dyscyplinarnego</w:t>
      </w:r>
      <w:r w:rsidR="006C191D" w:rsidRPr="006C191D">
        <w:t>.</w:t>
      </w:r>
    </w:p>
    <w:p w14:paraId="4E73A3D6" w14:textId="00888665" w:rsidR="006C191D" w:rsidRDefault="006C191D" w:rsidP="006C191D">
      <w:pPr>
        <w:pStyle w:val="USTustnpkodeksu"/>
      </w:pPr>
      <w:r w:rsidRPr="006C191D">
        <w:t>2.</w:t>
      </w:r>
      <w:r w:rsidRPr="006C191D">
        <w:tab/>
        <w:t xml:space="preserve">Wszelkie wątpliwości, których w postępowaniu w przedmiocie odpowiedzialności </w:t>
      </w:r>
      <w:r w:rsidR="00512166">
        <w:t>dyscyplinarnej</w:t>
      </w:r>
      <w:r w:rsidRPr="006C191D">
        <w:t xml:space="preserve"> psychologów nie da się usunąć, należy tłumaczyć na korzyść obwinionego.</w:t>
      </w:r>
    </w:p>
    <w:p w14:paraId="51421288" w14:textId="2078BD1F" w:rsidR="00070309" w:rsidRDefault="006C191D" w:rsidP="00991884">
      <w:pPr>
        <w:pStyle w:val="USTustnpkodeksu"/>
      </w:pPr>
      <w:r w:rsidRPr="006C191D">
        <w:t>3.</w:t>
      </w:r>
      <w:r w:rsidRPr="006C191D">
        <w:tab/>
        <w:t xml:space="preserve">Organy prowadzące postępowanie w przedmiocie odpowiedzialności </w:t>
      </w:r>
      <w:r w:rsidR="00512166">
        <w:t>dyscyplinarnej</w:t>
      </w:r>
      <w:r w:rsidRPr="006C191D">
        <w:t xml:space="preserve"> psycholog</w:t>
      </w:r>
      <w:r w:rsidR="0098673B">
        <w:t>ów</w:t>
      </w:r>
      <w:r w:rsidRPr="006C191D">
        <w:t xml:space="preserve"> kształtują swoje przekonanie na podstawie wszystkich przeprowadzonych dowodów ocenianych swobodnie z uwzględnieniem zasad prawidłowego rozumowania oraz wskazań wiedzy i doświadczenia życiowego.</w:t>
      </w:r>
    </w:p>
    <w:p w14:paraId="68E50EB5" w14:textId="7CC79729" w:rsidR="00070309" w:rsidRPr="00B1523B" w:rsidRDefault="00A24E01" w:rsidP="00864F49">
      <w:pPr>
        <w:pStyle w:val="ARTartustawynprozporzdzenia"/>
      </w:pPr>
      <w:r>
        <w:rPr>
          <w:rStyle w:val="Ppogrubienie"/>
        </w:rPr>
        <w:t>Art. 7</w:t>
      </w:r>
      <w:r w:rsidR="00991884">
        <w:rPr>
          <w:rStyle w:val="Ppogrubienie"/>
        </w:rPr>
        <w:t>4</w:t>
      </w:r>
      <w:r w:rsidR="00B1523B" w:rsidRPr="001D7DF6">
        <w:rPr>
          <w:rStyle w:val="Ppogrubienie"/>
        </w:rPr>
        <w:t>.</w:t>
      </w:r>
      <w:r w:rsidR="00B1523B" w:rsidRPr="00B1523B">
        <w:t xml:space="preserve"> </w:t>
      </w:r>
      <w:r w:rsidR="006C191D" w:rsidRPr="006C191D">
        <w:t xml:space="preserve">Prawomocne rozstrzygnięcie sądu kształtujące prawo lub stosunek prawny jest wiążące dla organów prowadzących postępowanie w przedmiocie odpowiedzialności </w:t>
      </w:r>
      <w:r w:rsidR="00512166">
        <w:t>dyscyplinarnej</w:t>
      </w:r>
      <w:r w:rsidR="0098673B">
        <w:t xml:space="preserve"> psychologów</w:t>
      </w:r>
      <w:r w:rsidR="006C191D" w:rsidRPr="006C191D">
        <w:t>.</w:t>
      </w:r>
    </w:p>
    <w:p w14:paraId="4E3CC085" w14:textId="10988691" w:rsidR="007140E4" w:rsidRDefault="00A24E01" w:rsidP="00864F49">
      <w:pPr>
        <w:pStyle w:val="ARTartustawynprozporzdzenia"/>
      </w:pPr>
      <w:r>
        <w:rPr>
          <w:rStyle w:val="Ppogrubienie"/>
        </w:rPr>
        <w:t>Art. 7</w:t>
      </w:r>
      <w:r w:rsidR="00991884">
        <w:rPr>
          <w:rStyle w:val="Ppogrubienie"/>
        </w:rPr>
        <w:t>5</w:t>
      </w:r>
      <w:r w:rsidR="00B1523B" w:rsidRPr="001D7DF6">
        <w:rPr>
          <w:rStyle w:val="Ppogrubienie"/>
        </w:rPr>
        <w:t>.</w:t>
      </w:r>
      <w:r w:rsidR="00B1523B" w:rsidRPr="00B1523B">
        <w:t xml:space="preserve"> </w:t>
      </w:r>
      <w:r w:rsidR="007140E4" w:rsidRPr="007140E4">
        <w:t xml:space="preserve">Postępowania w przedmiocie odpowiedzialności </w:t>
      </w:r>
      <w:r w:rsidR="00512166">
        <w:t>dyscyplinarnej</w:t>
      </w:r>
      <w:r w:rsidR="007140E4" w:rsidRPr="007140E4">
        <w:t xml:space="preserve"> psycholog</w:t>
      </w:r>
      <w:r w:rsidR="0098673B">
        <w:t>ów</w:t>
      </w:r>
      <w:r w:rsidR="007140E4" w:rsidRPr="007140E4">
        <w:t xml:space="preserve"> nie wszczyna się, a wszczęte umarza się, jeżeli:</w:t>
      </w:r>
    </w:p>
    <w:p w14:paraId="5CA246BE" w14:textId="466F3328" w:rsidR="007140E4" w:rsidRPr="007140E4" w:rsidRDefault="007140E4" w:rsidP="007140E4">
      <w:pPr>
        <w:pStyle w:val="PKTpunkt"/>
      </w:pPr>
      <w:r w:rsidRPr="007140E4">
        <w:t>1)</w:t>
      </w:r>
      <w:r w:rsidRPr="007140E4">
        <w:tab/>
        <w:t>czynu nie popełniono albo brak jest danych dostatecznie uzasadniających podejrzenie jego popełnienia;</w:t>
      </w:r>
    </w:p>
    <w:p w14:paraId="613F6FC1" w14:textId="015AD797" w:rsidR="007140E4" w:rsidRPr="007140E4" w:rsidRDefault="007140E4" w:rsidP="007140E4">
      <w:pPr>
        <w:pStyle w:val="PKTpunkt"/>
      </w:pPr>
      <w:r w:rsidRPr="007140E4">
        <w:t>2)</w:t>
      </w:r>
      <w:r w:rsidRPr="007140E4">
        <w:tab/>
        <w:t xml:space="preserve">czyn nie stanowi przewinienia </w:t>
      </w:r>
      <w:r w:rsidR="00844847">
        <w:t>dyscyplinarnego</w:t>
      </w:r>
      <w:r w:rsidRPr="007140E4">
        <w:t xml:space="preserve"> albo</w:t>
      </w:r>
      <w:r w:rsidR="00441063">
        <w:t xml:space="preserve"> odrębne</w:t>
      </w:r>
      <w:r w:rsidRPr="007140E4">
        <w:t xml:space="preserve"> ustawy stanowią, że sprawca nie popełnia przewinienia </w:t>
      </w:r>
      <w:r w:rsidR="00844847">
        <w:t>dyscyplinarnego</w:t>
      </w:r>
      <w:r w:rsidRPr="007140E4">
        <w:t>;</w:t>
      </w:r>
    </w:p>
    <w:p w14:paraId="2EBEAA68" w14:textId="2F1DAB1E" w:rsidR="007140E4" w:rsidRPr="007140E4" w:rsidRDefault="007140E4" w:rsidP="007140E4">
      <w:pPr>
        <w:pStyle w:val="PKTpunkt"/>
      </w:pPr>
      <w:r w:rsidRPr="007140E4">
        <w:t>3)</w:t>
      </w:r>
      <w:r w:rsidRPr="007140E4">
        <w:tab/>
        <w:t>obwiniony zmarł;</w:t>
      </w:r>
    </w:p>
    <w:p w14:paraId="78DDE14E" w14:textId="203A5CC4" w:rsidR="007140E4" w:rsidRPr="007140E4" w:rsidRDefault="007140E4" w:rsidP="007140E4">
      <w:pPr>
        <w:pStyle w:val="PKTpunkt"/>
      </w:pPr>
      <w:r w:rsidRPr="007140E4">
        <w:t>4)</w:t>
      </w:r>
      <w:r w:rsidRPr="007140E4">
        <w:tab/>
        <w:t>nastąpiło ustanie karalności;</w:t>
      </w:r>
    </w:p>
    <w:p w14:paraId="2DC3648A" w14:textId="7A058DE3" w:rsidR="007140E4" w:rsidRPr="007140E4" w:rsidRDefault="007140E4" w:rsidP="007140E4">
      <w:pPr>
        <w:pStyle w:val="PKTpunkt"/>
      </w:pPr>
      <w:r w:rsidRPr="007140E4">
        <w:t>5)</w:t>
      </w:r>
      <w:r w:rsidRPr="007140E4">
        <w:tab/>
        <w:t xml:space="preserve">postępowanie w przedmiocie odpowiedzialności </w:t>
      </w:r>
      <w:r w:rsidR="00512166">
        <w:t>dyscyplinarnej</w:t>
      </w:r>
      <w:r w:rsidRPr="007140E4">
        <w:t xml:space="preserve"> psycholog</w:t>
      </w:r>
      <w:r w:rsidR="0098673B">
        <w:t>ów</w:t>
      </w:r>
      <w:r w:rsidRPr="007140E4">
        <w:t xml:space="preserve"> co do tego samego czynu tej samej osoby zostało prawomocnie zakończone albo wcześniej wszczęte toczy się;</w:t>
      </w:r>
    </w:p>
    <w:p w14:paraId="12C6EFA8" w14:textId="47745AAD" w:rsidR="00B1523B" w:rsidRDefault="007140E4" w:rsidP="007140E4">
      <w:pPr>
        <w:pStyle w:val="PKTpunkt"/>
      </w:pPr>
      <w:r w:rsidRPr="007140E4">
        <w:t>6)</w:t>
      </w:r>
      <w:r w:rsidRPr="007140E4">
        <w:tab/>
        <w:t>szkodliwość społeczna czynu jest znikoma.</w:t>
      </w:r>
    </w:p>
    <w:p w14:paraId="13B23DB6" w14:textId="422130A1" w:rsidR="00FB1BD1" w:rsidRPr="00FB1BD1" w:rsidRDefault="00A24E01" w:rsidP="00864F49">
      <w:pPr>
        <w:pStyle w:val="ARTartustawynprozporzdzenia"/>
      </w:pPr>
      <w:r>
        <w:rPr>
          <w:rStyle w:val="Ppogrubienie"/>
        </w:rPr>
        <w:t xml:space="preserve">Art. </w:t>
      </w:r>
      <w:r w:rsidR="005A7029">
        <w:rPr>
          <w:rStyle w:val="Ppogrubienie"/>
        </w:rPr>
        <w:t>7</w:t>
      </w:r>
      <w:r w:rsidR="00991884">
        <w:rPr>
          <w:rStyle w:val="Ppogrubienie"/>
        </w:rPr>
        <w:t>6</w:t>
      </w:r>
      <w:r w:rsidR="005A7029">
        <w:rPr>
          <w:rStyle w:val="Ppogrubienie"/>
        </w:rPr>
        <w:t>.</w:t>
      </w:r>
      <w:r w:rsidR="00B1523B" w:rsidRPr="00B1523B">
        <w:t xml:space="preserve"> </w:t>
      </w:r>
      <w:r w:rsidR="00070309" w:rsidRPr="00FB1BD1">
        <w:t xml:space="preserve">1. Nie można wszcząć postępowania w przedmiocie odpowiedzialności </w:t>
      </w:r>
      <w:r w:rsidR="00512166">
        <w:t>dyscyplinarnej</w:t>
      </w:r>
      <w:r w:rsidR="00070309" w:rsidRPr="00FB1BD1">
        <w:t xml:space="preserve"> psycholog</w:t>
      </w:r>
      <w:r w:rsidR="0098673B">
        <w:t>ów</w:t>
      </w:r>
      <w:r w:rsidR="00070309" w:rsidRPr="00FB1BD1">
        <w:t>, jeżeli od chwili popełnienia czynu upłynęły 3 lata.</w:t>
      </w:r>
    </w:p>
    <w:p w14:paraId="7A829CE7" w14:textId="67B9E527" w:rsidR="00FB1BD1" w:rsidRPr="00FB1BD1" w:rsidRDefault="00070309" w:rsidP="00B07753">
      <w:pPr>
        <w:pStyle w:val="USTustnpkodeksu"/>
      </w:pPr>
      <w:r w:rsidRPr="00FB1BD1">
        <w:t>2.</w:t>
      </w:r>
      <w:r w:rsidR="00B07753">
        <w:t xml:space="preserve"> </w:t>
      </w:r>
      <w:r w:rsidRPr="00FB1BD1">
        <w:t xml:space="preserve">Bieg przedawnienia do wszczęcia postępowania przerywa każda czynność </w:t>
      </w:r>
      <w:r w:rsidR="00CA4648">
        <w:t>r</w:t>
      </w:r>
      <w:r w:rsidRPr="00FB1BD1">
        <w:t xml:space="preserve">zecznika </w:t>
      </w:r>
      <w:r w:rsidR="00CA4648">
        <w:t>d</w:t>
      </w:r>
      <w:r w:rsidRPr="00FB1BD1">
        <w:t>yscyplinarnego.</w:t>
      </w:r>
    </w:p>
    <w:p w14:paraId="0CF7EB1E" w14:textId="2F623416" w:rsidR="00FB1BD1" w:rsidRPr="00FB1BD1" w:rsidRDefault="00070309" w:rsidP="00FB1BD1">
      <w:pPr>
        <w:pStyle w:val="USTustnpkodeksu"/>
      </w:pPr>
      <w:r w:rsidRPr="00FB1BD1">
        <w:t>3.</w:t>
      </w:r>
      <w:r w:rsidR="00B07753">
        <w:t xml:space="preserve"> </w:t>
      </w:r>
      <w:r w:rsidRPr="00FB1BD1">
        <w:t xml:space="preserve">Karalność przewinienia </w:t>
      </w:r>
      <w:r w:rsidR="00844847">
        <w:t>dyscyplinarnego</w:t>
      </w:r>
      <w:r w:rsidRPr="00FB1BD1">
        <w:t xml:space="preserve"> ustaje, jeżeli od czasu jego popełnienia upłynęło 5 lat.</w:t>
      </w:r>
    </w:p>
    <w:p w14:paraId="04C8518E" w14:textId="35A37B95" w:rsidR="00B1523B" w:rsidRDefault="00070309" w:rsidP="00FB1BD1">
      <w:pPr>
        <w:pStyle w:val="USTustnpkodeksu"/>
      </w:pPr>
      <w:r w:rsidRPr="00FB1BD1">
        <w:lastRenderedPageBreak/>
        <w:t>4.</w:t>
      </w:r>
      <w:r w:rsidR="00B07753">
        <w:t xml:space="preserve"> </w:t>
      </w:r>
      <w:r w:rsidRPr="00FB1BD1">
        <w:t xml:space="preserve">Jeżeli czyn stanowi jednocześnie przestępstwo albo wykroczenie, ustanie karalności przewinienia </w:t>
      </w:r>
      <w:r w:rsidR="00844847">
        <w:t>dyscyplinarnego</w:t>
      </w:r>
      <w:r w:rsidRPr="00FB1BD1">
        <w:t xml:space="preserve"> następuje nie wcześniej niż ustanie karalności przestępstwa albo karalności wykroczenia.</w:t>
      </w:r>
    </w:p>
    <w:p w14:paraId="35EF311D" w14:textId="33C005FA" w:rsidR="00FB1BD1" w:rsidRDefault="00FB1BD1" w:rsidP="00864F49">
      <w:pPr>
        <w:pStyle w:val="ARTartustawynprozporzdzenia"/>
      </w:pPr>
      <w:r w:rsidRPr="00FB1BD1">
        <w:rPr>
          <w:rStyle w:val="Ppogrubienie"/>
        </w:rPr>
        <w:t>Art. 7</w:t>
      </w:r>
      <w:r w:rsidR="00991884">
        <w:rPr>
          <w:rStyle w:val="Ppogrubienie"/>
        </w:rPr>
        <w:t>7</w:t>
      </w:r>
      <w:r w:rsidRPr="00FB1BD1">
        <w:rPr>
          <w:rStyle w:val="Ppogrubienie"/>
        </w:rPr>
        <w:t>.</w:t>
      </w:r>
      <w:r w:rsidRPr="00FB1BD1">
        <w:t xml:space="preserve"> </w:t>
      </w:r>
      <w:r w:rsidR="00CA4648" w:rsidRPr="00CA4648">
        <w:t xml:space="preserve">1. </w:t>
      </w:r>
      <w:bookmarkStart w:id="341" w:name="_Hlk179898494"/>
      <w:r w:rsidR="00CA4648" w:rsidRPr="00CA4648">
        <w:t xml:space="preserve">W sprawach odpowiedzialności </w:t>
      </w:r>
      <w:r w:rsidR="00CA4648">
        <w:t>dyscyplinarnej</w:t>
      </w:r>
      <w:r w:rsidR="00CA4648" w:rsidRPr="00CA4648">
        <w:t xml:space="preserve"> członków organów</w:t>
      </w:r>
      <w:r w:rsidR="00276599">
        <w:t xml:space="preserve"> </w:t>
      </w:r>
      <w:r w:rsidR="00CA4648" w:rsidRPr="00CA4648">
        <w:t>izb</w:t>
      </w:r>
      <w:r w:rsidR="00607ECD">
        <w:t xml:space="preserve"> psychologów</w:t>
      </w:r>
      <w:r w:rsidR="00641F54">
        <w:t>,</w:t>
      </w:r>
      <w:r w:rsidR="00607ECD" w:rsidRPr="00CA4648">
        <w:t xml:space="preserve"> </w:t>
      </w:r>
      <w:r w:rsidR="00DA337F">
        <w:t xml:space="preserve">o których mowa </w:t>
      </w:r>
      <w:r w:rsidR="00CA4648" w:rsidRPr="00CA4648">
        <w:t>w</w:t>
      </w:r>
      <w:r w:rsidR="00276599">
        <w:t xml:space="preserve"> </w:t>
      </w:r>
      <w:r w:rsidR="00CA4648" w:rsidRPr="0026337A">
        <w:t xml:space="preserve">art. </w:t>
      </w:r>
      <w:r w:rsidR="00C46E80" w:rsidRPr="0026337A">
        <w:t>54</w:t>
      </w:r>
      <w:r w:rsidR="00CA4648" w:rsidRPr="0026337A">
        <w:t xml:space="preserve"> pkt 2</w:t>
      </w:r>
      <w:r w:rsidR="0098673B" w:rsidRPr="00B1523B">
        <w:t>–</w:t>
      </w:r>
      <w:r w:rsidR="00CA4648" w:rsidRPr="0026337A">
        <w:t>5</w:t>
      </w:r>
      <w:r w:rsidR="00276599">
        <w:t xml:space="preserve"> </w:t>
      </w:r>
      <w:r w:rsidR="00CA4648" w:rsidRPr="00CA4648">
        <w:t>i w</w:t>
      </w:r>
      <w:r w:rsidR="00276599">
        <w:t xml:space="preserve"> </w:t>
      </w:r>
      <w:r w:rsidR="00CA4648" w:rsidRPr="0026337A">
        <w:t xml:space="preserve">art. </w:t>
      </w:r>
      <w:r w:rsidR="00264840" w:rsidRPr="0026337A">
        <w:t>42</w:t>
      </w:r>
      <w:r w:rsidR="00CA4648" w:rsidRPr="0026337A">
        <w:t xml:space="preserve"> pkt 2</w:t>
      </w:r>
      <w:r w:rsidR="0098673B" w:rsidRPr="00B1523B">
        <w:t>–</w:t>
      </w:r>
      <w:r w:rsidR="00CA4648" w:rsidRPr="0026337A">
        <w:t>4</w:t>
      </w:r>
      <w:r w:rsidR="00641F54">
        <w:t>,</w:t>
      </w:r>
      <w:r w:rsidR="00276599">
        <w:t xml:space="preserve"> </w:t>
      </w:r>
      <w:r w:rsidR="00CA4648" w:rsidRPr="00CA4648">
        <w:t xml:space="preserve">oraz zastępców </w:t>
      </w:r>
      <w:r w:rsidR="00B01DDE">
        <w:t>regionalnego</w:t>
      </w:r>
      <w:r w:rsidR="00CA4648" w:rsidRPr="00CA4648">
        <w:t xml:space="preserve"> rzecznika </w:t>
      </w:r>
      <w:r w:rsidR="00B01DDE">
        <w:t>dyscyplinarnego</w:t>
      </w:r>
      <w:r w:rsidR="00CA4648" w:rsidRPr="00CA4648">
        <w:t xml:space="preserve"> postępowanie prowadzi </w:t>
      </w:r>
      <w:r w:rsidR="00B01DDE">
        <w:t xml:space="preserve">regionalny </w:t>
      </w:r>
      <w:r w:rsidR="00CA4648" w:rsidRPr="00CA4648">
        <w:t xml:space="preserve">rzecznik </w:t>
      </w:r>
      <w:r w:rsidR="00B01DDE">
        <w:t>dyscyplinarny</w:t>
      </w:r>
      <w:r w:rsidR="00CA4648" w:rsidRPr="00CA4648">
        <w:t xml:space="preserve"> wyznaczony przez </w:t>
      </w:r>
      <w:r w:rsidR="00B01DDE">
        <w:t>Krajowego</w:t>
      </w:r>
      <w:r w:rsidR="00CA4648" w:rsidRPr="00CA4648">
        <w:t xml:space="preserve"> Rzecznika </w:t>
      </w:r>
      <w:r w:rsidR="00B01DDE">
        <w:t>Dyscyplinarnego</w:t>
      </w:r>
      <w:bookmarkEnd w:id="341"/>
      <w:r w:rsidR="00CA4648" w:rsidRPr="00CA4648">
        <w:t>.</w:t>
      </w:r>
    </w:p>
    <w:p w14:paraId="14410A79" w14:textId="7E9E24AD" w:rsidR="00B31F70" w:rsidRDefault="00B31F70" w:rsidP="00FB1BD1">
      <w:pPr>
        <w:pStyle w:val="USTustnpkodeksu"/>
      </w:pPr>
      <w:r w:rsidRPr="00B31F70">
        <w:t xml:space="preserve">2. W sprawach odpowiedzialności </w:t>
      </w:r>
      <w:r w:rsidR="007A35C9">
        <w:t>dyscyplinarnej</w:t>
      </w:r>
      <w:r w:rsidRPr="00B31F70">
        <w:t xml:space="preserve"> </w:t>
      </w:r>
      <w:r>
        <w:t>Krajowego</w:t>
      </w:r>
      <w:r w:rsidRPr="00B31F70">
        <w:t xml:space="preserve"> Rzecznika </w:t>
      </w:r>
      <w:r>
        <w:t>Dyscyplinarnego</w:t>
      </w:r>
      <w:r w:rsidRPr="00B31F70">
        <w:t xml:space="preserve"> i jego zastępców postępowanie prowadzi </w:t>
      </w:r>
      <w:r>
        <w:t>regionalny</w:t>
      </w:r>
      <w:r w:rsidRPr="00B31F70">
        <w:t xml:space="preserve"> rzecznik </w:t>
      </w:r>
      <w:r>
        <w:t>dyscyplinarny</w:t>
      </w:r>
      <w:r w:rsidRPr="00B31F70">
        <w:t xml:space="preserve"> wyznaczony przez </w:t>
      </w:r>
      <w:r>
        <w:t>Krajowy</w:t>
      </w:r>
      <w:r w:rsidRPr="00B31F70">
        <w:t xml:space="preserve"> Sąd </w:t>
      </w:r>
      <w:r w:rsidR="0026337A">
        <w:t>Dyscyplinarny</w:t>
      </w:r>
      <w:r w:rsidRPr="00B31F70">
        <w:t>.</w:t>
      </w:r>
    </w:p>
    <w:p w14:paraId="79E82B81" w14:textId="72595111" w:rsidR="00FB1BD1" w:rsidRPr="00FB1BD1" w:rsidRDefault="00FB1BD1" w:rsidP="00864F49">
      <w:pPr>
        <w:pStyle w:val="ARTartustawynprozporzdzenia"/>
      </w:pPr>
      <w:r w:rsidRPr="00FB1BD1">
        <w:rPr>
          <w:rStyle w:val="Ppogrubienie"/>
        </w:rPr>
        <w:t>Art. 7</w:t>
      </w:r>
      <w:r w:rsidR="00991884">
        <w:rPr>
          <w:rStyle w:val="Ppogrubienie"/>
        </w:rPr>
        <w:t>8</w:t>
      </w:r>
      <w:r w:rsidRPr="00FB1BD1">
        <w:rPr>
          <w:rStyle w:val="Ppogrubienie"/>
        </w:rPr>
        <w:t>.</w:t>
      </w:r>
      <w:r w:rsidRPr="00FB1BD1">
        <w:t xml:space="preserve"> 1. Rzecznik dyscyplinarny wszczyna postępowanie wyjaśniające na wniosek albo z urzędu.</w:t>
      </w:r>
    </w:p>
    <w:p w14:paraId="73AC21FE" w14:textId="4B983645" w:rsidR="00FB1BD1" w:rsidRPr="00FB1BD1" w:rsidRDefault="00FB1BD1" w:rsidP="00FB1BD1">
      <w:pPr>
        <w:pStyle w:val="USTustnpkodeksu"/>
      </w:pPr>
      <w:r w:rsidRPr="00FB1BD1">
        <w:t xml:space="preserve">2. Rzecznik </w:t>
      </w:r>
      <w:r w:rsidR="00941C94">
        <w:t>d</w:t>
      </w:r>
      <w:r w:rsidRPr="00FB1BD1">
        <w:t xml:space="preserve">yscyplinarny niezwłocznie po otrzymaniu informacji wskazującej na możliwość popełnienia przewinienia </w:t>
      </w:r>
      <w:r w:rsidR="00844847">
        <w:t>dyscyplinarnego</w:t>
      </w:r>
      <w:r w:rsidR="00844847" w:rsidRPr="00FB1BD1">
        <w:t xml:space="preserve"> </w:t>
      </w:r>
      <w:r w:rsidRPr="00FB1BD1">
        <w:t>jest obowiązany wydać postanowienie o wszczęciu albo o odmowie wszczęcia postępowania wyjaśniającego. Postanowienie doręcza się stronom.</w:t>
      </w:r>
    </w:p>
    <w:p w14:paraId="705904AF" w14:textId="4BDE292F" w:rsidR="00FB1BD1" w:rsidRDefault="00FB1BD1" w:rsidP="00FB1BD1">
      <w:pPr>
        <w:pStyle w:val="USTustnpkodeksu"/>
      </w:pPr>
      <w:r w:rsidRPr="00FB1BD1">
        <w:t xml:space="preserve">3. Jeżeli zachodzi potrzeba, </w:t>
      </w:r>
      <w:r w:rsidR="00941C94">
        <w:t>r</w:t>
      </w:r>
      <w:r w:rsidRPr="00FB1BD1">
        <w:t xml:space="preserve">zecznik </w:t>
      </w:r>
      <w:r w:rsidR="00941C94">
        <w:t>d</w:t>
      </w:r>
      <w:r w:rsidRPr="00FB1BD1">
        <w:t>yscyplinarny może zażądać uzupełnienia w określonym terminie danych zawartych w informacji, o której mowa w ust. 2, lub dokonać sprawdzenia faktów w tym zakresie. W tym przypadku postanowienie o wszczęciu albo o odmowie wszczęcia postępowania wyjaśniającego należy wydać najpóźniej w terminie 3 miesięcy od dnia otrzymania informacji, o której mowa w ust. 2.</w:t>
      </w:r>
    </w:p>
    <w:p w14:paraId="1C7526BD" w14:textId="634C3474" w:rsidR="00FB1BD1" w:rsidRDefault="00FB1BD1" w:rsidP="00864F49">
      <w:pPr>
        <w:pStyle w:val="ARTartustawynprozporzdzenia"/>
      </w:pPr>
      <w:r w:rsidRPr="00FB1BD1">
        <w:rPr>
          <w:rStyle w:val="Ppogrubienie"/>
        </w:rPr>
        <w:t>Art. 7</w:t>
      </w:r>
      <w:r w:rsidR="00991884">
        <w:rPr>
          <w:rStyle w:val="Ppogrubienie"/>
        </w:rPr>
        <w:t>9</w:t>
      </w:r>
      <w:r w:rsidRPr="00FB1BD1">
        <w:rPr>
          <w:rStyle w:val="Ppogrubienie"/>
        </w:rPr>
        <w:t>.</w:t>
      </w:r>
      <w:r w:rsidRPr="00FB1BD1">
        <w:t xml:space="preserve"> 1. Pokrzywdzonemu przysługuje zażalenie na postanowienie o odmowie wszczęcia postępowania wyjaśniającego, a stronom – na postanowienie o jego umorzeniu. Uprawnionym do złożenia zażalenia przysługuje prawo wglądu do akt sprawy.</w:t>
      </w:r>
    </w:p>
    <w:p w14:paraId="1577FFB1" w14:textId="361B719A" w:rsidR="00FB1BD1" w:rsidRDefault="00FB1BD1" w:rsidP="00FB1BD1">
      <w:pPr>
        <w:pStyle w:val="USTustnpkodeksu"/>
      </w:pPr>
      <w:r w:rsidRPr="00FB1BD1">
        <w:t xml:space="preserve">2. </w:t>
      </w:r>
      <w:r w:rsidR="00941C94" w:rsidRPr="00941C94">
        <w:t xml:space="preserve">Zażalenie wnosi się do właściwego </w:t>
      </w:r>
      <w:r w:rsidR="00941C94">
        <w:t>regionalnego</w:t>
      </w:r>
      <w:r w:rsidR="00941C94" w:rsidRPr="00941C94">
        <w:t xml:space="preserve"> sądu </w:t>
      </w:r>
      <w:r w:rsidR="00941C94">
        <w:t>dyscyplinarnego</w:t>
      </w:r>
      <w:r w:rsidR="00941C94" w:rsidRPr="00941C94">
        <w:t xml:space="preserve">, a w przypadku gdy postanowienie, o którym mowa w ust. 1, wydał </w:t>
      </w:r>
      <w:r w:rsidR="00941C94">
        <w:t>Krajowy</w:t>
      </w:r>
      <w:r w:rsidR="00941C94" w:rsidRPr="00941C94">
        <w:t xml:space="preserve"> Rzecznik </w:t>
      </w:r>
      <w:r w:rsidR="00941C94">
        <w:t>Dyscyplinarny</w:t>
      </w:r>
      <w:r w:rsidR="00941C94" w:rsidRPr="00941C94">
        <w:t xml:space="preserve"> zażalenie wnosi się do </w:t>
      </w:r>
      <w:r w:rsidR="00941C94">
        <w:t>Krajowego Sądu Dyscyplinarnego</w:t>
      </w:r>
      <w:r w:rsidR="00074EB2">
        <w:t>,</w:t>
      </w:r>
      <w:r w:rsidR="00941C94" w:rsidRPr="00941C94">
        <w:t xml:space="preserve"> w terminie 14 dni od dnia otrzymania odpisu postanowienia.</w:t>
      </w:r>
    </w:p>
    <w:p w14:paraId="479B76FE" w14:textId="3852A819" w:rsidR="00FB1BD1" w:rsidRPr="00FB1BD1" w:rsidRDefault="00FB1BD1" w:rsidP="00864F49">
      <w:pPr>
        <w:pStyle w:val="ARTartustawynprozporzdzenia"/>
      </w:pPr>
      <w:r w:rsidRPr="00FB1BD1">
        <w:rPr>
          <w:rStyle w:val="Ppogrubienie"/>
        </w:rPr>
        <w:t xml:space="preserve">Art. </w:t>
      </w:r>
      <w:r w:rsidR="00991884">
        <w:rPr>
          <w:rStyle w:val="Ppogrubienie"/>
        </w:rPr>
        <w:t>80</w:t>
      </w:r>
      <w:r w:rsidRPr="00FB1BD1">
        <w:rPr>
          <w:rStyle w:val="Ppogrubienie"/>
        </w:rPr>
        <w:t>.</w:t>
      </w:r>
      <w:r w:rsidRPr="00FB1BD1">
        <w:t xml:space="preserve"> 1. Sąd </w:t>
      </w:r>
      <w:r w:rsidR="00801DC1">
        <w:t>dyscyplinarny</w:t>
      </w:r>
      <w:r w:rsidRPr="00FB1BD1">
        <w:t xml:space="preserve"> może utrzymać w mocy zaskarżone postanowienie, o którym mowa w art. 7</w:t>
      </w:r>
      <w:r w:rsidR="00E75D10">
        <w:t>9</w:t>
      </w:r>
      <w:r w:rsidRPr="00FB1BD1">
        <w:t xml:space="preserve"> ust. 1, albo je uchylić i przekazać postępowanie do dalszego prowadzenia przez </w:t>
      </w:r>
      <w:r w:rsidR="00C45D30">
        <w:t>r</w:t>
      </w:r>
      <w:r w:rsidRPr="00FB1BD1">
        <w:t xml:space="preserve">zecznika </w:t>
      </w:r>
      <w:r w:rsidR="00C45D30">
        <w:t>d</w:t>
      </w:r>
      <w:r w:rsidRPr="00FB1BD1">
        <w:t>yscyplinarnego.</w:t>
      </w:r>
    </w:p>
    <w:p w14:paraId="3FD4A9A7" w14:textId="6FAC3974" w:rsidR="00FB1BD1" w:rsidRDefault="00FB1BD1" w:rsidP="00FB1BD1">
      <w:pPr>
        <w:pStyle w:val="USTustnpkodeksu"/>
      </w:pPr>
      <w:r w:rsidRPr="00FB1BD1">
        <w:lastRenderedPageBreak/>
        <w:t xml:space="preserve">2. Uchylając postanowienie o umorzeniu postępowania wyjaśniającego albo odmowie jego wszczęcia, organ uchylający postanowienie wskazuje powody uchylenia, a w miarę potrzeby także okoliczności, które należy wyjaśnić, lub czynności, które należy przeprowadzić. Wskazania te są wiążące dla </w:t>
      </w:r>
      <w:r w:rsidR="00C45D30">
        <w:t>r</w:t>
      </w:r>
      <w:r w:rsidRPr="00FB1BD1">
        <w:t xml:space="preserve">zecznika </w:t>
      </w:r>
      <w:r w:rsidR="00C45D30">
        <w:t>d</w:t>
      </w:r>
      <w:r w:rsidRPr="00FB1BD1">
        <w:t>yscyplinarnego.</w:t>
      </w:r>
    </w:p>
    <w:p w14:paraId="4D4AB91D" w14:textId="69EB3721" w:rsidR="00FB1BD1" w:rsidRDefault="00FB1BD1" w:rsidP="00864F49">
      <w:pPr>
        <w:pStyle w:val="ARTartustawynprozporzdzenia"/>
      </w:pPr>
      <w:r w:rsidRPr="00FB1BD1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991884">
        <w:rPr>
          <w:rStyle w:val="Ppogrubienie"/>
        </w:rPr>
        <w:t>1</w:t>
      </w:r>
      <w:r w:rsidRPr="00FB1BD1">
        <w:rPr>
          <w:rStyle w:val="Ppogrubienie"/>
        </w:rPr>
        <w:t>.</w:t>
      </w:r>
      <w:r w:rsidRPr="00FB1BD1">
        <w:t xml:space="preserve"> W toku postępowania wyjaśniającego </w:t>
      </w:r>
      <w:r w:rsidR="00A052E8">
        <w:t>r</w:t>
      </w:r>
      <w:r w:rsidRPr="00FB1BD1">
        <w:t xml:space="preserve">zecznik </w:t>
      </w:r>
      <w:r w:rsidR="00A052E8">
        <w:t>d</w:t>
      </w:r>
      <w:r w:rsidRPr="00FB1BD1">
        <w:t xml:space="preserve">yscyplinarny dąży do szczegółowego wyjaśnienia sprawy. W tym celu może przesłuchiwać pokrzywdzonego i inne osoby w charakterze świadków, powoływać i przesłuchiwać biegłych lub specjalistów, jak również przeprowadzać inne dowody. W przypadkach niecierpiących zwłoki, w szczególności gdy mogłoby to spowodować zatarcie śladów lub dowodów przewinienia </w:t>
      </w:r>
      <w:r w:rsidR="00844847">
        <w:t>dyscyplinarnego</w:t>
      </w:r>
      <w:r w:rsidRPr="00FB1BD1">
        <w:t xml:space="preserve">, </w:t>
      </w:r>
      <w:r w:rsidR="003476F6">
        <w:t>r</w:t>
      </w:r>
      <w:r w:rsidRPr="00FB1BD1">
        <w:t xml:space="preserve">zecznik </w:t>
      </w:r>
      <w:r w:rsidR="003476F6">
        <w:t>d</w:t>
      </w:r>
      <w:r w:rsidRPr="00FB1BD1">
        <w:t>yscyplinarny może przesłuchać psychologa w charakterze obwinionego przed wydaniem postanowienia o przedstawieniu zarzutów, jeżeli zachodzą warunki do sporządzenia takiego postanowienia.</w:t>
      </w:r>
    </w:p>
    <w:p w14:paraId="2A5AE89A" w14:textId="730AF6C6" w:rsidR="00FB1BD1" w:rsidRDefault="00FB1BD1" w:rsidP="00864F49">
      <w:pPr>
        <w:pStyle w:val="ARTartustawynprozporzdzenia"/>
      </w:pPr>
      <w:r w:rsidRPr="00FB1BD1">
        <w:rPr>
          <w:rStyle w:val="Ppogrubienie"/>
        </w:rPr>
        <w:t>Art. 8</w:t>
      </w:r>
      <w:r w:rsidR="00991884">
        <w:rPr>
          <w:rStyle w:val="Ppogrubienie"/>
        </w:rPr>
        <w:t>2</w:t>
      </w:r>
      <w:r w:rsidRPr="00FB1BD1">
        <w:rPr>
          <w:rStyle w:val="Ppogrubienie"/>
        </w:rPr>
        <w:t>.</w:t>
      </w:r>
      <w:r w:rsidRPr="00FB1BD1">
        <w:t xml:space="preserve"> 1. W przypadku gdy zebrany w postępowaniu wyjaśniającym materiał dowodowy wskazuje na fakt popełnienia przewinienia </w:t>
      </w:r>
      <w:r w:rsidR="00844847">
        <w:t>dyscyplinarnego</w:t>
      </w:r>
      <w:r w:rsidRPr="00FB1BD1">
        <w:t xml:space="preserve">, </w:t>
      </w:r>
      <w:r w:rsidR="00200C2B">
        <w:t>r</w:t>
      </w:r>
      <w:r w:rsidRPr="00FB1BD1">
        <w:t xml:space="preserve">zecznik </w:t>
      </w:r>
      <w:r w:rsidR="00200C2B">
        <w:t>d</w:t>
      </w:r>
      <w:r w:rsidRPr="00FB1BD1">
        <w:t>yscyplinarny wydaje postanowienie o przedstawieniu psychologowi zarzutów.</w:t>
      </w:r>
    </w:p>
    <w:p w14:paraId="336578ED" w14:textId="73894671" w:rsidR="00FB1BD1" w:rsidRDefault="00FB1BD1" w:rsidP="00FB1BD1">
      <w:pPr>
        <w:pStyle w:val="USTustnpkodeksu"/>
      </w:pPr>
      <w:r w:rsidRPr="00FB1BD1">
        <w:t xml:space="preserve">2. Zarzuty doręcza się psychologowi </w:t>
      </w:r>
      <w:r w:rsidR="00D20FC2">
        <w:t>w formie pisemnej</w:t>
      </w:r>
      <w:r w:rsidRPr="00FB1BD1">
        <w:t>, informując go o przysługujących mu prawach, w tym o prawie do złożenia wyjaśnień.</w:t>
      </w:r>
    </w:p>
    <w:p w14:paraId="3740BCBC" w14:textId="784D1380" w:rsidR="00FB1BD1" w:rsidRDefault="00FB1BD1" w:rsidP="00864F49">
      <w:pPr>
        <w:pStyle w:val="ARTartustawynprozporzdzenia"/>
      </w:pPr>
      <w:r w:rsidRPr="00FB1BD1">
        <w:rPr>
          <w:rStyle w:val="Ppogrubienie"/>
        </w:rPr>
        <w:t>Art. 8</w:t>
      </w:r>
      <w:r w:rsidR="00991884">
        <w:rPr>
          <w:rStyle w:val="Ppogrubienie"/>
        </w:rPr>
        <w:t>3</w:t>
      </w:r>
      <w:r w:rsidRPr="00FB1BD1">
        <w:rPr>
          <w:rStyle w:val="Ppogrubienie"/>
        </w:rPr>
        <w:t>.</w:t>
      </w:r>
      <w:r w:rsidRPr="00FB1BD1">
        <w:t xml:space="preserve"> 1. W przypadku gdy postępowanie wyjaśniające nie dostarczyło podstaw do sporządzenia wniosku o ukaranie, </w:t>
      </w:r>
      <w:r w:rsidR="00707965">
        <w:t>r</w:t>
      </w:r>
      <w:r w:rsidRPr="00FB1BD1">
        <w:t xml:space="preserve">zecznik </w:t>
      </w:r>
      <w:r w:rsidR="00707965">
        <w:t>d</w:t>
      </w:r>
      <w:r w:rsidRPr="00FB1BD1">
        <w:t>yscyplinarny wydaje postanowienie o umorzeniu postępowania bez konieczności uprzedniego zaznajomienia obwinionego z materiałami postępowania wyjaśniającego i wydania postanowienia o zamknięciu postępowania.</w:t>
      </w:r>
    </w:p>
    <w:p w14:paraId="7E692950" w14:textId="3FF213D4" w:rsidR="00FB1BD1" w:rsidRDefault="00FB1BD1" w:rsidP="00FB1BD1">
      <w:pPr>
        <w:pStyle w:val="USTustnpkodeksu"/>
      </w:pPr>
      <w:r w:rsidRPr="00FB1BD1">
        <w:t>2. Rzecznik dyscyplinarny wydaje postanowienie o umorzeniu postępowania wyjaśniającego również w przypadku, gdy okoliczności wyłączające postępowanie wystąpią w toku postępowania wyjaśniającego.</w:t>
      </w:r>
    </w:p>
    <w:p w14:paraId="21673548" w14:textId="44EF8F72" w:rsidR="00FB1BD1" w:rsidRDefault="00FB1BD1" w:rsidP="00FB1BD1">
      <w:pPr>
        <w:pStyle w:val="USTustnpkodeksu"/>
      </w:pPr>
      <w:r w:rsidRPr="00FB1BD1">
        <w:t xml:space="preserve">3. W postanowieniu o umorzeniu postępowania w przedmiocie odpowiedzialności </w:t>
      </w:r>
      <w:r w:rsidR="00512166">
        <w:t>dyscyplinarnej</w:t>
      </w:r>
      <w:r w:rsidRPr="00FB1BD1">
        <w:t xml:space="preserve"> </w:t>
      </w:r>
      <w:r w:rsidR="0098673B">
        <w:t xml:space="preserve">psychologów </w:t>
      </w:r>
      <w:r w:rsidRPr="00FB1BD1">
        <w:t>jest zawarte wskazanie przyczyn umorzenia.</w:t>
      </w:r>
    </w:p>
    <w:p w14:paraId="7D0A3F18" w14:textId="20E45B0B" w:rsidR="00FB1BD1" w:rsidRDefault="00FB1BD1" w:rsidP="00FB1BD1">
      <w:pPr>
        <w:pStyle w:val="USTustnpkodeksu"/>
      </w:pPr>
      <w:r w:rsidRPr="00FB1BD1">
        <w:t>4. Jeżeli umorzenie następuje po wydaniu postanowienia o przedstawieniu zarzutów, postanowienie o umorzeniu powinno zawierać także imię (imiona) i nazwisko obwinionego oraz określenie zarzucanego mu czynu.</w:t>
      </w:r>
    </w:p>
    <w:p w14:paraId="2603C7F1" w14:textId="4C813E70" w:rsidR="00991884" w:rsidRDefault="00FB1BD1" w:rsidP="00864F49">
      <w:pPr>
        <w:pStyle w:val="ARTartustawynprozporzdzenia"/>
      </w:pPr>
      <w:r w:rsidRPr="00FB1BD1">
        <w:rPr>
          <w:rStyle w:val="Ppogrubienie"/>
        </w:rPr>
        <w:t>Art. 8</w:t>
      </w:r>
      <w:r w:rsidR="00991884">
        <w:rPr>
          <w:rStyle w:val="Ppogrubienie"/>
        </w:rPr>
        <w:t>4</w:t>
      </w:r>
      <w:r w:rsidRPr="00FB1BD1">
        <w:rPr>
          <w:rStyle w:val="Ppogrubienie"/>
        </w:rPr>
        <w:t>.</w:t>
      </w:r>
      <w:r w:rsidRPr="00FB1BD1">
        <w:t xml:space="preserve"> 1. W przypadku gdy istnieją podstawy do sporządzenia wniosku o ukaranie, </w:t>
      </w:r>
      <w:r w:rsidR="00707965">
        <w:t>r</w:t>
      </w:r>
      <w:r w:rsidRPr="00FB1BD1">
        <w:t xml:space="preserve">zecznik </w:t>
      </w:r>
      <w:r w:rsidR="00707965">
        <w:t>d</w:t>
      </w:r>
      <w:r w:rsidRPr="00FB1BD1">
        <w:t xml:space="preserve">yscyplinarny zawiadamia obwinionego i jego obrońców o terminie końcowego </w:t>
      </w:r>
      <w:r w:rsidRPr="00FB1BD1">
        <w:lastRenderedPageBreak/>
        <w:t>zaznajomienia z materiałami postępowania wyjaśniającego wraz z pouczeniem o możliwości uprzedniego przejrzenia akt.</w:t>
      </w:r>
    </w:p>
    <w:p w14:paraId="5C4F498D" w14:textId="43C7B8B0" w:rsidR="00991884" w:rsidRDefault="00FB1BD1" w:rsidP="00FB1BD1">
      <w:pPr>
        <w:pStyle w:val="USTustnpkodeksu"/>
      </w:pPr>
      <w:r w:rsidRPr="00FB1BD1">
        <w:t>2.</w:t>
      </w:r>
      <w:r w:rsidR="00B07753">
        <w:t xml:space="preserve"> </w:t>
      </w:r>
      <w:r w:rsidRPr="00FB1BD1">
        <w:t>W terminie 14 dni od dnia zaznajomienia obwinionego z materiałami postępowania wyjaśniającego może on składać wnioski o uzupełnienie postępowania.</w:t>
      </w:r>
    </w:p>
    <w:p w14:paraId="7D6CA4DC" w14:textId="3E56C7A7" w:rsidR="00991884" w:rsidRDefault="00FB1BD1" w:rsidP="00FB1BD1">
      <w:pPr>
        <w:pStyle w:val="USTustnpkodeksu"/>
      </w:pPr>
      <w:r w:rsidRPr="00FB1BD1">
        <w:t>3.</w:t>
      </w:r>
      <w:r w:rsidR="00B07753">
        <w:t xml:space="preserve"> </w:t>
      </w:r>
      <w:r w:rsidRPr="00FB1BD1">
        <w:t>Termin zaznajomienia obwinionego z materiałami postępowania wyznacza się w taki sposób, aby od dnia doręczenia zawiadomienia o nim obwinionemu i jego obrońcom upłynęło co najmniej 14 dni.</w:t>
      </w:r>
    </w:p>
    <w:p w14:paraId="5632592F" w14:textId="14A59B17" w:rsidR="00991884" w:rsidRDefault="00FB1BD1" w:rsidP="00FB1BD1">
      <w:pPr>
        <w:pStyle w:val="USTustnpkodeksu"/>
      </w:pPr>
      <w:r w:rsidRPr="00FB1BD1">
        <w:t>4.</w:t>
      </w:r>
      <w:r w:rsidR="00B07753">
        <w:t xml:space="preserve"> </w:t>
      </w:r>
      <w:r w:rsidRPr="00FB1BD1">
        <w:t>Nieusprawiedliwione niestawiennictwo obwinionego lub jego obrońcy nie wstrzymuje dalszego postępowania.</w:t>
      </w:r>
    </w:p>
    <w:p w14:paraId="28EB503D" w14:textId="74205F7F" w:rsidR="00991884" w:rsidRDefault="00FB1BD1" w:rsidP="00FB1BD1">
      <w:pPr>
        <w:pStyle w:val="USTustnpkodeksu"/>
      </w:pPr>
      <w:r w:rsidRPr="00FB1BD1">
        <w:t>5.</w:t>
      </w:r>
      <w:r w:rsidR="00B07753">
        <w:t xml:space="preserve"> </w:t>
      </w:r>
      <w:r w:rsidRPr="00FB1BD1">
        <w:t xml:space="preserve">Jeżeli nie zachodzi potrzeba uzupełnienia postępowania wyjaśniającego, </w:t>
      </w:r>
      <w:r w:rsidR="00707965">
        <w:t>r</w:t>
      </w:r>
      <w:r w:rsidRPr="00FB1BD1">
        <w:t xml:space="preserve">zecznik </w:t>
      </w:r>
      <w:r w:rsidR="00707965">
        <w:t>d</w:t>
      </w:r>
      <w:r w:rsidRPr="00FB1BD1">
        <w:t>yscyplinarny wydaje postanowienie o jego zamknięciu.</w:t>
      </w:r>
    </w:p>
    <w:p w14:paraId="7A32C7E6" w14:textId="5607A33E" w:rsidR="00FB1BD1" w:rsidRDefault="00FB1BD1" w:rsidP="00FB1BD1">
      <w:pPr>
        <w:pStyle w:val="USTustnpkodeksu"/>
      </w:pPr>
      <w:r w:rsidRPr="00FB1BD1">
        <w:t>6.</w:t>
      </w:r>
      <w:r w:rsidR="00B07753">
        <w:t xml:space="preserve"> </w:t>
      </w:r>
      <w:r w:rsidRPr="00FB1BD1">
        <w:t xml:space="preserve">Rzecznik </w:t>
      </w:r>
      <w:r w:rsidR="00BA707D">
        <w:t>d</w:t>
      </w:r>
      <w:r w:rsidRPr="00FB1BD1">
        <w:t xml:space="preserve">yscyplinarny w terminie 14 dni od dnia wydania postanowienia o zamknięciu postępowania wyjaśniającego składa do sądu </w:t>
      </w:r>
      <w:r w:rsidR="00801DC1">
        <w:t>dyscyplinarnego</w:t>
      </w:r>
      <w:r w:rsidRPr="00FB1BD1">
        <w:t xml:space="preserve"> wniosek o ukaranie, jeżeli wynik tego postępowania potwierdzi zasadność zarzutów.</w:t>
      </w:r>
    </w:p>
    <w:p w14:paraId="7CC75C41" w14:textId="1D201E68" w:rsidR="00991884" w:rsidRDefault="00991884" w:rsidP="00864F49">
      <w:pPr>
        <w:pStyle w:val="ARTartustawynprozporzdzenia"/>
      </w:pPr>
      <w:r w:rsidRPr="00991884">
        <w:rPr>
          <w:rStyle w:val="Ppogrubienie"/>
        </w:rPr>
        <w:t>Art. 8</w:t>
      </w:r>
      <w:r>
        <w:rPr>
          <w:rStyle w:val="Ppogrubienie"/>
        </w:rPr>
        <w:t>5</w:t>
      </w:r>
      <w:r w:rsidRPr="00991884">
        <w:rPr>
          <w:rStyle w:val="Ppogrubienie"/>
        </w:rPr>
        <w:t>.</w:t>
      </w:r>
      <w:r w:rsidRPr="00991884">
        <w:t xml:space="preserve"> 1. Wniosek o ukaranie zawiera:</w:t>
      </w:r>
    </w:p>
    <w:p w14:paraId="1C85D8F8" w14:textId="1A018E70" w:rsidR="00991884" w:rsidRDefault="00991884" w:rsidP="00991884">
      <w:pPr>
        <w:pStyle w:val="PKTpunkt"/>
      </w:pPr>
      <w:r w:rsidRPr="00991884">
        <w:t>1)</w:t>
      </w:r>
      <w:r w:rsidR="00B07753">
        <w:t xml:space="preserve"> </w:t>
      </w:r>
      <w:r w:rsidRPr="00991884">
        <w:t xml:space="preserve">imię (imiona) i nazwisko obwinionego oraz numer </w:t>
      </w:r>
      <w:r w:rsidR="004E5CF1">
        <w:t>wpisu do</w:t>
      </w:r>
      <w:r w:rsidRPr="00991884">
        <w:t xml:space="preserve"> Rejestru;</w:t>
      </w:r>
    </w:p>
    <w:p w14:paraId="44AA4506" w14:textId="437ED5AB" w:rsidR="00991884" w:rsidRDefault="00991884" w:rsidP="00991884">
      <w:pPr>
        <w:pStyle w:val="PKTpunkt"/>
      </w:pPr>
      <w:r w:rsidRPr="00991884">
        <w:t>2)</w:t>
      </w:r>
      <w:r w:rsidR="00B07753">
        <w:t xml:space="preserve"> </w:t>
      </w:r>
      <w:r w:rsidRPr="00991884">
        <w:t xml:space="preserve">dokładne określenie zarzucanego przewinienia </w:t>
      </w:r>
      <w:r w:rsidR="00844847">
        <w:t>dyscyplinarnego</w:t>
      </w:r>
      <w:r w:rsidRPr="00991884">
        <w:t xml:space="preserve"> ze wskazaniem czasu,</w:t>
      </w:r>
      <w:r>
        <w:t xml:space="preserve"> </w:t>
      </w:r>
      <w:r w:rsidRPr="00991884">
        <w:t>miejsca, sposobu i okoliczności jego popełnienia oraz skutków z niego wynikających;</w:t>
      </w:r>
    </w:p>
    <w:p w14:paraId="4416AEF5" w14:textId="205B0253" w:rsidR="00991884" w:rsidRDefault="00991884" w:rsidP="00991884">
      <w:pPr>
        <w:pStyle w:val="PKTpunkt"/>
      </w:pPr>
      <w:r w:rsidRPr="00991884">
        <w:t>3)</w:t>
      </w:r>
      <w:r w:rsidR="00B07753">
        <w:t xml:space="preserve"> </w:t>
      </w:r>
      <w:r w:rsidRPr="00991884">
        <w:t>imiona i nazwiska oraz adresy świadków, którzy mają być wezwani na rozprawę, jak również inne dowody;</w:t>
      </w:r>
    </w:p>
    <w:p w14:paraId="5D3DA4DD" w14:textId="448C997B" w:rsidR="00991884" w:rsidRDefault="00991884" w:rsidP="00991884">
      <w:pPr>
        <w:pStyle w:val="PKTpunkt"/>
      </w:pPr>
      <w:r w:rsidRPr="00991884">
        <w:t>4)</w:t>
      </w:r>
      <w:r w:rsidR="00B07753">
        <w:t xml:space="preserve"> </w:t>
      </w:r>
      <w:r w:rsidRPr="00991884">
        <w:t>uzasadnienie wniosku.</w:t>
      </w:r>
    </w:p>
    <w:p w14:paraId="431B6C41" w14:textId="7E0E6B65" w:rsidR="00991884" w:rsidRDefault="00991884" w:rsidP="00991884">
      <w:pPr>
        <w:pStyle w:val="USTustnpkodeksu"/>
      </w:pPr>
      <w:r w:rsidRPr="00991884">
        <w:t xml:space="preserve">2. O skierowaniu wniosku do sądu </w:t>
      </w:r>
      <w:r w:rsidR="00801DC1">
        <w:t>dyscyplinarnego</w:t>
      </w:r>
      <w:r w:rsidRPr="00991884">
        <w:t xml:space="preserve"> </w:t>
      </w:r>
      <w:r w:rsidR="00E854A9">
        <w:t>r</w:t>
      </w:r>
      <w:r w:rsidRPr="00991884">
        <w:t xml:space="preserve">zecznik </w:t>
      </w:r>
      <w:r w:rsidR="00E854A9">
        <w:t>d</w:t>
      </w:r>
      <w:r w:rsidRPr="00991884">
        <w:t>yscyplinarny zawiadamia pokrzywdzonego, obwinionego i</w:t>
      </w:r>
      <w:r w:rsidR="00E854A9">
        <w:t xml:space="preserve"> właściwą regionalną radę</w:t>
      </w:r>
      <w:r>
        <w:t>.</w:t>
      </w:r>
    </w:p>
    <w:p w14:paraId="26EB8E60" w14:textId="3BA73927" w:rsidR="00991884" w:rsidRPr="00991884" w:rsidRDefault="00991884" w:rsidP="00864F49">
      <w:pPr>
        <w:pStyle w:val="ARTartustawynprozporzdzenia"/>
      </w:pPr>
      <w:r w:rsidRPr="00991884">
        <w:rPr>
          <w:rStyle w:val="Ppogrubienie"/>
        </w:rPr>
        <w:t>Art. 8</w:t>
      </w:r>
      <w:r>
        <w:rPr>
          <w:rStyle w:val="Ppogrubienie"/>
        </w:rPr>
        <w:t>6</w:t>
      </w:r>
      <w:r w:rsidRPr="00991884">
        <w:rPr>
          <w:rStyle w:val="Ppogrubienie"/>
        </w:rPr>
        <w:t>.</w:t>
      </w:r>
      <w:r w:rsidRPr="00991884">
        <w:t xml:space="preserve"> 1. Postępowanie wyjaśniające prowadzone przez </w:t>
      </w:r>
      <w:r w:rsidR="00B62254">
        <w:t>regionalnego r</w:t>
      </w:r>
      <w:r w:rsidRPr="00991884">
        <w:t xml:space="preserve">zecznika </w:t>
      </w:r>
      <w:r w:rsidR="00B62254">
        <w:t>d</w:t>
      </w:r>
      <w:r w:rsidRPr="00991884">
        <w:t xml:space="preserve">yscyplinarnego powinno być zakończone w ciągu 6 miesięcy od dnia uzyskania informacji wskazującej na możliwość popełnienia przewinienia </w:t>
      </w:r>
      <w:r w:rsidR="00844847">
        <w:t>dyscyplinarnego</w:t>
      </w:r>
      <w:r w:rsidRPr="00991884">
        <w:t>.</w:t>
      </w:r>
    </w:p>
    <w:p w14:paraId="6350FB1B" w14:textId="5E2E6A61" w:rsidR="00991884" w:rsidRPr="00991884" w:rsidRDefault="00991884" w:rsidP="00991884">
      <w:pPr>
        <w:pStyle w:val="USTustnpkodeksu"/>
      </w:pPr>
      <w:r w:rsidRPr="00991884">
        <w:t>2.</w:t>
      </w:r>
      <w:r w:rsidR="00B07753">
        <w:t xml:space="preserve"> </w:t>
      </w:r>
      <w:r w:rsidRPr="00991884">
        <w:t xml:space="preserve">W uzasadnionym przypadku </w:t>
      </w:r>
      <w:r w:rsidR="00B62254">
        <w:t xml:space="preserve">Krajowy </w:t>
      </w:r>
      <w:r w:rsidRPr="00991884">
        <w:t xml:space="preserve">Rzecznik </w:t>
      </w:r>
      <w:r w:rsidR="00B62254">
        <w:t>D</w:t>
      </w:r>
      <w:r w:rsidRPr="00991884">
        <w:t>yscyplinarny może przedłużyć okres postępowania wyjaśniającego na dalszy czas określony, nie dłuższy niż 6 miesięcy.</w:t>
      </w:r>
    </w:p>
    <w:p w14:paraId="7CF6E148" w14:textId="53EEC4D7" w:rsidR="00991884" w:rsidRPr="00991884" w:rsidRDefault="00991884" w:rsidP="00991884">
      <w:pPr>
        <w:pStyle w:val="USTustnpkodeksu"/>
      </w:pPr>
      <w:r w:rsidRPr="00991884">
        <w:t>3.</w:t>
      </w:r>
      <w:r w:rsidR="00B07753">
        <w:t xml:space="preserve"> </w:t>
      </w:r>
      <w:r w:rsidRPr="00991884">
        <w:t>W przypadku niezakończenia postępowania wyjaśniającego w terminie roku od dnia wszczęcia postępowania wyjaśniającego</w:t>
      </w:r>
      <w:r w:rsidR="0026337A">
        <w:t xml:space="preserve"> </w:t>
      </w:r>
      <w:r w:rsidR="00B62254" w:rsidRPr="00B62254">
        <w:t xml:space="preserve">akta sprawy przekazuje się </w:t>
      </w:r>
      <w:r w:rsidR="00B62254">
        <w:t>Krajowemu</w:t>
      </w:r>
      <w:r w:rsidR="00B62254" w:rsidRPr="00B62254">
        <w:t xml:space="preserve"> Sądowi </w:t>
      </w:r>
      <w:r w:rsidR="00B62254">
        <w:t>Dyscyplinarnemu</w:t>
      </w:r>
      <w:r w:rsidR="00B62254" w:rsidRPr="00B62254">
        <w:t>, który może przedłużyć postępowanie wyjaśniające na dalszy czas określony.</w:t>
      </w:r>
    </w:p>
    <w:p w14:paraId="3A89735C" w14:textId="1336D29E" w:rsidR="00991884" w:rsidRPr="00991884" w:rsidRDefault="00991884" w:rsidP="00991884">
      <w:pPr>
        <w:pStyle w:val="USTustnpkodeksu"/>
      </w:pPr>
      <w:r w:rsidRPr="00991884">
        <w:lastRenderedPageBreak/>
        <w:t>4.</w:t>
      </w:r>
      <w:r w:rsidR="00B07753">
        <w:t xml:space="preserve"> </w:t>
      </w:r>
      <w:r w:rsidRPr="00991884">
        <w:t>O przedłużeni</w:t>
      </w:r>
      <w:r w:rsidR="0037652B">
        <w:t>u</w:t>
      </w:r>
      <w:r w:rsidRPr="00991884">
        <w:t xml:space="preserve"> okresu postępowania wyjaśniającego </w:t>
      </w:r>
      <w:r w:rsidR="00B62254">
        <w:t>r</w:t>
      </w:r>
      <w:r w:rsidRPr="00991884">
        <w:t xml:space="preserve">zecznik </w:t>
      </w:r>
      <w:r w:rsidR="00B62254">
        <w:t>d</w:t>
      </w:r>
      <w:r w:rsidRPr="00991884">
        <w:t>yscyplinarny powiadamia strony.</w:t>
      </w:r>
    </w:p>
    <w:p w14:paraId="2583359C" w14:textId="1A9A8679" w:rsidR="00991884" w:rsidRPr="00991884" w:rsidRDefault="00991884" w:rsidP="00991884">
      <w:pPr>
        <w:pStyle w:val="USTustnpkodeksu"/>
      </w:pPr>
      <w:r w:rsidRPr="00991884">
        <w:t>5.</w:t>
      </w:r>
      <w:r w:rsidR="00B07753">
        <w:t xml:space="preserve"> </w:t>
      </w:r>
      <w:r w:rsidR="00B62254" w:rsidRPr="00B62254">
        <w:t xml:space="preserve">Stronom przysługuje prawo złożenia do </w:t>
      </w:r>
      <w:r w:rsidR="00B62254">
        <w:t>Krajowego</w:t>
      </w:r>
      <w:r w:rsidR="00B62254" w:rsidRPr="00B62254">
        <w:t xml:space="preserve"> Rzecznika </w:t>
      </w:r>
      <w:r w:rsidR="00B62254">
        <w:t>Dyscyplinarnego</w:t>
      </w:r>
      <w:r w:rsidR="00B62254" w:rsidRPr="00B62254">
        <w:t xml:space="preserve"> zażalenia na przewlekłość postępowania prowadzonego przez </w:t>
      </w:r>
      <w:r w:rsidR="00B62254">
        <w:t>regionalnego</w:t>
      </w:r>
      <w:r w:rsidR="00B62254" w:rsidRPr="00B62254">
        <w:t xml:space="preserve"> rzecznika </w:t>
      </w:r>
      <w:r w:rsidR="00B62254">
        <w:t>dyscyplinarnego</w:t>
      </w:r>
      <w:r w:rsidR="00B62254" w:rsidRPr="00B62254">
        <w:t>.</w:t>
      </w:r>
    </w:p>
    <w:p w14:paraId="179662DD" w14:textId="7C2A1FBE" w:rsidR="00A720C1" w:rsidRDefault="00991884" w:rsidP="00A720C1">
      <w:pPr>
        <w:pStyle w:val="USTustnpkodeksu"/>
      </w:pPr>
      <w:r w:rsidRPr="00991884">
        <w:t>6.</w:t>
      </w:r>
      <w:r w:rsidR="00B07753">
        <w:t xml:space="preserve"> </w:t>
      </w:r>
      <w:r w:rsidR="008B012A">
        <w:t>Krajowy</w:t>
      </w:r>
      <w:r w:rsidR="00A720C1" w:rsidRPr="00A720C1">
        <w:t xml:space="preserve"> Rzecznik </w:t>
      </w:r>
      <w:r w:rsidR="008B012A">
        <w:t>Dyscyplinarny</w:t>
      </w:r>
      <w:r w:rsidR="00A720C1" w:rsidRPr="00A720C1">
        <w:t>, po otrzymaniu zażalenia na przewlekłość postępowania, może:</w:t>
      </w:r>
    </w:p>
    <w:p w14:paraId="2FAE9FB4" w14:textId="77777777" w:rsidR="00A720C1" w:rsidRDefault="00A720C1" w:rsidP="007173BC">
      <w:pPr>
        <w:pStyle w:val="PKTpunkt"/>
      </w:pPr>
      <w:r>
        <w:t xml:space="preserve">1) </w:t>
      </w:r>
      <w:r w:rsidRPr="00A720C1">
        <w:t>wydać postanowienie o przejęciu postępowania wyjaśniającego;</w:t>
      </w:r>
    </w:p>
    <w:p w14:paraId="2A3A9807" w14:textId="62A8DA18" w:rsidR="00A720C1" w:rsidRDefault="00A720C1" w:rsidP="007173BC">
      <w:pPr>
        <w:pStyle w:val="PKTpunkt"/>
      </w:pPr>
      <w:r>
        <w:t xml:space="preserve">2) </w:t>
      </w:r>
      <w:r w:rsidRPr="00A720C1">
        <w:t>zażalenie oddalić;</w:t>
      </w:r>
    </w:p>
    <w:p w14:paraId="02C3A7C9" w14:textId="28E254D9" w:rsidR="00A720C1" w:rsidRDefault="00A720C1" w:rsidP="007173BC">
      <w:pPr>
        <w:pStyle w:val="PKTpunkt"/>
      </w:pPr>
      <w:r>
        <w:t xml:space="preserve">3) </w:t>
      </w:r>
      <w:r w:rsidRPr="00A720C1">
        <w:t xml:space="preserve">przekazać postępowanie do dalszego prowadzenia przez tego samego rzecznika </w:t>
      </w:r>
      <w:r w:rsidR="008B012A">
        <w:t>dyscyplinarnego</w:t>
      </w:r>
      <w:r w:rsidRPr="00A720C1">
        <w:t>, ustalając wytyczne co do sposobu jego załatwienia, wraz z wyznaczeniem terminu załatwienia sprawy;</w:t>
      </w:r>
    </w:p>
    <w:p w14:paraId="36EA4DE1" w14:textId="0C28C69C" w:rsidR="00A720C1" w:rsidRDefault="00A720C1" w:rsidP="007173BC">
      <w:pPr>
        <w:pStyle w:val="PKTpunkt"/>
      </w:pPr>
      <w:r>
        <w:t xml:space="preserve">4) </w:t>
      </w:r>
      <w:r w:rsidRPr="00A720C1">
        <w:t xml:space="preserve">przekazać postępowanie do dalszego prowadzenia przez wskazanego </w:t>
      </w:r>
      <w:r w:rsidR="00302F41">
        <w:t xml:space="preserve">regionalnego </w:t>
      </w:r>
      <w:r w:rsidRPr="00A720C1">
        <w:t xml:space="preserve">rzecznika </w:t>
      </w:r>
      <w:r w:rsidR="008C6337">
        <w:t>dyscyplinarnego</w:t>
      </w:r>
      <w:r w:rsidRPr="00A720C1">
        <w:t>.</w:t>
      </w:r>
    </w:p>
    <w:p w14:paraId="5BC22575" w14:textId="0A3AF4C9" w:rsidR="00991884" w:rsidRDefault="00991884" w:rsidP="00864F49">
      <w:pPr>
        <w:pStyle w:val="ARTartustawynprozporzdzenia"/>
      </w:pPr>
      <w:r w:rsidRPr="00991884">
        <w:rPr>
          <w:rStyle w:val="Ppogrubienie"/>
        </w:rPr>
        <w:t>Art. 8</w:t>
      </w:r>
      <w:r>
        <w:rPr>
          <w:rStyle w:val="Ppogrubienie"/>
        </w:rPr>
        <w:t>7</w:t>
      </w:r>
      <w:r w:rsidRPr="00991884">
        <w:rPr>
          <w:rStyle w:val="Ppogrubienie"/>
        </w:rPr>
        <w:t>.</w:t>
      </w:r>
      <w:r w:rsidRPr="00991884">
        <w:t xml:space="preserve"> 1. W przypadku gdy zebrane dowody wskazują z dużym prawdopodobieństwem, że psycholog, </w:t>
      </w:r>
      <w:bookmarkStart w:id="342" w:name="_Hlk179983337"/>
      <w:r w:rsidRPr="00991884">
        <w:t>którego dotyczy postępowanie</w:t>
      </w:r>
      <w:r w:rsidR="0061280F">
        <w:t>,</w:t>
      </w:r>
      <w:r w:rsidRPr="00991884">
        <w:t xml:space="preserve"> </w:t>
      </w:r>
      <w:bookmarkEnd w:id="342"/>
      <w:r w:rsidRPr="00991884">
        <w:t xml:space="preserve">lub obwiniony popełnił ciężkie przewinienie </w:t>
      </w:r>
      <w:r w:rsidR="00844847">
        <w:t>dyscyplinarne</w:t>
      </w:r>
      <w:r w:rsidRPr="00991884">
        <w:t xml:space="preserve">, a rodzaj tego przewinienia wskazuje, że wykonywanie zawodu psychologa zagraża bezpieczeństwu odbiorców </w:t>
      </w:r>
      <w:r w:rsidR="00795A3A">
        <w:t>świadczeń</w:t>
      </w:r>
      <w:r w:rsidRPr="00991884">
        <w:t xml:space="preserve"> psychologicznych lub grozi popełnieniem kolejnego przewinienia </w:t>
      </w:r>
      <w:r w:rsidR="00844847">
        <w:t>dyscyplinarnego</w:t>
      </w:r>
      <w:r w:rsidRPr="00991884">
        <w:t xml:space="preserve">, sąd </w:t>
      </w:r>
      <w:r w:rsidR="00801DC1">
        <w:t>dyscyplinarny</w:t>
      </w:r>
      <w:r w:rsidRPr="00991884">
        <w:t xml:space="preserve">, na wniosek </w:t>
      </w:r>
      <w:r w:rsidR="00795A3A">
        <w:t>r</w:t>
      </w:r>
      <w:r w:rsidRPr="00991884">
        <w:t xml:space="preserve">zecznika </w:t>
      </w:r>
      <w:r w:rsidR="00795A3A">
        <w:t>d</w:t>
      </w:r>
      <w:r w:rsidRPr="00991884">
        <w:t xml:space="preserve">yscyplinarnego, wydaje postanowienie </w:t>
      </w:r>
      <w:bookmarkStart w:id="343" w:name="_Hlk179793288"/>
      <w:r w:rsidRPr="00991884">
        <w:t xml:space="preserve">o tymczasowym zawieszeniu prawa wykonywania zawodu psychologa albo o ograniczeniu zakresu czynności w wykonywaniu zawodu psychologa </w:t>
      </w:r>
      <w:bookmarkEnd w:id="343"/>
      <w:r w:rsidRPr="00991884">
        <w:t xml:space="preserve">na okres do </w:t>
      </w:r>
      <w:r w:rsidR="0061280F">
        <w:t>dnia wydania prawomocnego orzeczenia w przedmiocie odpowiedzialności dyscyplinarnej, nie d</w:t>
      </w:r>
      <w:r w:rsidRPr="00991884">
        <w:t>łużej jednak niż do roku.</w:t>
      </w:r>
    </w:p>
    <w:p w14:paraId="73A3664F" w14:textId="4ADBF76F" w:rsidR="00991884" w:rsidRDefault="00991884" w:rsidP="00991884">
      <w:pPr>
        <w:pStyle w:val="USTustnpkodeksu"/>
      </w:pPr>
      <w:r>
        <w:t xml:space="preserve">2. </w:t>
      </w:r>
      <w:r w:rsidRPr="00991884">
        <w:t>Postanowienie, o którym mowa w ust. 1, podlega natychmiastowemu wykonaniu.</w:t>
      </w:r>
    </w:p>
    <w:p w14:paraId="2AE2C00C" w14:textId="12CD7680" w:rsidR="00991884" w:rsidRDefault="00991884" w:rsidP="00991884">
      <w:pPr>
        <w:pStyle w:val="USTustnpkodeksu"/>
      </w:pPr>
      <w:r w:rsidRPr="00991884">
        <w:t>3.</w:t>
      </w:r>
      <w:r w:rsidR="00B07753">
        <w:t xml:space="preserve"> </w:t>
      </w:r>
      <w:r w:rsidRPr="00991884">
        <w:t xml:space="preserve">Obwiniony i jego obrońca mają prawo być obecni na posiedzeniu </w:t>
      </w:r>
      <w:r w:rsidR="006E2D95">
        <w:t xml:space="preserve">sądu </w:t>
      </w:r>
      <w:r w:rsidR="00801DC1">
        <w:t>dyscyplinarnego</w:t>
      </w:r>
      <w:r w:rsidRPr="00991884">
        <w:t>, którego przedmiotem jest wydanie postanowienia, o którym mowa w ust. 1.</w:t>
      </w:r>
    </w:p>
    <w:p w14:paraId="6B025BAD" w14:textId="3CD1C37F" w:rsidR="00991884" w:rsidRDefault="00991884" w:rsidP="00991884">
      <w:pPr>
        <w:pStyle w:val="USTustnpkodeksu"/>
      </w:pPr>
      <w:r w:rsidRPr="00991884">
        <w:t>4.</w:t>
      </w:r>
      <w:r w:rsidR="00B07753">
        <w:t xml:space="preserve"> </w:t>
      </w:r>
      <w:r w:rsidRPr="00991884">
        <w:t xml:space="preserve">Postanowienie, o którym mowa w ust. 1, niezwłocznie przekazuje się Prezesowi </w:t>
      </w:r>
      <w:r w:rsidR="008327EE">
        <w:t>właściwej regionalnej</w:t>
      </w:r>
      <w:r w:rsidRPr="00991884">
        <w:t xml:space="preserve"> </w:t>
      </w:r>
      <w:r w:rsidR="008327EE">
        <w:t>r</w:t>
      </w:r>
      <w:r w:rsidRPr="00991884">
        <w:t>ady, ministrowi właściwemu do spraw pracy oraz podmiotowi, w którym dana osoba wykonuje zawód psychologa.</w:t>
      </w:r>
    </w:p>
    <w:p w14:paraId="66D3AB9B" w14:textId="6F47B7CE" w:rsidR="00991884" w:rsidRDefault="00991884" w:rsidP="00991884">
      <w:pPr>
        <w:pStyle w:val="USTustnpkodeksu"/>
      </w:pPr>
      <w:r w:rsidRPr="00991884">
        <w:t>5.</w:t>
      </w:r>
      <w:r w:rsidR="00B07753">
        <w:t xml:space="preserve"> </w:t>
      </w:r>
      <w:r w:rsidRPr="00991884">
        <w:t xml:space="preserve">Jeżeli do upływu okresu tymczasowego zawieszenia albo ograniczenia, o których mowa w ust. 1, w sprawie zawieszonego psychologa nie zapadnie prawomocne orzeczenie sądu </w:t>
      </w:r>
      <w:r w:rsidR="008205D6">
        <w:t>dyscyplinarnego</w:t>
      </w:r>
      <w:r w:rsidRPr="00991884">
        <w:t>, sąd ten z urzędu bada zasadność dalszego tymczasowego zawieszenia albo ograniczenia.</w:t>
      </w:r>
    </w:p>
    <w:p w14:paraId="6E69E75B" w14:textId="4F972A24" w:rsidR="00991884" w:rsidRDefault="00991884" w:rsidP="00991884">
      <w:pPr>
        <w:pStyle w:val="USTustnpkodeksu"/>
      </w:pPr>
      <w:r w:rsidRPr="00991884">
        <w:lastRenderedPageBreak/>
        <w:t>6.</w:t>
      </w:r>
      <w:r w:rsidR="00B07753">
        <w:t xml:space="preserve"> </w:t>
      </w:r>
      <w:r w:rsidRPr="00991884">
        <w:t xml:space="preserve">Na postanowienie, o którym mowa w ust. 1, obwinionemu przysługuje zażalenie w terminie 14 dni od dnia doręczenia postanowienia. Zażalenie wnosi się do </w:t>
      </w:r>
      <w:r w:rsidR="008327EE">
        <w:t xml:space="preserve">Krajowego Sądu Dyscyplinarnego </w:t>
      </w:r>
      <w:r w:rsidRPr="00991884">
        <w:t xml:space="preserve">za pośrednictwem </w:t>
      </w:r>
      <w:r w:rsidR="008327EE">
        <w:t>regionalnego sądu dyscyplinarnego</w:t>
      </w:r>
      <w:r w:rsidRPr="00991884">
        <w:t>, który wydał postanowienie. Zażalenie nie wstrzymuje natychmiastowej wykonalności postanowienia.</w:t>
      </w:r>
    </w:p>
    <w:p w14:paraId="1D438495" w14:textId="1600EEAA" w:rsidR="00991884" w:rsidRDefault="00991884" w:rsidP="00991884">
      <w:pPr>
        <w:pStyle w:val="USTustnpkodeksu"/>
      </w:pPr>
      <w:r w:rsidRPr="00991884">
        <w:t>7.</w:t>
      </w:r>
      <w:r w:rsidR="00B07753">
        <w:t xml:space="preserve"> </w:t>
      </w:r>
      <w:r w:rsidRPr="00991884">
        <w:t xml:space="preserve">W przedmiocie zażalenia na postanowienie, o którym mowa w ust. 1, </w:t>
      </w:r>
      <w:r w:rsidR="008327EE">
        <w:t>Krajowy</w:t>
      </w:r>
      <w:r w:rsidR="0026337A">
        <w:t xml:space="preserve"> </w:t>
      </w:r>
      <w:r w:rsidRPr="00991884">
        <w:t>Sąd Dyscyplinarny orzeka w składzie trzyosobowym.</w:t>
      </w:r>
    </w:p>
    <w:p w14:paraId="7852BB7F" w14:textId="2B86014C" w:rsidR="00991884" w:rsidRDefault="00991884" w:rsidP="00991884">
      <w:pPr>
        <w:pStyle w:val="USTustnpkodeksu"/>
      </w:pPr>
      <w:r w:rsidRPr="00991884">
        <w:t>8.</w:t>
      </w:r>
      <w:r w:rsidR="00B07753">
        <w:t xml:space="preserve"> </w:t>
      </w:r>
      <w:r w:rsidRPr="00991884">
        <w:t xml:space="preserve">Obwiniony może w każdym czasie składać wniosek o uchylenie postanowienia o </w:t>
      </w:r>
      <w:r w:rsidR="00746536" w:rsidRPr="00746536">
        <w:t>tymczasowym zawieszeniu prawa wykonywania zawodu psychologa albo o ograniczeniu zakresu czynności w wykonywaniu zawodu psychologa</w:t>
      </w:r>
      <w:r w:rsidRPr="00991884">
        <w:t>. Na postanowienie w przedmiocie wniosku zażalenie przysługuje tylko wtedy, gdy wniosek został złożony po upływie co najmniej trzech miesięcy od dnia wydania postanowienia w przedmiocie tymczasowego zawieszenia albo ograniczenia.</w:t>
      </w:r>
    </w:p>
    <w:p w14:paraId="344D56D3" w14:textId="369F1B5C" w:rsidR="00E101D0" w:rsidRPr="00E101D0" w:rsidRDefault="000A1B91" w:rsidP="00864F49">
      <w:pPr>
        <w:pStyle w:val="ARTartustawynprozporzdzenia"/>
      </w:pPr>
      <w:r w:rsidRPr="000A1B91">
        <w:rPr>
          <w:rStyle w:val="Ppogrubienie"/>
        </w:rPr>
        <w:t>Art. 8</w:t>
      </w:r>
      <w:r>
        <w:rPr>
          <w:rStyle w:val="Ppogrubienie"/>
        </w:rPr>
        <w:t>8</w:t>
      </w:r>
      <w:r w:rsidRPr="000A1B91">
        <w:rPr>
          <w:rStyle w:val="Ppogrubienie"/>
        </w:rPr>
        <w:t>.</w:t>
      </w:r>
      <w:r w:rsidRPr="000A1B91">
        <w:t xml:space="preserve"> </w:t>
      </w:r>
      <w:r w:rsidR="00E101D0" w:rsidRPr="00E101D0">
        <w:t xml:space="preserve">1. Sprawy w przedmiocie odpowiedzialności </w:t>
      </w:r>
      <w:r w:rsidR="00512166">
        <w:t>dyscyplinarnej</w:t>
      </w:r>
      <w:r w:rsidR="00E101D0" w:rsidRPr="00E101D0">
        <w:t xml:space="preserve"> psycholog</w:t>
      </w:r>
      <w:r w:rsidR="003466C4">
        <w:t>ów</w:t>
      </w:r>
      <w:r w:rsidR="00E101D0" w:rsidRPr="00E101D0">
        <w:t xml:space="preserve"> w pierwszej instancji rozpoznaje </w:t>
      </w:r>
      <w:r w:rsidR="008327EE">
        <w:t>regionalny s</w:t>
      </w:r>
      <w:r w:rsidR="00E101D0" w:rsidRPr="00E101D0">
        <w:t xml:space="preserve">ąd </w:t>
      </w:r>
      <w:r w:rsidR="008327EE">
        <w:t>d</w:t>
      </w:r>
      <w:r w:rsidR="00E101D0" w:rsidRPr="00E101D0">
        <w:t>yscyplinarny</w:t>
      </w:r>
      <w:r w:rsidR="008327EE">
        <w:t xml:space="preserve"> właściwej regionalnej izby, do której obwiniony przynależy</w:t>
      </w:r>
      <w:r w:rsidR="00E101D0" w:rsidRPr="00E101D0">
        <w:t>.</w:t>
      </w:r>
    </w:p>
    <w:p w14:paraId="670314CE" w14:textId="4AAC64EE" w:rsidR="00E101D0" w:rsidRPr="00E101D0" w:rsidRDefault="00E101D0" w:rsidP="00E101D0">
      <w:pPr>
        <w:pStyle w:val="USTustnpkodeksu"/>
      </w:pPr>
      <w:r w:rsidRPr="00E101D0">
        <w:t xml:space="preserve">2. </w:t>
      </w:r>
      <w:r w:rsidR="002C33CB" w:rsidRPr="002C33CB">
        <w:t>Sprawy przeciwko członkom organów, o których mowa w</w:t>
      </w:r>
      <w:r w:rsidR="00B07753">
        <w:t xml:space="preserve"> </w:t>
      </w:r>
      <w:r w:rsidR="002C33CB" w:rsidRPr="0026337A">
        <w:t>art. 54 pkt 2</w:t>
      </w:r>
      <w:r w:rsidR="001713A2" w:rsidRPr="00B1523B">
        <w:t>–</w:t>
      </w:r>
      <w:r w:rsidR="002C33CB" w:rsidRPr="0026337A">
        <w:t>5</w:t>
      </w:r>
      <w:r w:rsidR="00B07753">
        <w:t xml:space="preserve"> </w:t>
      </w:r>
      <w:r w:rsidR="002C33CB" w:rsidRPr="002C33CB">
        <w:t>i w</w:t>
      </w:r>
      <w:r w:rsidR="00B07753">
        <w:t xml:space="preserve"> </w:t>
      </w:r>
      <w:r w:rsidR="002C33CB" w:rsidRPr="0026337A">
        <w:t>art. 42 pkt 2</w:t>
      </w:r>
      <w:r w:rsidR="001713A2" w:rsidRPr="00B1523B">
        <w:t>–</w:t>
      </w:r>
      <w:r w:rsidR="002C33CB" w:rsidRPr="0026337A">
        <w:t>5</w:t>
      </w:r>
      <w:r w:rsidR="002C33CB" w:rsidRPr="002C33CB">
        <w:t xml:space="preserve">, oraz przeciwko zastępcom </w:t>
      </w:r>
      <w:r w:rsidR="002C33CB">
        <w:t>regionalnego</w:t>
      </w:r>
      <w:r w:rsidR="002C33CB" w:rsidRPr="002C33CB">
        <w:t xml:space="preserve"> rzecznika </w:t>
      </w:r>
      <w:r w:rsidR="002C33CB">
        <w:t xml:space="preserve">dyscyplinarnego </w:t>
      </w:r>
      <w:r w:rsidR="002C33CB" w:rsidRPr="002C33CB">
        <w:t xml:space="preserve">i zastępcom </w:t>
      </w:r>
      <w:r w:rsidR="002C33CB">
        <w:t>Krajowego</w:t>
      </w:r>
      <w:r w:rsidR="002C33CB" w:rsidRPr="002C33CB">
        <w:t xml:space="preserve"> Rzecznika </w:t>
      </w:r>
      <w:r w:rsidR="002C33CB">
        <w:t>Dyscyplinarnego</w:t>
      </w:r>
      <w:r w:rsidR="002C33CB" w:rsidRPr="002C33CB">
        <w:t xml:space="preserve"> rozpoznaje </w:t>
      </w:r>
      <w:r w:rsidR="002C33CB">
        <w:t>regionalny</w:t>
      </w:r>
      <w:r w:rsidR="002C33CB" w:rsidRPr="002C33CB">
        <w:t xml:space="preserve"> sąd </w:t>
      </w:r>
      <w:r w:rsidR="002C33CB">
        <w:t xml:space="preserve">dyscyplinarny </w:t>
      </w:r>
      <w:r w:rsidR="002C33CB" w:rsidRPr="002C33CB">
        <w:t xml:space="preserve">wskazany przez </w:t>
      </w:r>
      <w:r w:rsidR="002C33CB">
        <w:t>Krajowy</w:t>
      </w:r>
      <w:r w:rsidR="002C33CB" w:rsidRPr="002C33CB">
        <w:t xml:space="preserve"> Sąd </w:t>
      </w:r>
      <w:r w:rsidR="002C33CB">
        <w:t>Dyscyplinarny</w:t>
      </w:r>
      <w:r w:rsidR="002C33CB" w:rsidRPr="002C33CB">
        <w:t>.</w:t>
      </w:r>
    </w:p>
    <w:p w14:paraId="0F0516CB" w14:textId="66F85D71" w:rsidR="00E101D0" w:rsidRPr="00E101D0" w:rsidRDefault="00E101D0" w:rsidP="00E101D0">
      <w:pPr>
        <w:pStyle w:val="USTustnpkodeksu"/>
      </w:pPr>
      <w:r w:rsidRPr="00E101D0">
        <w:t>3.</w:t>
      </w:r>
      <w:r w:rsidR="00B07753">
        <w:t xml:space="preserve"> </w:t>
      </w:r>
      <w:r w:rsidR="002C33CB">
        <w:t>Krajowy</w:t>
      </w:r>
      <w:r w:rsidRPr="00E101D0">
        <w:t xml:space="preserve"> Sąd Dyscyplinarny:</w:t>
      </w:r>
    </w:p>
    <w:p w14:paraId="56B863D3" w14:textId="7A3DBF48" w:rsidR="00E101D0" w:rsidRDefault="00E101D0" w:rsidP="00E101D0">
      <w:pPr>
        <w:pStyle w:val="PKTpunkt"/>
      </w:pPr>
      <w:r w:rsidRPr="00E101D0">
        <w:t>1)</w:t>
      </w:r>
      <w:r w:rsidR="00B07753">
        <w:t xml:space="preserve"> </w:t>
      </w:r>
      <w:r w:rsidRPr="00E101D0">
        <w:t>rozpoznaje odwołania od orzeczeń</w:t>
      </w:r>
      <w:r w:rsidR="00351122">
        <w:t xml:space="preserve"> regionalnych s</w:t>
      </w:r>
      <w:r w:rsidRPr="00E101D0">
        <w:t>ąd</w:t>
      </w:r>
      <w:r w:rsidR="00351122">
        <w:t>ów</w:t>
      </w:r>
      <w:r w:rsidRPr="00E101D0">
        <w:t xml:space="preserve"> </w:t>
      </w:r>
      <w:r w:rsidR="00351122">
        <w:t>d</w:t>
      </w:r>
      <w:r w:rsidRPr="00E101D0">
        <w:t>yscyplinarn</w:t>
      </w:r>
      <w:r w:rsidR="00351122">
        <w:t>ych</w:t>
      </w:r>
      <w:r w:rsidRPr="00E101D0">
        <w:t>;</w:t>
      </w:r>
    </w:p>
    <w:p w14:paraId="2CF91826" w14:textId="095BF513" w:rsidR="00E101D0" w:rsidRDefault="00E101D0" w:rsidP="00E101D0">
      <w:pPr>
        <w:pStyle w:val="PKTpunkt"/>
      </w:pPr>
      <w:r w:rsidRPr="00E101D0">
        <w:t>2)</w:t>
      </w:r>
      <w:r w:rsidR="00B07753">
        <w:t xml:space="preserve"> </w:t>
      </w:r>
      <w:r w:rsidRPr="00E101D0">
        <w:t xml:space="preserve">rozpoznaje zażalenia na postanowienie </w:t>
      </w:r>
      <w:r w:rsidR="00C13CF3" w:rsidRPr="00C13CF3">
        <w:t>o tymczasowym zawieszeniu prawa wykonywania zawodu psychologa albo o ograniczeniu zakresu czynności w wykonywaniu zawodu psychologa</w:t>
      </w:r>
      <w:r w:rsidRPr="00E101D0">
        <w:t>;</w:t>
      </w:r>
    </w:p>
    <w:p w14:paraId="330E9A9B" w14:textId="48CE1AB1" w:rsidR="000A1B91" w:rsidRDefault="00E101D0" w:rsidP="00E101D0">
      <w:pPr>
        <w:pStyle w:val="PKTpunkt"/>
      </w:pPr>
      <w:r w:rsidRPr="00E101D0">
        <w:t>3)</w:t>
      </w:r>
      <w:r w:rsidR="00B07753">
        <w:t xml:space="preserve"> </w:t>
      </w:r>
      <w:r w:rsidRPr="00E101D0">
        <w:t xml:space="preserve">orzeka o wznowieniu postępowania w przedmiocie odpowiedzialności </w:t>
      </w:r>
      <w:r w:rsidR="00512166">
        <w:t>dyscyplinarnej</w:t>
      </w:r>
      <w:r w:rsidRPr="00E101D0">
        <w:t xml:space="preserve"> psycholog</w:t>
      </w:r>
      <w:r w:rsidR="00021CFF">
        <w:t>ów</w:t>
      </w:r>
      <w:r w:rsidRPr="00E101D0">
        <w:t>.</w:t>
      </w:r>
    </w:p>
    <w:p w14:paraId="6C9AE9CE" w14:textId="34F73732" w:rsidR="00E101D0" w:rsidRDefault="00E101D0" w:rsidP="00F65F1E">
      <w:pPr>
        <w:pStyle w:val="ARTartustawynprozporzdzenia"/>
      </w:pPr>
      <w:r w:rsidRPr="00E101D0">
        <w:rPr>
          <w:rStyle w:val="Ppogrubienie"/>
        </w:rPr>
        <w:t>Art. 8</w:t>
      </w:r>
      <w:r>
        <w:rPr>
          <w:rStyle w:val="Ppogrubienie"/>
        </w:rPr>
        <w:t>9</w:t>
      </w:r>
      <w:r w:rsidRPr="00E101D0">
        <w:rPr>
          <w:rStyle w:val="Ppogrubienie"/>
        </w:rPr>
        <w:t>.</w:t>
      </w:r>
      <w:r w:rsidRPr="00E101D0">
        <w:t xml:space="preserve"> 1. Jeżeli przewinienie </w:t>
      </w:r>
      <w:r w:rsidR="00844847">
        <w:t>dyscyplinarne</w:t>
      </w:r>
      <w:r w:rsidR="00F65F1E">
        <w:t xml:space="preserve"> </w:t>
      </w:r>
      <w:r w:rsidRPr="00E101D0">
        <w:t xml:space="preserve">objęte jedną sprawą popełniło dwóch lub więcej obwinionych wpisanych do Rejestru w różnych regionalnych izbach, właściwy jest </w:t>
      </w:r>
      <w:r w:rsidR="00B0638E">
        <w:t xml:space="preserve">regionalny </w:t>
      </w:r>
      <w:r w:rsidRPr="00E101D0">
        <w:t xml:space="preserve">sąd dyscyplinarny, w którego okręgu popełniono przewinienie, a jeżeli miejsca tego ustalić nie można </w:t>
      </w:r>
      <w:bookmarkStart w:id="344" w:name="_Hlk182471568"/>
      <w:r w:rsidR="001713A2" w:rsidRPr="00B1523B">
        <w:t>–</w:t>
      </w:r>
      <w:bookmarkEnd w:id="344"/>
      <w:r w:rsidRPr="00E101D0">
        <w:t xml:space="preserve"> sąd dyscyplinarny regionalnej izby, w której wszczęto najpierw postępowanie </w:t>
      </w:r>
      <w:r w:rsidR="00B0638E">
        <w:t xml:space="preserve">w przedmiocie odpowiedzialności </w:t>
      </w:r>
      <w:r w:rsidRPr="00E101D0">
        <w:t>dyscyplinarne</w:t>
      </w:r>
      <w:r w:rsidR="00B0638E">
        <w:t>j</w:t>
      </w:r>
      <w:r w:rsidR="00021CFF">
        <w:t xml:space="preserve"> psychologów</w:t>
      </w:r>
      <w:r w:rsidRPr="00E101D0">
        <w:t>.</w:t>
      </w:r>
    </w:p>
    <w:p w14:paraId="74EFA5B5" w14:textId="18F6A9C7" w:rsidR="00E101D0" w:rsidRDefault="00F65F1E" w:rsidP="00E101D0">
      <w:pPr>
        <w:pStyle w:val="USTustnpkodeksu"/>
      </w:pPr>
      <w:r>
        <w:lastRenderedPageBreak/>
        <w:t>2</w:t>
      </w:r>
      <w:r w:rsidR="00E101D0" w:rsidRPr="00E101D0">
        <w:t>.</w:t>
      </w:r>
      <w:r w:rsidR="00B07753">
        <w:t xml:space="preserve"> </w:t>
      </w:r>
      <w:r w:rsidR="00E101D0" w:rsidRPr="00E101D0">
        <w:t xml:space="preserve">Spory o właściwość miejscową, jeżeli ustalenie właściwości zgodnie z ust. </w:t>
      </w:r>
      <w:r>
        <w:t>1</w:t>
      </w:r>
      <w:r w:rsidR="00E101D0" w:rsidRPr="00E101D0">
        <w:t xml:space="preserve"> jest niemożliwe, rozstrzyga </w:t>
      </w:r>
      <w:r w:rsidR="00B0638E">
        <w:t>Krajowy</w:t>
      </w:r>
      <w:r w:rsidR="0026337A">
        <w:t xml:space="preserve"> </w:t>
      </w:r>
      <w:r w:rsidR="00E101D0" w:rsidRPr="00E101D0">
        <w:t>Sąd Dyscyplinarny.</w:t>
      </w:r>
    </w:p>
    <w:p w14:paraId="1C8F7664" w14:textId="49DBF748" w:rsidR="00E101D0" w:rsidRDefault="00F65F1E" w:rsidP="00E101D0">
      <w:pPr>
        <w:pStyle w:val="USTustnpkodeksu"/>
      </w:pPr>
      <w:r>
        <w:t>3</w:t>
      </w:r>
      <w:r w:rsidR="00E101D0" w:rsidRPr="00E101D0">
        <w:t xml:space="preserve">. W razie gdy </w:t>
      </w:r>
      <w:r w:rsidR="00B0638E">
        <w:t xml:space="preserve">właściwy </w:t>
      </w:r>
      <w:r w:rsidR="00E101D0" w:rsidRPr="00E101D0">
        <w:t xml:space="preserve">sąd </w:t>
      </w:r>
      <w:r w:rsidR="00B0638E">
        <w:t>dyscyplinarny</w:t>
      </w:r>
      <w:r w:rsidR="00E101D0" w:rsidRPr="00E101D0">
        <w:t xml:space="preserve"> nie może z powodu przeszkody rozpoznać sprawy lub podjąć innej czynności albo gdy wymagają tego względy celowości,</w:t>
      </w:r>
      <w:r w:rsidR="0026337A">
        <w:t xml:space="preserve"> </w:t>
      </w:r>
      <w:r w:rsidR="00B0638E">
        <w:t>Krajowy</w:t>
      </w:r>
      <w:r w:rsidR="00E101D0" w:rsidRPr="00E101D0">
        <w:t xml:space="preserve"> Sąd Dyscyplinarny wyznacz</w:t>
      </w:r>
      <w:r w:rsidR="007D20CB">
        <w:t>a</w:t>
      </w:r>
      <w:r w:rsidR="00E101D0" w:rsidRPr="00E101D0">
        <w:t xml:space="preserve"> inny </w:t>
      </w:r>
      <w:r w:rsidR="00B0638E">
        <w:t xml:space="preserve">regionalny </w:t>
      </w:r>
      <w:r w:rsidR="00E101D0" w:rsidRPr="00E101D0">
        <w:t>sąd dyscyplinarny do rozpoznania sprawy.</w:t>
      </w:r>
    </w:p>
    <w:p w14:paraId="74017161" w14:textId="2D635997" w:rsidR="00276599" w:rsidRDefault="00E101D0" w:rsidP="00864F49">
      <w:pPr>
        <w:pStyle w:val="ARTartustawynprozporzdzenia"/>
      </w:pPr>
      <w:r w:rsidRPr="00E101D0">
        <w:rPr>
          <w:rStyle w:val="Ppogrubienie"/>
        </w:rPr>
        <w:t xml:space="preserve">Art. </w:t>
      </w:r>
      <w:r>
        <w:rPr>
          <w:rStyle w:val="Ppogrubienie"/>
        </w:rPr>
        <w:t>90</w:t>
      </w:r>
      <w:r w:rsidRPr="00E101D0">
        <w:rPr>
          <w:rStyle w:val="Ppogrubienie"/>
        </w:rPr>
        <w:t>.</w:t>
      </w:r>
      <w:r w:rsidRPr="00E101D0">
        <w:t xml:space="preserve"> 1. Postępowanie przed sądem </w:t>
      </w:r>
      <w:r w:rsidR="008205D6">
        <w:t>dyscyplinarnym</w:t>
      </w:r>
      <w:r w:rsidRPr="00E101D0">
        <w:t xml:space="preserve"> odbywa się na rozprawie jawnej.</w:t>
      </w:r>
    </w:p>
    <w:p w14:paraId="19C0FBE2" w14:textId="5770C428" w:rsidR="00E101D0" w:rsidRDefault="00E101D0" w:rsidP="00E101D0">
      <w:pPr>
        <w:pStyle w:val="USTustnpkodeksu"/>
      </w:pPr>
      <w:r w:rsidRPr="00E101D0">
        <w:t xml:space="preserve">2. Sąd </w:t>
      </w:r>
      <w:r w:rsidR="008205D6">
        <w:t>dyscyplinarny</w:t>
      </w:r>
      <w:r w:rsidRPr="00E101D0">
        <w:t xml:space="preserve"> wyłącza jawność rozprawy, jeżeli jawność mogłaby:</w:t>
      </w:r>
    </w:p>
    <w:p w14:paraId="5F391377" w14:textId="01452802" w:rsidR="00E101D0" w:rsidRDefault="00E101D0" w:rsidP="00E101D0">
      <w:pPr>
        <w:pStyle w:val="PKTpunkt"/>
      </w:pPr>
      <w:r w:rsidRPr="00E101D0">
        <w:t>1)</w:t>
      </w:r>
      <w:r w:rsidR="00B07753">
        <w:t xml:space="preserve"> </w:t>
      </w:r>
      <w:r w:rsidRPr="00E101D0">
        <w:t>naruszyć tajemnicę</w:t>
      </w:r>
      <w:r w:rsidR="00BE5D8F">
        <w:t>, o której mowa w art. 27 ust. 1</w:t>
      </w:r>
      <w:r w:rsidRPr="00E101D0">
        <w:t>;</w:t>
      </w:r>
    </w:p>
    <w:p w14:paraId="19B2236F" w14:textId="4EC4EA2B" w:rsidR="00E101D0" w:rsidRDefault="00E101D0" w:rsidP="00E101D0">
      <w:pPr>
        <w:pStyle w:val="PKTpunkt"/>
      </w:pPr>
      <w:r w:rsidRPr="00E101D0">
        <w:t>2)</w:t>
      </w:r>
      <w:r w:rsidR="00B07753">
        <w:t xml:space="preserve"> </w:t>
      </w:r>
      <w:r w:rsidRPr="00E101D0">
        <w:t>wywołać zakłócenie spokoju i porządku publicznego;</w:t>
      </w:r>
    </w:p>
    <w:p w14:paraId="1F92CA36" w14:textId="1EBD0CBD" w:rsidR="00E101D0" w:rsidRDefault="00E101D0" w:rsidP="00E101D0">
      <w:pPr>
        <w:pStyle w:val="PKTpunkt"/>
      </w:pPr>
      <w:r w:rsidRPr="00E101D0">
        <w:t>3)</w:t>
      </w:r>
      <w:r w:rsidR="00B07753">
        <w:t xml:space="preserve"> </w:t>
      </w:r>
      <w:r w:rsidRPr="00E101D0">
        <w:t>obrażać dobre obyczaje;</w:t>
      </w:r>
    </w:p>
    <w:p w14:paraId="6BA64F66" w14:textId="3A32D2DA" w:rsidR="00E101D0" w:rsidRDefault="00E101D0" w:rsidP="00E101D0">
      <w:pPr>
        <w:pStyle w:val="PKTpunkt"/>
      </w:pPr>
      <w:r w:rsidRPr="00E101D0">
        <w:t>4)</w:t>
      </w:r>
      <w:r w:rsidR="00B07753">
        <w:t xml:space="preserve"> </w:t>
      </w:r>
      <w:r w:rsidRPr="00E101D0">
        <w:t>ujawnić okoliczności, które ze względu na ważny interes państwa powinny być zachowane w tajemnicy;</w:t>
      </w:r>
    </w:p>
    <w:p w14:paraId="59F886E7" w14:textId="1E0A8331" w:rsidR="00E101D0" w:rsidRDefault="00E101D0" w:rsidP="00E101D0">
      <w:pPr>
        <w:pStyle w:val="PKTpunkt"/>
      </w:pPr>
      <w:r w:rsidRPr="00E101D0">
        <w:t>5)</w:t>
      </w:r>
      <w:r w:rsidR="00B07753">
        <w:t xml:space="preserve"> </w:t>
      </w:r>
      <w:r w:rsidRPr="00E101D0">
        <w:t>naruszyć ważny interes prywatny.</w:t>
      </w:r>
    </w:p>
    <w:p w14:paraId="26B90017" w14:textId="17765DDE" w:rsidR="00E101D0" w:rsidRDefault="00E101D0" w:rsidP="00864F49">
      <w:pPr>
        <w:pStyle w:val="ARTartustawynprozporzdzenia"/>
      </w:pPr>
      <w:r w:rsidRPr="00E101D0">
        <w:rPr>
          <w:rStyle w:val="Ppogrubienie"/>
        </w:rPr>
        <w:t>Art. 9</w:t>
      </w:r>
      <w:r>
        <w:rPr>
          <w:rStyle w:val="Ppogrubienie"/>
        </w:rPr>
        <w:t>1</w:t>
      </w:r>
      <w:r w:rsidRPr="00E101D0">
        <w:rPr>
          <w:rStyle w:val="Ppogrubienie"/>
        </w:rPr>
        <w:t>.</w:t>
      </w:r>
      <w:r w:rsidRPr="00E101D0">
        <w:t xml:space="preserve"> 1. </w:t>
      </w:r>
      <w:r w:rsidR="00797913">
        <w:t>Regionalny s</w:t>
      </w:r>
      <w:r w:rsidRPr="00E101D0">
        <w:t xml:space="preserve">ąd </w:t>
      </w:r>
      <w:r w:rsidR="00F86935">
        <w:t>d</w:t>
      </w:r>
      <w:r w:rsidRPr="00E101D0">
        <w:t>yscyplinarny orzeka w składzie trzyosobowym.</w:t>
      </w:r>
    </w:p>
    <w:p w14:paraId="54AD499A" w14:textId="286FE80A" w:rsidR="00E101D0" w:rsidRDefault="00E101D0" w:rsidP="00E101D0">
      <w:pPr>
        <w:pStyle w:val="USTustnpkodeksu"/>
      </w:pPr>
      <w:r w:rsidRPr="00E101D0">
        <w:t xml:space="preserve">2. </w:t>
      </w:r>
      <w:r w:rsidR="00797913">
        <w:t>Krajowy</w:t>
      </w:r>
      <w:r w:rsidRPr="00E101D0">
        <w:t xml:space="preserve"> Sąd Dyscyplinarny orzeka w składzie pięcioosobowym.</w:t>
      </w:r>
    </w:p>
    <w:p w14:paraId="6825A2F8" w14:textId="49990860" w:rsidR="00441063" w:rsidRDefault="00441063" w:rsidP="00E101D0">
      <w:pPr>
        <w:pStyle w:val="USTustnpkodeksu"/>
      </w:pPr>
      <w:r>
        <w:t xml:space="preserve">3. </w:t>
      </w:r>
      <w:r w:rsidRPr="00441063">
        <w:t>Sędziów powołanych do orzekania w sprawie</w:t>
      </w:r>
      <w:r>
        <w:t xml:space="preserve">, w tym przewodniczącego składu </w:t>
      </w:r>
      <w:r w:rsidR="004376D0">
        <w:t>orzekającego</w:t>
      </w:r>
      <w:r>
        <w:t>,</w:t>
      </w:r>
      <w:r w:rsidRPr="00441063">
        <w:t xml:space="preserve"> wyznacza </w:t>
      </w:r>
      <w:r>
        <w:t>prezes</w:t>
      </w:r>
      <w:r w:rsidRPr="00441063">
        <w:t xml:space="preserve"> sądu dyscyplinarnego, mając na uwadze zapewnienie rozpoznania sprawy bez zbędnej zwłoki oraz równomierne obciążenie sprawami składów sądu.</w:t>
      </w:r>
    </w:p>
    <w:p w14:paraId="753BB7CB" w14:textId="302393F0" w:rsidR="00E101D0" w:rsidRDefault="00E101D0" w:rsidP="00864F49">
      <w:pPr>
        <w:pStyle w:val="ARTartustawynprozporzdzenia"/>
      </w:pPr>
      <w:r w:rsidRPr="00E101D0">
        <w:rPr>
          <w:rStyle w:val="Ppogrubienie"/>
        </w:rPr>
        <w:t>Art. 9</w:t>
      </w:r>
      <w:r>
        <w:rPr>
          <w:rStyle w:val="Ppogrubienie"/>
        </w:rPr>
        <w:t>2</w:t>
      </w:r>
      <w:r w:rsidRPr="00E101D0">
        <w:rPr>
          <w:rStyle w:val="Ppogrubienie"/>
        </w:rPr>
        <w:t>.</w:t>
      </w:r>
      <w:r w:rsidRPr="00E101D0">
        <w:t xml:space="preserve"> Członkowie </w:t>
      </w:r>
      <w:r w:rsidR="00797913">
        <w:t>regionaln</w:t>
      </w:r>
      <w:r w:rsidR="00124BDA">
        <w:t>ych</w:t>
      </w:r>
      <w:r w:rsidR="00797913">
        <w:t xml:space="preserve"> s</w:t>
      </w:r>
      <w:r w:rsidRPr="00E101D0">
        <w:t>ąd</w:t>
      </w:r>
      <w:r w:rsidR="00797913">
        <w:t>ów</w:t>
      </w:r>
      <w:r w:rsidRPr="00E101D0">
        <w:t xml:space="preserve"> </w:t>
      </w:r>
      <w:r w:rsidR="00797913">
        <w:t>d</w:t>
      </w:r>
      <w:r w:rsidRPr="00E101D0">
        <w:t>yscyplinarn</w:t>
      </w:r>
      <w:r w:rsidR="00797913">
        <w:t>ych</w:t>
      </w:r>
      <w:r w:rsidRPr="00E101D0">
        <w:t xml:space="preserve"> i </w:t>
      </w:r>
      <w:r w:rsidR="00797913">
        <w:t>Krajowego</w:t>
      </w:r>
      <w:r w:rsidRPr="00E101D0">
        <w:t xml:space="preserve"> Sądu Dyscyplinarnego w zakresie orzekania podlegają przepisom powszechnie obowiązującego prawa.</w:t>
      </w:r>
    </w:p>
    <w:p w14:paraId="547BA7A9" w14:textId="68B22794" w:rsidR="00625029" w:rsidRDefault="00E101D0" w:rsidP="00864F49">
      <w:pPr>
        <w:pStyle w:val="ARTartustawynprozporzdzenia"/>
      </w:pPr>
      <w:r w:rsidRPr="00E101D0">
        <w:rPr>
          <w:rStyle w:val="Ppogrubienie"/>
        </w:rPr>
        <w:t>Art. 9</w:t>
      </w:r>
      <w:r>
        <w:rPr>
          <w:rStyle w:val="Ppogrubienie"/>
        </w:rPr>
        <w:t>3</w:t>
      </w:r>
      <w:r w:rsidRPr="00E101D0">
        <w:rPr>
          <w:rStyle w:val="Ppogrubienie"/>
        </w:rPr>
        <w:t>.</w:t>
      </w:r>
      <w:r w:rsidRPr="00E101D0">
        <w:t xml:space="preserve"> 1. W razie stwierdzenia po rozpoczęciu przewodu sądowego okoliczności wskazujących, że postępowanie w przedmiocie odpowiedzialności </w:t>
      </w:r>
      <w:r w:rsidR="00512166">
        <w:t>dyscyplinarnej</w:t>
      </w:r>
      <w:r w:rsidRPr="00E101D0">
        <w:t xml:space="preserve"> psycholog</w:t>
      </w:r>
      <w:r w:rsidR="00021CFF">
        <w:t>ów</w:t>
      </w:r>
      <w:r w:rsidRPr="00E101D0">
        <w:t xml:space="preserve"> nie powinno być wszczęte albo wszczęte postępowanie powinno zostać umorzone, sąd </w:t>
      </w:r>
      <w:r w:rsidR="008205D6">
        <w:t>dyscyplinarny</w:t>
      </w:r>
      <w:r w:rsidRPr="00E101D0">
        <w:t xml:space="preserve"> umarza postępowanie. W razie ujawnienia okoliczności</w:t>
      </w:r>
      <w:r w:rsidR="008D6E45">
        <w:t>,</w:t>
      </w:r>
      <w:r w:rsidRPr="00E101D0">
        <w:t xml:space="preserve"> </w:t>
      </w:r>
      <w:r w:rsidR="008D6E45">
        <w:t xml:space="preserve">o których mowa </w:t>
      </w:r>
      <w:r w:rsidRPr="00E101D0">
        <w:t xml:space="preserve">w art. </w:t>
      </w:r>
      <w:r w:rsidR="00625029">
        <w:t xml:space="preserve">75 </w:t>
      </w:r>
      <w:r w:rsidRPr="00E101D0">
        <w:t>pkt 1 albo 2</w:t>
      </w:r>
      <w:r w:rsidR="008D6E45">
        <w:t>,</w:t>
      </w:r>
      <w:r w:rsidRPr="00E101D0">
        <w:t xml:space="preserve"> sąd </w:t>
      </w:r>
      <w:r w:rsidR="008205D6">
        <w:t>dyscyplinarny</w:t>
      </w:r>
      <w:r w:rsidRPr="00E101D0">
        <w:t xml:space="preserve"> wydaje orzeczenie uniewinniające obwinionego, a jeżeli obwiniony w chwili popełnienia czynu był niepoczytalny – umarza postępowanie.</w:t>
      </w:r>
    </w:p>
    <w:p w14:paraId="697E6C87" w14:textId="39721ADA" w:rsidR="00E101D0" w:rsidRDefault="00E101D0" w:rsidP="00E101D0">
      <w:pPr>
        <w:pStyle w:val="USTustnpkodeksu"/>
      </w:pPr>
      <w:r w:rsidRPr="00E101D0">
        <w:t xml:space="preserve">2. Sąd </w:t>
      </w:r>
      <w:r w:rsidR="008205D6">
        <w:t>dyscyplinarny</w:t>
      </w:r>
      <w:r w:rsidRPr="00E101D0">
        <w:t xml:space="preserve"> może umorzyć postępowanie</w:t>
      </w:r>
      <w:r w:rsidR="00021CFF">
        <w:t xml:space="preserve"> w przedmiocie odpowiedzialności </w:t>
      </w:r>
      <w:r w:rsidR="00021CFF" w:rsidRPr="00865283">
        <w:t>dyscyplinarne</w:t>
      </w:r>
      <w:r w:rsidR="00021CFF">
        <w:t>j psychologów</w:t>
      </w:r>
      <w:r w:rsidRPr="00E101D0">
        <w:t xml:space="preserve">, jeżeli przewinienie </w:t>
      </w:r>
      <w:r w:rsidR="00844847">
        <w:t>dyscyplinarne</w:t>
      </w:r>
      <w:r w:rsidRPr="00E101D0">
        <w:t xml:space="preserve"> jest mniejszej wagi albo orzeczenie wobec obwinionego kary byłoby oczywiście niecelowe ze względu na rodzaj i </w:t>
      </w:r>
      <w:r w:rsidRPr="00E101D0">
        <w:lastRenderedPageBreak/>
        <w:t>wysokość kary prawomocnie orzeczonej za ten sam czyn w innym postępowaniu przewidzianym przez ustawy, a interes pokrzywdzonego temu się nie sprzeciwia.</w:t>
      </w:r>
    </w:p>
    <w:p w14:paraId="43158628" w14:textId="697CEE31" w:rsidR="00625029" w:rsidRDefault="00625029" w:rsidP="00864F49">
      <w:pPr>
        <w:pStyle w:val="ARTartustawynprozporzdzenia"/>
      </w:pPr>
      <w:r w:rsidRPr="00625029">
        <w:rPr>
          <w:rStyle w:val="Ppogrubienie"/>
        </w:rPr>
        <w:t>Art. 9</w:t>
      </w:r>
      <w:r>
        <w:rPr>
          <w:rStyle w:val="Ppogrubienie"/>
        </w:rPr>
        <w:t>4</w:t>
      </w:r>
      <w:r w:rsidRPr="00625029">
        <w:rPr>
          <w:rStyle w:val="Ppogrubienie"/>
        </w:rPr>
        <w:t>.</w:t>
      </w:r>
      <w:r w:rsidRPr="00625029">
        <w:t xml:space="preserve"> 1. Sąd </w:t>
      </w:r>
      <w:r w:rsidR="008205D6">
        <w:t>dyscyplinarny</w:t>
      </w:r>
      <w:r w:rsidRPr="00625029">
        <w:t xml:space="preserve"> może orzekać następujące kary:</w:t>
      </w:r>
    </w:p>
    <w:p w14:paraId="4702DA3E" w14:textId="2376A27A" w:rsidR="00625029" w:rsidRDefault="00625029" w:rsidP="00625029">
      <w:pPr>
        <w:pStyle w:val="PKTpunkt"/>
      </w:pPr>
      <w:r w:rsidRPr="00625029">
        <w:t>1)</w:t>
      </w:r>
      <w:r w:rsidR="00B07753">
        <w:t xml:space="preserve"> </w:t>
      </w:r>
      <w:r w:rsidRPr="00625029">
        <w:t>upomnienie;</w:t>
      </w:r>
    </w:p>
    <w:p w14:paraId="3FD7C67F" w14:textId="5FC60738" w:rsidR="00625029" w:rsidRDefault="00625029" w:rsidP="00625029">
      <w:pPr>
        <w:pStyle w:val="PKTpunkt"/>
      </w:pPr>
      <w:r w:rsidRPr="00625029">
        <w:t>2)</w:t>
      </w:r>
      <w:r w:rsidR="00B07753">
        <w:t xml:space="preserve"> </w:t>
      </w:r>
      <w:r w:rsidRPr="00625029">
        <w:t>naganę;</w:t>
      </w:r>
    </w:p>
    <w:p w14:paraId="5A3E0A8D" w14:textId="3C90E91A" w:rsidR="00625029" w:rsidRDefault="00625029" w:rsidP="00625029">
      <w:pPr>
        <w:pStyle w:val="PKTpunkt"/>
      </w:pPr>
      <w:r w:rsidRPr="00625029">
        <w:t>3)</w:t>
      </w:r>
      <w:r w:rsidR="00B07753">
        <w:t xml:space="preserve"> </w:t>
      </w:r>
      <w:r w:rsidRPr="00625029">
        <w:t>karę pieniężną;</w:t>
      </w:r>
    </w:p>
    <w:p w14:paraId="1F45A60C" w14:textId="4CF71A54" w:rsidR="00625029" w:rsidRDefault="00625029" w:rsidP="00625029">
      <w:pPr>
        <w:pStyle w:val="PKTpunkt"/>
      </w:pPr>
      <w:r w:rsidRPr="00625029">
        <w:t>4)</w:t>
      </w:r>
      <w:r w:rsidR="00B07753">
        <w:t xml:space="preserve"> </w:t>
      </w:r>
      <w:r w:rsidRPr="00625029">
        <w:t>ograniczenie zakresu czynności w wykonywaniu zawodu psychologa na okres od 6 miesięcy do 2 lat;</w:t>
      </w:r>
    </w:p>
    <w:p w14:paraId="6D065431" w14:textId="7EA03289" w:rsidR="00625029" w:rsidRDefault="00625029" w:rsidP="00625029">
      <w:pPr>
        <w:pStyle w:val="PKTpunkt"/>
      </w:pPr>
      <w:r w:rsidRPr="00625029">
        <w:t>5)</w:t>
      </w:r>
      <w:r w:rsidR="00B07753">
        <w:t xml:space="preserve"> </w:t>
      </w:r>
      <w:r w:rsidRPr="00625029">
        <w:t xml:space="preserve">zawieszenie prawa wykonywania zawodu na okres od </w:t>
      </w:r>
      <w:r>
        <w:t xml:space="preserve">roku </w:t>
      </w:r>
      <w:r w:rsidRPr="00625029">
        <w:t>do 5 lat;</w:t>
      </w:r>
    </w:p>
    <w:p w14:paraId="6612DFD7" w14:textId="6CA30BA7" w:rsidR="00625029" w:rsidRDefault="00625029" w:rsidP="00625029">
      <w:pPr>
        <w:pStyle w:val="PKTpunkt"/>
      </w:pPr>
      <w:r w:rsidRPr="00625029">
        <w:t>6)</w:t>
      </w:r>
      <w:r w:rsidR="00B07753">
        <w:t xml:space="preserve"> </w:t>
      </w:r>
      <w:r w:rsidRPr="00625029">
        <w:t>pozbawienie prawa wykonywania zawodu.</w:t>
      </w:r>
    </w:p>
    <w:p w14:paraId="2005F407" w14:textId="29F9C589" w:rsidR="00625029" w:rsidRPr="00625029" w:rsidRDefault="00625029" w:rsidP="00625029">
      <w:pPr>
        <w:pStyle w:val="USTustnpkodeksu"/>
      </w:pPr>
      <w:r w:rsidRPr="00625029">
        <w:t>2.</w:t>
      </w:r>
      <w:r w:rsidR="00B07753">
        <w:t xml:space="preserve"> </w:t>
      </w:r>
      <w:r w:rsidRPr="00625029">
        <w:t>Obok kary, o której mowa w ust. 1 pkt 1</w:t>
      </w:r>
      <w:r w:rsidR="00325E7F" w:rsidRPr="00325E7F">
        <w:t>–</w:t>
      </w:r>
      <w:r w:rsidRPr="00625029">
        <w:t>4</w:t>
      </w:r>
      <w:r w:rsidR="00445EEB">
        <w:t>,</w:t>
      </w:r>
      <w:r w:rsidRPr="00625029">
        <w:t xml:space="preserve"> można orzec dodatkowo zakaz wykonywania opieki na czas od roku do 5 lat.</w:t>
      </w:r>
    </w:p>
    <w:p w14:paraId="117F0CEB" w14:textId="6E1BE7D1" w:rsidR="00625029" w:rsidRPr="00625029" w:rsidRDefault="00625029" w:rsidP="00625029">
      <w:pPr>
        <w:pStyle w:val="USTustnpkodeksu"/>
      </w:pPr>
      <w:r w:rsidRPr="00625029">
        <w:t>3.</w:t>
      </w:r>
      <w:r w:rsidR="00B07753">
        <w:t xml:space="preserve"> </w:t>
      </w:r>
      <w:r w:rsidRPr="00625029">
        <w:t>Obok kary, o której mowa w ust. 1 pkt 5</w:t>
      </w:r>
      <w:r w:rsidR="00445EEB">
        <w:t>,</w:t>
      </w:r>
      <w:r w:rsidRPr="00625029">
        <w:t xml:space="preserve"> orzeka się dodatkowo zakaz wykonywania opieki na czas od roku do 5 lat.</w:t>
      </w:r>
    </w:p>
    <w:p w14:paraId="18409E3A" w14:textId="78CAB533" w:rsidR="00625029" w:rsidRPr="00625029" w:rsidRDefault="00625029" w:rsidP="00D002C5">
      <w:pPr>
        <w:pStyle w:val="USTustnpkodeksu"/>
      </w:pPr>
      <w:r w:rsidRPr="00625029">
        <w:t>4.</w:t>
      </w:r>
      <w:r w:rsidR="00B07753">
        <w:t xml:space="preserve"> </w:t>
      </w:r>
      <w:r w:rsidRPr="00625029">
        <w:t xml:space="preserve">Obok kary dyscyplinarnej można orzec dodatkowo obowiązek przeproszenia pokrzywdzonego. Orzekając ten obowiązek, sąd </w:t>
      </w:r>
      <w:r w:rsidR="008205D6">
        <w:t>dyscyplinarny</w:t>
      </w:r>
      <w:r w:rsidRPr="00625029">
        <w:t xml:space="preserve"> określa sposób jego wykonania, odpowiedni ze względu na okoliczności sprawy</w:t>
      </w:r>
      <w:r w:rsidR="00D002C5">
        <w:t>, przy czym obowiązek ten nie może wiązać się z dodatkowymi obciążeniami finansowymi względem ukaranego</w:t>
      </w:r>
      <w:r w:rsidRPr="00625029">
        <w:t>.</w:t>
      </w:r>
    </w:p>
    <w:p w14:paraId="0AF77A16" w14:textId="75BD1DFD" w:rsidR="00625029" w:rsidRPr="00625029" w:rsidRDefault="00625029" w:rsidP="00625029">
      <w:pPr>
        <w:pStyle w:val="USTustnpkodeksu"/>
      </w:pPr>
      <w:r w:rsidRPr="00625029">
        <w:t>5.</w:t>
      </w:r>
      <w:r w:rsidR="00B07753">
        <w:t xml:space="preserve"> </w:t>
      </w:r>
      <w:r w:rsidRPr="00625029">
        <w:t>Kara</w:t>
      </w:r>
      <w:r w:rsidR="0028113C">
        <w:t>,</w:t>
      </w:r>
      <w:r w:rsidRPr="00625029">
        <w:t xml:space="preserve"> </w:t>
      </w:r>
      <w:r w:rsidR="0028113C">
        <w:t>o której mowa w ust. 1 pkt 2</w:t>
      </w:r>
      <w:r w:rsidR="00325E7F" w:rsidRPr="00325E7F">
        <w:t>–</w:t>
      </w:r>
      <w:r w:rsidR="0028113C">
        <w:t>4,</w:t>
      </w:r>
      <w:r w:rsidRPr="00625029">
        <w:t xml:space="preserve"> pociąga za sobą utratę biernego prawa wyborczego do organu samorządu psychologów na czas </w:t>
      </w:r>
      <w:r>
        <w:t>3</w:t>
      </w:r>
      <w:r w:rsidRPr="00625029">
        <w:t xml:space="preserve"> lat od dnia uprawomocnienia się orzeczenia.</w:t>
      </w:r>
    </w:p>
    <w:p w14:paraId="289EE974" w14:textId="3F992EF8" w:rsidR="00625029" w:rsidRPr="00625029" w:rsidRDefault="00625029" w:rsidP="00625029">
      <w:pPr>
        <w:pStyle w:val="USTustnpkodeksu"/>
      </w:pPr>
      <w:r w:rsidRPr="00625029">
        <w:t>6.</w:t>
      </w:r>
      <w:r w:rsidR="00B07753">
        <w:t xml:space="preserve"> </w:t>
      </w:r>
      <w:r w:rsidRPr="00625029">
        <w:t>Kara</w:t>
      </w:r>
      <w:r w:rsidR="0028113C">
        <w:t>, o której mowa w ust. 1 pkt 5</w:t>
      </w:r>
      <w:r w:rsidR="00445EEB">
        <w:t>,</w:t>
      </w:r>
      <w:r w:rsidRPr="00625029">
        <w:t xml:space="preserve"> pociąga za sobą utratę biernego i czynnego prawa wyborczego do organu samorządu psychologów na czas </w:t>
      </w:r>
      <w:r>
        <w:t>6</w:t>
      </w:r>
      <w:r w:rsidRPr="00625029">
        <w:t xml:space="preserve"> lat od dnia uprawomocnienia się orzeczenia.</w:t>
      </w:r>
    </w:p>
    <w:p w14:paraId="156FB7F3" w14:textId="139658D8" w:rsidR="00625029" w:rsidRDefault="00625029" w:rsidP="00625029">
      <w:pPr>
        <w:pStyle w:val="USTustnpkodeksu"/>
      </w:pPr>
      <w:r w:rsidRPr="00625029">
        <w:t>7.</w:t>
      </w:r>
      <w:r w:rsidR="00B07753">
        <w:t xml:space="preserve"> </w:t>
      </w:r>
      <w:r w:rsidRPr="00625029">
        <w:t xml:space="preserve">Sąd </w:t>
      </w:r>
      <w:r w:rsidR="008205D6">
        <w:t>dyscyplinarny</w:t>
      </w:r>
      <w:r w:rsidRPr="00625029">
        <w:t xml:space="preserve"> może orzec podanie treści orzeczenia do publicznej wiadomości w określony sposób, jeżeli uzna to za celowe ze względu na okoliczności sprawy, o ile nie narusza to interesu pokrzywdzonego.</w:t>
      </w:r>
    </w:p>
    <w:p w14:paraId="3F6D2126" w14:textId="5CC5BCC0" w:rsidR="00625029" w:rsidRDefault="00625029" w:rsidP="00864F49">
      <w:pPr>
        <w:pStyle w:val="ARTartustawynprozporzdzenia"/>
      </w:pPr>
      <w:r w:rsidRPr="00625029">
        <w:rPr>
          <w:rStyle w:val="Ppogrubienie"/>
        </w:rPr>
        <w:t>Art. 9</w:t>
      </w:r>
      <w:r>
        <w:rPr>
          <w:rStyle w:val="Ppogrubienie"/>
        </w:rPr>
        <w:t>5</w:t>
      </w:r>
      <w:r w:rsidRPr="00625029">
        <w:rPr>
          <w:rStyle w:val="Ppogrubienie"/>
        </w:rPr>
        <w:t>.</w:t>
      </w:r>
      <w:r w:rsidRPr="00625029">
        <w:t xml:space="preserve"> 1. Zawieszenie prawa wykonywania zawodu orzeka się w miesiącach i latach.</w:t>
      </w:r>
    </w:p>
    <w:p w14:paraId="303F2037" w14:textId="28E6F34F" w:rsidR="00625029" w:rsidRDefault="00625029" w:rsidP="00625029">
      <w:pPr>
        <w:pStyle w:val="USTustnpkodeksu"/>
      </w:pPr>
      <w:r w:rsidRPr="00625029">
        <w:t>2. Bieg kary rozpoczyna się z dniem uprawomocnienia się orzeczenia.</w:t>
      </w:r>
    </w:p>
    <w:p w14:paraId="4D98407E" w14:textId="329701F3" w:rsidR="00E101D0" w:rsidRDefault="00625029" w:rsidP="00625029">
      <w:pPr>
        <w:pStyle w:val="USTustnpkodeksu"/>
      </w:pPr>
      <w:r w:rsidRPr="00625029">
        <w:t>3. Na poczet kary zawieszenia prawa wykonywania zawodu zalicza się okres tymczasowego zawieszenia prawa wykonywania zawodu.</w:t>
      </w:r>
    </w:p>
    <w:p w14:paraId="0856C4FD" w14:textId="44FE15F1" w:rsidR="009F20B5" w:rsidRPr="009F20B5" w:rsidRDefault="00625029" w:rsidP="00864F49">
      <w:pPr>
        <w:pStyle w:val="ARTartustawynprozporzdzenia"/>
      </w:pPr>
      <w:r w:rsidRPr="00625029">
        <w:rPr>
          <w:rStyle w:val="Ppogrubienie"/>
        </w:rPr>
        <w:lastRenderedPageBreak/>
        <w:t>Art. 9</w:t>
      </w:r>
      <w:r>
        <w:rPr>
          <w:rStyle w:val="Ppogrubienie"/>
        </w:rPr>
        <w:t>6</w:t>
      </w:r>
      <w:r w:rsidRPr="00625029">
        <w:rPr>
          <w:rStyle w:val="Ppogrubienie"/>
        </w:rPr>
        <w:t>.</w:t>
      </w:r>
      <w:r w:rsidRPr="00625029">
        <w:t xml:space="preserve"> </w:t>
      </w:r>
      <w:r w:rsidR="009F20B5" w:rsidRPr="009F20B5">
        <w:t>1. Karę pieniężną orzeka się w wysokości od jednej trzeciej do czterokrotnego przeciętnego wynagrodzenia</w:t>
      </w:r>
      <w:r w:rsidR="00206E34">
        <w:t>.</w:t>
      </w:r>
    </w:p>
    <w:p w14:paraId="50766AA3" w14:textId="09DB1EEE" w:rsidR="009F20B5" w:rsidRPr="009F20B5" w:rsidRDefault="009F20B5" w:rsidP="009F20B5">
      <w:pPr>
        <w:pStyle w:val="USTustnpkodeksu"/>
      </w:pPr>
      <w:r w:rsidRPr="009F20B5">
        <w:t xml:space="preserve">2. Wpływy z kar pieniężnych regionalna rada przekazuje na </w:t>
      </w:r>
      <w:r w:rsidR="00C54940" w:rsidRPr="009F20B5">
        <w:t>c</w:t>
      </w:r>
      <w:r w:rsidR="00C54940">
        <w:t>e</w:t>
      </w:r>
      <w:r w:rsidR="00C54940" w:rsidRPr="009F20B5">
        <w:t xml:space="preserve">le </w:t>
      </w:r>
      <w:r w:rsidRPr="009F20B5">
        <w:t xml:space="preserve">samorządu </w:t>
      </w:r>
      <w:r w:rsidR="00512166">
        <w:t>psychologów</w:t>
      </w:r>
      <w:r w:rsidRPr="009F20B5">
        <w:t>.</w:t>
      </w:r>
    </w:p>
    <w:p w14:paraId="188D5160" w14:textId="7E5C6CED" w:rsidR="009F20B5" w:rsidRPr="009F20B5" w:rsidRDefault="009F20B5" w:rsidP="009F20B5">
      <w:pPr>
        <w:pStyle w:val="USTustnpkodeksu"/>
      </w:pPr>
      <w:r w:rsidRPr="009F20B5">
        <w:t>3. Karę pieniężną orzeka się samoistnie albo obok kar</w:t>
      </w:r>
      <w:r w:rsidR="00445EEB">
        <w:t xml:space="preserve">, o których mowa </w:t>
      </w:r>
      <w:r w:rsidRPr="009F20B5">
        <w:t xml:space="preserve">w art. </w:t>
      </w:r>
      <w:r>
        <w:t>94</w:t>
      </w:r>
      <w:r w:rsidRPr="009F20B5">
        <w:t xml:space="preserve"> ust. 1 pkt 4–6.</w:t>
      </w:r>
    </w:p>
    <w:p w14:paraId="0B98C820" w14:textId="6F0FB21A" w:rsidR="00625029" w:rsidRDefault="009F20B5" w:rsidP="009F20B5">
      <w:pPr>
        <w:pStyle w:val="USTustnpkodeksu"/>
      </w:pPr>
      <w:r w:rsidRPr="009F20B5">
        <w:t>4. Egzekwowanie kar pieniężnych odbywa się na podstawie przepisów ustawy z dnia 17 czerwca 1966 r. o postępowaniu egzekucyjnym w administracji.</w:t>
      </w:r>
    </w:p>
    <w:p w14:paraId="134DD874" w14:textId="363E3660" w:rsidR="009F20B5" w:rsidRPr="009F20B5" w:rsidRDefault="009F20B5" w:rsidP="00864F49">
      <w:pPr>
        <w:pStyle w:val="ARTartustawynprozporzdzenia"/>
      </w:pPr>
      <w:r w:rsidRPr="009F20B5">
        <w:rPr>
          <w:rStyle w:val="Ppogrubienie"/>
        </w:rPr>
        <w:t>Art. 9</w:t>
      </w:r>
      <w:r>
        <w:rPr>
          <w:rStyle w:val="Ppogrubienie"/>
        </w:rPr>
        <w:t>7</w:t>
      </w:r>
      <w:r w:rsidRPr="009F20B5">
        <w:rPr>
          <w:rStyle w:val="Ppogrubienie"/>
        </w:rPr>
        <w:t>.</w:t>
      </w:r>
      <w:r w:rsidRPr="009F20B5">
        <w:t xml:space="preserve"> 1. W razie jednoczesnego ukarania za kilka przewinień </w:t>
      </w:r>
      <w:r w:rsidR="00844847">
        <w:t>dyscyplinarnych</w:t>
      </w:r>
      <w:r w:rsidRPr="009F20B5">
        <w:t xml:space="preserve"> sąd </w:t>
      </w:r>
      <w:r w:rsidR="008205D6">
        <w:t>dyscyplinarny</w:t>
      </w:r>
      <w:r w:rsidR="00E64331">
        <w:t xml:space="preserve"> </w:t>
      </w:r>
      <w:r w:rsidRPr="009F20B5">
        <w:t>wymierza karę za poszczególne przewinienia, a następnie karę łączną.</w:t>
      </w:r>
    </w:p>
    <w:p w14:paraId="3675E4AC" w14:textId="1FE71270" w:rsidR="009F20B5" w:rsidRPr="009F20B5" w:rsidRDefault="009F20B5" w:rsidP="009F20B5">
      <w:pPr>
        <w:pStyle w:val="USTustnpkodeksu"/>
      </w:pPr>
      <w:r w:rsidRPr="009F20B5">
        <w:t>2. Przy orzekaniu kary łącznej stosuje się następujące zasady:</w:t>
      </w:r>
    </w:p>
    <w:p w14:paraId="1B0D6E1B" w14:textId="7EBB0CFA" w:rsidR="009F20B5" w:rsidRDefault="009F20B5" w:rsidP="009F20B5">
      <w:pPr>
        <w:pStyle w:val="PKTpunkt"/>
      </w:pPr>
      <w:r w:rsidRPr="009F20B5">
        <w:t>1) w razie orzeczenia kary upomnienia i nagany wymierza się łączną karę nagany;</w:t>
      </w:r>
    </w:p>
    <w:p w14:paraId="257F4C3F" w14:textId="2C5CF367" w:rsidR="009F20B5" w:rsidRDefault="009F20B5" w:rsidP="009F20B5">
      <w:pPr>
        <w:pStyle w:val="PKTpunkt"/>
      </w:pPr>
      <w:r w:rsidRPr="009F20B5">
        <w:t xml:space="preserve">2) </w:t>
      </w:r>
      <w:r w:rsidR="00181C40">
        <w:t xml:space="preserve">orzeczone </w:t>
      </w:r>
      <w:r w:rsidRPr="009F20B5">
        <w:t>kary upomnienia i nagany nie podlegają łączeniu z karą pieniężną;</w:t>
      </w:r>
    </w:p>
    <w:p w14:paraId="5E77DFD5" w14:textId="089709FB" w:rsidR="009F20B5" w:rsidRDefault="009F20B5" w:rsidP="009F20B5">
      <w:pPr>
        <w:pStyle w:val="PKTpunkt"/>
      </w:pPr>
      <w:r w:rsidRPr="009F20B5">
        <w:t>3) przy karach pieniężnych łączna kara pieniężna nie może przekraczać sumy tych kar i nie może być niższa od najwyższej z orzeczonych kar pieniężnych;</w:t>
      </w:r>
    </w:p>
    <w:p w14:paraId="2CAE1A23" w14:textId="5684C493" w:rsidR="009F20B5" w:rsidRDefault="009F20B5" w:rsidP="009F20B5">
      <w:pPr>
        <w:pStyle w:val="PKTpunkt"/>
      </w:pPr>
      <w:r w:rsidRPr="009F20B5">
        <w:t xml:space="preserve">4) </w:t>
      </w:r>
      <w:bookmarkStart w:id="345" w:name="_Hlk179985294"/>
      <w:r w:rsidR="00181C40">
        <w:t xml:space="preserve">orzeczona </w:t>
      </w:r>
      <w:r w:rsidRPr="009F20B5">
        <w:t xml:space="preserve">kara zawieszenia prawa wykonywania zawodu </w:t>
      </w:r>
      <w:r w:rsidR="006E65A8" w:rsidRPr="006E65A8">
        <w:t xml:space="preserve">oraz kara ograniczenie zakresu czynności w wykonywaniu zawodu </w:t>
      </w:r>
      <w:r w:rsidRPr="009F20B5">
        <w:t>nie podlega</w:t>
      </w:r>
      <w:r w:rsidR="006E65A8">
        <w:t>ją</w:t>
      </w:r>
      <w:r w:rsidRPr="009F20B5">
        <w:t xml:space="preserve"> łączeniu z karami upomnienia</w:t>
      </w:r>
      <w:r w:rsidR="00181C40">
        <w:t xml:space="preserve"> i</w:t>
      </w:r>
      <w:r w:rsidRPr="009F20B5">
        <w:t xml:space="preserve"> nagany</w:t>
      </w:r>
      <w:bookmarkEnd w:id="345"/>
      <w:r w:rsidRPr="009F20B5">
        <w:t>;</w:t>
      </w:r>
    </w:p>
    <w:p w14:paraId="739C9A58" w14:textId="3ACBABEC" w:rsidR="009F20B5" w:rsidRDefault="009F20B5" w:rsidP="009F20B5">
      <w:pPr>
        <w:pStyle w:val="PKTpunkt"/>
      </w:pPr>
      <w:r w:rsidRPr="009F20B5">
        <w:t xml:space="preserve">5) przy orzeczonych za kilka przewinień </w:t>
      </w:r>
      <w:r w:rsidR="008D6F9D">
        <w:t xml:space="preserve">dyscyplinarnych </w:t>
      </w:r>
      <w:r w:rsidRPr="009F20B5">
        <w:t xml:space="preserve">karach rodzajowo różnych i karze, o której mowa w art. </w:t>
      </w:r>
      <w:r>
        <w:t>94</w:t>
      </w:r>
      <w:r w:rsidRPr="009F20B5">
        <w:t xml:space="preserve"> ust. 1 pkt 6, wymierza się karę łączną pozbawienia prawa do wykonywania zawodu psychologa, a w </w:t>
      </w:r>
      <w:r w:rsidR="00650015">
        <w:t>prz</w:t>
      </w:r>
      <w:r w:rsidRPr="009F20B5">
        <w:t>ypadku orzeczonych równocześnie kar pieniężnych, karę tę orzeka się na zasadach</w:t>
      </w:r>
      <w:r w:rsidR="002E4556">
        <w:t xml:space="preserve">, o których mowa </w:t>
      </w:r>
      <w:r w:rsidRPr="009F20B5">
        <w:t>w pkt 3.</w:t>
      </w:r>
    </w:p>
    <w:p w14:paraId="733AC7EB" w14:textId="328F3EE6" w:rsidR="009F20B5" w:rsidRPr="009F20B5" w:rsidRDefault="009F20B5" w:rsidP="009F20B5">
      <w:pPr>
        <w:pStyle w:val="USTustnpkodeksu"/>
      </w:pPr>
      <w:r w:rsidRPr="009F20B5">
        <w:t xml:space="preserve">3. W przypadku gdy obwiniony popełnił dwa lub więcej przewinień </w:t>
      </w:r>
      <w:r w:rsidR="008D6F9D">
        <w:t>dyscyplinarnych</w:t>
      </w:r>
      <w:r w:rsidRPr="009F20B5">
        <w:t>, zanim zapadło pierwsze, choćby nieprawomocne, orzeczenie co do któregokolwiek z nich, wydaje się orzeczenie łączne, o ile orzeczone kary podlegają łączeniu według zasad</w:t>
      </w:r>
      <w:r w:rsidR="002E4556">
        <w:t>, o których mowa</w:t>
      </w:r>
      <w:r w:rsidRPr="009F20B5">
        <w:t xml:space="preserve"> w ust. 2.</w:t>
      </w:r>
    </w:p>
    <w:p w14:paraId="034184AF" w14:textId="1A621737" w:rsidR="009F20B5" w:rsidRPr="009F20B5" w:rsidRDefault="009F20B5" w:rsidP="00864F49">
      <w:pPr>
        <w:pStyle w:val="ARTartustawynprozporzdzenia"/>
      </w:pPr>
      <w:r w:rsidRPr="009F20B5">
        <w:rPr>
          <w:rStyle w:val="Ppogrubienie"/>
        </w:rPr>
        <w:t>Art. 9</w:t>
      </w:r>
      <w:r>
        <w:rPr>
          <w:rStyle w:val="Ppogrubienie"/>
        </w:rPr>
        <w:t>8</w:t>
      </w:r>
      <w:r w:rsidRPr="009F20B5">
        <w:rPr>
          <w:rStyle w:val="Ppogrubienie"/>
        </w:rPr>
        <w:t>.</w:t>
      </w:r>
      <w:r w:rsidRPr="009F20B5">
        <w:t xml:space="preserve"> 1. </w:t>
      </w:r>
      <w:r w:rsidR="0046496B">
        <w:t>P</w:t>
      </w:r>
      <w:r w:rsidRPr="009F20B5">
        <w:t xml:space="preserve">rezes </w:t>
      </w:r>
      <w:r w:rsidR="007B7E36">
        <w:t xml:space="preserve">właściwej </w:t>
      </w:r>
      <w:r w:rsidRPr="009F20B5">
        <w:t xml:space="preserve">regionalnej rady, na wniosek </w:t>
      </w:r>
      <w:r w:rsidR="0046496B">
        <w:t>r</w:t>
      </w:r>
      <w:r w:rsidRPr="009F20B5">
        <w:t xml:space="preserve">zecznika </w:t>
      </w:r>
      <w:r w:rsidR="0026337A">
        <w:t>d</w:t>
      </w:r>
      <w:r w:rsidRPr="009F20B5">
        <w:t xml:space="preserve">yscyplinarnego, </w:t>
      </w:r>
      <w:r w:rsidR="00FB0025">
        <w:t>udziela</w:t>
      </w:r>
      <w:r w:rsidRPr="009F20B5">
        <w:t xml:space="preserve"> </w:t>
      </w:r>
      <w:r w:rsidR="00FB0025">
        <w:t xml:space="preserve">psychologowi </w:t>
      </w:r>
      <w:r w:rsidRPr="009F20B5">
        <w:t xml:space="preserve">ostrzeżenia. Rzecznik </w:t>
      </w:r>
      <w:r w:rsidR="0046496B">
        <w:t>d</w:t>
      </w:r>
      <w:r w:rsidRPr="009F20B5">
        <w:t>yscyplinarny</w:t>
      </w:r>
      <w:r w:rsidR="00FB0025" w:rsidRPr="00FB0025">
        <w:t xml:space="preserve">, jeżeli uzna to za zasadne, </w:t>
      </w:r>
      <w:r w:rsidRPr="009F20B5">
        <w:t xml:space="preserve">może wystąpić z </w:t>
      </w:r>
      <w:r w:rsidR="007B7E36">
        <w:t xml:space="preserve">takim </w:t>
      </w:r>
      <w:r w:rsidRPr="009F20B5">
        <w:t xml:space="preserve">wnioskiem po uprawomocnieniu się postanowienia o odmowie wszczęcia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Pr="009F20B5">
        <w:t xml:space="preserve"> albo o umorzeniu tego postępowania</w:t>
      </w:r>
      <w:r w:rsidR="00D002C5">
        <w:t>, wydan</w:t>
      </w:r>
      <w:r w:rsidR="00FB0025">
        <w:t>ych</w:t>
      </w:r>
      <w:r w:rsidR="00D002C5">
        <w:t xml:space="preserve"> na podstawie art. 75 pkt 6</w:t>
      </w:r>
      <w:r w:rsidRPr="009F20B5">
        <w:t>.</w:t>
      </w:r>
    </w:p>
    <w:p w14:paraId="2627A9C7" w14:textId="25061D8E" w:rsidR="009F20B5" w:rsidRPr="009F20B5" w:rsidRDefault="009F20B5" w:rsidP="00090597">
      <w:pPr>
        <w:pStyle w:val="USTustnpkodeksu"/>
      </w:pPr>
      <w:r w:rsidRPr="009F20B5">
        <w:t xml:space="preserve">2. Udzielając ostrzeżenia, </w:t>
      </w:r>
      <w:r w:rsidR="001C39D5">
        <w:t>P</w:t>
      </w:r>
      <w:r w:rsidRPr="009F20B5">
        <w:t xml:space="preserve">rezes regionalnej rady może jednocześnie zobowiązać psychologa do przeproszenia pokrzywdzonego lub </w:t>
      </w:r>
      <w:r w:rsidR="00B177D2">
        <w:t>p</w:t>
      </w:r>
      <w:r w:rsidR="00B177D2" w:rsidRPr="00B177D2">
        <w:t xml:space="preserve">ouczyć go w kwestii pożądanego </w:t>
      </w:r>
      <w:r w:rsidR="00B177D2" w:rsidRPr="00B177D2">
        <w:lastRenderedPageBreak/>
        <w:t>zachowania, zgodnego z prawem oraz zasadami etyki zawodowej</w:t>
      </w:r>
      <w:r w:rsidRPr="009F20B5">
        <w:t>.</w:t>
      </w:r>
      <w:r w:rsidR="00090597">
        <w:t xml:space="preserve"> Zobowiązanie do przeproszenia nie może wiązać się z obciążeniem finansowym dla psychologa.</w:t>
      </w:r>
    </w:p>
    <w:p w14:paraId="1F32D6F5" w14:textId="76A88FF9" w:rsidR="009F20B5" w:rsidRPr="009F20B5" w:rsidRDefault="009F20B5" w:rsidP="009F20B5">
      <w:pPr>
        <w:pStyle w:val="USTustnpkodeksu"/>
      </w:pPr>
      <w:r w:rsidRPr="009F20B5">
        <w:t xml:space="preserve">3. Psychologowi służy prawo odwołania od ostrzeżenia do właściwego sądu </w:t>
      </w:r>
      <w:r w:rsidR="008205D6">
        <w:t>dyscyplinarnego</w:t>
      </w:r>
      <w:r w:rsidRPr="009F20B5">
        <w:t xml:space="preserve"> w terminie 7 dni od udzielenia ostrzeżenia.</w:t>
      </w:r>
    </w:p>
    <w:p w14:paraId="5AB6D0EE" w14:textId="3BA836EC" w:rsidR="009F20B5" w:rsidRPr="009F20B5" w:rsidRDefault="009F20B5" w:rsidP="009F20B5">
      <w:pPr>
        <w:pStyle w:val="USTustnpkodeksu"/>
      </w:pPr>
      <w:r w:rsidRPr="009F20B5">
        <w:t xml:space="preserve">4. Od postanowienia sądu </w:t>
      </w:r>
      <w:r w:rsidR="008205D6">
        <w:t>dyscyplinarnego</w:t>
      </w:r>
      <w:r w:rsidRPr="009F20B5">
        <w:t xml:space="preserve"> w sprawie odwołania, o którym mowa w ust. 3, nie przysługuje środek zaskarżenia.</w:t>
      </w:r>
    </w:p>
    <w:p w14:paraId="05063B5F" w14:textId="3F4FD221" w:rsidR="009F20B5" w:rsidRPr="009F20B5" w:rsidRDefault="009F20B5" w:rsidP="00864F49">
      <w:pPr>
        <w:pStyle w:val="ARTartustawynprozporzdzenia"/>
      </w:pPr>
      <w:r w:rsidRPr="009F20B5">
        <w:rPr>
          <w:rStyle w:val="Ppogrubienie"/>
        </w:rPr>
        <w:t>Art. 9</w:t>
      </w:r>
      <w:r>
        <w:rPr>
          <w:rStyle w:val="Ppogrubienie"/>
        </w:rPr>
        <w:t>9</w:t>
      </w:r>
      <w:r w:rsidRPr="009F20B5">
        <w:rPr>
          <w:rStyle w:val="Ppogrubienie"/>
        </w:rPr>
        <w:t>.</w:t>
      </w:r>
      <w:r w:rsidRPr="009F20B5">
        <w:t xml:space="preserve"> 1. Ogłoszenie orzeczenia sądu </w:t>
      </w:r>
      <w:r w:rsidR="008205D6">
        <w:t>dyscyplinarnego</w:t>
      </w:r>
      <w:r w:rsidRPr="009F20B5">
        <w:t xml:space="preserve"> jest jawne.</w:t>
      </w:r>
    </w:p>
    <w:p w14:paraId="03D1E29F" w14:textId="6298A35E" w:rsidR="009F20B5" w:rsidRPr="009F20B5" w:rsidRDefault="009F20B5" w:rsidP="009F20B5">
      <w:pPr>
        <w:pStyle w:val="USTustnpkodeksu"/>
      </w:pPr>
      <w:r w:rsidRPr="009F20B5">
        <w:t>2. Po ogłoszeniu orzeczenia przewodniczący składu orzekającego przytacza ustnie jego główne motywy.</w:t>
      </w:r>
    </w:p>
    <w:p w14:paraId="2F7310F3" w14:textId="743D0005" w:rsidR="009F20B5" w:rsidRDefault="009F20B5" w:rsidP="00864F49">
      <w:pPr>
        <w:pStyle w:val="ARTartustawynprozporzdzenia"/>
      </w:pPr>
      <w:r w:rsidRPr="009F20B5">
        <w:rPr>
          <w:rStyle w:val="Ppogrubienie"/>
        </w:rPr>
        <w:t xml:space="preserve">Art. </w:t>
      </w:r>
      <w:r>
        <w:rPr>
          <w:rStyle w:val="Ppogrubienie"/>
        </w:rPr>
        <w:t>100</w:t>
      </w:r>
      <w:r w:rsidRPr="009F20B5">
        <w:rPr>
          <w:rStyle w:val="Ppogrubienie"/>
        </w:rPr>
        <w:t>.</w:t>
      </w:r>
      <w:r w:rsidRPr="009F20B5">
        <w:t xml:space="preserve"> </w:t>
      </w:r>
      <w:r w:rsidRPr="00520F75">
        <w:t xml:space="preserve">1. Orzeczenie sądu </w:t>
      </w:r>
      <w:r w:rsidR="008205D6">
        <w:t>dyscyplinarnego</w:t>
      </w:r>
      <w:r w:rsidRPr="00520F75">
        <w:t xml:space="preserve"> zawiera:</w:t>
      </w:r>
    </w:p>
    <w:p w14:paraId="3B433E36" w14:textId="6336BD52" w:rsidR="009F20B5" w:rsidRDefault="009F20B5" w:rsidP="00520F75">
      <w:pPr>
        <w:pStyle w:val="PKTpunkt"/>
      </w:pPr>
      <w:r w:rsidRPr="009F20B5">
        <w:t>1)</w:t>
      </w:r>
      <w:r w:rsidR="00B07753">
        <w:t xml:space="preserve"> </w:t>
      </w:r>
      <w:r w:rsidRPr="009F20B5">
        <w:t>oznaczenie</w:t>
      </w:r>
      <w:r w:rsidRPr="009F20B5">
        <w:tab/>
        <w:t>sądu</w:t>
      </w:r>
      <w:r w:rsidRPr="009F20B5">
        <w:tab/>
      </w:r>
      <w:r w:rsidR="008205D6">
        <w:t>dyscyplinarnego</w:t>
      </w:r>
      <w:r w:rsidRPr="009F20B5">
        <w:t xml:space="preserve">, imiona i nazwiska sędziów, </w:t>
      </w:r>
      <w:r w:rsidR="001C39D5">
        <w:t>r</w:t>
      </w:r>
      <w:r w:rsidRPr="009F20B5">
        <w:t xml:space="preserve">zecznika </w:t>
      </w:r>
      <w:r w:rsidR="001C39D5">
        <w:t>d</w:t>
      </w:r>
      <w:r w:rsidRPr="009F20B5">
        <w:t>yscyplinarnego i protokolanta;</w:t>
      </w:r>
    </w:p>
    <w:p w14:paraId="7979930C" w14:textId="52EA429C" w:rsidR="009F20B5" w:rsidRDefault="009F20B5" w:rsidP="00520F75">
      <w:pPr>
        <w:pStyle w:val="PKTpunkt"/>
      </w:pPr>
      <w:r w:rsidRPr="009F20B5">
        <w:t>2)</w:t>
      </w:r>
      <w:r w:rsidR="00B07753">
        <w:t xml:space="preserve"> </w:t>
      </w:r>
      <w:r w:rsidRPr="009F20B5">
        <w:t>podstawę prawną;</w:t>
      </w:r>
    </w:p>
    <w:p w14:paraId="6FA39A32" w14:textId="260B4F0B" w:rsidR="009F20B5" w:rsidRDefault="009F20B5" w:rsidP="00520F75">
      <w:pPr>
        <w:pStyle w:val="PKTpunkt"/>
      </w:pPr>
      <w:r w:rsidRPr="009F20B5">
        <w:t>3)</w:t>
      </w:r>
      <w:r w:rsidR="00B07753">
        <w:t xml:space="preserve"> </w:t>
      </w:r>
      <w:r w:rsidRPr="009F20B5">
        <w:t>datę oraz miejsce rozpoznania sprawy i wydania orzeczenia;</w:t>
      </w:r>
    </w:p>
    <w:p w14:paraId="4DCEECDD" w14:textId="3D1516DB" w:rsidR="009F20B5" w:rsidRDefault="009F20B5" w:rsidP="00520F75">
      <w:pPr>
        <w:pStyle w:val="PKTpunkt"/>
      </w:pPr>
      <w:r w:rsidRPr="009F20B5">
        <w:t>4)</w:t>
      </w:r>
      <w:r w:rsidR="00B07753">
        <w:t xml:space="preserve"> </w:t>
      </w:r>
      <w:r w:rsidRPr="009F20B5">
        <w:t>imię (imiona) i nazwisko oraz numer z Rejestru obwinionego;</w:t>
      </w:r>
    </w:p>
    <w:p w14:paraId="3EF16E28" w14:textId="33B35649" w:rsidR="009F20B5" w:rsidRDefault="009F20B5" w:rsidP="00520F75">
      <w:pPr>
        <w:pStyle w:val="PKTpunkt"/>
      </w:pPr>
      <w:r w:rsidRPr="009F20B5">
        <w:t>5)</w:t>
      </w:r>
      <w:r w:rsidR="00B07753">
        <w:t xml:space="preserve"> </w:t>
      </w:r>
      <w:r w:rsidRPr="009F20B5">
        <w:t xml:space="preserve">przytoczenie opisu i kwalifikacji prawnej czynu, którego popełnienie </w:t>
      </w:r>
      <w:r w:rsidR="001C39D5">
        <w:t>r</w:t>
      </w:r>
      <w:r w:rsidRPr="009F20B5">
        <w:t xml:space="preserve">zecznik </w:t>
      </w:r>
      <w:r w:rsidR="001C39D5">
        <w:t>d</w:t>
      </w:r>
      <w:r w:rsidRPr="009F20B5">
        <w:t>yscyplinarny zarzucił obwinionemu;</w:t>
      </w:r>
    </w:p>
    <w:p w14:paraId="794D1E3B" w14:textId="4609D638" w:rsidR="009F20B5" w:rsidRDefault="009F20B5" w:rsidP="00520F75">
      <w:pPr>
        <w:pStyle w:val="PKTpunkt"/>
      </w:pPr>
      <w:r w:rsidRPr="009F20B5">
        <w:t>6)</w:t>
      </w:r>
      <w:r w:rsidR="00B07753">
        <w:t xml:space="preserve"> </w:t>
      </w:r>
      <w:r w:rsidRPr="009F20B5">
        <w:t xml:space="preserve">rozstrzygnięcie sądu </w:t>
      </w:r>
      <w:r w:rsidR="008205D6">
        <w:t>dyscyplinarnego</w:t>
      </w:r>
      <w:r w:rsidRPr="009F20B5">
        <w:t>;</w:t>
      </w:r>
    </w:p>
    <w:p w14:paraId="3EF5E4DC" w14:textId="253B2BD0" w:rsidR="009F20B5" w:rsidRDefault="009F20B5" w:rsidP="00520F75">
      <w:pPr>
        <w:pStyle w:val="PKTpunkt"/>
      </w:pPr>
      <w:r w:rsidRPr="009F20B5">
        <w:t>7)</w:t>
      </w:r>
      <w:r w:rsidR="00B07753">
        <w:t xml:space="preserve"> </w:t>
      </w:r>
      <w:r w:rsidRPr="009F20B5">
        <w:t>uzasadnienie;</w:t>
      </w:r>
    </w:p>
    <w:p w14:paraId="099936E9" w14:textId="7EB61B7F" w:rsidR="009F20B5" w:rsidRDefault="009F20B5" w:rsidP="00520F75">
      <w:pPr>
        <w:pStyle w:val="PKTpunkt"/>
      </w:pPr>
      <w:r w:rsidRPr="009F20B5">
        <w:t>8)</w:t>
      </w:r>
      <w:r w:rsidR="00B07753">
        <w:t xml:space="preserve"> </w:t>
      </w:r>
      <w:r w:rsidRPr="009F20B5">
        <w:t>dokładne określenie przypisanego obwinionemu czynu oraz jego kwalifikację prawną;</w:t>
      </w:r>
    </w:p>
    <w:p w14:paraId="7C0CADAA" w14:textId="4A38DD64" w:rsidR="009F20B5" w:rsidRDefault="009F20B5" w:rsidP="00520F75">
      <w:pPr>
        <w:pStyle w:val="PKTpunkt"/>
      </w:pPr>
      <w:r w:rsidRPr="009F20B5">
        <w:t>9)</w:t>
      </w:r>
      <w:r w:rsidR="00B07753">
        <w:t xml:space="preserve"> </w:t>
      </w:r>
      <w:r w:rsidRPr="009F20B5">
        <w:t>rozstrzygnięcie co do kary, a w razie potrzeby – co do zaliczenia na jej poczet tymczasowego zawieszenia w prawie wykonywania zawodu.</w:t>
      </w:r>
    </w:p>
    <w:p w14:paraId="7F7213B1" w14:textId="3A2A2D26" w:rsidR="00520F75" w:rsidRPr="00520F75" w:rsidRDefault="009F20B5" w:rsidP="00520F75">
      <w:pPr>
        <w:pStyle w:val="USTustnpkodeksu"/>
      </w:pPr>
      <w:r w:rsidRPr="00520F75">
        <w:t>2.</w:t>
      </w:r>
      <w:r w:rsidR="00B07753">
        <w:t xml:space="preserve"> </w:t>
      </w:r>
      <w:r w:rsidRPr="00520F75">
        <w:t>Uzasadnienie zawiera:</w:t>
      </w:r>
    </w:p>
    <w:p w14:paraId="496E1CD6" w14:textId="026BFD9C" w:rsidR="00520F75" w:rsidRDefault="009F20B5" w:rsidP="00520F75">
      <w:pPr>
        <w:pStyle w:val="PKTpunkt"/>
      </w:pPr>
      <w:r w:rsidRPr="009F20B5">
        <w:t>1)</w:t>
      </w:r>
      <w:r w:rsidR="00B07753">
        <w:t xml:space="preserve"> </w:t>
      </w:r>
      <w:r w:rsidRPr="009F20B5">
        <w:t xml:space="preserve">wskazanie, jakie fakty sąd </w:t>
      </w:r>
      <w:r w:rsidR="008205D6">
        <w:t>dyscyplinarny</w:t>
      </w:r>
      <w:r w:rsidRPr="009F20B5">
        <w:t xml:space="preserve"> uznał za udowodnione lub nieudowodnione, na jakich dowodach oparł się w związku z tym i powody, dla których nie uznał dowodów przeciwnych;</w:t>
      </w:r>
    </w:p>
    <w:p w14:paraId="620C2128" w14:textId="03ED064B" w:rsidR="009F20B5" w:rsidRDefault="009F20B5" w:rsidP="00B07753">
      <w:pPr>
        <w:pStyle w:val="PKTpunkt"/>
      </w:pPr>
      <w:r w:rsidRPr="009F20B5">
        <w:t>2)</w:t>
      </w:r>
      <w:r w:rsidR="00B07753">
        <w:t xml:space="preserve"> </w:t>
      </w:r>
      <w:r w:rsidRPr="009F20B5">
        <w:t xml:space="preserve">przytoczenie okoliczności, które sąd </w:t>
      </w:r>
      <w:r w:rsidR="008205D6">
        <w:t>dyscyplinarny</w:t>
      </w:r>
      <w:r w:rsidRPr="009F20B5">
        <w:t xml:space="preserve"> miał na względzie przy wymierzaniu kary.</w:t>
      </w:r>
    </w:p>
    <w:p w14:paraId="118069C5" w14:textId="0CB4EB5E" w:rsidR="00865283" w:rsidRPr="00865283" w:rsidRDefault="00520F75" w:rsidP="00864F49">
      <w:pPr>
        <w:pStyle w:val="ARTartustawynprozporzdzenia"/>
      </w:pPr>
      <w:r w:rsidRPr="00520F75">
        <w:rPr>
          <w:rStyle w:val="Ppogrubienie"/>
        </w:rPr>
        <w:t>Art. 10</w:t>
      </w:r>
      <w:r>
        <w:rPr>
          <w:rStyle w:val="Ppogrubienie"/>
        </w:rPr>
        <w:t>1</w:t>
      </w:r>
      <w:r w:rsidRPr="00520F75">
        <w:rPr>
          <w:rStyle w:val="Ppogrubienie"/>
        </w:rPr>
        <w:t>.</w:t>
      </w:r>
      <w:r w:rsidRPr="00520F75">
        <w:t xml:space="preserve"> </w:t>
      </w:r>
      <w:r w:rsidRPr="00865283">
        <w:t xml:space="preserve">1. W orzeczeniu sądu </w:t>
      </w:r>
      <w:r w:rsidR="008205D6">
        <w:t>dyscyplinarnego</w:t>
      </w:r>
      <w:r w:rsidRPr="00865283">
        <w:t xml:space="preserve"> powinno być zawarte także postanowienie o kosztach postępowania</w:t>
      </w:r>
      <w:r w:rsidR="00021CFF">
        <w:t xml:space="preserve"> w przedmiocie odpowiedzialności </w:t>
      </w:r>
      <w:r w:rsidR="00021CFF" w:rsidRPr="00865283">
        <w:t>dyscyplinarne</w:t>
      </w:r>
      <w:r w:rsidR="00021CFF">
        <w:t>j psychologów</w:t>
      </w:r>
      <w:r w:rsidRPr="00865283">
        <w:t xml:space="preserve">. W razie ukarania obwinionego koszty postępowania ponosi obwiniony, chyba </w:t>
      </w:r>
      <w:r w:rsidRPr="00865283">
        <w:lastRenderedPageBreak/>
        <w:t xml:space="preserve">że sąd </w:t>
      </w:r>
      <w:r w:rsidR="008205D6">
        <w:t>dyscyplinarny</w:t>
      </w:r>
      <w:r w:rsidRPr="00865283">
        <w:t xml:space="preserve"> postanowi inaczej. W przypadku uniewinnienia obwinionego lub umorzenia postępowania koszty postępowania ponosi Krajowa Izba.</w:t>
      </w:r>
    </w:p>
    <w:p w14:paraId="2368B8AF" w14:textId="2C7CBE9F" w:rsidR="00865283" w:rsidRPr="00865283" w:rsidRDefault="00520F75" w:rsidP="00865283">
      <w:pPr>
        <w:pStyle w:val="USTustnpkodeksu"/>
      </w:pPr>
      <w:r w:rsidRPr="00865283">
        <w:t xml:space="preserve">2. Nieopłacone w terminie koszty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Pr="00865283">
        <w:t>podlegają egzekucji w trybie przepisów ustawy z dnia 17 czerwca 1966 r. o postępowaniu egzekucyjnym w administracji.</w:t>
      </w:r>
    </w:p>
    <w:p w14:paraId="1B5E7951" w14:textId="4FB702FC" w:rsidR="00865283" w:rsidRPr="00865283" w:rsidRDefault="00520F75" w:rsidP="00865283">
      <w:pPr>
        <w:pStyle w:val="USTustnpkodeksu"/>
      </w:pPr>
      <w:r w:rsidRPr="00865283">
        <w:t xml:space="preserve">3. Orzeczenie sądu </w:t>
      </w:r>
      <w:r w:rsidR="008205D6">
        <w:t>dyscyplinarnego</w:t>
      </w:r>
      <w:r w:rsidRPr="00865283">
        <w:t xml:space="preserve"> wraz z pouczeniem o terminie i sposobie wniesienia odwołania sąd </w:t>
      </w:r>
      <w:r w:rsidR="008205D6">
        <w:t>dyscyplinarny</w:t>
      </w:r>
      <w:r w:rsidRPr="00865283">
        <w:t xml:space="preserve"> doręcza stronom w terminie 30 dni od dnia ogłoszenia orzeczenia.</w:t>
      </w:r>
    </w:p>
    <w:p w14:paraId="4ECEEDB0" w14:textId="3AFA5849" w:rsidR="009F20B5" w:rsidRDefault="00865283" w:rsidP="00865283">
      <w:pPr>
        <w:pStyle w:val="USTustnpkodeksu"/>
      </w:pPr>
      <w:r w:rsidRPr="00865283">
        <w:t xml:space="preserve">4. </w:t>
      </w:r>
      <w:r w:rsidR="00520F75" w:rsidRPr="00865283">
        <w:t xml:space="preserve">Obwinionemu przysługuje zażalenie na postanowienie o kosztach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="00520F75" w:rsidRPr="00865283">
        <w:t xml:space="preserve">w terminie 14 dni od dnia doręczenia orzeczenia. Zażalenie wnosi się do sądu </w:t>
      </w:r>
      <w:r w:rsidR="008205D6">
        <w:t>dyscyplinarnego</w:t>
      </w:r>
      <w:r w:rsidR="00520F75" w:rsidRPr="00865283">
        <w:t xml:space="preserve">, który wydał </w:t>
      </w:r>
      <w:r w:rsidRPr="00865283">
        <w:t xml:space="preserve">zaskarżone </w:t>
      </w:r>
      <w:r w:rsidR="00520F75" w:rsidRPr="00865283">
        <w:t>orzeczenie</w:t>
      </w:r>
      <w:r w:rsidR="00520F75" w:rsidRPr="00520F75">
        <w:t>.</w:t>
      </w:r>
    </w:p>
    <w:p w14:paraId="092B6FDA" w14:textId="1462F2AB" w:rsidR="00865283" w:rsidRPr="00865283" w:rsidRDefault="00865283" w:rsidP="00864F49">
      <w:pPr>
        <w:pStyle w:val="ARTartustawynprozporzdzenia"/>
      </w:pPr>
      <w:r w:rsidRPr="00865283">
        <w:rPr>
          <w:rStyle w:val="Ppogrubienie"/>
        </w:rPr>
        <w:t>Art. 10</w:t>
      </w:r>
      <w:r>
        <w:rPr>
          <w:rStyle w:val="Ppogrubienie"/>
        </w:rPr>
        <w:t>2</w:t>
      </w:r>
      <w:r w:rsidRPr="00865283">
        <w:rPr>
          <w:rStyle w:val="Ppogrubienie"/>
        </w:rPr>
        <w:t>.</w:t>
      </w:r>
      <w:r w:rsidRPr="00865283">
        <w:t xml:space="preserve"> 1.</w:t>
      </w:r>
      <w:r w:rsidRPr="00865283">
        <w:tab/>
        <w:t xml:space="preserve">Koszty postępowania </w:t>
      </w:r>
      <w:r w:rsidR="00021CFF">
        <w:t xml:space="preserve">w przedmiocie odpowiedzialności </w:t>
      </w:r>
      <w:r w:rsidRPr="00865283">
        <w:t>dyscyplinarne</w:t>
      </w:r>
      <w:r w:rsidR="00021CFF">
        <w:t>j psychologów</w:t>
      </w:r>
      <w:r w:rsidRPr="00865283">
        <w:t xml:space="preserve"> mają charakter zryczałtowany.</w:t>
      </w:r>
    </w:p>
    <w:p w14:paraId="228A3A19" w14:textId="0F471AB3" w:rsidR="00865283" w:rsidRDefault="00865283" w:rsidP="00865283">
      <w:pPr>
        <w:pStyle w:val="USTustnpkodeksu"/>
      </w:pPr>
      <w:r w:rsidRPr="00865283">
        <w:t>2.</w:t>
      </w:r>
      <w:r w:rsidR="00B07753">
        <w:t xml:space="preserve"> </w:t>
      </w:r>
      <w:r w:rsidRPr="00865283">
        <w:t xml:space="preserve">Wysokość zryczałtowanych kosztów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Pr="00865283">
        <w:t xml:space="preserve"> określa, w drodze uchwały, Krajowa Rada, mając na względzie przeciętne koszty postępowania.</w:t>
      </w:r>
    </w:p>
    <w:p w14:paraId="2A0959A7" w14:textId="33043DE6" w:rsidR="00865283" w:rsidRDefault="00865283" w:rsidP="00864F49">
      <w:pPr>
        <w:pStyle w:val="ARTartustawynprozporzdzenia"/>
      </w:pPr>
      <w:r w:rsidRPr="00865283">
        <w:rPr>
          <w:rStyle w:val="Ppogrubienie"/>
        </w:rPr>
        <w:t>Art. 10</w:t>
      </w:r>
      <w:r>
        <w:rPr>
          <w:rStyle w:val="Ppogrubienie"/>
        </w:rPr>
        <w:t>3</w:t>
      </w:r>
      <w:r w:rsidRPr="00865283">
        <w:rPr>
          <w:rStyle w:val="Ppogrubienie"/>
        </w:rPr>
        <w:t>.</w:t>
      </w:r>
      <w:r w:rsidRPr="00865283">
        <w:t xml:space="preserve"> 1.</w:t>
      </w:r>
      <w:r>
        <w:t xml:space="preserve"> </w:t>
      </w:r>
      <w:r w:rsidRPr="00865283">
        <w:t xml:space="preserve">Od orzeczenia </w:t>
      </w:r>
      <w:r w:rsidR="001C39D5">
        <w:t>regionalnego</w:t>
      </w:r>
      <w:r w:rsidR="0026337A">
        <w:t xml:space="preserve"> </w:t>
      </w:r>
      <w:r w:rsidR="001C39D5">
        <w:t>s</w:t>
      </w:r>
      <w:r w:rsidRPr="00865283">
        <w:t xml:space="preserve">ądu </w:t>
      </w:r>
      <w:r w:rsidR="001C39D5">
        <w:t>d</w:t>
      </w:r>
      <w:r w:rsidRPr="00865283">
        <w:t xml:space="preserve">yscyplinarnego stronom przysługuje odwołanie do </w:t>
      </w:r>
      <w:r w:rsidR="00787C4F">
        <w:t>Krajowego</w:t>
      </w:r>
      <w:r w:rsidRPr="00865283">
        <w:t xml:space="preserve"> Sądu Dyscyplinarnego w terminie 14 dni od dnia doręczenia orzeczenia.</w:t>
      </w:r>
    </w:p>
    <w:p w14:paraId="09EB1DE2" w14:textId="23AE3867" w:rsidR="00865283" w:rsidRDefault="00865283" w:rsidP="00865283">
      <w:pPr>
        <w:pStyle w:val="USTustnpkodeksu"/>
      </w:pPr>
      <w:r w:rsidRPr="00865283">
        <w:t xml:space="preserve">2. Odwołanie wnosi się za pośrednictwem </w:t>
      </w:r>
      <w:r w:rsidR="00787C4F">
        <w:t>regionalnego</w:t>
      </w:r>
      <w:r w:rsidR="0026337A">
        <w:t xml:space="preserve"> </w:t>
      </w:r>
      <w:r w:rsidR="00787C4F">
        <w:t>s</w:t>
      </w:r>
      <w:r w:rsidRPr="00865283">
        <w:t xml:space="preserve">ądu </w:t>
      </w:r>
      <w:r w:rsidR="00787C4F">
        <w:t>d</w:t>
      </w:r>
      <w:r w:rsidRPr="00865283">
        <w:t>yscyplinarnego, który wydał zaskarżone orzeczenie</w:t>
      </w:r>
      <w:r w:rsidR="002125C4">
        <w:t>.</w:t>
      </w:r>
    </w:p>
    <w:p w14:paraId="6A6B310E" w14:textId="42EE9BAA" w:rsidR="00865283" w:rsidRDefault="00865283" w:rsidP="000763D8">
      <w:pPr>
        <w:pStyle w:val="USTustnpkodeksu"/>
      </w:pPr>
      <w:r w:rsidRPr="00865283">
        <w:t xml:space="preserve">4. Cofnięcie odwołania przez składającą je stronę przed rozpoczęciem rozprawy odwoławczej wiąże </w:t>
      </w:r>
      <w:r w:rsidR="000923FE">
        <w:t>Krajowy</w:t>
      </w:r>
      <w:r w:rsidR="0026337A">
        <w:t xml:space="preserve"> </w:t>
      </w:r>
      <w:r w:rsidRPr="00865283">
        <w:t xml:space="preserve">Sąd Dyscyplinarny, który pozostawia odwołanie bez rozpoznania, o ile nie zachodzą przesłanki z art. 439 § 1 pkt 1 i 2 oraz 5–10 ustawy z dnia 6 czerwca 1997 r. – Kodeks postępowania karnego (Dz. U. z </w:t>
      </w:r>
      <w:r w:rsidR="000763D8" w:rsidRPr="000763D8">
        <w:t>202</w:t>
      </w:r>
      <w:r w:rsidR="002E4556">
        <w:t>5</w:t>
      </w:r>
      <w:r w:rsidR="000763D8" w:rsidRPr="000763D8">
        <w:t xml:space="preserve"> r. poz.</w:t>
      </w:r>
      <w:r w:rsidR="00D035CE">
        <w:t xml:space="preserve"> </w:t>
      </w:r>
      <w:r w:rsidR="002E4556">
        <w:t>46</w:t>
      </w:r>
      <w:r w:rsidRPr="00865283">
        <w:t>).</w:t>
      </w:r>
    </w:p>
    <w:p w14:paraId="675C6F7C" w14:textId="2B9DC5B1" w:rsidR="00865283" w:rsidRDefault="00865283" w:rsidP="00864F49">
      <w:pPr>
        <w:pStyle w:val="ARTartustawynprozporzdzenia"/>
      </w:pPr>
      <w:r w:rsidRPr="00865283">
        <w:rPr>
          <w:rStyle w:val="Ppogrubienie"/>
        </w:rPr>
        <w:t>Art. 10</w:t>
      </w:r>
      <w:r>
        <w:rPr>
          <w:rStyle w:val="Ppogrubienie"/>
        </w:rPr>
        <w:t>4</w:t>
      </w:r>
      <w:r w:rsidRPr="00865283">
        <w:rPr>
          <w:rStyle w:val="Ppogrubienie"/>
        </w:rPr>
        <w:t>.</w:t>
      </w:r>
      <w:r w:rsidRPr="00865283">
        <w:t xml:space="preserve"> 1. Odwołanie co do winy uważa się za zwrócone przeciwko całości orzeczenia</w:t>
      </w:r>
      <w:r>
        <w:t>.</w:t>
      </w:r>
    </w:p>
    <w:p w14:paraId="0E94C71E" w14:textId="1ED1F40F" w:rsidR="00865283" w:rsidRDefault="00865283" w:rsidP="00865283">
      <w:pPr>
        <w:pStyle w:val="USTustnpkodeksu"/>
      </w:pPr>
      <w:r>
        <w:t xml:space="preserve">2. </w:t>
      </w:r>
      <w:r w:rsidRPr="00865283">
        <w:t>Odwołanie co do kary uważa się za zwrócone przeciwko całości rozstrzygnięcia o karze.</w:t>
      </w:r>
    </w:p>
    <w:p w14:paraId="3B38BB6E" w14:textId="6DB68515" w:rsidR="00B06B40" w:rsidRDefault="00865283" w:rsidP="00864F49">
      <w:pPr>
        <w:pStyle w:val="ARTartustawynprozporzdzenia"/>
      </w:pPr>
      <w:r w:rsidRPr="00865283">
        <w:rPr>
          <w:rStyle w:val="Ppogrubienie"/>
        </w:rPr>
        <w:t>Art. 10</w:t>
      </w:r>
      <w:r>
        <w:rPr>
          <w:rStyle w:val="Ppogrubienie"/>
        </w:rPr>
        <w:t>5</w:t>
      </w:r>
      <w:r w:rsidRPr="00865283">
        <w:rPr>
          <w:rStyle w:val="Ppogrubienie"/>
        </w:rPr>
        <w:t>.</w:t>
      </w:r>
      <w:r w:rsidRPr="00865283">
        <w:t xml:space="preserve"> 1. </w:t>
      </w:r>
      <w:r w:rsidR="000923FE">
        <w:t>Krajowy</w:t>
      </w:r>
      <w:r w:rsidRPr="00865283">
        <w:t xml:space="preserve"> Sąd Dyscyplinarny utrzymuje w mocy, uchyla albo zmienia orzeczenie </w:t>
      </w:r>
      <w:r w:rsidR="000923FE">
        <w:t xml:space="preserve">regionalnego </w:t>
      </w:r>
      <w:r w:rsidRPr="00865283">
        <w:t xml:space="preserve">sądu </w:t>
      </w:r>
      <w:r w:rsidR="000923FE">
        <w:t>dyscyplinarnego</w:t>
      </w:r>
      <w:r w:rsidRPr="00865283">
        <w:t xml:space="preserve"> orzekającego w pierwszej instancji.</w:t>
      </w:r>
    </w:p>
    <w:p w14:paraId="50D75B15" w14:textId="060FA5DF" w:rsidR="00865283" w:rsidRDefault="00865283" w:rsidP="00865283">
      <w:pPr>
        <w:pStyle w:val="USTustnpkodeksu"/>
      </w:pPr>
      <w:r w:rsidRPr="00865283">
        <w:lastRenderedPageBreak/>
        <w:t xml:space="preserve">2. </w:t>
      </w:r>
      <w:r w:rsidR="000923FE">
        <w:t>Krajowy</w:t>
      </w:r>
      <w:r w:rsidRPr="00865283">
        <w:t xml:space="preserve"> Sąd Dyscyplinarny nie może uznać winnym obwinionego lub wymierzyć kary obwinionemu, który został uniewinniony przez </w:t>
      </w:r>
      <w:r w:rsidR="000923FE">
        <w:t xml:space="preserve">regionalny </w:t>
      </w:r>
      <w:r w:rsidRPr="00865283">
        <w:t xml:space="preserve">sąd </w:t>
      </w:r>
      <w:r w:rsidR="000923FE">
        <w:t>dyscyplinarny</w:t>
      </w:r>
      <w:r w:rsidRPr="00865283">
        <w:t xml:space="preserve"> lub co do którego postępowanie umorzono.</w:t>
      </w:r>
    </w:p>
    <w:p w14:paraId="747DB867" w14:textId="00AC74E6" w:rsidR="00B06B40" w:rsidRDefault="00B06B40" w:rsidP="00864F49">
      <w:pPr>
        <w:pStyle w:val="ARTartustawynprozporzdzenia"/>
      </w:pPr>
      <w:r w:rsidRPr="00B06B40">
        <w:rPr>
          <w:rStyle w:val="Ppogrubienie"/>
        </w:rPr>
        <w:t>Art. 10</w:t>
      </w:r>
      <w:r>
        <w:rPr>
          <w:rStyle w:val="Ppogrubienie"/>
        </w:rPr>
        <w:t>6</w:t>
      </w:r>
      <w:r w:rsidRPr="00B06B40">
        <w:rPr>
          <w:rStyle w:val="Ppogrubienie"/>
        </w:rPr>
        <w:t>.</w:t>
      </w:r>
      <w:r w:rsidRPr="00B06B40">
        <w:t xml:space="preserve"> 1. Orzeczenia </w:t>
      </w:r>
      <w:r w:rsidR="000923FE">
        <w:t>Krajowego</w:t>
      </w:r>
      <w:r w:rsidRPr="00B06B40">
        <w:t xml:space="preserve"> Sądu Dyscyplinarnego kończące postępowanie w przedmiocie odpowiedzialności </w:t>
      </w:r>
      <w:r w:rsidR="00512166">
        <w:t>dyscyplinarnej</w:t>
      </w:r>
      <w:r w:rsidRPr="00B06B40">
        <w:t xml:space="preserve"> psychologów są prawomocne z chwilą ogłoszenia.</w:t>
      </w:r>
    </w:p>
    <w:p w14:paraId="0D6E6126" w14:textId="3C90AA0A" w:rsidR="00B06B40" w:rsidRDefault="00B06B40" w:rsidP="00B06B40">
      <w:pPr>
        <w:pStyle w:val="USTustnpkodeksu"/>
      </w:pPr>
      <w:r>
        <w:t xml:space="preserve">2. </w:t>
      </w:r>
      <w:r w:rsidRPr="00B06B40">
        <w:t xml:space="preserve">Orzeczenie </w:t>
      </w:r>
      <w:r w:rsidR="000923FE">
        <w:t>Krajowego</w:t>
      </w:r>
      <w:r w:rsidRPr="00B06B40">
        <w:t xml:space="preserve"> Sądu Dyscyplinarnego doręcza się stronom w terminie 2 miesięcy od dnia ogłoszenia tego orzeczenia.</w:t>
      </w:r>
    </w:p>
    <w:p w14:paraId="5C9F9E09" w14:textId="0E1C6347" w:rsidR="00B06B40" w:rsidRDefault="00B06B40" w:rsidP="00864F49">
      <w:pPr>
        <w:pStyle w:val="ARTartustawynprozporzdzenia"/>
      </w:pPr>
      <w:r w:rsidRPr="00B06B40">
        <w:rPr>
          <w:rStyle w:val="Ppogrubienie"/>
        </w:rPr>
        <w:t>Art. 10</w:t>
      </w:r>
      <w:r>
        <w:rPr>
          <w:rStyle w:val="Ppogrubienie"/>
        </w:rPr>
        <w:t>7</w:t>
      </w:r>
      <w:r w:rsidRPr="00B06B40">
        <w:rPr>
          <w:rStyle w:val="Ppogrubienie"/>
        </w:rPr>
        <w:t>.</w:t>
      </w:r>
      <w:r w:rsidRPr="00B06B40">
        <w:t xml:space="preserve"> 1. Od prawomocnego orzeczenia </w:t>
      </w:r>
      <w:r w:rsidR="000923FE">
        <w:t>Krajowego</w:t>
      </w:r>
      <w:r w:rsidRPr="00B06B40">
        <w:t xml:space="preserve"> Sądu Dyscyplinarnego kończącego postępowanie w przedmiocie odpowiedzialności </w:t>
      </w:r>
      <w:r w:rsidR="00512166">
        <w:t>dyscyplinarnej</w:t>
      </w:r>
      <w:r w:rsidRPr="00B06B40">
        <w:t xml:space="preserve"> psycholog</w:t>
      </w:r>
      <w:r w:rsidR="00021CFF">
        <w:t>ów</w:t>
      </w:r>
      <w:r w:rsidRPr="00B06B40">
        <w:t xml:space="preserve"> stronom, ministrowi właściwemu do spraw pracy i Prezesowi Krajowej Rady przysługuje kasacja do Sądu Najwyższego w terminie 2 miesięcy od dnia doręczenia orzeczenia.</w:t>
      </w:r>
    </w:p>
    <w:p w14:paraId="3FA3DD92" w14:textId="727EB953" w:rsidR="00B06B40" w:rsidRDefault="00B06B40" w:rsidP="00B06B40">
      <w:pPr>
        <w:pStyle w:val="USTustnpkodeksu"/>
      </w:pPr>
      <w:r w:rsidRPr="00B06B40">
        <w:t>2. Kasację w stosunku do tego samego obwinionego i od tego samego orzeczenia każdy uprawniony może wnieść tylko raz.</w:t>
      </w:r>
    </w:p>
    <w:p w14:paraId="29AA3BD4" w14:textId="72195CF4" w:rsidR="00B06B40" w:rsidRDefault="00B06B40" w:rsidP="00864F49">
      <w:pPr>
        <w:pStyle w:val="ARTartustawynprozporzdzenia"/>
      </w:pPr>
      <w:r w:rsidRPr="00B06B40">
        <w:rPr>
          <w:rStyle w:val="Ppogrubienie"/>
        </w:rPr>
        <w:t>Art. 10</w:t>
      </w:r>
      <w:r>
        <w:rPr>
          <w:rStyle w:val="Ppogrubienie"/>
        </w:rPr>
        <w:t>8</w:t>
      </w:r>
      <w:r w:rsidRPr="00B06B40">
        <w:rPr>
          <w:rStyle w:val="Ppogrubienie"/>
        </w:rPr>
        <w:t>.</w:t>
      </w:r>
      <w:r w:rsidRPr="00B06B40">
        <w:t xml:space="preserve"> Kasacja może być wniesiona z powodu uchybień wymienionych w art. 439 § 1 ustawy z dnia 6 czerwca 1997 r. – Kodeks postępowania karnego lub innego rażącego naruszenia prawa. Kasacja może być wniesiona również z powodu niewspółmierności kary.</w:t>
      </w:r>
    </w:p>
    <w:p w14:paraId="796AE9B4" w14:textId="6015752A" w:rsidR="00B06B40" w:rsidRDefault="00B06B40" w:rsidP="00865283">
      <w:pPr>
        <w:pStyle w:val="USTustnpkodeksu"/>
      </w:pPr>
      <w:r w:rsidRPr="00B06B40">
        <w:t>2. Niedopuszczalne jest uwzględnienie kasacji na niekorzyść obwinionego wniesionej po upływie 6 miesięcy od dnia uprawomocnienia się orzeczenia.</w:t>
      </w:r>
    </w:p>
    <w:p w14:paraId="02DD7E6F" w14:textId="66A40468" w:rsidR="00B06B40" w:rsidRDefault="00B06B40" w:rsidP="00864F49">
      <w:pPr>
        <w:pStyle w:val="ARTartustawynprozporzdzenia"/>
      </w:pPr>
      <w:r w:rsidRPr="00B06B40">
        <w:rPr>
          <w:rStyle w:val="Ppogrubienie"/>
        </w:rPr>
        <w:t>Art. 10</w:t>
      </w:r>
      <w:r>
        <w:rPr>
          <w:rStyle w:val="Ppogrubienie"/>
        </w:rPr>
        <w:t>9</w:t>
      </w:r>
      <w:r w:rsidRPr="00B06B40">
        <w:rPr>
          <w:rStyle w:val="Ppogrubienie"/>
        </w:rPr>
        <w:t>.</w:t>
      </w:r>
      <w:r w:rsidRPr="00B06B40">
        <w:t xml:space="preserve"> Strony, minister właściwy do spraw pracy i Prezes Krajowej Rady wnoszą kasację do Sądu Najwyższego za pośrednictwem </w:t>
      </w:r>
      <w:r w:rsidR="00E6321A">
        <w:t>Krajowego</w:t>
      </w:r>
      <w:r w:rsidRPr="00B06B40">
        <w:t xml:space="preserve"> Sądu Dyscyplinarnego.</w:t>
      </w:r>
    </w:p>
    <w:p w14:paraId="3BF5E348" w14:textId="520FE564" w:rsidR="00B06B40" w:rsidRDefault="00B06B40" w:rsidP="00864F49">
      <w:pPr>
        <w:pStyle w:val="ARTartustawynprozporzdzenia"/>
      </w:pPr>
      <w:r w:rsidRPr="00B06B40">
        <w:rPr>
          <w:rStyle w:val="Ppogrubienie"/>
        </w:rPr>
        <w:t>Art. 1</w:t>
      </w:r>
      <w:r>
        <w:rPr>
          <w:rStyle w:val="Ppogrubienie"/>
        </w:rPr>
        <w:t>10</w:t>
      </w:r>
      <w:r w:rsidRPr="00B06B40">
        <w:rPr>
          <w:rStyle w:val="Ppogrubienie"/>
        </w:rPr>
        <w:t>.</w:t>
      </w:r>
      <w:r w:rsidRPr="00B06B40">
        <w:t xml:space="preserve"> 1. W kasacji należy podać, na czym polega zarzucane uchybienie.</w:t>
      </w:r>
    </w:p>
    <w:p w14:paraId="6F5C68E7" w14:textId="46E004C5" w:rsidR="00B06B40" w:rsidRDefault="00B06B40" w:rsidP="00865283">
      <w:pPr>
        <w:pStyle w:val="USTustnpkodeksu"/>
      </w:pPr>
      <w:r w:rsidRPr="00B06B40">
        <w:t>2. Kasacja wnoszona przez stronę powinna być sporządzona i podpisana przez obrońcę będącego adwokatem albo radcą prawnym albo pełnomocnika będącego adwokatem albo radcą prawnym.</w:t>
      </w:r>
    </w:p>
    <w:p w14:paraId="16A55719" w14:textId="4411374B" w:rsidR="00C95549" w:rsidRDefault="00B06B40" w:rsidP="00864F49">
      <w:pPr>
        <w:pStyle w:val="ARTartustawynprozporzdzenia"/>
      </w:pPr>
      <w:r w:rsidRPr="00B06B40">
        <w:rPr>
          <w:rStyle w:val="Ppogrubienie"/>
        </w:rPr>
        <w:t>Art. 11</w:t>
      </w:r>
      <w:r>
        <w:rPr>
          <w:rStyle w:val="Ppogrubienie"/>
        </w:rPr>
        <w:t>1</w:t>
      </w:r>
      <w:r w:rsidRPr="00B06B40">
        <w:rPr>
          <w:rStyle w:val="Ppogrubienie"/>
        </w:rPr>
        <w:t>.</w:t>
      </w:r>
      <w:r w:rsidRPr="00B06B40">
        <w:t xml:space="preserve"> </w:t>
      </w:r>
      <w:r w:rsidRPr="00C95549">
        <w:t xml:space="preserve">1. Postępowanie w przedmiocie odpowiedzialności </w:t>
      </w:r>
      <w:r w:rsidR="00512166">
        <w:t>dyscyplinarnej</w:t>
      </w:r>
      <w:r w:rsidRPr="00C95549">
        <w:t xml:space="preserve"> psycholog</w:t>
      </w:r>
      <w:r w:rsidR="00021CFF">
        <w:t>ów</w:t>
      </w:r>
      <w:r w:rsidRPr="00C95549">
        <w:t xml:space="preserve"> zakończone prawomocnym orzeczeniem sądu </w:t>
      </w:r>
      <w:r w:rsidR="008205D6">
        <w:t>dyscyplinarnego</w:t>
      </w:r>
      <w:r w:rsidRPr="00C95549">
        <w:t xml:space="preserve"> wznawia się, jeżeli:</w:t>
      </w:r>
    </w:p>
    <w:p w14:paraId="2410ED3E" w14:textId="3A3FB4B5" w:rsidR="00C95549" w:rsidRDefault="00B06B40" w:rsidP="00C95549">
      <w:pPr>
        <w:pStyle w:val="PKTpunkt"/>
      </w:pPr>
      <w:r w:rsidRPr="00B06B40">
        <w:t>1)</w:t>
      </w:r>
      <w:r w:rsidR="00B07753">
        <w:t xml:space="preserve"> </w:t>
      </w:r>
      <w:r w:rsidRPr="00B06B40">
        <w:t>w związku z postępowaniem dopuszczono się przestępstwa i istnieje uzasadniona podstawa do przyjęcia, że mogło to mieć wpływ na treść orzeczenia;</w:t>
      </w:r>
    </w:p>
    <w:p w14:paraId="565898CD" w14:textId="63830AF7" w:rsidR="00C95549" w:rsidRDefault="00B06B40" w:rsidP="00C95549">
      <w:pPr>
        <w:pStyle w:val="PKTpunkt"/>
      </w:pPr>
      <w:r w:rsidRPr="00B06B40">
        <w:lastRenderedPageBreak/>
        <w:t>2)</w:t>
      </w:r>
      <w:r w:rsidR="00B07753">
        <w:t xml:space="preserve"> </w:t>
      </w:r>
      <w:r w:rsidRPr="00B06B40">
        <w:t xml:space="preserve">po wydaniu orzeczenia ujawnią się nowe fakty lub dowody nieznane przedtem sądowi </w:t>
      </w:r>
      <w:r w:rsidR="008205D6">
        <w:t>dyscyplinarnemu</w:t>
      </w:r>
      <w:r w:rsidRPr="00B06B40">
        <w:t xml:space="preserve"> wskazujące na to, że:</w:t>
      </w:r>
    </w:p>
    <w:p w14:paraId="1014F192" w14:textId="275F5B31" w:rsidR="00C95549" w:rsidRDefault="00B06B40" w:rsidP="00C95549">
      <w:pPr>
        <w:pStyle w:val="PKTpunkt"/>
      </w:pPr>
      <w:r w:rsidRPr="00B06B40">
        <w:t xml:space="preserve">a) obwiniony nie popełnił czynu albo jego czyn nie stanowił przewinienia </w:t>
      </w:r>
      <w:r w:rsidR="008D6F9D">
        <w:t>dyscyplinarn</w:t>
      </w:r>
      <w:r w:rsidR="00E54CE8">
        <w:t>ego</w:t>
      </w:r>
      <w:r w:rsidRPr="00B06B40">
        <w:t xml:space="preserve"> lub nie podlegał karze,</w:t>
      </w:r>
    </w:p>
    <w:p w14:paraId="7E993007" w14:textId="354893F3" w:rsidR="00C95549" w:rsidRDefault="00B06B40" w:rsidP="00C95549">
      <w:pPr>
        <w:pStyle w:val="PKTpunkt"/>
      </w:pPr>
      <w:r w:rsidRPr="00B06B40">
        <w:t xml:space="preserve">b) sąd </w:t>
      </w:r>
      <w:r w:rsidR="008205D6">
        <w:t>dyscyplinarny</w:t>
      </w:r>
      <w:r w:rsidRPr="00B06B40">
        <w:t xml:space="preserve"> umorzył postępowanie, błędnie przyjmując, że obwiniony popełnił zarzucany mu czyn.</w:t>
      </w:r>
    </w:p>
    <w:p w14:paraId="164E5C6E" w14:textId="0E842557" w:rsidR="00B06B40" w:rsidRPr="00C95549" w:rsidRDefault="00B06B40" w:rsidP="00C95549">
      <w:pPr>
        <w:pStyle w:val="USTustnpkodeksu"/>
      </w:pPr>
      <w:r w:rsidRPr="00C95549">
        <w:t>2. Czyn, o którym mowa w ust. 1 pkt 1, musi być ustalony prawomocnym wyrokiem skazującym, chyba że orzeczenie takie nie może zapaść z przyczyn wymienionych w art. 17 § 1 pkt 4–11 lub w art. 22 § 1 ustawy z dnia 6 czerwca 1997 r. – Kodeks postępowania karnego.</w:t>
      </w:r>
    </w:p>
    <w:p w14:paraId="6A7B9AC3" w14:textId="3C60B289" w:rsidR="00865283" w:rsidRDefault="00C95549" w:rsidP="00864F49">
      <w:pPr>
        <w:pStyle w:val="ARTartustawynprozporzdzenia"/>
      </w:pPr>
      <w:r w:rsidRPr="00B06B40">
        <w:rPr>
          <w:rStyle w:val="Ppogrubienie"/>
        </w:rPr>
        <w:t>Art. 11</w:t>
      </w:r>
      <w:r>
        <w:rPr>
          <w:rStyle w:val="Ppogrubienie"/>
        </w:rPr>
        <w:t>2</w:t>
      </w:r>
      <w:r w:rsidRPr="00B06B40">
        <w:rPr>
          <w:rStyle w:val="Ppogrubienie"/>
        </w:rPr>
        <w:t>.</w:t>
      </w:r>
      <w:r w:rsidRPr="00B06B40">
        <w:t xml:space="preserve"> </w:t>
      </w:r>
      <w:r w:rsidRPr="00C95549">
        <w:t xml:space="preserve">Postępowanie przed sądem </w:t>
      </w:r>
      <w:r w:rsidR="008205D6">
        <w:t>dyscyplinarnym</w:t>
      </w:r>
      <w:r w:rsidRPr="00C95549">
        <w:t xml:space="preserve"> zakończone prawomocnym orzeczeniem można wznowić w wypadku uchylenia lub istotnej zmiany treści prawomocnego wyroku lub orzeczenia, z powodu którego to postępowanie zostało umorzone.</w:t>
      </w:r>
    </w:p>
    <w:p w14:paraId="5F29D39F" w14:textId="3845A681" w:rsidR="00C95549" w:rsidRPr="00C95549" w:rsidRDefault="00C95549" w:rsidP="00864F49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3</w:t>
      </w:r>
      <w:r w:rsidRPr="00C95549">
        <w:rPr>
          <w:rStyle w:val="Ppogrubienie"/>
        </w:rPr>
        <w:t>.</w:t>
      </w:r>
      <w:r w:rsidRPr="00C95549">
        <w:t xml:space="preserve"> 1. Wznowienie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Pr="00C95549">
        <w:t>może nastąpić na wniosek strony lub z urzędu.</w:t>
      </w:r>
    </w:p>
    <w:p w14:paraId="002F8FFF" w14:textId="77777777" w:rsidR="00C95549" w:rsidRPr="00C95549" w:rsidRDefault="00C95549" w:rsidP="00C95549">
      <w:pPr>
        <w:pStyle w:val="USTustnpkodeksu"/>
      </w:pPr>
      <w:r w:rsidRPr="00C95549">
        <w:t>2. Postępowanie wznawia się z urzędu tylko w razie ujawnienia się jednego z uchybień wymienionych w art. 439 § 1 ustawy z dnia 6 czerwca 1997 r. – Kodeks postępowania karnego.</w:t>
      </w:r>
    </w:p>
    <w:p w14:paraId="38E6FF97" w14:textId="01F7E6F7" w:rsidR="00C95549" w:rsidRPr="00C95549" w:rsidRDefault="00C95549" w:rsidP="00C95549">
      <w:pPr>
        <w:pStyle w:val="USTustnpkodeksu"/>
      </w:pPr>
      <w:r w:rsidRPr="00C95549">
        <w:t>3. Wznowienie postępowania nie może nastąpić z przyczyn</w:t>
      </w:r>
      <w:r w:rsidR="005570D7">
        <w:t xml:space="preserve">, o których mowa </w:t>
      </w:r>
      <w:r w:rsidRPr="00C95549">
        <w:t>w ust. 2, jeżeli były one przedmiotem rozpoznania w trybie kasacji.</w:t>
      </w:r>
    </w:p>
    <w:p w14:paraId="11C17FF7" w14:textId="4BA3B517" w:rsidR="00C95549" w:rsidRPr="00C95549" w:rsidRDefault="00C95549" w:rsidP="00C95549">
      <w:pPr>
        <w:pStyle w:val="USTustnpkodeksu"/>
      </w:pPr>
      <w:r w:rsidRPr="00C95549">
        <w:t>4. Niedopuszczalne jest wznowienie postępowania z urzędu na niekorzyść obwinionego po upływie 6 miesięcy od dnia uprawomocnienia się orzeczenia.</w:t>
      </w:r>
    </w:p>
    <w:p w14:paraId="42A833D2" w14:textId="64AE02C4" w:rsidR="00C95549" w:rsidRDefault="00C95549" w:rsidP="00864F49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4</w:t>
      </w:r>
      <w:r w:rsidRPr="00C95549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C95549">
        <w:t xml:space="preserve">1. W sprawie wznowienia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Pr="00C95549">
        <w:t xml:space="preserve">zakończonego prawomocnym orzeczeniem </w:t>
      </w:r>
      <w:bookmarkStart w:id="346" w:name="_Hlk182472417"/>
      <w:r w:rsidR="00E6321A">
        <w:t>regionalnego</w:t>
      </w:r>
      <w:r w:rsidR="0026337A">
        <w:t xml:space="preserve"> </w:t>
      </w:r>
      <w:r w:rsidR="00E6321A">
        <w:t>s</w:t>
      </w:r>
      <w:r w:rsidRPr="00C95549">
        <w:t xml:space="preserve">ądu </w:t>
      </w:r>
      <w:r w:rsidR="00E6321A">
        <w:t>d</w:t>
      </w:r>
      <w:r w:rsidRPr="00C95549">
        <w:t xml:space="preserve">yscyplinarnego lub </w:t>
      </w:r>
      <w:r w:rsidR="00AB517C">
        <w:t>Krajowego</w:t>
      </w:r>
      <w:r w:rsidRPr="00C95549">
        <w:t xml:space="preserve"> Sądu Dyscyplinarnego </w:t>
      </w:r>
      <w:bookmarkEnd w:id="346"/>
      <w:r w:rsidRPr="00C95549">
        <w:t xml:space="preserve">orzeka w innym składzie sąd </w:t>
      </w:r>
      <w:r w:rsidR="008205D6">
        <w:t>dyscyplinarny</w:t>
      </w:r>
      <w:r w:rsidRPr="00C95549">
        <w:t>, który wydał orzeczenie kończące prawomocnie postępowanie.</w:t>
      </w:r>
    </w:p>
    <w:p w14:paraId="1D25EEA6" w14:textId="02AD009C" w:rsidR="00C95549" w:rsidRDefault="00C95549" w:rsidP="00C95549">
      <w:pPr>
        <w:pStyle w:val="USTustnpkodeksu"/>
      </w:pPr>
      <w:r w:rsidRPr="00C95549">
        <w:t xml:space="preserve">2. W kwestii wznowienia postępowania sąd </w:t>
      </w:r>
      <w:r w:rsidR="008205D6">
        <w:t>dyscyplinarny</w:t>
      </w:r>
      <w:r w:rsidRPr="00C95549">
        <w:t xml:space="preserve"> orzeka na posiedzeniu bez udziału stron, chyba że przewodniczący </w:t>
      </w:r>
      <w:r w:rsidR="001246E1">
        <w:t>składu orzekającego</w:t>
      </w:r>
      <w:r w:rsidR="001246E1" w:rsidRPr="00C95549">
        <w:t xml:space="preserve"> </w:t>
      </w:r>
      <w:r w:rsidRPr="00C95549">
        <w:t>lub sąd postanowi inaczej</w:t>
      </w:r>
      <w:r>
        <w:t>.</w:t>
      </w:r>
    </w:p>
    <w:p w14:paraId="0290FEC7" w14:textId="22AB2220" w:rsidR="00C95549" w:rsidRDefault="00C95549" w:rsidP="00B07753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5</w:t>
      </w:r>
      <w:r w:rsidRPr="00C95549">
        <w:rPr>
          <w:rStyle w:val="Ppogrubienie"/>
        </w:rPr>
        <w:t xml:space="preserve">. </w:t>
      </w:r>
      <w:r w:rsidRPr="00C95549">
        <w:t xml:space="preserve">Wniosek o wznowienie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Pr="00C95549">
        <w:t>sporządza i podpisuje adwokat lub radca prawny. Do wniosku dołącza się odpowiednią liczbę jego odpisów dla stron postępowania.</w:t>
      </w:r>
    </w:p>
    <w:p w14:paraId="517145AC" w14:textId="2D70EC47" w:rsidR="00C95549" w:rsidRPr="00C95549" w:rsidRDefault="00C95549" w:rsidP="00864F49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6</w:t>
      </w:r>
      <w:r w:rsidRPr="00C95549">
        <w:rPr>
          <w:rStyle w:val="Ppogrubienie"/>
        </w:rPr>
        <w:t xml:space="preserve">. </w:t>
      </w:r>
      <w:r w:rsidRPr="00C95549">
        <w:t xml:space="preserve">1. Na postanowienie oddalające wniosek o wznowienie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Pr="00C95549">
        <w:t xml:space="preserve">lub pozostawiające go bez rozpoznania przysługuje zażalenie do </w:t>
      </w:r>
      <w:r w:rsidR="00AB517C">
        <w:t>Krajowego</w:t>
      </w:r>
      <w:r w:rsidRPr="00C95549">
        <w:t xml:space="preserve"> Sądu Dyscyplinarnego w terminie 14 dni od </w:t>
      </w:r>
      <w:r w:rsidRPr="00C95549">
        <w:lastRenderedPageBreak/>
        <w:t xml:space="preserve">dnia doręczenia postanowienia, z tym że zażalenie na postanowienie </w:t>
      </w:r>
      <w:r w:rsidR="00AB517C">
        <w:t>Krajowego</w:t>
      </w:r>
      <w:r w:rsidRPr="00C95549">
        <w:t xml:space="preserve"> Sądu Dyscyplinarnego rozpoznaje ten sąd w innym składzie.</w:t>
      </w:r>
    </w:p>
    <w:p w14:paraId="7292731C" w14:textId="2F4F7C3A" w:rsidR="00C95549" w:rsidRPr="00C95549" w:rsidRDefault="00C95549" w:rsidP="00C95549">
      <w:pPr>
        <w:pStyle w:val="USTustnpkodeksu"/>
      </w:pPr>
      <w:r w:rsidRPr="00C95549">
        <w:t>2. Orzekając o wznowieniu postępowania</w:t>
      </w:r>
      <w:r w:rsidR="00021CFF">
        <w:t xml:space="preserve"> w przedmiocie odpowiedzialności </w:t>
      </w:r>
      <w:r w:rsidR="00021CFF" w:rsidRPr="00865283">
        <w:t>dyscyplinarne</w:t>
      </w:r>
      <w:r w:rsidR="00021CFF">
        <w:t>j psychologów</w:t>
      </w:r>
      <w:r w:rsidRPr="00C95549">
        <w:t xml:space="preserve">, </w:t>
      </w:r>
      <w:r w:rsidR="00AB517C">
        <w:t>regionalny s</w:t>
      </w:r>
      <w:r w:rsidRPr="00C95549">
        <w:t xml:space="preserve">ąd </w:t>
      </w:r>
      <w:r w:rsidR="00AB517C">
        <w:t>d</w:t>
      </w:r>
      <w:r w:rsidRPr="00C95549">
        <w:t xml:space="preserve">yscyplinarny uchyla zaskarżone orzeczenie i ponownie rozpatruje sprawę w innym składzie, a </w:t>
      </w:r>
      <w:r w:rsidR="00AB517C">
        <w:t>Krajowy</w:t>
      </w:r>
      <w:r w:rsidR="0026337A">
        <w:t xml:space="preserve"> </w:t>
      </w:r>
      <w:r w:rsidRPr="00C95549">
        <w:t xml:space="preserve">Sąd Dyscyplinarny uchyla zaskarżone orzeczenie i przekazuje sprawę </w:t>
      </w:r>
      <w:r w:rsidR="00AB517C">
        <w:t>regionalnemu s</w:t>
      </w:r>
      <w:r w:rsidRPr="00C95549">
        <w:t xml:space="preserve">ądowi </w:t>
      </w:r>
      <w:r w:rsidR="00AB517C">
        <w:t>d</w:t>
      </w:r>
      <w:r w:rsidRPr="00C95549">
        <w:t xml:space="preserve">yscyplinarnemu do ponownego rozpoznania. Od orzeczenia o wznowieniu postępowania </w:t>
      </w:r>
      <w:r w:rsidR="00021CFF">
        <w:t xml:space="preserve">w przedmiocie odpowiedzialności </w:t>
      </w:r>
      <w:r w:rsidR="00021CFF" w:rsidRPr="00865283">
        <w:t>dyscyplinarne</w:t>
      </w:r>
      <w:r w:rsidR="00021CFF">
        <w:t>j psychologów</w:t>
      </w:r>
      <w:r w:rsidR="00021CFF" w:rsidRPr="00865283">
        <w:t xml:space="preserve"> </w:t>
      </w:r>
      <w:r w:rsidRPr="00C95549">
        <w:t>środek odwoławczy nie przysługuje.</w:t>
      </w:r>
    </w:p>
    <w:p w14:paraId="2E294DF6" w14:textId="78208C1B" w:rsidR="00C95549" w:rsidRDefault="00C95549" w:rsidP="00C95549">
      <w:pPr>
        <w:pStyle w:val="USTustnpkodeksu"/>
      </w:pPr>
      <w:r w:rsidRPr="00C95549">
        <w:t xml:space="preserve">3. Uchylając zaskarżone orzeczenie, </w:t>
      </w:r>
      <w:r w:rsidR="00AB517C">
        <w:t>regionalny s</w:t>
      </w:r>
      <w:r w:rsidRPr="00C95549">
        <w:t xml:space="preserve">ąd </w:t>
      </w:r>
      <w:r w:rsidR="00AB517C">
        <w:t>d</w:t>
      </w:r>
      <w:r w:rsidRPr="00C95549">
        <w:t>yscyplinarny może uniewinnić obwinionego, jeżeli nowe fakty lub dowody wskazują na to, że orzeczenie to jest oczywiście niesłuszne, albo umorzyć postępowanie</w:t>
      </w:r>
      <w:r w:rsidR="00021CFF">
        <w:t xml:space="preserve"> w przedmiocie odpowiedzialności </w:t>
      </w:r>
      <w:r w:rsidR="00021CFF" w:rsidRPr="00865283">
        <w:t>dyscyplinarne</w:t>
      </w:r>
      <w:r w:rsidR="00021CFF">
        <w:t>j psychologów</w:t>
      </w:r>
      <w:r w:rsidRPr="00C95549">
        <w:t>.</w:t>
      </w:r>
    </w:p>
    <w:p w14:paraId="70FA3A06" w14:textId="37A51225" w:rsidR="00C95549" w:rsidRDefault="00C95549" w:rsidP="00864F49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7</w:t>
      </w:r>
      <w:r w:rsidRPr="00C95549">
        <w:rPr>
          <w:rStyle w:val="Ppogrubienie"/>
        </w:rPr>
        <w:t xml:space="preserve">. </w:t>
      </w:r>
      <w:r w:rsidRPr="00C95549">
        <w:t xml:space="preserve">1. Psychologowi, który w wyniku wznowienia postępowania w przedmiocie odpowiedzialności </w:t>
      </w:r>
      <w:r w:rsidR="00512166">
        <w:t>dyscyplinarnej</w:t>
      </w:r>
      <w:r w:rsidRPr="00C95549">
        <w:t xml:space="preserve"> psychologów lub kasacji został uniewinniony, przysługuje odszkodowanie za poniesioną szkodę oraz zadośćuczynienie za doznaną krzywdę na skutek wykonania względem niego w całości lub w części kary, która została zmieniona albo uchylona w wyniku wznowienia postępowania lub kasacji</w:t>
      </w:r>
      <w:r w:rsidR="002125C4">
        <w:t>.</w:t>
      </w:r>
    </w:p>
    <w:p w14:paraId="3759108E" w14:textId="6FB8FC3E" w:rsidR="00C95549" w:rsidRDefault="00C95549" w:rsidP="00C95549">
      <w:pPr>
        <w:pStyle w:val="USTustnpkodeksu"/>
      </w:pPr>
      <w:r w:rsidRPr="00C95549">
        <w:t>2. Roszczenia</w:t>
      </w:r>
      <w:r w:rsidRPr="00C95549">
        <w:tab/>
        <w:t>przysługują</w:t>
      </w:r>
      <w:r w:rsidR="00AB517C">
        <w:t xml:space="preserve"> </w:t>
      </w:r>
      <w:r w:rsidRPr="00C95549">
        <w:t>w stosunku</w:t>
      </w:r>
      <w:r w:rsidR="00AB517C">
        <w:t xml:space="preserve"> </w:t>
      </w:r>
      <w:r w:rsidRPr="00C95549">
        <w:t>do</w:t>
      </w:r>
      <w:r w:rsidR="00AB517C">
        <w:t xml:space="preserve"> </w:t>
      </w:r>
      <w:r w:rsidRPr="00C95549">
        <w:t>Krajowej</w:t>
      </w:r>
      <w:r w:rsidR="00AB517C">
        <w:t xml:space="preserve"> </w:t>
      </w:r>
      <w:r w:rsidRPr="00C95549">
        <w:t>Izby</w:t>
      </w:r>
      <w:r w:rsidR="002125C4">
        <w:t>.</w:t>
      </w:r>
    </w:p>
    <w:p w14:paraId="2C605D32" w14:textId="0B1996C0" w:rsidR="00C95549" w:rsidRDefault="00C95549" w:rsidP="00C95549">
      <w:pPr>
        <w:pStyle w:val="USTustnpkodeksu"/>
      </w:pPr>
      <w:r w:rsidRPr="00C95549">
        <w:t>3. W sprawach roszczeń orzeka sąd powszechny.</w:t>
      </w:r>
    </w:p>
    <w:p w14:paraId="41E6C1A2" w14:textId="776C1988" w:rsidR="00C95549" w:rsidRDefault="00C95549" w:rsidP="00C95549">
      <w:pPr>
        <w:pStyle w:val="USTustnpkodeksu"/>
      </w:pPr>
      <w:r w:rsidRPr="00C95549">
        <w:t xml:space="preserve">4. Roszczenia ulegają przedawnieniu z upływem roku od dnia uprawomocnienia się orzeczenia wydanego w wyniku wznowienia postępowania </w:t>
      </w:r>
      <w:r w:rsidR="00301367">
        <w:t xml:space="preserve">w przedmiocie odpowiedzialności </w:t>
      </w:r>
      <w:r w:rsidR="00301367" w:rsidRPr="00865283">
        <w:t>dyscyplinarne</w:t>
      </w:r>
      <w:r w:rsidR="00301367">
        <w:t>j psychologów</w:t>
      </w:r>
      <w:r w:rsidR="00301367" w:rsidRPr="00865283">
        <w:t xml:space="preserve"> </w:t>
      </w:r>
      <w:r w:rsidRPr="00C95549">
        <w:t>lub kasacji.</w:t>
      </w:r>
    </w:p>
    <w:p w14:paraId="07C269E4" w14:textId="41FD0743" w:rsidR="00C95549" w:rsidRDefault="00C95549" w:rsidP="00757573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8</w:t>
      </w:r>
      <w:r w:rsidRPr="00C95549">
        <w:rPr>
          <w:rStyle w:val="Ppogrubienie"/>
        </w:rPr>
        <w:t xml:space="preserve">. </w:t>
      </w:r>
      <w:r w:rsidR="006E2195" w:rsidRPr="006E2195">
        <w:rPr>
          <w:rStyle w:val="Ppogrubienie"/>
          <w:b w:val="0"/>
          <w:bCs/>
        </w:rPr>
        <w:t>1.</w:t>
      </w:r>
      <w:r w:rsidR="006E2195">
        <w:rPr>
          <w:rStyle w:val="Ppogrubienie"/>
        </w:rPr>
        <w:t xml:space="preserve"> </w:t>
      </w:r>
      <w:r w:rsidRPr="00C95549">
        <w:t>Prawomocne</w:t>
      </w:r>
      <w:r w:rsidR="00A00C2F">
        <w:t xml:space="preserve"> </w:t>
      </w:r>
      <w:r w:rsidRPr="00C95549">
        <w:t>orzeczenie</w:t>
      </w:r>
      <w:r w:rsidR="00A00C2F">
        <w:t xml:space="preserve"> </w:t>
      </w:r>
      <w:r w:rsidRPr="00C95549">
        <w:t>sądu</w:t>
      </w:r>
      <w:r w:rsidR="00A00C2F">
        <w:t xml:space="preserve"> </w:t>
      </w:r>
      <w:r w:rsidR="008205D6">
        <w:t>dyscyplinarnego</w:t>
      </w:r>
      <w:r w:rsidR="00A00C2F">
        <w:t xml:space="preserve"> </w:t>
      </w:r>
      <w:r w:rsidRPr="00C95549">
        <w:t>przewodniczący</w:t>
      </w:r>
      <w:r w:rsidR="00A00C2F">
        <w:t xml:space="preserve"> </w:t>
      </w:r>
      <w:r w:rsidR="00732444">
        <w:t>składu orzekającego</w:t>
      </w:r>
      <w:r w:rsidR="00A00C2F">
        <w:t xml:space="preserve"> </w:t>
      </w:r>
      <w:r w:rsidRPr="00C95549">
        <w:t>doręcza</w:t>
      </w:r>
      <w:r w:rsidR="00425658">
        <w:t xml:space="preserve"> w terminie 7 dni od jego uprawomocnienia</w:t>
      </w:r>
      <w:r w:rsidRPr="00C95549">
        <w:t>:</w:t>
      </w:r>
    </w:p>
    <w:p w14:paraId="670B8FB2" w14:textId="1788CED0" w:rsidR="00C95549" w:rsidRDefault="00C95549" w:rsidP="00757573">
      <w:pPr>
        <w:pStyle w:val="PKTpunkt"/>
      </w:pPr>
      <w:r w:rsidRPr="00C95549">
        <w:t>1)</w:t>
      </w:r>
      <w:r w:rsidR="00757573">
        <w:t xml:space="preserve"> </w:t>
      </w:r>
      <w:r w:rsidRPr="00C95549">
        <w:t xml:space="preserve">Prezesowi </w:t>
      </w:r>
      <w:r w:rsidR="000D1D6C">
        <w:t>właściwej regionalnej rad</w:t>
      </w:r>
      <w:r w:rsidR="000C59E6">
        <w:t>y</w:t>
      </w:r>
      <w:r w:rsidRPr="00C95549">
        <w:t xml:space="preserve"> do wykonania</w:t>
      </w:r>
      <w:r w:rsidR="00B10C11">
        <w:t>,</w:t>
      </w:r>
      <w:r w:rsidR="00D002C5">
        <w:t xml:space="preserve"> w szczególności w zakresie aktualizacji wpisu do Rejestru oraz wyegzekwowania orzeczonych kar i obowiązków</w:t>
      </w:r>
      <w:r w:rsidRPr="00C95549">
        <w:t>;</w:t>
      </w:r>
    </w:p>
    <w:p w14:paraId="2A09A625" w14:textId="2779D3AA" w:rsidR="00C95549" w:rsidRDefault="00C95549" w:rsidP="00757573">
      <w:pPr>
        <w:pStyle w:val="PKTpunkt"/>
      </w:pPr>
      <w:r w:rsidRPr="00C95549">
        <w:t>2)</w:t>
      </w:r>
      <w:r w:rsidR="00757573">
        <w:t xml:space="preserve"> </w:t>
      </w:r>
      <w:r w:rsidRPr="00C95549">
        <w:t xml:space="preserve">stronom i ministrowi właściwemu do spraw </w:t>
      </w:r>
      <w:r>
        <w:t>pracy</w:t>
      </w:r>
      <w:r w:rsidRPr="00C95549">
        <w:t>.</w:t>
      </w:r>
    </w:p>
    <w:p w14:paraId="07B9DD61" w14:textId="6D48724E" w:rsidR="00E64331" w:rsidRDefault="006E2195" w:rsidP="006E2195">
      <w:pPr>
        <w:pStyle w:val="USTustnpkodeksu"/>
      </w:pPr>
      <w:r>
        <w:t xml:space="preserve">2. </w:t>
      </w:r>
      <w:r w:rsidRPr="006E2195">
        <w:t xml:space="preserve">Niezwłocznie po uprawomocnieniu się orzeczenia, </w:t>
      </w:r>
      <w:r>
        <w:t>w</w:t>
      </w:r>
      <w:r w:rsidRPr="006E2195">
        <w:t xml:space="preserve"> którym </w:t>
      </w:r>
      <w:r>
        <w:t>sąd dyscyplinarny orzekł karę, o której mowa w art. 94 ust 1 pkt 4 – 6</w:t>
      </w:r>
      <w:r w:rsidRPr="006E2195">
        <w:t xml:space="preserve">, </w:t>
      </w:r>
      <w:r>
        <w:t>przewodniczący składu orzekającego</w:t>
      </w:r>
      <w:r w:rsidRPr="006E2195">
        <w:t xml:space="preserve"> zawiadamia o jego wydaniu każdy podmiot, w którym psycholog jest zatrudniony</w:t>
      </w:r>
      <w:r>
        <w:t>.</w:t>
      </w:r>
    </w:p>
    <w:p w14:paraId="58AFDA4F" w14:textId="5FB93D30" w:rsidR="00FD1C5A" w:rsidRDefault="00C95549" w:rsidP="00864F49">
      <w:pPr>
        <w:pStyle w:val="ARTartustawynprozporzdzenia"/>
      </w:pPr>
      <w:r w:rsidRPr="00C95549">
        <w:rPr>
          <w:rStyle w:val="Ppogrubienie"/>
        </w:rPr>
        <w:t>Art. 11</w:t>
      </w:r>
      <w:r>
        <w:rPr>
          <w:rStyle w:val="Ppogrubienie"/>
        </w:rPr>
        <w:t>9</w:t>
      </w:r>
      <w:r w:rsidRPr="00C95549">
        <w:rPr>
          <w:rStyle w:val="Ppogrubienie"/>
        </w:rPr>
        <w:t xml:space="preserve">. </w:t>
      </w:r>
      <w:r w:rsidRPr="00C95549">
        <w:t>1. Psycholog zawieszony w prawie wykonywania zawodu nie może wykonywać tego zawodu w żadnej formie.</w:t>
      </w:r>
    </w:p>
    <w:p w14:paraId="5C16C676" w14:textId="1E645398" w:rsidR="00C95549" w:rsidRDefault="00C95549" w:rsidP="00C95549">
      <w:pPr>
        <w:pStyle w:val="USTustnpkodeksu"/>
      </w:pPr>
      <w:r w:rsidRPr="00C95549">
        <w:lastRenderedPageBreak/>
        <w:t>2. Prawomocne orzeczenie kary</w:t>
      </w:r>
      <w:r w:rsidR="00F849FB">
        <w:t>, o której mowa</w:t>
      </w:r>
      <w:r w:rsidRPr="00C95549">
        <w:t xml:space="preserve"> w art. </w:t>
      </w:r>
      <w:r w:rsidR="00FD1C5A">
        <w:t>94</w:t>
      </w:r>
      <w:r w:rsidRPr="00C95549">
        <w:t xml:space="preserve"> ust. 1 pkt 5 albo 6</w:t>
      </w:r>
      <w:r w:rsidR="00F849FB">
        <w:t>,</w:t>
      </w:r>
      <w:r w:rsidRPr="00C95549">
        <w:t xml:space="preserve"> stanowi podstawę do rozwiązania bez wypowiedzenia umowy o pracę, umowy cywilnoprawnej, stosunku służbowego albo porozumienia o wolontariacie, na podstawie których psycholog wykonuje zawód.</w:t>
      </w:r>
    </w:p>
    <w:p w14:paraId="32F755AA" w14:textId="606D42A9" w:rsidR="00FD1C5A" w:rsidRDefault="00FD1C5A" w:rsidP="00864F49">
      <w:pPr>
        <w:pStyle w:val="ARTartustawynprozporzdzenia"/>
      </w:pPr>
      <w:r w:rsidRPr="00FD1C5A">
        <w:rPr>
          <w:rStyle w:val="Ppogrubienie"/>
        </w:rPr>
        <w:t>Art. 1</w:t>
      </w:r>
      <w:r>
        <w:rPr>
          <w:rStyle w:val="Ppogrubienie"/>
        </w:rPr>
        <w:t>20</w:t>
      </w:r>
      <w:r w:rsidRPr="00FD1C5A">
        <w:rPr>
          <w:rStyle w:val="Ppogrubienie"/>
        </w:rPr>
        <w:t xml:space="preserve">. </w:t>
      </w:r>
      <w:r w:rsidRPr="00FD1C5A">
        <w:t xml:space="preserve">Na wniosek obwinionego prawomocne orzeczenie uniewinniające go w sprawach z zakresu odpowiedzialności </w:t>
      </w:r>
      <w:r w:rsidR="00512166">
        <w:t>dyscyplinarnej</w:t>
      </w:r>
      <w:r w:rsidRPr="00FD1C5A">
        <w:t xml:space="preserve"> psychologa podlega opublikowaniu.</w:t>
      </w:r>
    </w:p>
    <w:p w14:paraId="28A83717" w14:textId="34A7E349" w:rsidR="00C95549" w:rsidRDefault="00FD1C5A" w:rsidP="00864F49">
      <w:pPr>
        <w:pStyle w:val="ARTartustawynprozporzdzenia"/>
      </w:pPr>
      <w:r w:rsidRPr="00FD1C5A">
        <w:rPr>
          <w:rStyle w:val="Ppogrubienie"/>
        </w:rPr>
        <w:t>Art. 12</w:t>
      </w:r>
      <w:r>
        <w:rPr>
          <w:rStyle w:val="Ppogrubienie"/>
        </w:rPr>
        <w:t>1</w:t>
      </w:r>
      <w:r w:rsidRPr="00FD1C5A">
        <w:rPr>
          <w:rStyle w:val="Ppogrubienie"/>
        </w:rPr>
        <w:t xml:space="preserve">. </w:t>
      </w:r>
      <w:r w:rsidRPr="00FD1C5A">
        <w:t xml:space="preserve">Orzeczenie </w:t>
      </w:r>
      <w:bookmarkStart w:id="347" w:name="_Hlk180056046"/>
      <w:r w:rsidRPr="00FD1C5A">
        <w:t xml:space="preserve">kary pozbawienia </w:t>
      </w:r>
      <w:r w:rsidR="00A00C2F">
        <w:t>prawa</w:t>
      </w:r>
      <w:r w:rsidRPr="00FD1C5A">
        <w:t xml:space="preserve"> do wykonywania zawodu psychologa powoduje skreślenie z Rejestru bez prawa ubiegania się o ponowny wpis do </w:t>
      </w:r>
      <w:r w:rsidR="00A00C2F">
        <w:t>R</w:t>
      </w:r>
      <w:r w:rsidRPr="00FD1C5A">
        <w:t xml:space="preserve">ejestru przez okres 10 lat od dnia uprawomocnienia się orzeczenia o karze pozbawienia </w:t>
      </w:r>
      <w:r w:rsidR="00A00C2F">
        <w:t>prawa d</w:t>
      </w:r>
      <w:r w:rsidRPr="00FD1C5A">
        <w:t>o wykonywania zawodu psychologa</w:t>
      </w:r>
      <w:bookmarkEnd w:id="347"/>
      <w:r w:rsidRPr="00FD1C5A">
        <w:t>.</w:t>
      </w:r>
    </w:p>
    <w:p w14:paraId="33648EDD" w14:textId="105EEFFF" w:rsidR="00FD1C5A" w:rsidRDefault="00FD1C5A" w:rsidP="00864F49">
      <w:pPr>
        <w:pStyle w:val="ARTartustawynprozporzdzenia"/>
      </w:pPr>
      <w:r w:rsidRPr="00FD1C5A">
        <w:rPr>
          <w:rStyle w:val="Ppogrubienie"/>
        </w:rPr>
        <w:t>Art. 12</w:t>
      </w:r>
      <w:r>
        <w:rPr>
          <w:rStyle w:val="Ppogrubienie"/>
        </w:rPr>
        <w:t>2</w:t>
      </w:r>
      <w:r w:rsidRPr="00FD1C5A">
        <w:rPr>
          <w:rStyle w:val="Ppogrubienie"/>
        </w:rPr>
        <w:t xml:space="preserve">. </w:t>
      </w:r>
      <w:r w:rsidRPr="00FD1C5A">
        <w:t xml:space="preserve">1. Krajowa Rada prowadzi Rejestr Ukaranych Psychologów, w którym dokonuje się wpisu o ukaraniu. </w:t>
      </w:r>
    </w:p>
    <w:p w14:paraId="2EA804FB" w14:textId="2529C92E" w:rsidR="00FD1C5A" w:rsidRDefault="00FD1C5A" w:rsidP="00C95549">
      <w:pPr>
        <w:pStyle w:val="USTustnpkodeksu"/>
      </w:pPr>
      <w:r>
        <w:t xml:space="preserve">2. </w:t>
      </w:r>
      <w:r w:rsidRPr="00FD1C5A">
        <w:t>Wpis o ukaraniu</w:t>
      </w:r>
      <w:r w:rsidR="00D838A5">
        <w:t xml:space="preserve"> </w:t>
      </w:r>
      <w:r w:rsidRPr="00FD1C5A">
        <w:t>zawiera:</w:t>
      </w:r>
    </w:p>
    <w:p w14:paraId="223CBEBE" w14:textId="6CE7DFEA" w:rsidR="00FD1C5A" w:rsidRDefault="00FD1C5A" w:rsidP="00475F10">
      <w:pPr>
        <w:pStyle w:val="PKTpunkt"/>
      </w:pPr>
      <w:r w:rsidRPr="00FD1C5A">
        <w:t>1) numer wpisu;</w:t>
      </w:r>
    </w:p>
    <w:p w14:paraId="14B34639" w14:textId="16861483" w:rsidR="00FD1C5A" w:rsidRDefault="00FD1C5A" w:rsidP="00475F10">
      <w:pPr>
        <w:pStyle w:val="PKTpunkt"/>
      </w:pPr>
      <w:r w:rsidRPr="00FD1C5A">
        <w:t>2) datę wpisu;</w:t>
      </w:r>
    </w:p>
    <w:p w14:paraId="6F275077" w14:textId="30CDACD9" w:rsidR="00FD1C5A" w:rsidRDefault="00FD1C5A" w:rsidP="00475F10">
      <w:pPr>
        <w:pStyle w:val="PKTpunkt"/>
      </w:pPr>
      <w:r w:rsidRPr="00FD1C5A">
        <w:t>3) imię (imiona) i nazwisko ukaranego psychologa;</w:t>
      </w:r>
    </w:p>
    <w:p w14:paraId="23A262ED" w14:textId="5D6CD0B4" w:rsidR="00FD1C5A" w:rsidRDefault="00FD1C5A" w:rsidP="00475F10">
      <w:pPr>
        <w:pStyle w:val="PKTpunkt"/>
      </w:pPr>
      <w:r w:rsidRPr="00FD1C5A">
        <w:t>4) numer z Rejestru ukaranego psychologa;</w:t>
      </w:r>
    </w:p>
    <w:p w14:paraId="20EE6BF4" w14:textId="230C5DBA" w:rsidR="00FD1C5A" w:rsidRDefault="00FD1C5A" w:rsidP="00475F10">
      <w:pPr>
        <w:pStyle w:val="PKTpunkt"/>
      </w:pPr>
      <w:r w:rsidRPr="00FD1C5A">
        <w:t>5)</w:t>
      </w:r>
      <w:r>
        <w:t xml:space="preserve"> </w:t>
      </w:r>
      <w:r w:rsidRPr="00FD1C5A">
        <w:t xml:space="preserve">oznaczenie sądu </w:t>
      </w:r>
      <w:r w:rsidR="008205D6">
        <w:t>dyscyplinarnego</w:t>
      </w:r>
      <w:r w:rsidRPr="00FD1C5A">
        <w:t xml:space="preserve"> wydającego orzeczenie i jego datę;</w:t>
      </w:r>
    </w:p>
    <w:p w14:paraId="02E9746F" w14:textId="457C3676" w:rsidR="00FD1C5A" w:rsidRDefault="00FD1C5A" w:rsidP="00475F10">
      <w:pPr>
        <w:pStyle w:val="PKTpunkt"/>
      </w:pPr>
      <w:r w:rsidRPr="00FD1C5A">
        <w:t>6) rodzaj orzeczonej kary;</w:t>
      </w:r>
    </w:p>
    <w:p w14:paraId="6D777C12" w14:textId="7716BE86" w:rsidR="00FD1C5A" w:rsidRDefault="00F9292C" w:rsidP="00475F10">
      <w:pPr>
        <w:pStyle w:val="PKTpunkt"/>
      </w:pPr>
      <w:r>
        <w:t>7</w:t>
      </w:r>
      <w:r w:rsidR="00FD1C5A" w:rsidRPr="00FD1C5A">
        <w:t>) datę wykonania kary;</w:t>
      </w:r>
      <w:r w:rsidR="00B74C71">
        <w:t>8</w:t>
      </w:r>
      <w:r w:rsidR="00FD1C5A" w:rsidRPr="00FD1C5A">
        <w:t xml:space="preserve">) adnotacje o postanowieniu wydanym w trybie art. </w:t>
      </w:r>
      <w:r w:rsidR="00FD1C5A">
        <w:t>87</w:t>
      </w:r>
      <w:r w:rsidR="00B74C71">
        <w:t>;</w:t>
      </w:r>
    </w:p>
    <w:p w14:paraId="0A69E8EE" w14:textId="76AC7132" w:rsidR="005D6663" w:rsidRDefault="00B74C71" w:rsidP="00B74C71">
      <w:pPr>
        <w:pStyle w:val="PKTpunkt"/>
      </w:pPr>
      <w:r>
        <w:t>9) datę zatarcia kary.</w:t>
      </w:r>
    </w:p>
    <w:p w14:paraId="77A7CA92" w14:textId="715AC1A2" w:rsidR="00D838A5" w:rsidRPr="00D838A5" w:rsidRDefault="00D838A5" w:rsidP="00D838A5">
      <w:pPr>
        <w:pStyle w:val="ARTartustawynprozporzdzenia"/>
      </w:pPr>
      <w:r>
        <w:t xml:space="preserve">3. </w:t>
      </w:r>
      <w:r w:rsidRPr="00D838A5">
        <w:t>Dane, o których mowa w ust. 2, są udostępniane na wniosek sądu, organów ścigania, organu administracji rządowej – w zakresie niezbędnym do realizacji zadań ustawowych.</w:t>
      </w:r>
    </w:p>
    <w:p w14:paraId="70EEBFF1" w14:textId="733A0BDE" w:rsidR="00FD1C5A" w:rsidRDefault="00FD1C5A" w:rsidP="00864F49">
      <w:pPr>
        <w:pStyle w:val="ARTartustawynprozporzdzenia"/>
      </w:pPr>
      <w:r w:rsidRPr="00FD1C5A">
        <w:rPr>
          <w:rStyle w:val="Ppogrubienie"/>
        </w:rPr>
        <w:t xml:space="preserve">Art. </w:t>
      </w:r>
      <w:r w:rsidR="00DE79C5" w:rsidRPr="00FD1C5A">
        <w:rPr>
          <w:rStyle w:val="Ppogrubienie"/>
        </w:rPr>
        <w:t>12</w:t>
      </w:r>
      <w:r w:rsidR="00DE79C5">
        <w:rPr>
          <w:rStyle w:val="Ppogrubienie"/>
        </w:rPr>
        <w:t>3</w:t>
      </w:r>
      <w:r w:rsidRPr="00FD1C5A">
        <w:rPr>
          <w:rStyle w:val="Ppogrubienie"/>
        </w:rPr>
        <w:t xml:space="preserve">. </w:t>
      </w:r>
      <w:r w:rsidRPr="00FD1C5A">
        <w:t>1.</w:t>
      </w:r>
      <w:r>
        <w:t xml:space="preserve"> </w:t>
      </w:r>
      <w:r w:rsidRPr="00FD1C5A">
        <w:t>Zatarcie kary następuje z urzędu, w przypadku ukarania karą określoną w:</w:t>
      </w:r>
    </w:p>
    <w:p w14:paraId="1DD094CE" w14:textId="3C090A1D" w:rsidR="00FD1C5A" w:rsidRDefault="00FD1C5A" w:rsidP="00475F10">
      <w:pPr>
        <w:pStyle w:val="PKTpunkt"/>
      </w:pPr>
      <w:r>
        <w:t xml:space="preserve">1) </w:t>
      </w:r>
      <w:r w:rsidRPr="00FD1C5A">
        <w:t xml:space="preserve">art. </w:t>
      </w:r>
      <w:r>
        <w:t>94</w:t>
      </w:r>
      <w:r w:rsidRPr="00FD1C5A">
        <w:t xml:space="preserve"> ust. 1 pkt 1–3, po upływie 3 lat</w:t>
      </w:r>
      <w:r w:rsidR="00D838A5">
        <w:t>,</w:t>
      </w:r>
    </w:p>
    <w:p w14:paraId="7CBBCCA9" w14:textId="41D5CC95" w:rsidR="00FD1C5A" w:rsidRDefault="00FD1C5A" w:rsidP="00FD1C5A">
      <w:pPr>
        <w:pStyle w:val="PKTpunkt"/>
      </w:pPr>
      <w:r w:rsidRPr="00FD1C5A">
        <w:t xml:space="preserve">2) art. </w:t>
      </w:r>
      <w:r>
        <w:t>94</w:t>
      </w:r>
      <w:r w:rsidRPr="00FD1C5A">
        <w:t xml:space="preserve"> ust. 1 pkt 4, po upływie 5 lat</w:t>
      </w:r>
      <w:r w:rsidR="00D838A5">
        <w:t>,</w:t>
      </w:r>
    </w:p>
    <w:p w14:paraId="7AE44E2F" w14:textId="77777777" w:rsidR="00276599" w:rsidRDefault="00FD1C5A" w:rsidP="00FD1C5A">
      <w:pPr>
        <w:pStyle w:val="PKTpunkt"/>
      </w:pPr>
      <w:r w:rsidRPr="00FD1C5A">
        <w:t xml:space="preserve">3) art. </w:t>
      </w:r>
      <w:r>
        <w:t>94</w:t>
      </w:r>
      <w:r w:rsidRPr="00FD1C5A">
        <w:t xml:space="preserve"> ust. 1 pkt 5, po upływie 10 lat</w:t>
      </w:r>
    </w:p>
    <w:p w14:paraId="3A5B8C38" w14:textId="76677AF0" w:rsidR="00FD1C5A" w:rsidRDefault="00FD1C5A" w:rsidP="00A00C2F">
      <w:pPr>
        <w:pStyle w:val="CZWSPPKTczwsplnapunktw"/>
      </w:pPr>
      <w:r w:rsidRPr="00FD1C5A">
        <w:t xml:space="preserve">– od dnia ich wykonania, jeżeli w tym okresie osoba ukarana nie została ponownie ukarana dyscyplinarnie albo skazana przez sąd za umyślne przestępstwo </w:t>
      </w:r>
      <w:r>
        <w:t>ścigane z oskarżenia publicznego</w:t>
      </w:r>
      <w:r w:rsidRPr="00FD1C5A">
        <w:t>.</w:t>
      </w:r>
    </w:p>
    <w:p w14:paraId="41A9C78E" w14:textId="0CD4AD43" w:rsidR="00661F63" w:rsidRDefault="00FD1C5A" w:rsidP="00FD1C5A">
      <w:pPr>
        <w:pStyle w:val="USTustnpkodeksu"/>
      </w:pPr>
      <w:r w:rsidRPr="00FD1C5A">
        <w:t>2. Jeżeli psycholog przed upływem okresu wymaganego do zatarcia kary zostanie ponownie ukarany, dopuszczalne jest tylko jednoczesne zatarcie wszystkich kar.</w:t>
      </w:r>
    </w:p>
    <w:p w14:paraId="2A2D4FD2" w14:textId="7993260D" w:rsidR="00FD1C5A" w:rsidRDefault="00FD1C5A" w:rsidP="00661F63">
      <w:pPr>
        <w:pStyle w:val="USTustnpkodeksu"/>
      </w:pPr>
      <w:r w:rsidRPr="00FD1C5A">
        <w:lastRenderedPageBreak/>
        <w:t xml:space="preserve">3. Z chwilą zatarcia kary dyscyplinarnej Prezes regionalnej rady zarządza wykreślenie wzmianki o ukaraniu dyscyplinarnym z Rejestru Ukaranych </w:t>
      </w:r>
      <w:r w:rsidR="006E264D">
        <w:t xml:space="preserve">Psychologów </w:t>
      </w:r>
      <w:r w:rsidRPr="00FD1C5A">
        <w:t>oraz usunięcie z akt osobowych dokumentów dotyczących ukarania.</w:t>
      </w:r>
    </w:p>
    <w:p w14:paraId="1D637D07" w14:textId="56078B5A" w:rsidR="00FD1C5A" w:rsidRDefault="00FD1C5A" w:rsidP="00864F49">
      <w:pPr>
        <w:pStyle w:val="ARTartustawynprozporzdzenia"/>
      </w:pPr>
      <w:r w:rsidRPr="00FD1C5A">
        <w:rPr>
          <w:rStyle w:val="Ppogrubienie"/>
        </w:rPr>
        <w:t>Art. 12</w:t>
      </w:r>
      <w:r w:rsidR="00DE79C5">
        <w:rPr>
          <w:rStyle w:val="Ppogrubienie"/>
        </w:rPr>
        <w:t>4</w:t>
      </w:r>
      <w:r w:rsidRPr="00FD1C5A">
        <w:rPr>
          <w:rStyle w:val="Ppogrubienie"/>
        </w:rPr>
        <w:t xml:space="preserve">. </w:t>
      </w:r>
      <w:r w:rsidRPr="00FD1C5A">
        <w:t xml:space="preserve">W sprawach nieuregulowanych w ustawie do postępowania </w:t>
      </w:r>
      <w:r w:rsidR="00301367">
        <w:t xml:space="preserve">w przedmiocie odpowiedzialności </w:t>
      </w:r>
      <w:r w:rsidR="00301367" w:rsidRPr="00865283">
        <w:t>dyscyplinarne</w:t>
      </w:r>
      <w:r w:rsidR="00301367">
        <w:t>j psychologów</w:t>
      </w:r>
      <w:r w:rsidR="00301367" w:rsidRPr="00865283">
        <w:t xml:space="preserve"> </w:t>
      </w:r>
      <w:r w:rsidRPr="00FD1C5A">
        <w:t>stosuje się odpowiednio przepisy:</w:t>
      </w:r>
    </w:p>
    <w:p w14:paraId="46F78831" w14:textId="7A79D562" w:rsidR="00FD1C5A" w:rsidRDefault="00FD1C5A" w:rsidP="00475F10">
      <w:pPr>
        <w:pStyle w:val="PKTpunkt"/>
      </w:pPr>
      <w:r w:rsidRPr="00FD1C5A">
        <w:t>1)</w:t>
      </w:r>
      <w:r w:rsidR="00475F10">
        <w:t xml:space="preserve"> </w:t>
      </w:r>
      <w:r w:rsidR="00475F10" w:rsidRPr="00475F10">
        <w:t>ustawy z dnia 6 czerwca 1997 r. – Kodeks postępowania karnego</w:t>
      </w:r>
      <w:r w:rsidRPr="00FD1C5A">
        <w:t>;</w:t>
      </w:r>
    </w:p>
    <w:p w14:paraId="725A68B2" w14:textId="1A018680" w:rsidR="00FD1C5A" w:rsidRDefault="00FD1C5A" w:rsidP="00FD1C5A">
      <w:pPr>
        <w:pStyle w:val="PKTpunkt"/>
      </w:pPr>
      <w:r w:rsidRPr="00FD1C5A">
        <w:t xml:space="preserve">2) rozdziałów I–III </w:t>
      </w:r>
      <w:r w:rsidR="00670410">
        <w:t xml:space="preserve">ustawy z dnia 6 czerwca 1997 </w:t>
      </w:r>
      <w:r w:rsidR="00670410" w:rsidRPr="00475F10">
        <w:t xml:space="preserve">r. – </w:t>
      </w:r>
      <w:r w:rsidRPr="00FD1C5A">
        <w:t>Kodeks karn</w:t>
      </w:r>
      <w:r w:rsidR="00670410">
        <w:t>y (Dz. U. z 2024 r. poz. 17</w:t>
      </w:r>
      <w:r w:rsidR="00D035CE">
        <w:t xml:space="preserve">, </w:t>
      </w:r>
      <w:r w:rsidR="00670410">
        <w:t>1228</w:t>
      </w:r>
      <w:r w:rsidR="00D035CE">
        <w:t>, 1907 i 1965</w:t>
      </w:r>
      <w:r w:rsidR="00670410">
        <w:t>)</w:t>
      </w:r>
      <w:r w:rsidRPr="00FD1C5A">
        <w:t>.</w:t>
      </w:r>
    </w:p>
    <w:p w14:paraId="74F45DF9" w14:textId="16DD2315" w:rsidR="00FD1C5A" w:rsidRPr="00B1523B" w:rsidRDefault="00FD1C5A" w:rsidP="00301367">
      <w:pPr>
        <w:pStyle w:val="ARTartustawynprozporzdzenia"/>
      </w:pPr>
      <w:r w:rsidRPr="00FD1C5A">
        <w:rPr>
          <w:rStyle w:val="Ppogrubienie"/>
        </w:rPr>
        <w:t>Art. 12</w:t>
      </w:r>
      <w:r w:rsidR="00DE79C5">
        <w:rPr>
          <w:rStyle w:val="Ppogrubienie"/>
        </w:rPr>
        <w:t>5</w:t>
      </w:r>
      <w:r w:rsidRPr="00FD1C5A">
        <w:rPr>
          <w:rStyle w:val="Ppogrubienie"/>
        </w:rPr>
        <w:t xml:space="preserve">. </w:t>
      </w:r>
      <w:r w:rsidRPr="00FD1C5A">
        <w:t xml:space="preserve">Okres przechowywania danych osobowych, które zostały zgromadzone w toku prowadzonych przez organy samorządu psychologów postępowań </w:t>
      </w:r>
      <w:r w:rsidR="00301367">
        <w:t xml:space="preserve">w przedmiocie odpowiedzialności </w:t>
      </w:r>
      <w:r w:rsidR="00301367" w:rsidRPr="00865283">
        <w:t>dyscyplinarne</w:t>
      </w:r>
      <w:r w:rsidR="00301367">
        <w:t>j psychologów</w:t>
      </w:r>
      <w:r w:rsidRPr="00FD1C5A">
        <w:t xml:space="preserve"> wynosi 10 lat od końca roku kalendarzowego, w którym zakończyło się postępowanie.</w:t>
      </w:r>
    </w:p>
    <w:p w14:paraId="13ED7853" w14:textId="77777777" w:rsidR="00B1523B" w:rsidRPr="000B4E6D" w:rsidRDefault="00B1523B" w:rsidP="000B4E6D">
      <w:pPr>
        <w:pStyle w:val="ROZDZODDZOZNoznaczenierozdziauluboddziau"/>
      </w:pPr>
      <w:r w:rsidRPr="000B4E6D">
        <w:t>Rozdział 6</w:t>
      </w:r>
      <w:r w:rsidRPr="000B4E6D">
        <w:br/>
        <w:t>Przepisy karne</w:t>
      </w:r>
    </w:p>
    <w:p w14:paraId="182DC36C" w14:textId="2EFBFAB4" w:rsidR="00B1523B" w:rsidRPr="00B1523B" w:rsidRDefault="005A7029" w:rsidP="00B1523B">
      <w:pPr>
        <w:pStyle w:val="ARTartustawynprozporzdzenia"/>
      </w:pPr>
      <w:bookmarkStart w:id="348" w:name="_Hlk177652980"/>
      <w:r>
        <w:rPr>
          <w:rStyle w:val="Ppogrubienie"/>
        </w:rPr>
        <w:t xml:space="preserve">Art. </w:t>
      </w:r>
      <w:r w:rsidR="00C37463">
        <w:rPr>
          <w:rStyle w:val="Ppogrubienie"/>
        </w:rPr>
        <w:t>12</w:t>
      </w:r>
      <w:r w:rsidR="00DE79C5">
        <w:rPr>
          <w:rStyle w:val="Ppogrubienie"/>
        </w:rPr>
        <w:t>6</w:t>
      </w:r>
      <w:r w:rsidR="00B1523B" w:rsidRPr="001D7DF6">
        <w:rPr>
          <w:rStyle w:val="Ppogrubienie"/>
        </w:rPr>
        <w:t>.</w:t>
      </w:r>
      <w:r w:rsidR="00B1523B" w:rsidRPr="00B1523B">
        <w:t xml:space="preserve"> 1. Kto posługuje się tytułem zawodowym psychologa, nie posiadając prawa wykonywania zawodu psychologa, podlega </w:t>
      </w:r>
      <w:bookmarkStart w:id="349" w:name="mip42071657"/>
      <w:bookmarkEnd w:id="349"/>
      <w:r w:rsidR="00B1523B" w:rsidRPr="00B1523B">
        <w:t xml:space="preserve">karze </w:t>
      </w:r>
      <w:r w:rsidR="00645495">
        <w:t>grzywny</w:t>
      </w:r>
      <w:r w:rsidR="00B1523B" w:rsidRPr="00B1523B">
        <w:t>.</w:t>
      </w:r>
    </w:p>
    <w:p w14:paraId="2EAED3B6" w14:textId="654DC024" w:rsidR="00B1523B" w:rsidRPr="00B1523B" w:rsidRDefault="00B1523B" w:rsidP="00B1523B">
      <w:pPr>
        <w:pStyle w:val="USTustnpkodeksu"/>
      </w:pPr>
      <w:r w:rsidRPr="00B1523B">
        <w:t>2. Jeżeli sprawca czynu</w:t>
      </w:r>
      <w:r w:rsidR="00CC51CE">
        <w:t xml:space="preserve">, o którym mowa </w:t>
      </w:r>
      <w:r w:rsidRPr="00B1523B">
        <w:t>w ust. 1</w:t>
      </w:r>
      <w:r w:rsidR="00CC51CE">
        <w:t>,</w:t>
      </w:r>
      <w:r w:rsidRPr="00B1523B">
        <w:t xml:space="preserve"> działa w celu osiągnięcia korzyści majątkowej podlega karze ograniczenia wolności albo </w:t>
      </w:r>
      <w:r w:rsidR="00645495">
        <w:t>grzywny</w:t>
      </w:r>
      <w:bookmarkEnd w:id="348"/>
      <w:r w:rsidRPr="00B1523B">
        <w:t>.</w:t>
      </w:r>
    </w:p>
    <w:p w14:paraId="03FCBFEB" w14:textId="12F02AB5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C37463">
        <w:rPr>
          <w:rStyle w:val="Ppogrubienie"/>
        </w:rPr>
        <w:t>12</w:t>
      </w:r>
      <w:r w:rsidR="00DE79C5">
        <w:rPr>
          <w:rStyle w:val="Ppogrubienie"/>
        </w:rPr>
        <w:t>7</w:t>
      </w:r>
      <w:r w:rsidR="00B1523B" w:rsidRPr="001D7DF6">
        <w:rPr>
          <w:rStyle w:val="Ppogrubienie"/>
        </w:rPr>
        <w:t>.</w:t>
      </w:r>
      <w:r w:rsidR="00B1523B" w:rsidRPr="00B1523B">
        <w:t xml:space="preserve"> 1. </w:t>
      </w:r>
      <w:bookmarkStart w:id="350" w:name="_Hlk177653537"/>
      <w:r w:rsidR="00B1523B" w:rsidRPr="00B1523B">
        <w:t xml:space="preserve">Kto udziela świadczeń psychologicznych, o których mowa w art. </w:t>
      </w:r>
      <w:r w:rsidR="00551063">
        <w:t>23</w:t>
      </w:r>
      <w:r w:rsidR="00551063" w:rsidRPr="00B1523B">
        <w:t xml:space="preserve"> </w:t>
      </w:r>
      <w:r w:rsidR="00B1523B" w:rsidRPr="00B1523B">
        <w:t>ust. 2</w:t>
      </w:r>
      <w:r w:rsidR="002C657D">
        <w:t xml:space="preserve"> </w:t>
      </w:r>
      <w:bookmarkStart w:id="351" w:name="_Hlk188021210"/>
      <w:r w:rsidR="002C657D">
        <w:t>pkt 1–4</w:t>
      </w:r>
      <w:bookmarkEnd w:id="351"/>
      <w:r w:rsidR="00B1523B" w:rsidRPr="00B1523B">
        <w:t xml:space="preserve">, nie posiadając prawa wykonywania zawodu psychologa, </w:t>
      </w:r>
      <w:bookmarkStart w:id="352" w:name="mip42071655"/>
      <w:bookmarkStart w:id="353" w:name="mip42071656"/>
      <w:bookmarkEnd w:id="352"/>
      <w:bookmarkEnd w:id="353"/>
      <w:r w:rsidR="00B1523B" w:rsidRPr="00B1523B">
        <w:t>podlega grzywnie</w:t>
      </w:r>
      <w:r w:rsidR="00E851EB">
        <w:t xml:space="preserve"> albo</w:t>
      </w:r>
      <w:r w:rsidR="00B1523B" w:rsidRPr="00B1523B">
        <w:t xml:space="preserve"> karze ograniczenia wolności.</w:t>
      </w:r>
      <w:bookmarkEnd w:id="350"/>
    </w:p>
    <w:p w14:paraId="125B42D6" w14:textId="08654A9A" w:rsidR="00B1523B" w:rsidRPr="00B1523B" w:rsidRDefault="00B1523B" w:rsidP="00B1523B">
      <w:pPr>
        <w:pStyle w:val="USTustnpkodeksu"/>
      </w:pPr>
      <w:r w:rsidRPr="00B1523B">
        <w:t>2. Jeżeli sprawca czynu</w:t>
      </w:r>
      <w:r w:rsidR="00CC51CE">
        <w:t xml:space="preserve">, o którym mowa </w:t>
      </w:r>
      <w:r w:rsidRPr="00B1523B">
        <w:t>w ust. 1</w:t>
      </w:r>
      <w:r w:rsidR="00CC51CE">
        <w:t>,</w:t>
      </w:r>
      <w:r w:rsidRPr="00B1523B">
        <w:t xml:space="preserve"> działa w celu osiągnięcia korzyści majątkowej </w:t>
      </w:r>
      <w:r w:rsidR="00D757C8">
        <w:t>lub</w:t>
      </w:r>
      <w:r w:rsidR="00D757C8" w:rsidRPr="00B1523B">
        <w:t xml:space="preserve"> </w:t>
      </w:r>
      <w:r w:rsidRPr="00B1523B">
        <w:t xml:space="preserve">wprowadza w błąd co do posiadania takiego uprawnienia, podlega grzywnie, karze ograniczenia wolności albo pozbawienia wolności do </w:t>
      </w:r>
      <w:r w:rsidR="00130272">
        <w:t>roku</w:t>
      </w:r>
      <w:r w:rsidRPr="00B1523B">
        <w:t>.</w:t>
      </w:r>
    </w:p>
    <w:p w14:paraId="521FC284" w14:textId="449E0EC9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C37463">
        <w:rPr>
          <w:rStyle w:val="Ppogrubienie"/>
        </w:rPr>
        <w:t>12</w:t>
      </w:r>
      <w:r w:rsidR="00DE79C5">
        <w:rPr>
          <w:rStyle w:val="Ppogrubienie"/>
        </w:rPr>
        <w:t>8</w:t>
      </w:r>
      <w:r w:rsidR="00B1523B" w:rsidRPr="001D7DF6">
        <w:rPr>
          <w:rStyle w:val="Ppogrubienie"/>
        </w:rPr>
        <w:t>.</w:t>
      </w:r>
      <w:r w:rsidR="00B1523B" w:rsidRPr="00B1523B">
        <w:t xml:space="preserve"> Kto </w:t>
      </w:r>
      <w:r w:rsidR="00B177D2">
        <w:t>powierza wykonanie</w:t>
      </w:r>
      <w:r w:rsidR="00B1523B" w:rsidRPr="00B1523B">
        <w:t xml:space="preserve"> świadczeń psychologicznych</w:t>
      </w:r>
      <w:r w:rsidR="00B177D2">
        <w:t>, o których mowa w art. 23 ust. 2</w:t>
      </w:r>
      <w:r w:rsidR="00B1523B" w:rsidRPr="00B1523B">
        <w:t xml:space="preserve"> </w:t>
      </w:r>
      <w:r w:rsidR="002C657D">
        <w:t xml:space="preserve">pkt 1–4 </w:t>
      </w:r>
      <w:r w:rsidR="00B177D2">
        <w:t>osobie</w:t>
      </w:r>
      <w:r w:rsidR="00B1523B" w:rsidRPr="00B1523B">
        <w:t xml:space="preserve">, która nie posiada prawa wykonywania zawodu psychologa, podlega </w:t>
      </w:r>
      <w:bookmarkStart w:id="354" w:name="mip42071658"/>
      <w:bookmarkEnd w:id="354"/>
      <w:r w:rsidR="00B1523B" w:rsidRPr="00B1523B">
        <w:t>karze ograniczenia wolności</w:t>
      </w:r>
      <w:r w:rsidR="000F6FC9">
        <w:t xml:space="preserve"> albo grzywny</w:t>
      </w:r>
      <w:r w:rsidR="00B1523B" w:rsidRPr="00B1523B">
        <w:t>.</w:t>
      </w:r>
    </w:p>
    <w:p w14:paraId="091FB39A" w14:textId="38FB18DE" w:rsidR="0026337A" w:rsidRDefault="00A24E01" w:rsidP="0026337A">
      <w:pPr>
        <w:pStyle w:val="ARTartustawynprozporzdzenia"/>
      </w:pPr>
      <w:bookmarkStart w:id="355" w:name="_Hlk177654664"/>
      <w:r>
        <w:rPr>
          <w:rStyle w:val="Ppogrubienie"/>
        </w:rPr>
        <w:t xml:space="preserve">Art. </w:t>
      </w:r>
      <w:r w:rsidR="00C37463">
        <w:rPr>
          <w:rStyle w:val="Ppogrubienie"/>
        </w:rPr>
        <w:t>12</w:t>
      </w:r>
      <w:r w:rsidR="00DE79C5">
        <w:rPr>
          <w:rStyle w:val="Ppogrubienie"/>
        </w:rPr>
        <w:t>9</w:t>
      </w:r>
      <w:r w:rsidR="00B1523B" w:rsidRPr="001D7DF6">
        <w:rPr>
          <w:rStyle w:val="Ppogrubienie"/>
        </w:rPr>
        <w:t>.</w:t>
      </w:r>
      <w:r w:rsidR="00B1523B" w:rsidRPr="00B1523B">
        <w:t xml:space="preserve"> Postępowanie w sprawach o czyny określone w art. </w:t>
      </w:r>
      <w:r w:rsidR="003D74EF">
        <w:t>12</w:t>
      </w:r>
      <w:r w:rsidR="00003000">
        <w:t>6</w:t>
      </w:r>
      <w:r w:rsidR="003D74EF">
        <w:t xml:space="preserve"> </w:t>
      </w:r>
      <w:r w:rsidR="000F6FC9">
        <w:t>i art.</w:t>
      </w:r>
      <w:r w:rsidR="005C60AB">
        <w:t xml:space="preserve"> </w:t>
      </w:r>
      <w:r w:rsidR="003D74EF">
        <w:t>12</w:t>
      </w:r>
      <w:r w:rsidR="00003000">
        <w:t>8</w:t>
      </w:r>
      <w:r w:rsidR="00B1523B" w:rsidRPr="00B1523B">
        <w:t xml:space="preserve"> toczy się według przepisów</w:t>
      </w:r>
      <w:bookmarkEnd w:id="355"/>
      <w:r w:rsidR="005C60AB" w:rsidRPr="005C60AB">
        <w:t xml:space="preserve"> ustawy z dnia 24 sierpnia 2001 r. </w:t>
      </w:r>
      <w:r w:rsidR="00670410" w:rsidRPr="00865283">
        <w:t>–</w:t>
      </w:r>
      <w:r w:rsidR="005C60AB" w:rsidRPr="005C60AB">
        <w:t xml:space="preserve"> Kodeks postępowania w sprawach o wykroczenia (</w:t>
      </w:r>
      <w:bookmarkStart w:id="356" w:name="_Hlk179899075"/>
      <w:r w:rsidR="005C60AB" w:rsidRPr="005C60AB">
        <w:t>Dz. U. z 202</w:t>
      </w:r>
      <w:r w:rsidR="00475F10">
        <w:t>4</w:t>
      </w:r>
      <w:r w:rsidR="005C60AB" w:rsidRPr="005C60AB">
        <w:t xml:space="preserve"> r. poz. </w:t>
      </w:r>
      <w:r w:rsidR="00475F10">
        <w:t>977</w:t>
      </w:r>
      <w:bookmarkEnd w:id="356"/>
      <w:r w:rsidR="00220046">
        <w:t xml:space="preserve"> i 1544</w:t>
      </w:r>
      <w:r w:rsidR="005C60AB" w:rsidRPr="005C60AB">
        <w:t>)</w:t>
      </w:r>
      <w:r w:rsidR="00B1523B" w:rsidRPr="00B1523B">
        <w:t>.</w:t>
      </w:r>
    </w:p>
    <w:p w14:paraId="77D03B07" w14:textId="023AB119" w:rsidR="00B1523B" w:rsidRDefault="00B1523B" w:rsidP="000B4E6D">
      <w:pPr>
        <w:pStyle w:val="ROZDZODDZOZNoznaczenierozdziauluboddziau"/>
      </w:pPr>
      <w:r w:rsidRPr="000B4E6D">
        <w:lastRenderedPageBreak/>
        <w:t>Rozdział 7</w:t>
      </w:r>
      <w:r w:rsidRPr="000B4E6D">
        <w:br/>
        <w:t>Przepisy zmieniające, dostosowujące i końcowe</w:t>
      </w:r>
    </w:p>
    <w:p w14:paraId="01FDE2D4" w14:textId="4ADDEA1C" w:rsidR="009F2F3C" w:rsidRPr="00864F49" w:rsidRDefault="009F2F3C" w:rsidP="009F2F3C">
      <w:pPr>
        <w:pStyle w:val="ARTartustawynprozporzdzenia"/>
      </w:pPr>
      <w:r w:rsidRPr="00024A6D">
        <w:rPr>
          <w:rStyle w:val="Ppogrubienie"/>
        </w:rPr>
        <w:t>Art. 13</w:t>
      </w:r>
      <w:r>
        <w:rPr>
          <w:rStyle w:val="Ppogrubienie"/>
        </w:rPr>
        <w:t>0</w:t>
      </w:r>
      <w:r w:rsidRPr="00024A6D">
        <w:rPr>
          <w:rStyle w:val="Ppogrubienie"/>
        </w:rPr>
        <w:t>.</w:t>
      </w:r>
      <w:r w:rsidRPr="00864F49">
        <w:t xml:space="preserve"> W ustawie z dnia 26 stycznia 1982 r. </w:t>
      </w:r>
      <w:r w:rsidRPr="00B1523B">
        <w:t>–</w:t>
      </w:r>
      <w:r w:rsidRPr="00864F49">
        <w:t xml:space="preserve"> Karta Nauczyciela </w:t>
      </w:r>
      <w:r>
        <w:t>(Dz. U. z 2024 r. poz. 986</w:t>
      </w:r>
      <w:r w:rsidR="00D035CE">
        <w:t xml:space="preserve"> i 1871</w:t>
      </w:r>
      <w:r>
        <w:t xml:space="preserve">) </w:t>
      </w:r>
      <w:r w:rsidRPr="00864F49">
        <w:t>wprowadza się następujące zmiany:</w:t>
      </w:r>
    </w:p>
    <w:p w14:paraId="03F39F62" w14:textId="57F0AA8B" w:rsidR="009F2F3C" w:rsidRPr="00864F49" w:rsidRDefault="009F2F3C" w:rsidP="00A03B00">
      <w:pPr>
        <w:pStyle w:val="PKTpunkt"/>
      </w:pPr>
      <w:r w:rsidRPr="00864F49">
        <w:t xml:space="preserve">1) w art. 9fa </w:t>
      </w:r>
      <w:r>
        <w:t xml:space="preserve">po ust. 5 </w:t>
      </w:r>
      <w:r w:rsidRPr="00864F49">
        <w:t>dodaje się ust. 5a w brzmieniu:</w:t>
      </w:r>
    </w:p>
    <w:p w14:paraId="0DD32AD9" w14:textId="225F067B" w:rsidR="003E5761" w:rsidRDefault="009F2F3C" w:rsidP="003E5761">
      <w:pPr>
        <w:pStyle w:val="CZWSPPKTczwsplnapunktw"/>
      </w:pPr>
      <w:r w:rsidRPr="0041042D">
        <w:t>„</w:t>
      </w:r>
      <w:r w:rsidRPr="00864F49">
        <w:t xml:space="preserve">5a. W przypadku </w:t>
      </w:r>
      <w:r w:rsidR="003E5761">
        <w:t xml:space="preserve">nauczyciela </w:t>
      </w:r>
      <w:r w:rsidRPr="00864F49">
        <w:t>psychologa realizującego przygotowanie do zawodu</w:t>
      </w:r>
      <w:r w:rsidR="003E5761">
        <w:t xml:space="preserve"> nauczyciela</w:t>
      </w:r>
      <w:r w:rsidRPr="00864F49">
        <w:t xml:space="preserve"> zajęcia, o których mowa w ust. 1 i 5 nie mogą być zajęciami realizowanymi indywidualnie z uczniami, jeżeli w ramach tych zajęć może być naruszona tajemnica, o której mowa w art. 2</w:t>
      </w:r>
      <w:r>
        <w:t>7</w:t>
      </w:r>
      <w:r w:rsidRPr="00864F49">
        <w:t xml:space="preserve"> </w:t>
      </w:r>
      <w:r w:rsidRPr="0041042D">
        <w:t>ustawy z dnia ... o zawodzie psychologa oraz samorządzie zawodowym psychologów (Dz. U. ....)</w:t>
      </w:r>
      <w:r w:rsidRPr="00864F49">
        <w:t>.</w:t>
      </w:r>
      <w:r w:rsidRPr="0041042D">
        <w:t>”</w:t>
      </w:r>
      <w:r>
        <w:t>,</w:t>
      </w:r>
    </w:p>
    <w:p w14:paraId="59825D3E" w14:textId="7D858D05" w:rsidR="00426BCF" w:rsidRPr="003E5761" w:rsidRDefault="003E5761" w:rsidP="00A03B00">
      <w:pPr>
        <w:pStyle w:val="PKTpunkt"/>
      </w:pPr>
      <w:r w:rsidRPr="003E5761">
        <w:t>2</w:t>
      </w:r>
      <w:r w:rsidR="00426BCF" w:rsidRPr="003E5761">
        <w:t>) w art. 10 po ust. 8b dodaje się ust. 8c i 8d w brzmieniu:</w:t>
      </w:r>
    </w:p>
    <w:p w14:paraId="5E8F3A50" w14:textId="77777777" w:rsidR="00E46006" w:rsidRDefault="00426BCF" w:rsidP="00E46006">
      <w:pPr>
        <w:pStyle w:val="CZWSPPKTczwsplnapunktw"/>
      </w:pPr>
      <w:r w:rsidRPr="00426BCF">
        <w:t>„8c. Na stanowisku nauczyciela psychologa nie można zatrudnić nauczyciela, jeżeli:</w:t>
      </w:r>
    </w:p>
    <w:p w14:paraId="26E05F2C" w14:textId="5937E471" w:rsidR="00426BCF" w:rsidRDefault="00E46006" w:rsidP="00E46006">
      <w:pPr>
        <w:pStyle w:val="PKTpunkt"/>
      </w:pPr>
      <w:r>
        <w:t xml:space="preserve">1) </w:t>
      </w:r>
      <w:r w:rsidR="00426BCF" w:rsidRPr="00E46006">
        <w:t>nie posiada prawa wykonywania zawodu psychologa w rozumieniu ustawy z dnia ... o zawodzie psychologa oraz samorządzie zawodowym psychologów;</w:t>
      </w:r>
    </w:p>
    <w:p w14:paraId="21A1B1EE" w14:textId="77777777" w:rsidR="00E46006" w:rsidRDefault="00E46006" w:rsidP="00E46006">
      <w:pPr>
        <w:pStyle w:val="PKTpunkt"/>
      </w:pPr>
      <w:r>
        <w:t xml:space="preserve">2) </w:t>
      </w:r>
      <w:r w:rsidR="00426BCF" w:rsidRPr="00E46006">
        <w:t>przeciwko nauczycielowi toczy się postępowanie w przedmiocie odpowiedzialności dyscyplinarnej psychologów, o którym mowa w ustawie z dnia ... o zawodzie psychologa oraz samorządzie zawodowym psychologów;</w:t>
      </w:r>
    </w:p>
    <w:p w14:paraId="2CA55BF9" w14:textId="3E2F8186" w:rsidR="00E46006" w:rsidRDefault="00E46006" w:rsidP="00E46006">
      <w:pPr>
        <w:pStyle w:val="PKTpunkt"/>
      </w:pPr>
      <w:r>
        <w:t xml:space="preserve">3) </w:t>
      </w:r>
      <w:r w:rsidR="00426BCF" w:rsidRPr="00E46006">
        <w:t>tymczasowo zawieszono prawo wykonywania zawodu psychologa przez tego nauczyciela albo ograniczono zakres czynności w wykonywaniu zawodu, na podstawie art. 87 ustawy z dnia … o zawodzie psychologa oraz samorządzie zawodowym psychologów;</w:t>
      </w:r>
    </w:p>
    <w:p w14:paraId="66F6001A" w14:textId="6A78840E" w:rsidR="00E46006" w:rsidRDefault="00E46006" w:rsidP="00E46006">
      <w:pPr>
        <w:pStyle w:val="PKTpunkt"/>
      </w:pPr>
      <w:r>
        <w:t xml:space="preserve">4) </w:t>
      </w:r>
      <w:r w:rsidRPr="00E46006">
        <w:t>został prawomocnie ukarany karą ograniczenia zakresu czynności</w:t>
      </w:r>
      <w:r>
        <w:t xml:space="preserve"> </w:t>
      </w:r>
      <w:r w:rsidRPr="00E46006">
        <w:t>w wykonywaniu zawodu psychologa, o której mowa w art. 94 ust. 1 pkt 4 ustawy z dnia ... o zawodzie psychologa oraz samorządzie zawodowym psychologów, w okresie, w którym obowiązuje to ograniczenie, jeżeli zakres czynności, który uległ ograniczeniu, należałby do zadań nauczyciela psychologa</w:t>
      </w:r>
      <w:bookmarkStart w:id="357" w:name="_Hlk185336643"/>
      <w:r w:rsidR="00426BCF" w:rsidRPr="00E46006">
        <w:t>;</w:t>
      </w:r>
    </w:p>
    <w:p w14:paraId="553C5B05" w14:textId="16B64F80" w:rsidR="00426BCF" w:rsidRPr="00E46006" w:rsidRDefault="00E46006" w:rsidP="00E46006">
      <w:pPr>
        <w:pStyle w:val="PKTpunkt"/>
      </w:pPr>
      <w:r>
        <w:t xml:space="preserve">5) </w:t>
      </w:r>
      <w:r w:rsidR="00426BCF" w:rsidRPr="00E46006">
        <w:t>został prawomocnie ukarany karą zawieszenia prawa wykonywania zawodu, o której mowa w art. 94 ust. 1 pkt 5 ustawy z dnia ... o zawodzie psychologa oraz samorządzie zawodowym psychologów, w okresie, w którym obowiązuje zawieszenie prawa wykonywania zawodu.</w:t>
      </w:r>
    </w:p>
    <w:p w14:paraId="2D9B2EEE" w14:textId="5310F051" w:rsidR="00426BCF" w:rsidRPr="00426BCF" w:rsidRDefault="00426BCF" w:rsidP="008B3CFE">
      <w:pPr>
        <w:pStyle w:val="CZWSPPKTczwsplnapunktw"/>
      </w:pPr>
      <w:bookmarkStart w:id="358" w:name="mip74164969"/>
      <w:bookmarkEnd w:id="357"/>
      <w:bookmarkEnd w:id="358"/>
      <w:r w:rsidRPr="00426BCF">
        <w:t xml:space="preserve">8d. W celu potwierdzenia spełniania warunków, o których mowa w ust. 8c, nauczyciel psycholog, przed nawiązaniem stosunku pracy, jest obowiązany przedstawić dyrektorowi szkoły zaświadczenie z Rejestru, o którym mowa w art. 6 ust. 1 ustawy z dnia ... o zawodzie psychologa oraz samorządzie zawodowym psychologów, z wyjątkiem przypadku gdy z </w:t>
      </w:r>
      <w:r w:rsidRPr="00426BCF">
        <w:lastRenderedPageBreak/>
        <w:t>nauczycielem jest nawiązywany kolejny stosunek pracy w tej samej szkole w ciągu 3 miesięcy od dnia rozwiązania albo wygaśnięcia na podstawie art. 20 ust. 5c poprzedniego stosunku pracy.”.</w:t>
      </w:r>
    </w:p>
    <w:p w14:paraId="0DE5A73E" w14:textId="50725C7C" w:rsidR="00426BCF" w:rsidRPr="00426BCF" w:rsidRDefault="003E5761" w:rsidP="006450C0">
      <w:pPr>
        <w:pStyle w:val="PKTpunkt"/>
      </w:pPr>
      <w:r>
        <w:t>3</w:t>
      </w:r>
      <w:r w:rsidR="009F2F3C" w:rsidRPr="00426BCF">
        <w:t>) w art. 26 w ust. 1 pkt 5 kropkę zastępuje się przecinkiem i dodaje się pkt 6</w:t>
      </w:r>
      <w:r w:rsidR="00426BCF" w:rsidRPr="00426BCF">
        <w:t xml:space="preserve"> </w:t>
      </w:r>
      <w:r w:rsidR="00E46006" w:rsidRPr="00B1523B">
        <w:t>–</w:t>
      </w:r>
      <w:r w:rsidR="00426BCF" w:rsidRPr="00426BCF">
        <w:t xml:space="preserve"> 8 w brzmieniu:</w:t>
      </w:r>
    </w:p>
    <w:p w14:paraId="11825126" w14:textId="77777777" w:rsidR="00E46006" w:rsidRDefault="00426BCF" w:rsidP="00E46006">
      <w:pPr>
        <w:pStyle w:val="CZWSPPKTczwsplnapunktw"/>
      </w:pPr>
      <w:r w:rsidRPr="00E46006">
        <w:t>„6)</w:t>
      </w:r>
      <w:r w:rsidRPr="00E46006">
        <w:tab/>
        <w:t>stwierdzenia, że nawiązanie stosunku pracy z nauczycielem psychologiem nastąpiło z naruszeniem warunków, o których mowa w art. 10 ust. 8c;</w:t>
      </w:r>
    </w:p>
    <w:p w14:paraId="7AF1DEE7" w14:textId="40216256" w:rsidR="00E46006" w:rsidRDefault="00426BCF" w:rsidP="00E46006">
      <w:pPr>
        <w:pStyle w:val="CZWSPPKTczwsplnapunktw"/>
      </w:pPr>
      <w:r w:rsidRPr="00E46006">
        <w:t>7)</w:t>
      </w:r>
      <w:r w:rsidRPr="00E46006">
        <w:tab/>
        <w:t>skreślenia nauczyciela psychologa z Rejestru, o którym mowa w art. 6 ust. 1 ustawy z dnia … o zawodzie psychologa i samorządzie zawodowym psychologów, w przypadkach, o których mowa w art. 15 ust. 1 pkt 2–6, 8 i 9 tej ustawy;</w:t>
      </w:r>
    </w:p>
    <w:p w14:paraId="0A886468" w14:textId="034EA3E3" w:rsidR="00426BCF" w:rsidRPr="00E46006" w:rsidRDefault="00426BCF" w:rsidP="00E46006">
      <w:pPr>
        <w:pStyle w:val="CZWSPPKTczwsplnapunktw"/>
      </w:pPr>
      <w:r w:rsidRPr="00E46006">
        <w:t>8) prawomocnego orzeczenia wobec nauczyciela psychologa kary wymienionej w art. 94 ust. 1 pkt 5 albo 6 ustawy z dnia ... o zawodzie psychologa oraz samorządzie zawodowym psychologów.”;</w:t>
      </w:r>
    </w:p>
    <w:p w14:paraId="1C1B4911" w14:textId="37A2862E" w:rsidR="003E5761" w:rsidRDefault="003E5761" w:rsidP="006450C0">
      <w:pPr>
        <w:pStyle w:val="PKTpunkt"/>
      </w:pPr>
      <w:r>
        <w:t>4</w:t>
      </w:r>
      <w:r w:rsidR="00426BCF">
        <w:t xml:space="preserve">) </w:t>
      </w:r>
      <w:r w:rsidR="00426BCF" w:rsidRPr="00E46006">
        <w:t>po art. 28 dodaje się art. 28a w brzmieniu:</w:t>
      </w:r>
    </w:p>
    <w:p w14:paraId="65114C0C" w14:textId="3FF6DB8D" w:rsidR="003E5761" w:rsidRDefault="003E5761" w:rsidP="00E46006">
      <w:pPr>
        <w:pStyle w:val="ZARTzmartartykuempunktem"/>
      </w:pPr>
      <w:r>
        <w:t>„</w:t>
      </w:r>
      <w:r w:rsidRPr="00E46006">
        <w:t xml:space="preserve">Art. 28a. Stosunek pracy z nauczycielem psychologiem ulega rozwiązaniu, bez wypowiedzenia, w razie prawomocnego orzeczenia kary ograniczenia zakresu czynności </w:t>
      </w:r>
      <w:r w:rsidRPr="00E46006">
        <w:br/>
        <w:t>w wykonywaniu zawodu psychologa, o której mowa w art. 94 ust. 1 pkt 4 ustawy z dnia ... o zawodzie psychologa oraz samorządzie zawodowym psychologów, jeżeli zakres czynności, który uległ ograniczeniu, należy do zadań nauczyciela psychologa.”</w:t>
      </w:r>
    </w:p>
    <w:p w14:paraId="0DBBE739" w14:textId="7061B1CE" w:rsidR="003E5761" w:rsidRDefault="003E5761" w:rsidP="00E46006">
      <w:pPr>
        <w:pStyle w:val="CZWSPPKTczwsplnapunktw"/>
      </w:pPr>
      <w:r>
        <w:t>5</w:t>
      </w:r>
      <w:r w:rsidRPr="00864F49">
        <w:t xml:space="preserve">) </w:t>
      </w:r>
      <w:r>
        <w:t>po art. 39 dodaje się art. 39a</w:t>
      </w:r>
      <w:r w:rsidRPr="00864F49">
        <w:t xml:space="preserve"> w brzmieniu:</w:t>
      </w:r>
    </w:p>
    <w:p w14:paraId="611A793F" w14:textId="5248DCF5" w:rsidR="003E5761" w:rsidRPr="003E5761" w:rsidRDefault="003E5761" w:rsidP="00E46006">
      <w:pPr>
        <w:pStyle w:val="ZARTzmartartykuempunktem"/>
      </w:pPr>
      <w:r w:rsidRPr="00E46006">
        <w:t>„Art. 39a. Do wynagrodzenia nauczyciela psychologa oraz nauczyciela psychologa pełniącego funkcję dyrektora szkoły w okresie tymczasowego zawieszenia prawa wykonywania zawodu psychologa albo ograniczenia zakresu czynności w wykonywaniu zawodu psychologa, na podstawie art. 87 ust. 1 ustawy z dnia … o zawodzie psychologa i samorządzie zawodowym psychologów, jeżeli w wyniku tego ograniczenia nauczyciel psycholog albo nauczyciel psycholog pełniący funkcję dyrektora szkoły nie świadczy pracy, stosuje się odpowi</w:t>
      </w:r>
      <w:r w:rsidRPr="003E5761">
        <w:t>ednio art. 85u.”</w:t>
      </w:r>
    </w:p>
    <w:p w14:paraId="5D98D836" w14:textId="04383030" w:rsidR="009F2F3C" w:rsidRPr="00864F49" w:rsidRDefault="003E5761" w:rsidP="00426BCF">
      <w:pPr>
        <w:pStyle w:val="PKTpunkt"/>
      </w:pPr>
      <w:r>
        <w:t>6</w:t>
      </w:r>
      <w:r w:rsidR="009F2F3C" w:rsidRPr="00864F49">
        <w:t>) w art. 42d w ust. 1 dodaje się zdanie drugie w brzmieniu:</w:t>
      </w:r>
    </w:p>
    <w:p w14:paraId="4BAB8105" w14:textId="77777777" w:rsidR="009F2F3C" w:rsidRPr="00864F49" w:rsidRDefault="009F2F3C" w:rsidP="009F2F3C">
      <w:pPr>
        <w:pStyle w:val="CZWSPPKTczwsplnapunktw"/>
      </w:pPr>
      <w:r w:rsidRPr="00864F49">
        <w:t xml:space="preserve">„Ilekroć w przepisie niniejszego artykułu jest mowa o nauczycielu psychologu, należy przez to rozmieć także osobę, o której mowa w art. 15 ust. 10 ustawy </w:t>
      </w:r>
      <w:r w:rsidRPr="0041042D">
        <w:t xml:space="preserve">z dnia 14 grudnia 2016 r. </w:t>
      </w:r>
      <w:r w:rsidRPr="00B1523B">
        <w:t>–</w:t>
      </w:r>
      <w:r w:rsidRPr="0041042D">
        <w:t xml:space="preserve"> Prawo oświatowe</w:t>
      </w:r>
      <w:r w:rsidRPr="00864F49">
        <w:t>.</w:t>
      </w:r>
      <w:r w:rsidRPr="0041042D">
        <w:t>”</w:t>
      </w:r>
    </w:p>
    <w:p w14:paraId="3F3313BB" w14:textId="0A159DFE" w:rsidR="00F025AE" w:rsidRDefault="00A24E01" w:rsidP="00F025AE">
      <w:pPr>
        <w:pStyle w:val="ARTartustawynprozporzdzenia"/>
      </w:pPr>
      <w:r>
        <w:rPr>
          <w:rStyle w:val="Ppogrubienie"/>
        </w:rPr>
        <w:t xml:space="preserve">Art. </w:t>
      </w:r>
      <w:r w:rsidR="00C37463">
        <w:rPr>
          <w:rStyle w:val="Ppogrubienie"/>
        </w:rPr>
        <w:t>1</w:t>
      </w:r>
      <w:r w:rsidR="00DE79C5">
        <w:rPr>
          <w:rStyle w:val="Ppogrubienie"/>
        </w:rPr>
        <w:t>3</w:t>
      </w:r>
      <w:r w:rsidR="009F2F3C">
        <w:rPr>
          <w:rStyle w:val="Ppogrubienie"/>
        </w:rPr>
        <w:t>1</w:t>
      </w:r>
      <w:r w:rsidR="00B1523B" w:rsidRPr="001D7DF6">
        <w:rPr>
          <w:rStyle w:val="Ppogrubienie"/>
        </w:rPr>
        <w:t>.</w:t>
      </w:r>
      <w:r w:rsidR="00B1523B" w:rsidRPr="00B1523B">
        <w:t xml:space="preserve"> </w:t>
      </w:r>
      <w:bookmarkStart w:id="359" w:name="mip42071665"/>
      <w:bookmarkStart w:id="360" w:name="mip42071666"/>
      <w:bookmarkEnd w:id="359"/>
      <w:bookmarkEnd w:id="360"/>
      <w:r w:rsidR="00F025AE" w:rsidRPr="00B1523B">
        <w:t xml:space="preserve">W ustawie </w:t>
      </w:r>
      <w:r w:rsidR="00F025AE">
        <w:t>z dnia 19 sierpnia 1994 r. o ochronie zdrowia psychicznego</w:t>
      </w:r>
      <w:r w:rsidR="00F025AE" w:rsidRPr="00B1523B">
        <w:t xml:space="preserve"> (</w:t>
      </w:r>
      <w:r w:rsidR="00F025AE">
        <w:t>Dz. U.</w:t>
      </w:r>
      <w:r w:rsidR="00F025AE" w:rsidRPr="00355B9E">
        <w:t xml:space="preserve"> z 202</w:t>
      </w:r>
      <w:r w:rsidR="00F025AE">
        <w:t>4</w:t>
      </w:r>
      <w:r w:rsidR="00F025AE" w:rsidRPr="00355B9E">
        <w:t xml:space="preserve"> r. poz. </w:t>
      </w:r>
      <w:r w:rsidR="00F025AE">
        <w:t>91</w:t>
      </w:r>
      <w:r w:rsidR="00F025AE" w:rsidRPr="00355B9E">
        <w:t>7</w:t>
      </w:r>
      <w:r w:rsidR="00F025AE" w:rsidRPr="00B1523B">
        <w:t xml:space="preserve">) w art. </w:t>
      </w:r>
      <w:r w:rsidR="00F025AE">
        <w:t>5</w:t>
      </w:r>
      <w:r w:rsidR="00F025AE" w:rsidRPr="00B1523B">
        <w:t xml:space="preserve"> ust. 3 </w:t>
      </w:r>
      <w:r w:rsidR="00F025AE">
        <w:t xml:space="preserve">pkt 1 lit a </w:t>
      </w:r>
      <w:r w:rsidR="00F025AE" w:rsidRPr="00B1523B">
        <w:t>otrzymuje brzmienie</w:t>
      </w:r>
      <w:r w:rsidR="00F025AE">
        <w:t>:</w:t>
      </w:r>
    </w:p>
    <w:p w14:paraId="7A5AC1A8" w14:textId="47226CD9" w:rsidR="00F025AE" w:rsidRDefault="0034424F" w:rsidP="0034424F">
      <w:pPr>
        <w:pStyle w:val="ZLITzmlitartykuempunktem"/>
      </w:pPr>
      <w:r>
        <w:lastRenderedPageBreak/>
        <w:t xml:space="preserve">„a) </w:t>
      </w:r>
      <w:r w:rsidR="00F025AE" w:rsidRPr="00F025AE">
        <w:t xml:space="preserve">posiada tytuł zawodowy lekarza lub tytuł zawodowy magistra albo spełnia warunki określone w art. </w:t>
      </w:r>
      <w:r>
        <w:t>147</w:t>
      </w:r>
      <w:r w:rsidR="00F025AE" w:rsidRPr="00F025AE">
        <w:t xml:space="preserve"> ust. 1 </w:t>
      </w:r>
      <w:r>
        <w:t xml:space="preserve">pkt 5 </w:t>
      </w:r>
      <w:r w:rsidR="00F025AE" w:rsidRPr="00B1523B">
        <w:t>ustawy z dnia … o zawodzie psychologa oraz samorządzie zawodowym psychologów (Dz.</w:t>
      </w:r>
      <w:r w:rsidR="00F025AE">
        <w:t xml:space="preserve"> </w:t>
      </w:r>
      <w:r w:rsidR="00F025AE" w:rsidRPr="00B1523B">
        <w:t>U. …)</w:t>
      </w:r>
      <w:r w:rsidR="00F025AE">
        <w:t>,</w:t>
      </w:r>
      <w:r w:rsidR="00F025AE" w:rsidRPr="00B1523B">
        <w:t>”</w:t>
      </w:r>
    </w:p>
    <w:p w14:paraId="2D98D28C" w14:textId="24D85261" w:rsidR="0096252C" w:rsidRDefault="0034424F" w:rsidP="0096252C">
      <w:pPr>
        <w:pStyle w:val="ARTartustawynprozporzdzenia"/>
      </w:pPr>
      <w:r>
        <w:rPr>
          <w:rStyle w:val="Ppogrubienie"/>
        </w:rPr>
        <w:t>Art. 132</w:t>
      </w:r>
      <w:r w:rsidRPr="001D7DF6">
        <w:rPr>
          <w:rStyle w:val="Ppogrubienie"/>
        </w:rPr>
        <w:t>.</w:t>
      </w:r>
      <w:bookmarkStart w:id="361" w:name="_Hlk187313266"/>
      <w:r>
        <w:t xml:space="preserve"> </w:t>
      </w:r>
      <w:r w:rsidR="0096252C" w:rsidRPr="00B1523B">
        <w:t xml:space="preserve">W ustawie z dnia </w:t>
      </w:r>
      <w:r w:rsidR="0096252C">
        <w:t>6</w:t>
      </w:r>
      <w:r w:rsidR="0096252C" w:rsidRPr="00B1523B">
        <w:t xml:space="preserve"> czerwca 1997 r. </w:t>
      </w:r>
      <w:r w:rsidR="0096252C">
        <w:t>Kodeks postępowania karnego</w:t>
      </w:r>
      <w:r w:rsidR="0096252C" w:rsidRPr="00B1523B">
        <w:t xml:space="preserve"> (</w:t>
      </w:r>
      <w:r w:rsidR="0096252C">
        <w:t>Dz. U.</w:t>
      </w:r>
      <w:r w:rsidR="0096252C" w:rsidRPr="00355B9E">
        <w:t xml:space="preserve"> z </w:t>
      </w:r>
      <w:r w:rsidR="003C3D85">
        <w:t>2025</w:t>
      </w:r>
      <w:r w:rsidR="003C3D85" w:rsidRPr="00355B9E">
        <w:t xml:space="preserve"> </w:t>
      </w:r>
      <w:r w:rsidR="0096252C" w:rsidRPr="00355B9E">
        <w:t xml:space="preserve">r. poz. </w:t>
      </w:r>
      <w:r w:rsidR="003C3D85">
        <w:t>46</w:t>
      </w:r>
      <w:r w:rsidR="0096252C" w:rsidRPr="00B1523B">
        <w:t xml:space="preserve">) </w:t>
      </w:r>
      <w:r w:rsidR="0096252C">
        <w:t>w</w:t>
      </w:r>
      <w:r w:rsidR="0096252C" w:rsidRPr="00B1523B">
        <w:t xml:space="preserve"> art. 18</w:t>
      </w:r>
      <w:r w:rsidR="0096252C">
        <w:t xml:space="preserve">0 </w:t>
      </w:r>
      <w:r w:rsidR="0096252C">
        <w:rPr>
          <w:rFonts w:cs="Times"/>
        </w:rPr>
        <w:t>§</w:t>
      </w:r>
      <w:r w:rsidR="0096252C">
        <w:t xml:space="preserve"> 2</w:t>
      </w:r>
      <w:r w:rsidR="0096252C" w:rsidRPr="00B1523B">
        <w:t xml:space="preserve"> otrzymuje brzmienie</w:t>
      </w:r>
      <w:r w:rsidR="0096252C">
        <w:t>:</w:t>
      </w:r>
    </w:p>
    <w:p w14:paraId="517E9249" w14:textId="26B511F5" w:rsidR="0096252C" w:rsidRDefault="0096252C" w:rsidP="0096252C">
      <w:pPr>
        <w:pStyle w:val="ARTartustawynprozporzdzenia"/>
      </w:pPr>
      <w:r>
        <w:t>„</w:t>
      </w:r>
      <w:r>
        <w:rPr>
          <w:rFonts w:cs="Times"/>
        </w:rPr>
        <w:t>§</w:t>
      </w:r>
      <w:r>
        <w:t xml:space="preserve"> 2. </w:t>
      </w:r>
      <w:r w:rsidRPr="0096252C">
        <w:t>Osoby obowiązane do zachowania tajemnicy notarialnej, adwokackiej, radcy prawnego, doradcy podatkowego, lekarskiej, dziennikarskiej lub statystycznej</w:t>
      </w:r>
      <w:r w:rsidR="0043061D">
        <w:t>,</w:t>
      </w:r>
      <w:r w:rsidRPr="0096252C">
        <w:t xml:space="preserve"> tajemnicy Prokuratorii Generalnej</w:t>
      </w:r>
      <w:r>
        <w:t xml:space="preserve"> </w:t>
      </w:r>
      <w:r w:rsidR="0043061D">
        <w:t>oraz</w:t>
      </w:r>
      <w:r>
        <w:t xml:space="preserve"> tajemnicy psychologa</w:t>
      </w:r>
      <w:r w:rsidRPr="0096252C">
        <w:t>, mogą być przesłuchiwane co do faktów objętych tą tajemnicą tylko wtedy, gdy jest to niezbędne dla dobra wymiaru sprawiedliwości, a okoliczność nie może być ustalona na podstawie innego dowodu. W postępowaniu przygotowawczym w przedmiocie przesłuchania lub zezwolenia na przesłuchanie decyduje sąd, na posiedzeniu bez udziału stron, w terminie nie dłuższym niż 7 dni od daty doręczenia wniosku prokuratora. Na postanowienie sądu przysługuje zażalenie.</w:t>
      </w:r>
    </w:p>
    <w:p w14:paraId="0A75809F" w14:textId="405B2C34" w:rsidR="00B1523B" w:rsidRPr="00B1523B" w:rsidRDefault="0096252C" w:rsidP="00B1523B">
      <w:pPr>
        <w:pStyle w:val="ARTartustawynprozporzdzenia"/>
      </w:pPr>
      <w:r>
        <w:rPr>
          <w:rStyle w:val="Ppogrubienie"/>
        </w:rPr>
        <w:t xml:space="preserve">Art. 133. </w:t>
      </w:r>
      <w:r w:rsidR="00B1523B" w:rsidRPr="00B1523B">
        <w:t xml:space="preserve">W ustawie </w:t>
      </w:r>
      <w:r w:rsidR="0064777E" w:rsidRPr="00B1523B">
        <w:t xml:space="preserve">z dnia 27 czerwca 1997 r. </w:t>
      </w:r>
      <w:r w:rsidR="00B1523B" w:rsidRPr="00B1523B">
        <w:t>o służbie medycyny pracy (</w:t>
      </w:r>
      <w:r w:rsidR="00C3005F">
        <w:t>Dz. U.</w:t>
      </w:r>
      <w:r w:rsidR="00355B9E" w:rsidRPr="00355B9E">
        <w:t xml:space="preserve"> z 2022 r. poz. 437</w:t>
      </w:r>
      <w:r w:rsidR="00B1523B" w:rsidRPr="00B1523B">
        <w:t>) w art. 18 w ust. 3 pkt 3 otrzymuje brzmienie</w:t>
      </w:r>
      <w:bookmarkEnd w:id="361"/>
      <w:r w:rsidR="00B1523B" w:rsidRPr="00B1523B">
        <w:t>:</w:t>
      </w:r>
    </w:p>
    <w:p w14:paraId="58D3F7A7" w14:textId="1EA48A49" w:rsidR="00B1523B" w:rsidRPr="00B1523B" w:rsidRDefault="00B1523B" w:rsidP="001D7DF6">
      <w:pPr>
        <w:pStyle w:val="ZPKTzmpktartykuempunktem"/>
      </w:pPr>
      <w:r w:rsidRPr="00B1523B">
        <w:t>„3) rzecznika dyscyplinarnego o wszczęcie postępowania dyscyplinarnego, o którym mowa w art. 63 ustawy z dnia … o zawodzie psychologa i samorządzie zawodowym psychologów (Dz.</w:t>
      </w:r>
      <w:r w:rsidR="00C3005F">
        <w:t xml:space="preserve"> </w:t>
      </w:r>
      <w:r w:rsidRPr="00B1523B">
        <w:t>U. …).”.</w:t>
      </w:r>
    </w:p>
    <w:p w14:paraId="56D09BBB" w14:textId="657EF5DB" w:rsidR="0082248B" w:rsidRDefault="00A24E01" w:rsidP="0082248B">
      <w:pPr>
        <w:pStyle w:val="ARTartustawynprozporzdzenia"/>
      </w:pPr>
      <w:bookmarkStart w:id="362" w:name="_Hlk187314088"/>
      <w:r>
        <w:rPr>
          <w:rStyle w:val="Ppogrubienie"/>
        </w:rPr>
        <w:t xml:space="preserve">Art. </w:t>
      </w:r>
      <w:r w:rsidR="0034424F">
        <w:rPr>
          <w:rStyle w:val="Ppogrubienie"/>
        </w:rPr>
        <w:t>13</w:t>
      </w:r>
      <w:r w:rsidR="0096252C">
        <w:rPr>
          <w:rStyle w:val="Ppogrubienie"/>
        </w:rPr>
        <w:t>4</w:t>
      </w:r>
      <w:r w:rsidR="00B1523B" w:rsidRPr="001D7DF6">
        <w:rPr>
          <w:rStyle w:val="Ppogrubienie"/>
        </w:rPr>
        <w:t>.</w:t>
      </w:r>
      <w:r w:rsidR="00B1523B" w:rsidRPr="00B1523B">
        <w:t xml:space="preserve"> </w:t>
      </w:r>
      <w:bookmarkEnd w:id="362"/>
      <w:r w:rsidR="0082248B">
        <w:t>W u</w:t>
      </w:r>
      <w:r w:rsidR="0082248B" w:rsidRPr="0082248B">
        <w:t>staw</w:t>
      </w:r>
      <w:r w:rsidR="0082248B">
        <w:t>ie</w:t>
      </w:r>
      <w:r w:rsidR="0082248B" w:rsidRPr="0082248B">
        <w:t xml:space="preserve"> z dnia 4 września 1997 r.</w:t>
      </w:r>
      <w:r w:rsidR="0082248B">
        <w:t xml:space="preserve"> </w:t>
      </w:r>
      <w:r w:rsidR="0082248B" w:rsidRPr="0082248B">
        <w:t>o działach administracji rządowej</w:t>
      </w:r>
      <w:r w:rsidR="0082248B">
        <w:t xml:space="preserve"> (</w:t>
      </w:r>
      <w:r w:rsidR="0081313E" w:rsidRPr="0042248A">
        <w:t>Dz. U. z 202</w:t>
      </w:r>
      <w:r w:rsidR="006E2D95">
        <w:t>4</w:t>
      </w:r>
      <w:r w:rsidR="0081313E" w:rsidRPr="0042248A">
        <w:t xml:space="preserve"> r. poz. </w:t>
      </w:r>
      <w:r w:rsidR="006E2D95">
        <w:t>1370</w:t>
      </w:r>
      <w:r w:rsidR="003C3D85">
        <w:t xml:space="preserve"> i 1907</w:t>
      </w:r>
      <w:r w:rsidR="0082248B">
        <w:t>)</w:t>
      </w:r>
      <w:r w:rsidR="0082248B" w:rsidRPr="0082248B">
        <w:t xml:space="preserve"> </w:t>
      </w:r>
      <w:r w:rsidR="00AC2C9C">
        <w:t>w art. 21 ust. 1 pkt 5 kropkę zastępuje się średnikiem i dodaje się pkt 6 w brzmieniu:</w:t>
      </w:r>
    </w:p>
    <w:p w14:paraId="1BF33B83" w14:textId="0AF9212B" w:rsidR="0082248B" w:rsidRDefault="00241F3E" w:rsidP="006450C0">
      <w:pPr>
        <w:pStyle w:val="ZPKTzmpktartykuempunktem"/>
      </w:pPr>
      <w:r w:rsidRPr="00B1523B">
        <w:t>„</w:t>
      </w:r>
      <w:r w:rsidR="00AC2C9C">
        <w:t>6) zawodu psychologa.</w:t>
      </w:r>
      <w:r w:rsidRPr="00B1523B">
        <w:t>”</w:t>
      </w:r>
      <w:r w:rsidR="00AC2C9C">
        <w:t>.</w:t>
      </w:r>
    </w:p>
    <w:p w14:paraId="5D3EDD9D" w14:textId="17B622BF" w:rsidR="00B1523B" w:rsidRPr="00B1523B" w:rsidRDefault="0082248B" w:rsidP="0082248B">
      <w:pPr>
        <w:pStyle w:val="ARTartustawynprozporzdzenia"/>
      </w:pPr>
      <w:r w:rsidRPr="0082248B">
        <w:rPr>
          <w:rStyle w:val="Ppogrubienie"/>
        </w:rPr>
        <w:t xml:space="preserve">Art. </w:t>
      </w:r>
      <w:r w:rsidR="0034424F">
        <w:rPr>
          <w:rStyle w:val="Ppogrubienie"/>
        </w:rPr>
        <w:t>13</w:t>
      </w:r>
      <w:r w:rsidR="0096252C">
        <w:rPr>
          <w:rStyle w:val="Ppogrubienie"/>
        </w:rPr>
        <w:t>5</w:t>
      </w:r>
      <w:r w:rsidRPr="0082248B">
        <w:rPr>
          <w:rStyle w:val="Ppogrubienie"/>
        </w:rPr>
        <w:t>.</w:t>
      </w:r>
      <w:r w:rsidRPr="0082248B">
        <w:t xml:space="preserve"> </w:t>
      </w:r>
      <w:r w:rsidR="00B1523B" w:rsidRPr="00B1523B">
        <w:t>W ustawie z dnia 21 maja 1999 r. o broni i amunicji (</w:t>
      </w:r>
      <w:r w:rsidR="0081313E" w:rsidRPr="0042248A">
        <w:t xml:space="preserve">Dz. U. z </w:t>
      </w:r>
      <w:r w:rsidR="00D269E9" w:rsidRPr="0042248A">
        <w:t>202</w:t>
      </w:r>
      <w:r w:rsidR="00D269E9">
        <w:t>4</w:t>
      </w:r>
      <w:r w:rsidR="00D269E9" w:rsidRPr="0042248A">
        <w:t xml:space="preserve"> </w:t>
      </w:r>
      <w:r w:rsidR="0081313E" w:rsidRPr="0042248A">
        <w:t xml:space="preserve">r. poz. </w:t>
      </w:r>
      <w:r w:rsidR="00D269E9">
        <w:t>485</w:t>
      </w:r>
      <w:r w:rsidR="00B1523B" w:rsidRPr="00B1523B">
        <w:t>) w art. 15c w ust. 1 pkt 1 otrzymuje brzmienie:</w:t>
      </w:r>
    </w:p>
    <w:p w14:paraId="4FC8C5BF" w14:textId="66DE5D31" w:rsidR="00B1523B" w:rsidRPr="00B1523B" w:rsidRDefault="00B1523B" w:rsidP="001D7DF6">
      <w:pPr>
        <w:pStyle w:val="ZPKTzmpktartykuempunktem"/>
      </w:pPr>
      <w:r w:rsidRPr="00B1523B">
        <w:t>„1) prawo wykonywania zawodu psychologa w rozumieniu ustawy z dnia … o zawodzie psychologa oraz samorządzie zawodowym psychologów (Dz.</w:t>
      </w:r>
      <w:r w:rsidR="00C3005F">
        <w:t xml:space="preserve"> </w:t>
      </w:r>
      <w:r w:rsidRPr="00B1523B">
        <w:t>U. …)</w:t>
      </w:r>
      <w:r w:rsidR="001D7DF6">
        <w:t>,</w:t>
      </w:r>
      <w:r w:rsidRPr="00B1523B">
        <w:t>”.</w:t>
      </w:r>
    </w:p>
    <w:p w14:paraId="645717F0" w14:textId="0B7EB2C2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34424F">
        <w:rPr>
          <w:rStyle w:val="Ppogrubienie"/>
        </w:rPr>
        <w:t>13</w:t>
      </w:r>
      <w:r w:rsidR="0096252C">
        <w:rPr>
          <w:rStyle w:val="Ppogrubienie"/>
        </w:rPr>
        <w:t>6</w:t>
      </w:r>
      <w:r w:rsidR="0043061D">
        <w:rPr>
          <w:rStyle w:val="Ppogrubienie"/>
        </w:rPr>
        <w:t>.</w:t>
      </w:r>
      <w:r w:rsidR="00B1523B" w:rsidRPr="00B1523B">
        <w:t xml:space="preserve"> W ustawie z dnia 15 września 2000 r. </w:t>
      </w:r>
      <w:r w:rsidR="00300A9B" w:rsidRPr="00B1523B">
        <w:t>–</w:t>
      </w:r>
      <w:r w:rsidR="00300A9B">
        <w:t xml:space="preserve"> </w:t>
      </w:r>
      <w:r w:rsidR="00B1523B" w:rsidRPr="00B1523B">
        <w:t>Kodeks spółek handlowych (</w:t>
      </w:r>
      <w:r w:rsidR="0081313E" w:rsidRPr="0042248A">
        <w:t xml:space="preserve">Dz. U. z </w:t>
      </w:r>
      <w:r w:rsidR="00FF79CE" w:rsidRPr="0042248A">
        <w:t>202</w:t>
      </w:r>
      <w:r w:rsidR="00FF79CE">
        <w:t>4</w:t>
      </w:r>
      <w:r w:rsidR="00FF79CE" w:rsidRPr="0042248A">
        <w:t xml:space="preserve"> </w:t>
      </w:r>
      <w:r w:rsidR="0081313E" w:rsidRPr="0042248A">
        <w:t xml:space="preserve">r. poz. </w:t>
      </w:r>
      <w:r w:rsidR="00FF79CE">
        <w:t>18</w:t>
      </w:r>
      <w:r w:rsidR="00D269E9">
        <w:t xml:space="preserve"> i</w:t>
      </w:r>
      <w:r w:rsidR="00E867AC">
        <w:t xml:space="preserve"> 96</w:t>
      </w:r>
      <w:r w:rsidR="00B1523B" w:rsidRPr="00B1523B">
        <w:t>) art. 88 otrzymuje brzmienie:</w:t>
      </w:r>
    </w:p>
    <w:p w14:paraId="7C3E2D12" w14:textId="19486315" w:rsidR="00B1523B" w:rsidRPr="00B1523B" w:rsidRDefault="00B1523B" w:rsidP="001D7DF6">
      <w:pPr>
        <w:pStyle w:val="ZARTzmartartykuempunktem"/>
      </w:pPr>
      <w:r w:rsidRPr="00B1523B">
        <w:t xml:space="preserve">„Art. 88. </w:t>
      </w:r>
      <w:r w:rsidR="006E2D95" w:rsidRPr="006E2D95">
        <w:t xml:space="preserve">Partnerami w spółce mogą być osoby uprawnione do wykonywania następujących zawodów: adwokata, aptekarza, architekta, fizjoterapeuty, inżyniera budownictwa, biegłego rewidenta, brokera ubezpieczeniowego, diagnosty </w:t>
      </w:r>
      <w:r w:rsidR="006E2D95" w:rsidRPr="006E2D95">
        <w:lastRenderedPageBreak/>
        <w:t>laboratoryjnego, doradcy podatkowego, maklera papierów wartościowych, doradcy inwestycyjnego, księgowego, lekarza, lekarza dentysty, lekarza weterynarii, notariusza, pielęgniarki, położnej, radcy prawnego, rzecznika patentowego, rzeczoznawcy majątkowego</w:t>
      </w:r>
      <w:r w:rsidR="00986F00">
        <w:t>,</w:t>
      </w:r>
      <w:r w:rsidR="006E2D95" w:rsidRPr="006E2D95">
        <w:t xml:space="preserve"> tłumacza przysięgłego </w:t>
      </w:r>
      <w:r w:rsidRPr="00B1523B">
        <w:t>i psychologa.”.</w:t>
      </w:r>
    </w:p>
    <w:p w14:paraId="78541867" w14:textId="09F2DBA7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34424F">
        <w:rPr>
          <w:rStyle w:val="Ppogrubienie"/>
        </w:rPr>
        <w:t>13</w:t>
      </w:r>
      <w:r w:rsidR="0043061D">
        <w:rPr>
          <w:rStyle w:val="Ppogrubienie"/>
        </w:rPr>
        <w:t>7</w:t>
      </w:r>
      <w:r w:rsidR="00B1523B" w:rsidRPr="00116199">
        <w:rPr>
          <w:rStyle w:val="Ppogrubienie"/>
        </w:rPr>
        <w:t>.</w:t>
      </w:r>
      <w:r w:rsidR="00B1523B" w:rsidRPr="00B1523B">
        <w:t xml:space="preserve"> W ustawie z dnia 5 stycznia 2011 r. o kierujących pojazdami (</w:t>
      </w:r>
      <w:r w:rsidR="0081313E" w:rsidRPr="0042248A">
        <w:t xml:space="preserve">Dz. U. z </w:t>
      </w:r>
      <w:r w:rsidR="00220046">
        <w:t>2024</w:t>
      </w:r>
      <w:r w:rsidR="00220046" w:rsidRPr="0042248A">
        <w:t xml:space="preserve"> </w:t>
      </w:r>
      <w:r w:rsidR="0081313E" w:rsidRPr="0042248A">
        <w:t xml:space="preserve">r. poz. </w:t>
      </w:r>
      <w:r w:rsidR="00220046">
        <w:t>1210</w:t>
      </w:r>
      <w:r w:rsidR="0081313E">
        <w:t xml:space="preserve"> </w:t>
      </w:r>
      <w:r w:rsidR="00220046">
        <w:t>i 1544</w:t>
      </w:r>
      <w:r w:rsidR="002E4D87">
        <w:t>)</w:t>
      </w:r>
      <w:r w:rsidR="0064777E">
        <w:t xml:space="preserve"> wprowadza się następujące zmiany</w:t>
      </w:r>
      <w:r w:rsidR="00B1523B" w:rsidRPr="00B1523B">
        <w:t>:</w:t>
      </w:r>
    </w:p>
    <w:p w14:paraId="4D3913D7" w14:textId="77777777" w:rsidR="00B1523B" w:rsidRPr="00B1523B" w:rsidRDefault="00B1523B" w:rsidP="001D7DF6">
      <w:pPr>
        <w:pStyle w:val="PKTpunkt"/>
      </w:pPr>
      <w:r w:rsidRPr="00B1523B">
        <w:t>1) w art. 87:</w:t>
      </w:r>
    </w:p>
    <w:p w14:paraId="21BAF2A7" w14:textId="77777777" w:rsidR="00B1523B" w:rsidRPr="00B1523B" w:rsidRDefault="00B1523B" w:rsidP="001D7DF6">
      <w:pPr>
        <w:pStyle w:val="LITlitera"/>
      </w:pPr>
      <w:r w:rsidRPr="00B1523B">
        <w:t>a) w ust. 2 pkt 1 otrzymuje brzmienie:</w:t>
      </w:r>
    </w:p>
    <w:p w14:paraId="1BFBB874" w14:textId="02514E01" w:rsidR="00B1523B" w:rsidRPr="00B1523B" w:rsidRDefault="00B1523B" w:rsidP="001D7DF6">
      <w:pPr>
        <w:pStyle w:val="ZPKTzmpktartykuempunktem"/>
      </w:pPr>
      <w:r w:rsidRPr="00B1523B">
        <w:t>„1) posiada prawo wykonywania zawodu psychologa w rozumieniu ustawy z dnia … o zawodzie psychologa oraz samorządzie zawodowym psychologów (Dz.</w:t>
      </w:r>
      <w:r w:rsidR="00C3005F">
        <w:t xml:space="preserve"> </w:t>
      </w:r>
      <w:r w:rsidRPr="00B1523B">
        <w:t>U. …)</w:t>
      </w:r>
      <w:r w:rsidR="001D7DF6">
        <w:t>;</w:t>
      </w:r>
      <w:r w:rsidR="00676195" w:rsidRPr="00B1523B">
        <w:t>”</w:t>
      </w:r>
      <w:r w:rsidRPr="00B1523B">
        <w:t>,</w:t>
      </w:r>
    </w:p>
    <w:p w14:paraId="22DFEE11" w14:textId="77777777" w:rsidR="00B1523B" w:rsidRPr="00B1523B" w:rsidRDefault="00B1523B" w:rsidP="001D7DF6">
      <w:pPr>
        <w:pStyle w:val="LITlitera"/>
      </w:pPr>
      <w:r w:rsidRPr="00B1523B">
        <w:t>b) w ust. 3 w pkt 4 lit. d otrzymuje brzmienie:</w:t>
      </w:r>
    </w:p>
    <w:p w14:paraId="03BCD74C" w14:textId="17F1F2E1" w:rsidR="00B1523B" w:rsidRPr="00B1523B" w:rsidRDefault="00B1523B" w:rsidP="001D7DF6">
      <w:pPr>
        <w:pStyle w:val="ZLITzmlitartykuempunktem"/>
      </w:pPr>
      <w:r w:rsidRPr="00B1523B">
        <w:t xml:space="preserve">„d) wobec której prawomocnie orzeczono karę dyscyplinarną, o której mowa w art. </w:t>
      </w:r>
      <w:r w:rsidR="006C037C">
        <w:t>94</w:t>
      </w:r>
      <w:r w:rsidR="00724965" w:rsidRPr="00B1523B">
        <w:t xml:space="preserve"> </w:t>
      </w:r>
      <w:r w:rsidRPr="00B1523B">
        <w:t xml:space="preserve">ust. 1 pkt </w:t>
      </w:r>
      <w:r w:rsidR="00986F00">
        <w:t>6</w:t>
      </w:r>
      <w:r w:rsidR="006C037C" w:rsidRPr="00B1523B">
        <w:t xml:space="preserve"> </w:t>
      </w:r>
      <w:r w:rsidRPr="00B1523B">
        <w:t>ustawy z dnia … o zawodzie psychologa oraz samorządzie zawodowym psychologów</w:t>
      </w:r>
      <w:r w:rsidR="001D7DF6">
        <w:t>.</w:t>
      </w:r>
      <w:r w:rsidRPr="00B1523B">
        <w:t>”;</w:t>
      </w:r>
    </w:p>
    <w:p w14:paraId="7E9C3F45" w14:textId="77777777" w:rsidR="00B1523B" w:rsidRPr="00B1523B" w:rsidRDefault="00B1523B" w:rsidP="001D7DF6">
      <w:pPr>
        <w:pStyle w:val="PKTpunkt"/>
      </w:pPr>
      <w:r w:rsidRPr="00B1523B">
        <w:t>2) w art. 88 w ust. 6 pkt 5 otrzymuje brzmienie:</w:t>
      </w:r>
    </w:p>
    <w:p w14:paraId="4B3430E7" w14:textId="1662D70D" w:rsidR="00B1523B" w:rsidRPr="00B1523B" w:rsidRDefault="00B1523B" w:rsidP="00275A1F">
      <w:pPr>
        <w:pStyle w:val="ZPKTzmpktartykuempunktem"/>
      </w:pPr>
      <w:r w:rsidRPr="00B1523B">
        <w:t xml:space="preserve">„5) </w:t>
      </w:r>
      <w:r w:rsidR="007B1DA7">
        <w:t xml:space="preserve">prawomocnego </w:t>
      </w:r>
      <w:r w:rsidRPr="00B1523B">
        <w:t xml:space="preserve">orzeczenia wobec niego kary dyscyplinarnej, o której mowa w art. </w:t>
      </w:r>
      <w:r w:rsidR="006C037C">
        <w:t>94</w:t>
      </w:r>
      <w:r w:rsidR="00724965" w:rsidRPr="00B1523B">
        <w:t xml:space="preserve"> </w:t>
      </w:r>
      <w:r w:rsidRPr="00B1523B">
        <w:t xml:space="preserve">ust. 1 pkt </w:t>
      </w:r>
      <w:r w:rsidR="00193209">
        <w:t>6</w:t>
      </w:r>
      <w:r w:rsidR="006C037C" w:rsidRPr="00B1523B">
        <w:t xml:space="preserve"> </w:t>
      </w:r>
      <w:r w:rsidRPr="00B1523B">
        <w:t>ustawy z dnia … o zawodzie psychologa oraz samorządzie zawodowym psychologów</w:t>
      </w:r>
      <w:r w:rsidR="00275A1F">
        <w:t>.</w:t>
      </w:r>
      <w:r w:rsidRPr="00B1523B">
        <w:t>”.</w:t>
      </w:r>
    </w:p>
    <w:p w14:paraId="2C44EB0E" w14:textId="4F681FDC" w:rsidR="00B1523B" w:rsidRPr="00B1523B" w:rsidRDefault="00A24E01" w:rsidP="00B1523B">
      <w:pPr>
        <w:pStyle w:val="ARTartustawynprozporzdzenia"/>
      </w:pPr>
      <w:r>
        <w:rPr>
          <w:rStyle w:val="Ppogrubienie"/>
        </w:rPr>
        <w:t xml:space="preserve">Art. </w:t>
      </w:r>
      <w:r w:rsidR="0034424F">
        <w:rPr>
          <w:rStyle w:val="Ppogrubienie"/>
        </w:rPr>
        <w:t>13</w:t>
      </w:r>
      <w:r w:rsidR="0043061D">
        <w:rPr>
          <w:rStyle w:val="Ppogrubienie"/>
        </w:rPr>
        <w:t>8</w:t>
      </w:r>
      <w:r w:rsidR="00B1523B" w:rsidRPr="00116199">
        <w:rPr>
          <w:rStyle w:val="Ppogrubienie"/>
        </w:rPr>
        <w:t>.</w:t>
      </w:r>
      <w:r w:rsidR="00B1523B" w:rsidRPr="00B1523B">
        <w:t xml:space="preserve"> W ustawie z dnia 9 czerwca 2011 r. o wspieraniu rodziny i systemie pieczy zastępczej (</w:t>
      </w:r>
      <w:r w:rsidR="0081313E" w:rsidRPr="0042248A">
        <w:t>Dz.</w:t>
      </w:r>
      <w:r w:rsidR="00C3005F">
        <w:t xml:space="preserve"> </w:t>
      </w:r>
      <w:r w:rsidR="0081313E" w:rsidRPr="0042248A">
        <w:t xml:space="preserve">U. z </w:t>
      </w:r>
      <w:r w:rsidR="003C3D85">
        <w:t>2025</w:t>
      </w:r>
      <w:r w:rsidR="003C3D85" w:rsidRPr="0042248A">
        <w:t xml:space="preserve"> </w:t>
      </w:r>
      <w:r w:rsidR="0081313E" w:rsidRPr="0042248A">
        <w:t>r. poz.</w:t>
      </w:r>
      <w:r w:rsidR="00D269E9">
        <w:t xml:space="preserve"> </w:t>
      </w:r>
      <w:r w:rsidR="003C3D85" w:rsidRPr="003C3D85">
        <w:t>49</w:t>
      </w:r>
      <w:r w:rsidR="00B1523B" w:rsidRPr="00B1523B">
        <w:t>)</w:t>
      </w:r>
      <w:r w:rsidR="0064777E">
        <w:t xml:space="preserve"> wprowadza się następujące zmiany</w:t>
      </w:r>
      <w:r w:rsidR="00B1523B" w:rsidRPr="00B1523B">
        <w:t>:</w:t>
      </w:r>
    </w:p>
    <w:p w14:paraId="6AFA4975" w14:textId="77777777" w:rsidR="00B1523B" w:rsidRPr="00B1523B" w:rsidRDefault="00B1523B" w:rsidP="00116199">
      <w:pPr>
        <w:pStyle w:val="PKTpunkt"/>
      </w:pPr>
      <w:r w:rsidRPr="00B1523B">
        <w:t>1) w art. 26 w ust. 1 pkt 3 otrzymuje brzmienie:</w:t>
      </w:r>
    </w:p>
    <w:p w14:paraId="1EE0F163" w14:textId="5AF0C13A" w:rsidR="00B1523B" w:rsidRPr="00B1523B" w:rsidRDefault="00B1523B" w:rsidP="00116199">
      <w:pPr>
        <w:pStyle w:val="ZPKTzmpktartykuempunktem"/>
      </w:pPr>
      <w:r w:rsidRPr="00B1523B">
        <w:t xml:space="preserve">„3) w przypadku psychologa </w:t>
      </w:r>
      <w:r w:rsidR="004F03D1" w:rsidRPr="00B1523B">
        <w:t>–</w:t>
      </w:r>
      <w:r w:rsidRPr="00B1523B">
        <w:t xml:space="preserve"> prawo wykonywania zawodu psychologa w rozumieniu ustawy z dnia … o zawodzie psychologa oraz samorządzie zawodowym psychologów (Dz.</w:t>
      </w:r>
      <w:r w:rsidR="00C3005F">
        <w:t xml:space="preserve"> </w:t>
      </w:r>
      <w:r w:rsidRPr="00B1523B">
        <w:t>U. …);”;</w:t>
      </w:r>
    </w:p>
    <w:p w14:paraId="36991B63" w14:textId="77777777" w:rsidR="00B1523B" w:rsidRPr="00B1523B" w:rsidRDefault="00B1523B" w:rsidP="00116199">
      <w:pPr>
        <w:pStyle w:val="PKTpunkt"/>
      </w:pPr>
      <w:r w:rsidRPr="00B1523B">
        <w:t>2) w art. 98 w ust. 1 pkt 3 otrzymuje brzmienie:</w:t>
      </w:r>
    </w:p>
    <w:p w14:paraId="2ABC7630" w14:textId="45799452" w:rsidR="00B1523B" w:rsidRPr="00B1523B" w:rsidRDefault="00B1523B" w:rsidP="00116199">
      <w:pPr>
        <w:pStyle w:val="ZPKTzmpktartykuempunktem"/>
      </w:pPr>
      <w:r w:rsidRPr="00B1523B">
        <w:t xml:space="preserve">„3) w przypadku psychologa </w:t>
      </w:r>
      <w:r w:rsidR="004F03D1" w:rsidRPr="00B1523B">
        <w:t>–</w:t>
      </w:r>
      <w:r w:rsidRPr="00B1523B">
        <w:t xml:space="preserve"> prawo wykonywania zawodu psychologa w rozumieniu ustawy z dnia … o zawodzie psychologa oraz samorządzie zawodowym psychologów</w:t>
      </w:r>
      <w:r w:rsidR="00116199">
        <w:t>;</w:t>
      </w:r>
      <w:r w:rsidRPr="00B1523B">
        <w:t>”.</w:t>
      </w:r>
    </w:p>
    <w:p w14:paraId="1B0EE562" w14:textId="5EABFB7A" w:rsidR="00B1523B" w:rsidRPr="00B1523B" w:rsidRDefault="00B1523B" w:rsidP="00B1523B">
      <w:pPr>
        <w:pStyle w:val="ARTartustawynprozporzdzenia"/>
      </w:pPr>
      <w:r w:rsidRPr="00017081">
        <w:rPr>
          <w:rStyle w:val="Ppogrubienie"/>
        </w:rPr>
        <w:t>A</w:t>
      </w:r>
      <w:r w:rsidR="00A24E01">
        <w:rPr>
          <w:rStyle w:val="Ppogrubienie"/>
        </w:rPr>
        <w:t xml:space="preserve">rt. </w:t>
      </w:r>
      <w:r w:rsidR="0034424F">
        <w:rPr>
          <w:rStyle w:val="Ppogrubienie"/>
        </w:rPr>
        <w:t>13</w:t>
      </w:r>
      <w:r w:rsidR="0043061D">
        <w:rPr>
          <w:rStyle w:val="Ppogrubienie"/>
        </w:rPr>
        <w:t>9</w:t>
      </w:r>
      <w:r w:rsidRPr="00017081">
        <w:rPr>
          <w:rStyle w:val="Ppogrubienie"/>
        </w:rPr>
        <w:t>.</w:t>
      </w:r>
      <w:r w:rsidRPr="00B1523B">
        <w:t xml:space="preserve"> W ustawie z dnia 5 sierpnia 2015 r. o opiniodawczych zespołach sądowych specjalistów (Dz.</w:t>
      </w:r>
      <w:r w:rsidR="00C3005F">
        <w:t xml:space="preserve"> </w:t>
      </w:r>
      <w:r w:rsidRPr="00B1523B">
        <w:t>U. z 2018 r. poz. 708) wprowadza się następujące zmiany:</w:t>
      </w:r>
    </w:p>
    <w:p w14:paraId="7E720D05" w14:textId="77777777" w:rsidR="007B1DA7" w:rsidRPr="00B1523B" w:rsidRDefault="00116199" w:rsidP="007B1DA7">
      <w:pPr>
        <w:pStyle w:val="PKTpunkt"/>
      </w:pPr>
      <w:r>
        <w:t xml:space="preserve">1) </w:t>
      </w:r>
      <w:r w:rsidR="007B1DA7" w:rsidRPr="00B1523B">
        <w:t>w art. 5 w ust. 2 pkt 3 otrzymuje brzmienie:</w:t>
      </w:r>
    </w:p>
    <w:p w14:paraId="76DE91A8" w14:textId="59F6E7E1" w:rsidR="00FA0710" w:rsidRPr="00B1523B" w:rsidRDefault="007B1DA7" w:rsidP="00FA0710">
      <w:pPr>
        <w:pStyle w:val="ZPKTzmpktartykuempunktem"/>
      </w:pPr>
      <w:r w:rsidRPr="00B1523B">
        <w:lastRenderedPageBreak/>
        <w:t>„3) która posiada prawo wykonywania zawodu psychologa w rozumieniu ustawy z dnia … o zawodzie psychologa oraz samorządzie zawodowym psychologów (Dz.</w:t>
      </w:r>
      <w:r>
        <w:t xml:space="preserve"> </w:t>
      </w:r>
      <w:r w:rsidRPr="00B1523B">
        <w:t xml:space="preserve">U. …) </w:t>
      </w:r>
      <w:r w:rsidR="000A55CE" w:rsidRPr="000A55CE">
        <w:t>lub ukończyła studia wyższe z zakresu pedagogiki w Rzeczypospolitej Polskiej i uzyskała tytuł magistra lub ukończyła zagraniczne studia z zakresu pedagogiki uznane w Rzeczypospolitej Polskiej, albo jest lekarzem posiadającym specjalizację z zakresu pediatrii, medycyny rodzinnej, chorób wewnętrznych, psychiatrii lub psychiatrii dzieci i młodzieży</w:t>
      </w:r>
      <w:r w:rsidRPr="00B1523B">
        <w:t>;”.</w:t>
      </w:r>
    </w:p>
    <w:p w14:paraId="69A2DF10" w14:textId="77777777" w:rsidR="007B1DA7" w:rsidRPr="00B1523B" w:rsidRDefault="00116199" w:rsidP="007B1DA7">
      <w:pPr>
        <w:pStyle w:val="PKTpunkt"/>
      </w:pPr>
      <w:r>
        <w:t xml:space="preserve">2) </w:t>
      </w:r>
      <w:r w:rsidR="007B1DA7" w:rsidRPr="00B1523B">
        <w:t>w art. 8 ust. 3 otrzymuje brzmienie:</w:t>
      </w:r>
    </w:p>
    <w:p w14:paraId="28545EC0" w14:textId="2BBC3FB5" w:rsidR="007B1DA7" w:rsidRPr="00B1523B" w:rsidRDefault="007B1DA7" w:rsidP="007B1DA7">
      <w:pPr>
        <w:pStyle w:val="ZUSTzmustartykuempunktem"/>
      </w:pPr>
      <w:r w:rsidRPr="00B1523B">
        <w:t>„3. Jako specjalista w zakresie psychologii może być zatrudniona osoba, która posiada prawo wykonywania zawodu psychologa w rozumieniu ustawy z dnia … o zawodzie psychologa oraz samorządzie zawodowym psychologów (Dz.</w:t>
      </w:r>
      <w:r>
        <w:t xml:space="preserve"> </w:t>
      </w:r>
      <w:r w:rsidRPr="00B1523B">
        <w:t>U. …) oraz która posiada co najmniej 3</w:t>
      </w:r>
      <w:r w:rsidR="001713A2" w:rsidRPr="00B1523B">
        <w:t>–</w:t>
      </w:r>
      <w:r w:rsidRPr="00B1523B">
        <w:t>letni staż pracy w poradnictwie rodzinnym lub z młodzieżą społecznie niedostosowaną albo 3</w:t>
      </w:r>
      <w:r w:rsidR="001713A2" w:rsidRPr="00B1523B">
        <w:t>–</w:t>
      </w:r>
      <w:r w:rsidRPr="00B1523B">
        <w:t>letnią praktykę kliniczną.”;</w:t>
      </w:r>
    </w:p>
    <w:p w14:paraId="0822ADDE" w14:textId="72EF10C8" w:rsidR="0034424F" w:rsidRPr="00B1523B" w:rsidRDefault="00B77398" w:rsidP="0034424F">
      <w:pPr>
        <w:pStyle w:val="ARTartustawynprozporzdzenia"/>
      </w:pPr>
      <w:r w:rsidRPr="007C17C4">
        <w:rPr>
          <w:rStyle w:val="Ppogrubienie"/>
        </w:rPr>
        <w:t xml:space="preserve">Art. </w:t>
      </w:r>
      <w:r w:rsidR="0034424F" w:rsidRPr="007C17C4">
        <w:rPr>
          <w:rStyle w:val="Ppogrubienie"/>
        </w:rPr>
        <w:t>1</w:t>
      </w:r>
      <w:r w:rsidR="0043061D">
        <w:rPr>
          <w:rStyle w:val="Ppogrubienie"/>
        </w:rPr>
        <w:t>40</w:t>
      </w:r>
      <w:r w:rsidR="0034424F">
        <w:rPr>
          <w:rStyle w:val="Ppogrubienie"/>
        </w:rPr>
        <w:t xml:space="preserve">. </w:t>
      </w:r>
      <w:r w:rsidR="0034424F" w:rsidRPr="00864F49">
        <w:t>W ustawie z dnia</w:t>
      </w:r>
      <w:r w:rsidR="0034424F">
        <w:t xml:space="preserve"> 13 maja 2016 r. </w:t>
      </w:r>
      <w:r w:rsidR="0034424F" w:rsidRPr="0034424F">
        <w:t>o przeciwdziałaniu zagrożeniom przestępczością na tle seksualnym i ochronie małoletnic</w:t>
      </w:r>
      <w:r w:rsidR="0034424F">
        <w:t xml:space="preserve">h (Dz. U. z 2024 r. poz. 1802) </w:t>
      </w:r>
      <w:r w:rsidR="0034424F" w:rsidRPr="00B1523B">
        <w:t xml:space="preserve">w art. </w:t>
      </w:r>
      <w:r w:rsidR="0034424F">
        <w:t>22j</w:t>
      </w:r>
      <w:r w:rsidR="0034424F" w:rsidRPr="00B1523B">
        <w:t xml:space="preserve"> w ust. </w:t>
      </w:r>
      <w:r w:rsidR="0034424F">
        <w:t>6</w:t>
      </w:r>
      <w:r w:rsidR="0034424F" w:rsidRPr="00B1523B">
        <w:t xml:space="preserve"> pkt </w:t>
      </w:r>
      <w:r w:rsidR="0034424F">
        <w:t>5</w:t>
      </w:r>
      <w:r w:rsidR="0034424F" w:rsidRPr="00B1523B">
        <w:t xml:space="preserve"> otrzymuje brzmienie:</w:t>
      </w:r>
    </w:p>
    <w:p w14:paraId="422AA474" w14:textId="08637E52" w:rsidR="0034424F" w:rsidRDefault="0034424F" w:rsidP="0034424F">
      <w:pPr>
        <w:pStyle w:val="ARTartustawynprozporzdzenia"/>
        <w:rPr>
          <w:rStyle w:val="Ppogrubienie"/>
        </w:rPr>
      </w:pPr>
      <w:r w:rsidRPr="00B1523B">
        <w:t>„</w:t>
      </w:r>
      <w:r>
        <w:t xml:space="preserve">5) </w:t>
      </w:r>
      <w:r w:rsidRPr="0034424F">
        <w:t xml:space="preserve">psychologa, o której mowa w art. </w:t>
      </w:r>
      <w:r>
        <w:t>27</w:t>
      </w:r>
      <w:r w:rsidRPr="0034424F">
        <w:t xml:space="preserve"> </w:t>
      </w:r>
      <w:r>
        <w:t xml:space="preserve">ust. 1 </w:t>
      </w:r>
      <w:r w:rsidRPr="00B1523B">
        <w:t>ustawy z dnia … o zawodzie psychologa oraz samorządzie zawodowym psychologów (Dz.</w:t>
      </w:r>
      <w:r>
        <w:t xml:space="preserve"> </w:t>
      </w:r>
      <w:r w:rsidRPr="00B1523B">
        <w:t>U. …)</w:t>
      </w:r>
      <w:r>
        <w:t>.”</w:t>
      </w:r>
    </w:p>
    <w:p w14:paraId="53B4880F" w14:textId="689B14AF" w:rsidR="00B77398" w:rsidRPr="00864F49" w:rsidRDefault="0034424F" w:rsidP="00864F49">
      <w:pPr>
        <w:pStyle w:val="ARTartustawynprozporzdzenia"/>
      </w:pPr>
      <w:r>
        <w:rPr>
          <w:rStyle w:val="Ppogrubienie"/>
        </w:rPr>
        <w:t>Art. 14</w:t>
      </w:r>
      <w:r w:rsidR="0043061D">
        <w:rPr>
          <w:rStyle w:val="Ppogrubienie"/>
        </w:rPr>
        <w:t>1</w:t>
      </w:r>
      <w:r w:rsidR="00C37463" w:rsidRPr="00130BBD">
        <w:rPr>
          <w:rStyle w:val="Ppogrubienie"/>
        </w:rPr>
        <w:t>.</w:t>
      </w:r>
      <w:r w:rsidR="00B77398" w:rsidRPr="00864F49">
        <w:t xml:space="preserve"> W ustawie z dnia 14 grudnia 2016 r. </w:t>
      </w:r>
      <w:r w:rsidR="001713A2" w:rsidRPr="00B1523B">
        <w:t>–</w:t>
      </w:r>
      <w:r w:rsidR="00B77398" w:rsidRPr="00864F49">
        <w:t xml:space="preserve"> Prawo oświatowe</w:t>
      </w:r>
      <w:r w:rsidR="00EC38E2" w:rsidRPr="00864F49">
        <w:t xml:space="preserve"> (Dz. U. </w:t>
      </w:r>
      <w:r w:rsidR="00130BBD">
        <w:t>z 2024 r. poz. 737</w:t>
      </w:r>
      <w:r w:rsidR="00D021FD">
        <w:t xml:space="preserve">, </w:t>
      </w:r>
      <w:r w:rsidR="00130BBD">
        <w:t>854</w:t>
      </w:r>
      <w:r w:rsidR="00B50A7E">
        <w:t>, 1562</w:t>
      </w:r>
      <w:r w:rsidR="00D347D3">
        <w:t xml:space="preserve">, </w:t>
      </w:r>
      <w:r w:rsidR="00B50A7E">
        <w:t>1635</w:t>
      </w:r>
      <w:r w:rsidR="00D347D3">
        <w:t xml:space="preserve"> i 1933</w:t>
      </w:r>
      <w:r w:rsidR="00EC38E2" w:rsidRPr="00864F49">
        <w:t>)</w:t>
      </w:r>
      <w:r w:rsidR="008714A7">
        <w:t xml:space="preserve"> wprowadza się następujące zmiany</w:t>
      </w:r>
      <w:r w:rsidR="00B77398" w:rsidRPr="00864F49">
        <w:t>:</w:t>
      </w:r>
    </w:p>
    <w:p w14:paraId="449530BC" w14:textId="77D59D64" w:rsidR="00F65F1E" w:rsidRDefault="00B77398" w:rsidP="00864F49">
      <w:pPr>
        <w:pStyle w:val="PKTpunkt"/>
      </w:pPr>
      <w:r w:rsidRPr="00864F49">
        <w:t>1)</w:t>
      </w:r>
      <w:r w:rsidR="00B07753">
        <w:t xml:space="preserve"> </w:t>
      </w:r>
      <w:r w:rsidRPr="00864F49">
        <w:t>w art. 13</w:t>
      </w:r>
      <w:r w:rsidR="00F65F1E">
        <w:t>:</w:t>
      </w:r>
    </w:p>
    <w:p w14:paraId="4FD482DC" w14:textId="1E5275A7" w:rsidR="00B77398" w:rsidRPr="00864F49" w:rsidRDefault="00F65F1E" w:rsidP="00F65F1E">
      <w:pPr>
        <w:pStyle w:val="LITlitera"/>
      </w:pPr>
      <w:r>
        <w:t xml:space="preserve">a) </w:t>
      </w:r>
      <w:r w:rsidRPr="00864F49">
        <w:t>w ust. 1 w pkt 4</w:t>
      </w:r>
      <w:r>
        <w:t xml:space="preserve"> otrzymuje brzmienie</w:t>
      </w:r>
      <w:r w:rsidR="00B77398" w:rsidRPr="00864F49">
        <w:t>:</w:t>
      </w:r>
    </w:p>
    <w:p w14:paraId="26AD22D7" w14:textId="03B3192F" w:rsidR="00B77398" w:rsidRPr="00864F49" w:rsidRDefault="00F65F1E" w:rsidP="00F65F1E">
      <w:pPr>
        <w:pStyle w:val="LITlitera"/>
      </w:pPr>
      <w:r w:rsidRPr="00864F49">
        <w:t>„</w:t>
      </w:r>
      <w:r>
        <w:t>4</w:t>
      </w:r>
      <w:r w:rsidR="00B77398" w:rsidRPr="00864F49">
        <w:t>)</w:t>
      </w:r>
      <w:r w:rsidR="00B77398" w:rsidRPr="00864F49">
        <w:tab/>
      </w:r>
      <w:r w:rsidRPr="00F65F1E">
        <w:t xml:space="preserve">zatrudnia nauczycieli posiadających kwalifikacje określone w odrębnych przepisach, z zastrzeżeniem </w:t>
      </w:r>
      <w:r w:rsidRPr="00864F49">
        <w:t>art. 15 ust. 1 i 10</w:t>
      </w:r>
      <w:r w:rsidR="00B77398" w:rsidRPr="00864F49">
        <w:t>”</w:t>
      </w:r>
      <w:r>
        <w:t>,</w:t>
      </w:r>
    </w:p>
    <w:p w14:paraId="26F1C145" w14:textId="7497CBC7" w:rsidR="00F65F1E" w:rsidRDefault="00B77398" w:rsidP="00F65F1E">
      <w:pPr>
        <w:pStyle w:val="LITlitera"/>
      </w:pPr>
      <w:r w:rsidRPr="00864F49">
        <w:t>b)</w:t>
      </w:r>
      <w:r w:rsidRPr="00864F49">
        <w:tab/>
        <w:t xml:space="preserve">w ust. 6 w pkt 2 </w:t>
      </w:r>
      <w:r w:rsidR="00F65F1E">
        <w:t>otrzymuje brzmienie</w:t>
      </w:r>
      <w:r w:rsidR="00F65F1E" w:rsidRPr="00864F49">
        <w:t>:</w:t>
      </w:r>
    </w:p>
    <w:p w14:paraId="5B1E61AE" w14:textId="1B0E5517" w:rsidR="00B77398" w:rsidRPr="00864F49" w:rsidRDefault="00B77398" w:rsidP="00F65F1E">
      <w:pPr>
        <w:pStyle w:val="LITlitera"/>
      </w:pPr>
      <w:r w:rsidRPr="00864F49">
        <w:t>„</w:t>
      </w:r>
      <w:r w:rsidR="00F65F1E">
        <w:t xml:space="preserve">2) </w:t>
      </w:r>
      <w:r w:rsidR="00F65F1E" w:rsidRPr="00F65F1E">
        <w:t>zatrudnia nauczycieli posiadających kwalifikacje określone dla nauczycieli</w:t>
      </w:r>
      <w:r w:rsidR="00F65F1E">
        <w:t xml:space="preserve"> </w:t>
      </w:r>
      <w:r w:rsidR="00F65F1E" w:rsidRPr="00F65F1E">
        <w:t xml:space="preserve">przedszkoli publicznych; przepisy art. 15 ust. </w:t>
      </w:r>
      <w:r w:rsidR="00F65F1E" w:rsidRPr="00864F49">
        <w:t>1, 4 i 10</w:t>
      </w:r>
      <w:r w:rsidR="00F65F1E" w:rsidRPr="00F65F1E">
        <w:t xml:space="preserve"> stosuje się odpowiednio</w:t>
      </w:r>
      <w:r w:rsidRPr="00864F49">
        <w:t>”</w:t>
      </w:r>
    </w:p>
    <w:p w14:paraId="3796264E" w14:textId="0AC51F30" w:rsidR="00B77398" w:rsidRPr="00864F49" w:rsidRDefault="00B77398" w:rsidP="00864F49">
      <w:pPr>
        <w:pStyle w:val="PKTpunkt"/>
      </w:pPr>
      <w:r w:rsidRPr="00864F49">
        <w:t>2)</w:t>
      </w:r>
      <w:r w:rsidR="00B07753">
        <w:t xml:space="preserve"> </w:t>
      </w:r>
      <w:r w:rsidRPr="00864F49">
        <w:t>w art. 14:</w:t>
      </w:r>
    </w:p>
    <w:p w14:paraId="7150E60A" w14:textId="196AD401" w:rsidR="007D20CB" w:rsidRDefault="00B77398" w:rsidP="00864F49">
      <w:pPr>
        <w:pStyle w:val="LITlitera"/>
      </w:pPr>
      <w:r w:rsidRPr="00864F49">
        <w:t>a)</w:t>
      </w:r>
      <w:r w:rsidR="00B07753">
        <w:t xml:space="preserve"> </w:t>
      </w:r>
      <w:r w:rsidRPr="00864F49">
        <w:t xml:space="preserve">w ust. 1 w pkt 3 </w:t>
      </w:r>
      <w:r w:rsidR="007D20CB">
        <w:t>otrzymuje brzmienie</w:t>
      </w:r>
      <w:r w:rsidR="007D20CB" w:rsidRPr="00864F49">
        <w:t>:</w:t>
      </w:r>
    </w:p>
    <w:p w14:paraId="16484CDD" w14:textId="08B717F6" w:rsidR="00B77398" w:rsidRPr="00864F49" w:rsidRDefault="00B77398" w:rsidP="00864F49">
      <w:pPr>
        <w:pStyle w:val="LITlitera"/>
      </w:pPr>
      <w:r w:rsidRPr="00864F49">
        <w:t>„</w:t>
      </w:r>
      <w:r w:rsidR="007D20CB">
        <w:t xml:space="preserve">3) </w:t>
      </w:r>
      <w:r w:rsidR="007D20CB" w:rsidRPr="007D20CB">
        <w:t>zatrudnia nauczycieli posiadających kwalifikacje określone w odrębnych przepisach, z zastrzeżeniem art. 15 ust. 2</w:t>
      </w:r>
      <w:r w:rsidR="007D20CB">
        <w:t xml:space="preserve"> </w:t>
      </w:r>
      <w:r w:rsidRPr="00864F49">
        <w:t>i 10”,</w:t>
      </w:r>
    </w:p>
    <w:p w14:paraId="02A9C1E6" w14:textId="568671DF" w:rsidR="007D20CB" w:rsidRDefault="00B77398" w:rsidP="00864F49">
      <w:pPr>
        <w:pStyle w:val="LITlitera"/>
      </w:pPr>
      <w:r w:rsidRPr="00864F49">
        <w:t>b)</w:t>
      </w:r>
      <w:r w:rsidR="00B07753">
        <w:t xml:space="preserve"> </w:t>
      </w:r>
      <w:r w:rsidRPr="00864F49">
        <w:t xml:space="preserve">w ust. 3 w pkt 6 </w:t>
      </w:r>
      <w:r w:rsidR="007D20CB" w:rsidRPr="007D20CB">
        <w:t>otrzymuje brzmienie:</w:t>
      </w:r>
    </w:p>
    <w:p w14:paraId="5840D2B0" w14:textId="3AFF7E0F" w:rsidR="007D20CB" w:rsidRDefault="007D20CB" w:rsidP="00864F49">
      <w:pPr>
        <w:pStyle w:val="LITlitera"/>
      </w:pPr>
      <w:r w:rsidRPr="007D20CB">
        <w:lastRenderedPageBreak/>
        <w:t>„</w:t>
      </w:r>
      <w:r>
        <w:t xml:space="preserve">6) </w:t>
      </w:r>
      <w:r w:rsidRPr="007D20CB">
        <w:t>zatrudnia nauczycieli obowiązkowych zajęć edukacyjnych, o których mowa w pkt 2, posiadających kwalifikacje określone dla nauczycieli szkół publicznych; przepisy art. 15 ust. 2, 4</w:t>
      </w:r>
      <w:r>
        <w:t>,</w:t>
      </w:r>
      <w:r w:rsidRPr="007D20CB">
        <w:t xml:space="preserve"> 6 </w:t>
      </w:r>
      <w:r>
        <w:t xml:space="preserve">i 10 </w:t>
      </w:r>
      <w:r w:rsidRPr="007D20CB">
        <w:t>stosuje się odpowiednio”,</w:t>
      </w:r>
    </w:p>
    <w:p w14:paraId="270FA6E2" w14:textId="77777777" w:rsidR="000A5378" w:rsidRDefault="007D20CB" w:rsidP="00864F49">
      <w:pPr>
        <w:pStyle w:val="LITlitera"/>
      </w:pPr>
      <w:r>
        <w:t xml:space="preserve">c) </w:t>
      </w:r>
      <w:r w:rsidR="00B77398" w:rsidRPr="00864F49">
        <w:t xml:space="preserve">w ust. 4 w pkt 7 </w:t>
      </w:r>
      <w:r w:rsidR="000A5378" w:rsidRPr="000A5378">
        <w:t>otrzymuje brzmienie:</w:t>
      </w:r>
    </w:p>
    <w:p w14:paraId="6EB97B8C" w14:textId="71E755B5" w:rsidR="00B77398" w:rsidRPr="00864F49" w:rsidRDefault="00B77398" w:rsidP="000A5378">
      <w:pPr>
        <w:pStyle w:val="LITlitera"/>
      </w:pPr>
      <w:r w:rsidRPr="00864F49">
        <w:t>„</w:t>
      </w:r>
      <w:r w:rsidR="000A5378">
        <w:t xml:space="preserve">7) </w:t>
      </w:r>
      <w:r w:rsidR="000A5378" w:rsidRPr="000A5378">
        <w:t>zatrudnia nauczycieli zajęć edukacyjnych, o których mowa w pkt 2,</w:t>
      </w:r>
      <w:r w:rsidR="000A5378">
        <w:t xml:space="preserve"> </w:t>
      </w:r>
      <w:r w:rsidR="000A5378" w:rsidRPr="000A5378">
        <w:t>posiadających kwalifikacje określone dla nauczycieli szkół publicznych; przepisy art. 15 ust. 2, 4</w:t>
      </w:r>
      <w:r w:rsidR="000A5378">
        <w:t>, 6</w:t>
      </w:r>
      <w:r w:rsidR="000A5378" w:rsidRPr="000A5378">
        <w:t xml:space="preserve"> i </w:t>
      </w:r>
      <w:r w:rsidR="000A5378">
        <w:t>10</w:t>
      </w:r>
      <w:r w:rsidR="000A5378" w:rsidRPr="000A5378">
        <w:t xml:space="preserve"> stosuje się odpowiednio</w:t>
      </w:r>
      <w:r w:rsidRPr="00864F49">
        <w:t>”;</w:t>
      </w:r>
    </w:p>
    <w:p w14:paraId="5672A065" w14:textId="77777777" w:rsidR="00C0209B" w:rsidRDefault="00B77398" w:rsidP="00864F49">
      <w:pPr>
        <w:pStyle w:val="PKTpunkt"/>
      </w:pPr>
      <w:r w:rsidRPr="00864F49">
        <w:t>3)</w:t>
      </w:r>
      <w:r w:rsidR="00B07753">
        <w:t xml:space="preserve"> </w:t>
      </w:r>
      <w:r w:rsidRPr="00864F49">
        <w:t>w art. 15</w:t>
      </w:r>
      <w:r w:rsidR="00C0209B">
        <w:t>:</w:t>
      </w:r>
    </w:p>
    <w:p w14:paraId="103FFDBE" w14:textId="19C3A375" w:rsidR="00C0209B" w:rsidRDefault="00C0209B" w:rsidP="00343D90">
      <w:pPr>
        <w:pStyle w:val="LITlitera"/>
      </w:pPr>
      <w:r>
        <w:t>a)</w:t>
      </w:r>
      <w:r w:rsidRPr="00C0209B">
        <w:t xml:space="preserve"> ust. </w:t>
      </w:r>
      <w:r>
        <w:t>5</w:t>
      </w:r>
      <w:r w:rsidRPr="00C0209B">
        <w:t xml:space="preserve"> otrzymuje brzmienie</w:t>
      </w:r>
      <w:r>
        <w:t>:</w:t>
      </w:r>
    </w:p>
    <w:p w14:paraId="01628890" w14:textId="091D91B6" w:rsidR="00C0209B" w:rsidRDefault="00C0209B" w:rsidP="00343D90">
      <w:pPr>
        <w:pStyle w:val="ZUSTzmustartykuempunktem"/>
      </w:pPr>
      <w:r>
        <w:t>„5. Przepisy ust. 2-4 i 10 stosuje się odpowiednio do placówek artystycznych, placówek, o których mowa w art. 2 pkt 8, dla uczniów szkół artystycznych i placówek doskonalenia nauczycieli szkół artystycznych, z tym że zgodę na zatrudnienie osoby niebędącej nauczycielem wyraża minister właściwy do spraw kultury i ochrony dziedzictwa narodowego.”</w:t>
      </w:r>
    </w:p>
    <w:p w14:paraId="59E44F0E" w14:textId="5BAE9E20" w:rsidR="00276599" w:rsidRDefault="00C0209B" w:rsidP="00343D90">
      <w:pPr>
        <w:pStyle w:val="LITlitera"/>
      </w:pPr>
      <w:r>
        <w:t>b)</w:t>
      </w:r>
      <w:r w:rsidR="00B77398" w:rsidRPr="00864F49">
        <w:t xml:space="preserve"> dodaje się ust. 10 w brzmieniu:</w:t>
      </w:r>
    </w:p>
    <w:p w14:paraId="39447DB9" w14:textId="468E0E46" w:rsidR="00B77398" w:rsidRPr="00864F49" w:rsidRDefault="00B77398" w:rsidP="00343D90">
      <w:pPr>
        <w:pStyle w:val="ZUSTzmustartykuempunktem"/>
      </w:pPr>
      <w:r w:rsidRPr="00864F49">
        <w:t xml:space="preserve">„10. W uzasadnionych przypadkach w przedszkolu, szkole lub placówce publicznej może być, za zgodą kuratora oświaty, </w:t>
      </w:r>
      <w:r w:rsidR="00C0209B">
        <w:t>a w przypadku szkoły artystycznej – ministra właściwego do spraw kultury i ochrony dziedzictwa narodowego,</w:t>
      </w:r>
      <w:r w:rsidR="00C0209B" w:rsidRPr="00864F49">
        <w:t xml:space="preserve"> </w:t>
      </w:r>
      <w:r w:rsidRPr="00864F49">
        <w:t xml:space="preserve">zatrudniona osoba niebędąca nauczycielem, wpisana </w:t>
      </w:r>
      <w:r w:rsidR="0096413E">
        <w:t>do Rejestru</w:t>
      </w:r>
      <w:r w:rsidRPr="00864F49">
        <w:t>, o któr</w:t>
      </w:r>
      <w:r w:rsidR="0096413E">
        <w:t>ym</w:t>
      </w:r>
      <w:r w:rsidRPr="00864F49">
        <w:t xml:space="preserve"> mowa w art. 6 </w:t>
      </w:r>
      <w:r w:rsidR="0096413E">
        <w:t xml:space="preserve">ust. 1 </w:t>
      </w:r>
      <w:bookmarkStart w:id="363" w:name="_Hlk179796458"/>
      <w:r w:rsidRPr="00864F49">
        <w:t>ustawy z dnia ... o zawodzie psychologa oraz samorządzie zawodowym psychologów (Dz. U. ....)</w:t>
      </w:r>
      <w:bookmarkEnd w:id="363"/>
      <w:r w:rsidRPr="00864F49">
        <w:t>, posiadająca przygotowanie uznane przez dyrektora szkoły lub placówki za odpowiednie do udzielania świadczeń psychologicznych dzieciom i młodzieży. Przepisy ust. 3 i 4 stosuje się odpowiednio.</w:t>
      </w:r>
      <w:r w:rsidR="002125C4" w:rsidRPr="002125C4">
        <w:t xml:space="preserve"> </w:t>
      </w:r>
      <w:r w:rsidR="002125C4" w:rsidRPr="00864F49">
        <w:t>”</w:t>
      </w:r>
    </w:p>
    <w:p w14:paraId="1397FB73" w14:textId="5A6BBA38" w:rsidR="00B77398" w:rsidRPr="00864F49" w:rsidRDefault="00B77398" w:rsidP="0005602D">
      <w:pPr>
        <w:pStyle w:val="PKTpunkt"/>
      </w:pPr>
      <w:r w:rsidRPr="00864F49">
        <w:t>4)</w:t>
      </w:r>
      <w:r w:rsidR="00B07753">
        <w:t xml:space="preserve"> </w:t>
      </w:r>
      <w:r w:rsidRPr="00864F49">
        <w:t>w art. 32:</w:t>
      </w:r>
    </w:p>
    <w:p w14:paraId="2DE6B4D3" w14:textId="3800171F" w:rsidR="0096413E" w:rsidRDefault="00B77398" w:rsidP="0005602D">
      <w:pPr>
        <w:pStyle w:val="LITlitera"/>
      </w:pPr>
      <w:r w:rsidRPr="00864F49">
        <w:t>a)</w:t>
      </w:r>
      <w:r w:rsidRPr="00864F49">
        <w:tab/>
        <w:t xml:space="preserve">ust. 8 </w:t>
      </w:r>
      <w:r w:rsidR="0096413E">
        <w:t>otrzymuje brzmienie:</w:t>
      </w:r>
    </w:p>
    <w:p w14:paraId="48962B11" w14:textId="6A2A06AA" w:rsidR="00B77398" w:rsidRPr="00864F49" w:rsidRDefault="00B77398" w:rsidP="0096413E">
      <w:pPr>
        <w:pStyle w:val="LITlitera"/>
      </w:pPr>
      <w:r w:rsidRPr="00864F49">
        <w:t>„</w:t>
      </w:r>
      <w:r w:rsidR="0096413E">
        <w:t xml:space="preserve">8. </w:t>
      </w:r>
      <w:r w:rsidR="0096413E" w:rsidRPr="0096413E">
        <w:t xml:space="preserve">Nauczyciela oraz osobę, o której mowa w art. 15 ust. 1 </w:t>
      </w:r>
      <w:r w:rsidR="0096413E" w:rsidRPr="00864F49">
        <w:t>i 10</w:t>
      </w:r>
      <w:r w:rsidR="0096413E" w:rsidRPr="0096413E">
        <w:t>, prowadzących zajęcia</w:t>
      </w:r>
      <w:r w:rsidR="0096413E">
        <w:t xml:space="preserve"> </w:t>
      </w:r>
      <w:r w:rsidR="0096413E" w:rsidRPr="0096413E">
        <w:t>w innej formie wychowania przedszkolnego prowadzonej przez gminę, zatrudnia</w:t>
      </w:r>
      <w:r w:rsidR="0096413E">
        <w:t xml:space="preserve"> </w:t>
      </w:r>
      <w:r w:rsidR="0096413E" w:rsidRPr="0096413E">
        <w:t>dyrektor przedszkola lub szkoły podstawowej prowadzonych przez tę gminę</w:t>
      </w:r>
      <w:r w:rsidR="0096413E">
        <w:t>.</w:t>
      </w:r>
      <w:r w:rsidRPr="00864F49">
        <w:t>”,</w:t>
      </w:r>
    </w:p>
    <w:p w14:paraId="16338D54" w14:textId="77777777" w:rsidR="0096413E" w:rsidRDefault="00926B3E" w:rsidP="0005602D">
      <w:pPr>
        <w:pStyle w:val="LITlitera"/>
      </w:pPr>
      <w:r w:rsidRPr="00864F49">
        <w:t xml:space="preserve">b) </w:t>
      </w:r>
      <w:r w:rsidR="00B77398" w:rsidRPr="00864F49">
        <w:t xml:space="preserve">ust. 9 </w:t>
      </w:r>
      <w:r w:rsidR="0096413E">
        <w:t>otrzymuje brzmienie:</w:t>
      </w:r>
    </w:p>
    <w:p w14:paraId="382CB010" w14:textId="643BDFFC" w:rsidR="00B77398" w:rsidRPr="00864F49" w:rsidRDefault="00B77398" w:rsidP="0005602D">
      <w:pPr>
        <w:pStyle w:val="LITlitera"/>
      </w:pPr>
      <w:r w:rsidRPr="00864F49">
        <w:t>„</w:t>
      </w:r>
      <w:r w:rsidR="0096413E">
        <w:t xml:space="preserve">9. </w:t>
      </w:r>
      <w:r w:rsidR="0096413E" w:rsidRPr="0096413E">
        <w:t>Zajęcia w innych formach wychowania przedszkolnego prowadzą nauczyciele</w:t>
      </w:r>
      <w:r w:rsidR="0096413E">
        <w:t xml:space="preserve"> </w:t>
      </w:r>
      <w:r w:rsidR="0096413E" w:rsidRPr="0096413E">
        <w:t>posiadający kwalifikacje wymagane od nauczycieli przedszkoli. Przepisy art. 15 ust. 1, 3</w:t>
      </w:r>
      <w:r w:rsidR="0096413E">
        <w:t xml:space="preserve">, </w:t>
      </w:r>
      <w:r w:rsidR="0096413E" w:rsidRPr="0096413E">
        <w:t xml:space="preserve">4 </w:t>
      </w:r>
      <w:r w:rsidR="0096413E">
        <w:t xml:space="preserve">i 10 </w:t>
      </w:r>
      <w:r w:rsidR="0096413E" w:rsidRPr="0096413E">
        <w:t>stosuje się odpowiednio.</w:t>
      </w:r>
      <w:r w:rsidRPr="00864F49">
        <w:t>”</w:t>
      </w:r>
    </w:p>
    <w:p w14:paraId="4F3FADB5" w14:textId="0596ADB3" w:rsidR="009F5368" w:rsidRPr="00B1523B" w:rsidRDefault="009F5368" w:rsidP="009F5368">
      <w:pPr>
        <w:pStyle w:val="ARTartustawynprozporzdzenia"/>
      </w:pPr>
      <w:r>
        <w:rPr>
          <w:rStyle w:val="Ppogrubienie"/>
        </w:rPr>
        <w:lastRenderedPageBreak/>
        <w:t>Art. 14</w:t>
      </w:r>
      <w:r w:rsidR="0043061D">
        <w:rPr>
          <w:rStyle w:val="Ppogrubienie"/>
        </w:rPr>
        <w:t>2</w:t>
      </w:r>
      <w:r>
        <w:rPr>
          <w:rStyle w:val="Ppogrubienie"/>
        </w:rPr>
        <w:t xml:space="preserve">. </w:t>
      </w:r>
      <w:r w:rsidRPr="00864F49">
        <w:t>W ustawie z dnia</w:t>
      </w:r>
      <w:r>
        <w:t xml:space="preserve"> 30 sierpnia 2019 r. </w:t>
      </w:r>
      <w:r w:rsidRPr="0034424F">
        <w:t xml:space="preserve">o </w:t>
      </w:r>
      <w:r w:rsidRPr="009F5368">
        <w:t>Państwowej Komisji do spraw przeciwdziałania wykorzystaniu seksualnemu małoletnich poniżej lat 15</w:t>
      </w:r>
      <w:r>
        <w:t xml:space="preserve"> (Dz. U. z 2024 r. poz. 94) </w:t>
      </w:r>
      <w:r w:rsidRPr="00B1523B">
        <w:t xml:space="preserve">w art. </w:t>
      </w:r>
      <w:r>
        <w:t xml:space="preserve">3c </w:t>
      </w:r>
      <w:r w:rsidRPr="00B1523B">
        <w:t xml:space="preserve">w ust. </w:t>
      </w:r>
      <w:r>
        <w:t>1</w:t>
      </w:r>
      <w:r w:rsidRPr="00B1523B">
        <w:t xml:space="preserve"> pkt </w:t>
      </w:r>
      <w:r>
        <w:t>6</w:t>
      </w:r>
      <w:r w:rsidRPr="00B1523B">
        <w:t xml:space="preserve"> otrzymuje brzmienie:</w:t>
      </w:r>
    </w:p>
    <w:p w14:paraId="3F8424F3" w14:textId="6093399D" w:rsidR="009F5368" w:rsidRDefault="009F5368" w:rsidP="009F5368">
      <w:pPr>
        <w:pStyle w:val="ARTartustawynprozporzdzenia"/>
      </w:pPr>
      <w:r w:rsidRPr="00B1523B">
        <w:t>„</w:t>
      </w:r>
      <w:r>
        <w:t xml:space="preserve">6) </w:t>
      </w:r>
      <w:r w:rsidRPr="0034424F">
        <w:t xml:space="preserve">psychologa, o której mowa w art. </w:t>
      </w:r>
      <w:r>
        <w:t>27</w:t>
      </w:r>
      <w:r w:rsidRPr="0034424F">
        <w:t xml:space="preserve"> </w:t>
      </w:r>
      <w:r>
        <w:t xml:space="preserve">ust. 1 </w:t>
      </w:r>
      <w:r w:rsidRPr="00B1523B">
        <w:t>ustawy z dnia … o zawodzie psychologa oraz samorządzie zawodowym psychologów (Dz.</w:t>
      </w:r>
      <w:r>
        <w:t xml:space="preserve"> </w:t>
      </w:r>
      <w:r w:rsidRPr="00B1523B">
        <w:t>U. …)</w:t>
      </w:r>
      <w:r>
        <w:t>.”</w:t>
      </w:r>
    </w:p>
    <w:p w14:paraId="42A25B88" w14:textId="0A4CCAB4" w:rsidR="003E43AB" w:rsidRPr="003E43AB" w:rsidRDefault="00A24E01" w:rsidP="003E43AB">
      <w:pPr>
        <w:pStyle w:val="ARTartustawynprozporzdzenia"/>
      </w:pPr>
      <w:r>
        <w:rPr>
          <w:rStyle w:val="Ppogrubienie"/>
        </w:rPr>
        <w:t xml:space="preserve">Art. </w:t>
      </w:r>
      <w:r w:rsidR="0034424F">
        <w:rPr>
          <w:rStyle w:val="Ppogrubienie"/>
        </w:rPr>
        <w:t>14</w:t>
      </w:r>
      <w:r w:rsidR="0043061D">
        <w:rPr>
          <w:rStyle w:val="Ppogrubienie"/>
        </w:rPr>
        <w:t>3</w:t>
      </w:r>
      <w:r w:rsidR="00B1523B" w:rsidRPr="00017081">
        <w:rPr>
          <w:rStyle w:val="Ppogrubienie"/>
        </w:rPr>
        <w:t>.</w:t>
      </w:r>
      <w:r w:rsidR="00B1523B" w:rsidRPr="00B1523B">
        <w:t xml:space="preserve"> 1. </w:t>
      </w:r>
      <w:r w:rsidR="003E43AB" w:rsidRPr="003E43AB">
        <w:t>Minister właściwy do spraw pracy powoła, w drodze zarządzenia, Komitet Organizacyjny Izb Psychologów, zwany „Komitetem”.</w:t>
      </w:r>
    </w:p>
    <w:p w14:paraId="699E4034" w14:textId="65AD9E88" w:rsidR="003E43AB" w:rsidRPr="003E43AB" w:rsidRDefault="003E43AB" w:rsidP="003E43AB">
      <w:pPr>
        <w:pStyle w:val="USTustnpkodeksu"/>
      </w:pPr>
      <w:r w:rsidRPr="003E43AB">
        <w:t xml:space="preserve">2. Ogólnopolskie stowarzyszenia zrzeszające psychologów i związki zawodowe psychologów, działające co najmniej przez 3 lata poprzedzające dzień wejścia w życie ustawy, mogą zgłaszać po jednym kandydacie na członka Komitetu, który jest członkiem tej organizacji i który spełnia wymagania określone w art. 6 ust. </w:t>
      </w:r>
      <w:r w:rsidR="007B373B">
        <w:t>5</w:t>
      </w:r>
      <w:r w:rsidR="00365522">
        <w:t xml:space="preserve"> </w:t>
      </w:r>
      <w:r w:rsidR="001D18A7">
        <w:t>pkt 1</w:t>
      </w:r>
      <w:r w:rsidRPr="003E43AB">
        <w:t>.</w:t>
      </w:r>
    </w:p>
    <w:p w14:paraId="7711F5E3" w14:textId="41968B9F" w:rsidR="003E43AB" w:rsidRPr="003E43AB" w:rsidRDefault="003E43AB" w:rsidP="003E43AB">
      <w:pPr>
        <w:pStyle w:val="USTustnpkodeksu"/>
      </w:pPr>
      <w:r w:rsidRPr="003E43AB">
        <w:t>3. Właściwe organy organizacji, o których mowa w ust. 2</w:t>
      </w:r>
      <w:r w:rsidR="00D269E9">
        <w:t>,</w:t>
      </w:r>
      <w:r w:rsidRPr="003E43AB">
        <w:t xml:space="preserve"> do zgłoszenia załączają:</w:t>
      </w:r>
    </w:p>
    <w:p w14:paraId="0712EDFE" w14:textId="06A26120" w:rsidR="003E43AB" w:rsidRPr="003E43AB" w:rsidRDefault="003E43AB" w:rsidP="003E43AB">
      <w:pPr>
        <w:pStyle w:val="PKTpunkt"/>
      </w:pPr>
      <w:r w:rsidRPr="003E43AB">
        <w:t>1) aktualny odpis z Krajowego Rejestru Sądowego albo wydruk informacji, o którym mowa w art. 4 ust. 4aa ustawy z dnia 20 sierpnia 1997 r. o Krajowym Rejestrze Sądowym (Dz.</w:t>
      </w:r>
      <w:r w:rsidR="00B72A5F">
        <w:t xml:space="preserve"> </w:t>
      </w:r>
      <w:r w:rsidRPr="003E43AB">
        <w:t xml:space="preserve">U. z </w:t>
      </w:r>
      <w:r w:rsidR="007B1DA7">
        <w:t>2024 r. poz. 9</w:t>
      </w:r>
      <w:r w:rsidR="00E11F7B">
        <w:t>79</w:t>
      </w:r>
      <w:r w:rsidR="002C4ECD">
        <w:t xml:space="preserve"> i 1863</w:t>
      </w:r>
      <w:r w:rsidRPr="003E43AB">
        <w:t>);</w:t>
      </w:r>
    </w:p>
    <w:p w14:paraId="7C40EBBB" w14:textId="77777777" w:rsidR="003E43AB" w:rsidRPr="003E43AB" w:rsidRDefault="003E43AB" w:rsidP="003E43AB">
      <w:pPr>
        <w:pStyle w:val="PKTpunkt"/>
      </w:pPr>
      <w:r w:rsidRPr="003E43AB">
        <w:t>2) dokument pełnomocnictwa, jeżeli wniosek został podpisany przez osobę upoważnioną na podstawie pełnomocnictwa;</w:t>
      </w:r>
    </w:p>
    <w:p w14:paraId="61A0698E" w14:textId="77777777" w:rsidR="003E43AB" w:rsidRPr="003E43AB" w:rsidRDefault="003E43AB" w:rsidP="003E43AB">
      <w:pPr>
        <w:pStyle w:val="PKTpunkt"/>
      </w:pPr>
      <w:r w:rsidRPr="003E43AB">
        <w:t>3) oświadczenie o liczbie członków opłacających składki członkowskie;</w:t>
      </w:r>
    </w:p>
    <w:p w14:paraId="61FE59E8" w14:textId="77777777" w:rsidR="003E43AB" w:rsidRPr="003E43AB" w:rsidRDefault="003E43AB" w:rsidP="003E43AB">
      <w:pPr>
        <w:pStyle w:val="PKTpunkt"/>
      </w:pPr>
      <w:r w:rsidRPr="003E43AB">
        <w:t>4) zgodę kandydata;</w:t>
      </w:r>
    </w:p>
    <w:p w14:paraId="75CBF3A4" w14:textId="4E5F8BD4" w:rsidR="003E43AB" w:rsidRPr="003E43AB" w:rsidRDefault="003E43AB" w:rsidP="003E43AB">
      <w:pPr>
        <w:pStyle w:val="PKTpunkt"/>
      </w:pPr>
      <w:r w:rsidRPr="003E43AB">
        <w:t>5) dyplom kandydata</w:t>
      </w:r>
      <w:r w:rsidR="001D18A7">
        <w:t>,</w:t>
      </w:r>
      <w:r w:rsidRPr="003E43AB">
        <w:t xml:space="preserve"> o którym mowa w art. 6 ust. </w:t>
      </w:r>
      <w:r w:rsidR="007B373B">
        <w:t>5</w:t>
      </w:r>
      <w:r w:rsidR="00365522">
        <w:t xml:space="preserve"> </w:t>
      </w:r>
      <w:r w:rsidR="00EC38E2">
        <w:t>pkt 1</w:t>
      </w:r>
      <w:r w:rsidRPr="003E43AB">
        <w:t>.</w:t>
      </w:r>
    </w:p>
    <w:p w14:paraId="2C4EDD08" w14:textId="77777777" w:rsidR="003E43AB" w:rsidRPr="003E43AB" w:rsidRDefault="003E43AB" w:rsidP="003E43AB">
      <w:pPr>
        <w:pStyle w:val="USTustnpkodeksu"/>
      </w:pPr>
      <w:r w:rsidRPr="003E43AB">
        <w:t>4. W skład Komitetu wchodzi:</w:t>
      </w:r>
    </w:p>
    <w:p w14:paraId="68823885" w14:textId="761E2884" w:rsidR="003E43AB" w:rsidRPr="003E43AB" w:rsidRDefault="003E43AB" w:rsidP="003E43AB">
      <w:pPr>
        <w:pStyle w:val="PKTpunkt"/>
      </w:pPr>
      <w:r w:rsidRPr="003E43AB">
        <w:t>1) nie więcej niż 1</w:t>
      </w:r>
      <w:r w:rsidR="00004CA6">
        <w:t>0</w:t>
      </w:r>
      <w:r w:rsidRPr="003E43AB">
        <w:t xml:space="preserve"> członków powołanych przez ministra właściwego do spraw pracy spośród reprezentantów organizacji, o których mowa w ust. 2;</w:t>
      </w:r>
    </w:p>
    <w:p w14:paraId="66BF447E" w14:textId="7E053687" w:rsidR="003E43AB" w:rsidRPr="003E43AB" w:rsidRDefault="003E43AB" w:rsidP="003E43AB">
      <w:pPr>
        <w:pStyle w:val="PKTpunkt"/>
      </w:pPr>
      <w:r w:rsidRPr="003E43AB">
        <w:t xml:space="preserve">2) 1 członek powołany przez ministra właściwego do spraw pracy </w:t>
      </w:r>
      <w:r w:rsidR="00797096">
        <w:t>będący</w:t>
      </w:r>
      <w:r w:rsidRPr="003E43AB">
        <w:t xml:space="preserve"> przedstawiciel</w:t>
      </w:r>
      <w:r w:rsidR="00797096">
        <w:t>em</w:t>
      </w:r>
      <w:r w:rsidRPr="003E43AB">
        <w:t xml:space="preserve"> urzędu obsługującego ministra właściwego do spraw pracy w randze sekretarza lub podsekretarza stanu, który jest przewodniczącym Komitetu.</w:t>
      </w:r>
    </w:p>
    <w:p w14:paraId="52B3917B" w14:textId="009D1DE0" w:rsidR="003E43AB" w:rsidRPr="003E43AB" w:rsidRDefault="003E43AB" w:rsidP="003E43AB">
      <w:pPr>
        <w:pStyle w:val="USTustnpkodeksu"/>
      </w:pPr>
      <w:r w:rsidRPr="003E43AB">
        <w:t xml:space="preserve">5. Komitet </w:t>
      </w:r>
      <w:r w:rsidR="00EC38E2">
        <w:t xml:space="preserve">opracowuje i </w:t>
      </w:r>
      <w:r w:rsidRPr="003E43AB">
        <w:t>uchwala swój regulamin określający organizację, sposób działania i tryb pracy.</w:t>
      </w:r>
    </w:p>
    <w:p w14:paraId="2BAB2AC8" w14:textId="5954090B" w:rsidR="003E43AB" w:rsidRDefault="003E43AB" w:rsidP="003E43AB">
      <w:pPr>
        <w:pStyle w:val="USTustnpkodeksu"/>
      </w:pPr>
      <w:r w:rsidRPr="003E43AB">
        <w:t xml:space="preserve">6. Zadaniem Komitetu jest </w:t>
      </w:r>
      <w:r w:rsidRPr="00B1523B">
        <w:t xml:space="preserve">opracowanie </w:t>
      </w:r>
      <w:r>
        <w:t>i uchwalenie</w:t>
      </w:r>
      <w:r w:rsidRPr="00B1523B">
        <w:t xml:space="preserve"> regulaminu:</w:t>
      </w:r>
    </w:p>
    <w:p w14:paraId="4C88835A" w14:textId="30F9C30B" w:rsidR="002428BA" w:rsidRPr="00B1523B" w:rsidRDefault="00760BBC" w:rsidP="00760BBC">
      <w:pPr>
        <w:pStyle w:val="PKTpunkt"/>
      </w:pPr>
      <w:bookmarkStart w:id="364" w:name="mip49196680"/>
      <w:bookmarkStart w:id="365" w:name="mip49196682"/>
      <w:bookmarkEnd w:id="364"/>
      <w:bookmarkEnd w:id="365"/>
      <w:r>
        <w:t>1</w:t>
      </w:r>
      <w:r w:rsidR="00017081">
        <w:t>)</w:t>
      </w:r>
      <w:r w:rsidR="00A62772">
        <w:t xml:space="preserve"> </w:t>
      </w:r>
      <w:r w:rsidR="002428BA" w:rsidRPr="00B1523B">
        <w:t>wyboru delegatów na pierwszy Krajowy Zjazd</w:t>
      </w:r>
      <w:r w:rsidR="007B1DA7">
        <w:t>;</w:t>
      </w:r>
    </w:p>
    <w:p w14:paraId="2C2404C3" w14:textId="78BC4479" w:rsidR="002428BA" w:rsidRPr="00B1523B" w:rsidRDefault="00760BBC" w:rsidP="00760BBC">
      <w:pPr>
        <w:pStyle w:val="PKTpunkt"/>
      </w:pPr>
      <w:r>
        <w:t>2</w:t>
      </w:r>
      <w:r w:rsidR="002428BA">
        <w:t>) pierwszego Krajowego Zjazdu</w:t>
      </w:r>
      <w:r w:rsidR="007B1DA7">
        <w:t>;</w:t>
      </w:r>
    </w:p>
    <w:p w14:paraId="648EED1A" w14:textId="699BE119" w:rsidR="00F720D7" w:rsidRDefault="00760BBC" w:rsidP="00760BBC">
      <w:pPr>
        <w:pStyle w:val="PKTpunkt"/>
      </w:pPr>
      <w:r>
        <w:t>3</w:t>
      </w:r>
      <w:r w:rsidR="002428BA">
        <w:t xml:space="preserve">) </w:t>
      </w:r>
      <w:r w:rsidR="00B24F8D">
        <w:t xml:space="preserve">wyboru delegatów na pierwsze </w:t>
      </w:r>
      <w:r w:rsidR="00811D0A">
        <w:t>r</w:t>
      </w:r>
      <w:r w:rsidR="00B24F8D">
        <w:t>egionalne</w:t>
      </w:r>
      <w:r w:rsidR="00A62772">
        <w:t xml:space="preserve"> </w:t>
      </w:r>
      <w:r w:rsidR="00811D0A">
        <w:t>z</w:t>
      </w:r>
      <w:r w:rsidR="00A62772">
        <w:t>jazdy</w:t>
      </w:r>
      <w:r w:rsidR="007B1DA7">
        <w:t>;</w:t>
      </w:r>
    </w:p>
    <w:p w14:paraId="5A2AFA4D" w14:textId="598EC23B" w:rsidR="00B24F8D" w:rsidRDefault="00760BBC" w:rsidP="00760BBC">
      <w:pPr>
        <w:pStyle w:val="PKTpunkt"/>
      </w:pPr>
      <w:r>
        <w:lastRenderedPageBreak/>
        <w:t>4</w:t>
      </w:r>
      <w:r w:rsidR="00B24F8D">
        <w:t>)</w:t>
      </w:r>
      <w:r w:rsidR="00B24F8D" w:rsidRPr="00B24F8D">
        <w:t xml:space="preserve"> </w:t>
      </w:r>
      <w:r w:rsidR="00B24F8D" w:rsidRPr="00F720D7">
        <w:t xml:space="preserve">pierwszych </w:t>
      </w:r>
      <w:r w:rsidR="00811D0A">
        <w:t>r</w:t>
      </w:r>
      <w:r w:rsidR="00B24F8D" w:rsidRPr="00F720D7">
        <w:t xml:space="preserve">egionalnych </w:t>
      </w:r>
      <w:r w:rsidR="00811D0A">
        <w:t>z</w:t>
      </w:r>
      <w:r w:rsidR="00B24F8D" w:rsidRPr="00F720D7">
        <w:t>jazdów</w:t>
      </w:r>
      <w:r>
        <w:t>.</w:t>
      </w:r>
    </w:p>
    <w:p w14:paraId="232CAB1D" w14:textId="0AB0D48A" w:rsidR="00542FDF" w:rsidRPr="00542FDF" w:rsidRDefault="003E43AB" w:rsidP="00542FDF">
      <w:pPr>
        <w:pStyle w:val="USTustnpkodeksu"/>
      </w:pPr>
      <w:bookmarkStart w:id="366" w:name="mip49196683"/>
      <w:bookmarkStart w:id="367" w:name="mip49196684"/>
      <w:bookmarkEnd w:id="366"/>
      <w:bookmarkEnd w:id="367"/>
      <w:r>
        <w:t>7</w:t>
      </w:r>
      <w:r w:rsidR="000638F5" w:rsidRPr="000638F5">
        <w:t xml:space="preserve">. </w:t>
      </w:r>
      <w:r>
        <w:t>Komitet</w:t>
      </w:r>
      <w:r w:rsidRPr="002B5E43">
        <w:t xml:space="preserve"> </w:t>
      </w:r>
      <w:r w:rsidR="00B10081" w:rsidRPr="002B5E43">
        <w:t xml:space="preserve">podejmuje decyzje w formie uchwał. Uchwały </w:t>
      </w:r>
      <w:r>
        <w:t>Komitetu</w:t>
      </w:r>
      <w:r w:rsidDel="003E43AB">
        <w:t xml:space="preserve"> </w:t>
      </w:r>
      <w:r w:rsidR="00B10081" w:rsidRPr="002B5E43">
        <w:t xml:space="preserve">są podejmowane zwykłą większością głosów w obecności co najmniej połowy </w:t>
      </w:r>
      <w:r w:rsidR="00EC38E2">
        <w:t xml:space="preserve">liczby </w:t>
      </w:r>
      <w:r w:rsidR="00B10081" w:rsidRPr="002B5E43">
        <w:t xml:space="preserve">członków </w:t>
      </w:r>
      <w:r>
        <w:t>Komitetu</w:t>
      </w:r>
      <w:r w:rsidR="00B10081" w:rsidRPr="002B5E43">
        <w:t>.</w:t>
      </w:r>
      <w:r w:rsidR="00004CA6">
        <w:t xml:space="preserve"> </w:t>
      </w:r>
      <w:r w:rsidR="00EB694E">
        <w:t>W</w:t>
      </w:r>
      <w:r w:rsidR="00542FDF" w:rsidRPr="00542FDF">
        <w:t xml:space="preserve"> przypadku równej liczby głosów</w:t>
      </w:r>
      <w:r w:rsidR="00EB694E">
        <w:t>,</w:t>
      </w:r>
      <w:r w:rsidR="00542FDF" w:rsidRPr="00542FDF">
        <w:t xml:space="preserve"> decydujący </w:t>
      </w:r>
      <w:r w:rsidR="00EB694E">
        <w:t>jest</w:t>
      </w:r>
      <w:r w:rsidR="00542FDF" w:rsidRPr="00542FDF">
        <w:t xml:space="preserve"> głos przewodniczącego </w:t>
      </w:r>
      <w:r w:rsidR="00EB694E">
        <w:t>Komitetu.</w:t>
      </w:r>
    </w:p>
    <w:p w14:paraId="106E609F" w14:textId="47D0C564" w:rsidR="00B10081" w:rsidRDefault="003E43AB" w:rsidP="00B10081">
      <w:pPr>
        <w:pStyle w:val="USTustnpkodeksu"/>
      </w:pPr>
      <w:r>
        <w:t>8</w:t>
      </w:r>
      <w:r w:rsidR="00B10081">
        <w:t xml:space="preserve">. Działalność </w:t>
      </w:r>
      <w:r>
        <w:t>Komitetu</w:t>
      </w:r>
      <w:r w:rsidR="00B10081">
        <w:t xml:space="preserve"> jest finansowana z budżetu państwa z części, której dysponentem jest minister właściwy do spraw pracy.</w:t>
      </w:r>
    </w:p>
    <w:p w14:paraId="2F316479" w14:textId="42121E9B" w:rsidR="007B1DA7" w:rsidRDefault="007B1DA7" w:rsidP="00B10081">
      <w:pPr>
        <w:pStyle w:val="USTustnpkodeksu"/>
      </w:pPr>
      <w:r>
        <w:t>9. C</w:t>
      </w:r>
      <w:r w:rsidRPr="007B1DA7">
        <w:t xml:space="preserve">złonkowie Komitetu nie otrzymują </w:t>
      </w:r>
      <w:r w:rsidR="00A718CF">
        <w:t>za pełnioną funkcję żadnego wynagrodzenia ani nie przysługuje im zwrot kosztów poniesionych za wykonywane czynności</w:t>
      </w:r>
      <w:r>
        <w:t>.</w:t>
      </w:r>
    </w:p>
    <w:p w14:paraId="01B79B82" w14:textId="1D74E7FF" w:rsidR="00B10081" w:rsidRPr="000638F5" w:rsidRDefault="007B1DA7" w:rsidP="00B10081">
      <w:pPr>
        <w:pStyle w:val="USTustnpkodeksu"/>
      </w:pPr>
      <w:r>
        <w:t>10</w:t>
      </w:r>
      <w:r w:rsidR="00B10081">
        <w:t xml:space="preserve">. </w:t>
      </w:r>
      <w:r w:rsidR="00B10081" w:rsidRPr="000638F5">
        <w:t xml:space="preserve">Obsługę </w:t>
      </w:r>
      <w:r w:rsidR="00B10081">
        <w:t>techniczno</w:t>
      </w:r>
      <w:r w:rsidR="00435560">
        <w:t>-</w:t>
      </w:r>
      <w:r w:rsidR="00B10081" w:rsidRPr="000638F5">
        <w:t xml:space="preserve">organizacyjną </w:t>
      </w:r>
      <w:r w:rsidR="003E43AB">
        <w:t>Komitetu</w:t>
      </w:r>
      <w:r w:rsidR="00B10081" w:rsidRPr="000638F5">
        <w:t xml:space="preserve"> zapewnia urząd obsługujący ministra właściwego do spraw pracy.</w:t>
      </w:r>
    </w:p>
    <w:p w14:paraId="7BD57CBA" w14:textId="085FC940" w:rsidR="00B10081" w:rsidRPr="000638F5" w:rsidRDefault="003E43AB" w:rsidP="00B10081">
      <w:pPr>
        <w:pStyle w:val="USTustnpkodeksu"/>
      </w:pPr>
      <w:r>
        <w:t>1</w:t>
      </w:r>
      <w:r w:rsidR="007B1DA7">
        <w:t>1</w:t>
      </w:r>
      <w:r w:rsidR="00B10081" w:rsidRPr="000638F5">
        <w:t xml:space="preserve">. </w:t>
      </w:r>
      <w:r>
        <w:t>Komitet</w:t>
      </w:r>
      <w:r w:rsidR="00B10081" w:rsidRPr="000638F5">
        <w:t xml:space="preserve"> ulega rozwiązaniu z dniem ukonstytuowania się </w:t>
      </w:r>
      <w:r w:rsidR="00B10081">
        <w:t xml:space="preserve">ostatniego z </w:t>
      </w:r>
      <w:r w:rsidR="00B10081" w:rsidRPr="000638F5">
        <w:t>pierwsz</w:t>
      </w:r>
      <w:r w:rsidR="00B10081">
        <w:t>ych</w:t>
      </w:r>
      <w:r w:rsidR="00B10081" w:rsidRPr="000638F5">
        <w:t xml:space="preserve"> </w:t>
      </w:r>
      <w:r w:rsidR="0006706D">
        <w:t>r</w:t>
      </w:r>
      <w:r w:rsidR="00B10081">
        <w:t>egionalnych</w:t>
      </w:r>
      <w:r w:rsidR="00B10081" w:rsidRPr="000638F5">
        <w:t xml:space="preserve"> </w:t>
      </w:r>
      <w:r w:rsidR="0006706D">
        <w:t>z</w:t>
      </w:r>
      <w:r w:rsidR="00B10081" w:rsidRPr="000638F5">
        <w:t>jazd</w:t>
      </w:r>
      <w:r w:rsidR="00B10081">
        <w:t>ów</w:t>
      </w:r>
      <w:r w:rsidR="00B10081" w:rsidRPr="000638F5">
        <w:t>.</w:t>
      </w:r>
    </w:p>
    <w:p w14:paraId="5999C3E5" w14:textId="594A1ACC" w:rsidR="009170B1" w:rsidRDefault="00B10081" w:rsidP="00B10081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14</w:t>
      </w:r>
      <w:r w:rsidR="0043061D">
        <w:rPr>
          <w:rStyle w:val="Ppogrubienie"/>
        </w:rPr>
        <w:t>4</w:t>
      </w:r>
      <w:r w:rsidRPr="00017081">
        <w:rPr>
          <w:rStyle w:val="Ppogrubienie"/>
        </w:rPr>
        <w:t>.</w:t>
      </w:r>
      <w:r w:rsidRPr="00B1523B">
        <w:t xml:space="preserve"> </w:t>
      </w:r>
      <w:r>
        <w:t xml:space="preserve">1. </w:t>
      </w:r>
      <w:r w:rsidR="009170B1">
        <w:t>Zadaniem ministra właściwego do spraw pracy jest:</w:t>
      </w:r>
    </w:p>
    <w:p w14:paraId="200B23BC" w14:textId="2F3CE5D5" w:rsidR="009170B1" w:rsidRPr="00B1523B" w:rsidRDefault="009170B1" w:rsidP="009170B1">
      <w:pPr>
        <w:pStyle w:val="PKTpunkt"/>
      </w:pPr>
      <w:r>
        <w:t xml:space="preserve">1) prowadzenie spisu psychologów na potrzeby przeprowadzenia </w:t>
      </w:r>
      <w:r w:rsidR="00122713">
        <w:t xml:space="preserve">pierwszych </w:t>
      </w:r>
      <w:r>
        <w:t>wyborów organów samorządu psychologów</w:t>
      </w:r>
      <w:r w:rsidRPr="00B1523B">
        <w:t>;</w:t>
      </w:r>
    </w:p>
    <w:p w14:paraId="6666ADEC" w14:textId="5375AB7E" w:rsidR="009170B1" w:rsidRDefault="009170B1" w:rsidP="009170B1">
      <w:pPr>
        <w:pStyle w:val="PKTpunkt"/>
      </w:pPr>
      <w:r>
        <w:t>2) dokonywanie wpisów do spisu psychologów</w:t>
      </w:r>
      <w:r w:rsidR="00122713">
        <w:t>, o którym mowa w pkt 1</w:t>
      </w:r>
      <w:r>
        <w:t>;</w:t>
      </w:r>
    </w:p>
    <w:p w14:paraId="1D781AC3" w14:textId="34123058" w:rsidR="009170B1" w:rsidRDefault="009170B1" w:rsidP="009170B1">
      <w:pPr>
        <w:pStyle w:val="PKTpunkt"/>
      </w:pPr>
      <w:r>
        <w:t xml:space="preserve">3) </w:t>
      </w:r>
      <w:r w:rsidRPr="00B1523B">
        <w:t>zorganizowanie i zwołanie, zgodnie z przepisami ustawy</w:t>
      </w:r>
      <w:r>
        <w:t>:</w:t>
      </w:r>
    </w:p>
    <w:p w14:paraId="23A7789E" w14:textId="6440E33A" w:rsidR="009170B1" w:rsidRPr="00B1523B" w:rsidRDefault="009170B1" w:rsidP="009170B1">
      <w:pPr>
        <w:pStyle w:val="LITlitera"/>
      </w:pPr>
      <w:r>
        <w:t>a)</w:t>
      </w:r>
      <w:r w:rsidRPr="00B1523B">
        <w:t xml:space="preserve"> </w:t>
      </w:r>
      <w:r w:rsidRPr="00BE6F39">
        <w:t xml:space="preserve">pierwszego Krajowego Zjazdu w terminie </w:t>
      </w:r>
      <w:r>
        <w:t>roku</w:t>
      </w:r>
      <w:r w:rsidRPr="00231162">
        <w:t xml:space="preserve"> od dnia powołania </w:t>
      </w:r>
      <w:r w:rsidR="003E43AB">
        <w:t>Komitetu</w:t>
      </w:r>
      <w:r>
        <w:t>,</w:t>
      </w:r>
    </w:p>
    <w:p w14:paraId="1505F16A" w14:textId="7CEB2FFB" w:rsidR="009170B1" w:rsidRDefault="009170B1" w:rsidP="00DB150B">
      <w:pPr>
        <w:pStyle w:val="LITlitera"/>
      </w:pPr>
      <w:r>
        <w:t xml:space="preserve">b) </w:t>
      </w:r>
      <w:r w:rsidRPr="00B1523B">
        <w:t xml:space="preserve">pierwszych </w:t>
      </w:r>
      <w:r w:rsidR="006A37D6">
        <w:t>r</w:t>
      </w:r>
      <w:r w:rsidRPr="00B1523B">
        <w:t xml:space="preserve">egionalnych </w:t>
      </w:r>
      <w:r w:rsidR="006A37D6">
        <w:t>z</w:t>
      </w:r>
      <w:r w:rsidRPr="00B1523B">
        <w:t>jazdów w terminie</w:t>
      </w:r>
      <w:r>
        <w:t xml:space="preserve"> </w:t>
      </w:r>
      <w:r w:rsidR="000057EB">
        <w:t>6</w:t>
      </w:r>
      <w:r>
        <w:t xml:space="preserve"> miesięcy od dnia zwołania pierwszego Krajowego Zjazdu,</w:t>
      </w:r>
    </w:p>
    <w:p w14:paraId="5521F876" w14:textId="5C34B6CD" w:rsidR="001E08DF" w:rsidRPr="001E08DF" w:rsidRDefault="00B10081" w:rsidP="001E08DF">
      <w:pPr>
        <w:pStyle w:val="USTustnpkodeksu"/>
      </w:pPr>
      <w:r>
        <w:t>2</w:t>
      </w:r>
      <w:r w:rsidR="009170B1">
        <w:t>.</w:t>
      </w:r>
      <w:r w:rsidR="00E73595">
        <w:t xml:space="preserve"> Z</w:t>
      </w:r>
      <w:r w:rsidR="00E73595" w:rsidRPr="00E73595">
        <w:t>głoszeni</w:t>
      </w:r>
      <w:r w:rsidR="00E73595">
        <w:t>e</w:t>
      </w:r>
      <w:r w:rsidR="00E73595" w:rsidRPr="00E73595">
        <w:t xml:space="preserve"> do spisu psychologów </w:t>
      </w:r>
      <w:r w:rsidR="00E73595">
        <w:t>zawiera następujące dane osoby ubiegającej się o wpis</w:t>
      </w:r>
      <w:r w:rsidR="001E08DF" w:rsidRPr="001E08DF">
        <w:t>:</w:t>
      </w:r>
    </w:p>
    <w:p w14:paraId="1345AF3F" w14:textId="4267FBC1" w:rsidR="001E08DF" w:rsidRDefault="001E08DF" w:rsidP="001E08DF">
      <w:pPr>
        <w:pStyle w:val="PKTpunkt"/>
      </w:pPr>
      <w:r w:rsidRPr="001E08DF">
        <w:t>1) imię (imiona) i nazwisko;</w:t>
      </w:r>
    </w:p>
    <w:p w14:paraId="521F2FAA" w14:textId="2909CC82" w:rsidR="005757DE" w:rsidRPr="005757DE" w:rsidRDefault="005757DE" w:rsidP="005757DE">
      <w:pPr>
        <w:pStyle w:val="PKTpunkt"/>
      </w:pPr>
      <w:r>
        <w:t xml:space="preserve">2) </w:t>
      </w:r>
      <w:r w:rsidR="006F64B1" w:rsidRPr="006F64B1">
        <w:t>nazwisko rodowe</w:t>
      </w:r>
      <w:r w:rsidRPr="005757DE">
        <w:t>;</w:t>
      </w:r>
    </w:p>
    <w:p w14:paraId="11747CEE" w14:textId="77F76D9E" w:rsidR="005757DE" w:rsidRPr="005757DE" w:rsidRDefault="005757DE" w:rsidP="005757DE">
      <w:pPr>
        <w:pStyle w:val="PKTpunkt"/>
      </w:pPr>
      <w:r w:rsidRPr="005757DE">
        <w:t>3) numer PESEL;</w:t>
      </w:r>
    </w:p>
    <w:p w14:paraId="3CE966B7" w14:textId="6A3530CB" w:rsidR="005757DE" w:rsidRPr="005757DE" w:rsidRDefault="005757DE" w:rsidP="005757DE">
      <w:pPr>
        <w:pStyle w:val="PKTpunkt"/>
      </w:pPr>
      <w:r w:rsidRPr="005757DE">
        <w:t>4) obywatelstwo;</w:t>
      </w:r>
    </w:p>
    <w:p w14:paraId="6116536B" w14:textId="159DD941" w:rsidR="005757DE" w:rsidRPr="005757DE" w:rsidRDefault="005757DE" w:rsidP="005757DE">
      <w:pPr>
        <w:pStyle w:val="PKTpunkt"/>
      </w:pPr>
      <w:r w:rsidRPr="005757DE">
        <w:t>5) adres zamieszkania;</w:t>
      </w:r>
    </w:p>
    <w:p w14:paraId="4422D325" w14:textId="63A44F9A" w:rsidR="005757DE" w:rsidRDefault="005757DE" w:rsidP="00122713">
      <w:pPr>
        <w:pStyle w:val="PKTpunkt"/>
      </w:pPr>
      <w:r w:rsidRPr="005757DE">
        <w:t>6) adres do korespondencji, numer telefonu oraz adres poczty elektronicznej.</w:t>
      </w:r>
    </w:p>
    <w:p w14:paraId="5D7F2EC4" w14:textId="318EC19B" w:rsidR="005757DE" w:rsidRPr="005757DE" w:rsidRDefault="00B10081" w:rsidP="005757DE">
      <w:pPr>
        <w:pStyle w:val="USTustnpkodeksu"/>
      </w:pPr>
      <w:r>
        <w:t>3</w:t>
      </w:r>
      <w:r w:rsidR="005757DE">
        <w:t xml:space="preserve">. </w:t>
      </w:r>
      <w:r w:rsidR="005757DE" w:rsidRPr="005757DE">
        <w:t xml:space="preserve">Do </w:t>
      </w:r>
      <w:r w:rsidR="00B10413">
        <w:t>zgłoszenia wpisu do spisu psychologów</w:t>
      </w:r>
      <w:r w:rsidR="005757DE" w:rsidRPr="005757DE">
        <w:t xml:space="preserve"> dołącza się:</w:t>
      </w:r>
    </w:p>
    <w:p w14:paraId="61E51A0A" w14:textId="6196EAEF" w:rsidR="005757DE" w:rsidRPr="005757DE" w:rsidRDefault="005757DE" w:rsidP="00AC57C4">
      <w:pPr>
        <w:pStyle w:val="PKTpunkt"/>
      </w:pPr>
      <w:r w:rsidRPr="005757DE">
        <w:t xml:space="preserve">1) kopie dokumentów potwierdzających spełnienie wymagań, o których mowa w art. 6 ust. </w:t>
      </w:r>
      <w:r w:rsidR="007B373B">
        <w:t>5</w:t>
      </w:r>
      <w:r w:rsidR="00365522" w:rsidRPr="005757DE">
        <w:t xml:space="preserve"> </w:t>
      </w:r>
      <w:r w:rsidRPr="005757DE">
        <w:t>pkt 1</w:t>
      </w:r>
      <w:r w:rsidR="002060FC">
        <w:t xml:space="preserve"> oraz w</w:t>
      </w:r>
      <w:r w:rsidR="002060FC" w:rsidRPr="002060FC">
        <w:t xml:space="preserve"> przypadku zmiany danych takich jak imię (imiona) i nazwisko dokumenty potwierdzające </w:t>
      </w:r>
      <w:r w:rsidR="002060FC">
        <w:t xml:space="preserve">tę </w:t>
      </w:r>
      <w:r w:rsidR="002060FC" w:rsidRPr="002060FC">
        <w:t>zmianę</w:t>
      </w:r>
      <w:r w:rsidR="00737D9E">
        <w:t>;</w:t>
      </w:r>
    </w:p>
    <w:p w14:paraId="0D6A0FA7" w14:textId="1AF55BCE" w:rsidR="00D40245" w:rsidRPr="00D40245" w:rsidRDefault="00D40245" w:rsidP="00D40245">
      <w:pPr>
        <w:pStyle w:val="PKTpunkt"/>
      </w:pPr>
      <w:r>
        <w:lastRenderedPageBreak/>
        <w:t xml:space="preserve">2) </w:t>
      </w:r>
      <w:r w:rsidRPr="00D40245">
        <w:t>oświadczenie następującej treści: ,,Świadomy/Świadoma odpowiedzialności karnej za złożenie fałszywego oświadczenia</w:t>
      </w:r>
      <w:r w:rsidR="00207129">
        <w:t>,</w:t>
      </w:r>
      <w:r w:rsidRPr="00D40245">
        <w:t xml:space="preserve"> oświadczam, że</w:t>
      </w:r>
      <w:r>
        <w:t>:</w:t>
      </w:r>
    </w:p>
    <w:p w14:paraId="19359B40" w14:textId="5FB3B0BE" w:rsidR="003A686B" w:rsidRDefault="00D40245" w:rsidP="00D40245">
      <w:pPr>
        <w:pStyle w:val="LITlitera"/>
      </w:pPr>
      <w:r>
        <w:t xml:space="preserve">a) </w:t>
      </w:r>
      <w:r w:rsidR="003A686B" w:rsidRPr="003A686B">
        <w:t>posiada</w:t>
      </w:r>
      <w:r w:rsidR="003A686B">
        <w:t>m</w:t>
      </w:r>
      <w:r w:rsidR="003A686B" w:rsidRPr="003A686B">
        <w:t xml:space="preserve"> znajomość języka polskiego w stopniu </w:t>
      </w:r>
      <w:r w:rsidR="007433FC">
        <w:t>niezbędnym</w:t>
      </w:r>
      <w:r w:rsidR="003A686B" w:rsidRPr="003A686B">
        <w:t xml:space="preserve"> do wykonywania zawodu psychologa</w:t>
      </w:r>
      <w:r w:rsidR="003A686B">
        <w:t>,</w:t>
      </w:r>
    </w:p>
    <w:p w14:paraId="38E72E32" w14:textId="0E9CC9CA" w:rsidR="00D40245" w:rsidRDefault="003A686B" w:rsidP="00D40245">
      <w:pPr>
        <w:pStyle w:val="LITlitera"/>
      </w:pPr>
      <w:r>
        <w:t xml:space="preserve">b) </w:t>
      </w:r>
      <w:r w:rsidR="00D40245" w:rsidRPr="00D40245">
        <w:t>korzystam z pełni praw publicznych oraz posiadam pełną zdolność do czynności prawnych</w:t>
      </w:r>
      <w:r w:rsidR="00D40245">
        <w:t>,</w:t>
      </w:r>
    </w:p>
    <w:p w14:paraId="17E3F44E" w14:textId="1698A08A" w:rsidR="00D40245" w:rsidRPr="00D40245" w:rsidRDefault="003A686B" w:rsidP="00D40245">
      <w:pPr>
        <w:pStyle w:val="LITlitera"/>
      </w:pPr>
      <w:r>
        <w:t>c</w:t>
      </w:r>
      <w:r w:rsidR="00D40245">
        <w:t xml:space="preserve">) </w:t>
      </w:r>
      <w:r w:rsidR="00D40245" w:rsidRPr="00D40245">
        <w:t xml:space="preserve">nie jestem skazana/skazany </w:t>
      </w:r>
      <w:r w:rsidR="007E6917" w:rsidRPr="00D40245">
        <w:t>prawomoc</w:t>
      </w:r>
      <w:r w:rsidR="007E6917">
        <w:t xml:space="preserve">nym wyrokiem sądu </w:t>
      </w:r>
      <w:r w:rsidR="00D40245" w:rsidRPr="00D40245">
        <w:t>za p</w:t>
      </w:r>
      <w:r w:rsidR="007E6917">
        <w:t>opełnienie p</w:t>
      </w:r>
      <w:r w:rsidR="00D40245" w:rsidRPr="00D40245">
        <w:t>rzestępstw</w:t>
      </w:r>
      <w:r w:rsidR="007E6917">
        <w:t>a</w:t>
      </w:r>
      <w:r w:rsidR="00D40245" w:rsidRPr="00D40245">
        <w:t xml:space="preserve"> umyśl</w:t>
      </w:r>
      <w:r w:rsidR="007E6917">
        <w:t>n</w:t>
      </w:r>
      <w:r w:rsidR="00D40245" w:rsidRPr="00D40245">
        <w:t>e</w:t>
      </w:r>
      <w:r w:rsidR="007E6917">
        <w:t>go</w:t>
      </w:r>
      <w:r w:rsidR="00D40245" w:rsidRPr="00D40245">
        <w:t xml:space="preserve"> ścigane</w:t>
      </w:r>
      <w:r w:rsidR="007E6917">
        <w:t>go</w:t>
      </w:r>
      <w:r w:rsidR="00D40245" w:rsidRPr="00D40245">
        <w:t xml:space="preserve"> z oskarżenia publicznego.”</w:t>
      </w:r>
      <w:r w:rsidR="00737D9E">
        <w:t>;</w:t>
      </w:r>
    </w:p>
    <w:p w14:paraId="47C455DF" w14:textId="17764D93" w:rsidR="005757DE" w:rsidRPr="001E08DF" w:rsidRDefault="001B4E3E" w:rsidP="00D40245">
      <w:pPr>
        <w:pStyle w:val="PKTpunkt"/>
      </w:pPr>
      <w:r>
        <w:t>3</w:t>
      </w:r>
      <w:r w:rsidR="00B10413">
        <w:t xml:space="preserve">) </w:t>
      </w:r>
      <w:r w:rsidR="00D40245" w:rsidRPr="00D40245">
        <w:t>dowód uiszczenia opłaty, o której mowa w</w:t>
      </w:r>
      <w:r w:rsidR="00D40245">
        <w:t xml:space="preserve"> ust. </w:t>
      </w:r>
      <w:r w:rsidR="00887086">
        <w:t>6</w:t>
      </w:r>
      <w:r w:rsidR="00D40245">
        <w:t>.</w:t>
      </w:r>
    </w:p>
    <w:p w14:paraId="413232D2" w14:textId="308AB41B" w:rsidR="00C11994" w:rsidRDefault="00224B73" w:rsidP="000638F5">
      <w:pPr>
        <w:pStyle w:val="USTustnpkodeksu"/>
      </w:pPr>
      <w:r>
        <w:t>4</w:t>
      </w:r>
      <w:r w:rsidR="001E08DF">
        <w:t xml:space="preserve">. </w:t>
      </w:r>
      <w:r w:rsidR="00C11994" w:rsidRPr="00C11994">
        <w:t xml:space="preserve">W </w:t>
      </w:r>
      <w:r w:rsidR="00C11994">
        <w:t xml:space="preserve">zjazdach, o których mowa w ust. </w:t>
      </w:r>
      <w:r w:rsidR="00A941F8">
        <w:t>1</w:t>
      </w:r>
      <w:r w:rsidR="00C11994">
        <w:t xml:space="preserve"> pkt </w:t>
      </w:r>
      <w:r w:rsidR="00A941F8">
        <w:t>3</w:t>
      </w:r>
      <w:r w:rsidR="00C11994" w:rsidRPr="00C11994">
        <w:t xml:space="preserve">, uczestniczą </w:t>
      </w:r>
      <w:r w:rsidR="001B2D4B">
        <w:t xml:space="preserve">psychologowie wpisani do spisu psychologów najpóźniej na </w:t>
      </w:r>
      <w:r w:rsidR="0040059F">
        <w:t>4</w:t>
      </w:r>
      <w:r w:rsidR="009170B1">
        <w:t xml:space="preserve"> miesiące</w:t>
      </w:r>
      <w:r w:rsidR="001B2D4B">
        <w:t xml:space="preserve"> przed pierwszym </w:t>
      </w:r>
      <w:r w:rsidR="002A55D4">
        <w:t xml:space="preserve">Krajowym </w:t>
      </w:r>
      <w:r w:rsidR="001B2D4B">
        <w:t>Zjazdem</w:t>
      </w:r>
      <w:r w:rsidR="00D640C5">
        <w:t>.</w:t>
      </w:r>
    </w:p>
    <w:p w14:paraId="06F2AFA7" w14:textId="177B89BE" w:rsidR="00406A75" w:rsidRDefault="00224B73" w:rsidP="000638F5">
      <w:pPr>
        <w:pStyle w:val="USTustnpkodeksu"/>
      </w:pPr>
      <w:r>
        <w:t>5</w:t>
      </w:r>
      <w:r w:rsidR="00907D32">
        <w:t xml:space="preserve">. </w:t>
      </w:r>
      <w:r w:rsidR="00406A75" w:rsidRPr="00406A75">
        <w:t xml:space="preserve">Administratorem danych osobowych, o których mowa w </w:t>
      </w:r>
      <w:r w:rsidR="001E08DF">
        <w:t>ust</w:t>
      </w:r>
      <w:r w:rsidR="00406A75" w:rsidRPr="00406A75">
        <w:t xml:space="preserve">. </w:t>
      </w:r>
      <w:r w:rsidR="00A941F8">
        <w:t>2</w:t>
      </w:r>
      <w:r w:rsidR="00D269E9">
        <w:t>,</w:t>
      </w:r>
      <w:r w:rsidR="00406A75" w:rsidRPr="00406A75">
        <w:t xml:space="preserve"> jest </w:t>
      </w:r>
      <w:r w:rsidR="009170B1">
        <w:t>minister właściwy do spraw pracy</w:t>
      </w:r>
      <w:r w:rsidR="00406A75" w:rsidRPr="00406A75">
        <w:t>.</w:t>
      </w:r>
      <w:r w:rsidR="00F92081" w:rsidRPr="00F92081">
        <w:t xml:space="preserve"> Okres przechowywania </w:t>
      </w:r>
      <w:r w:rsidR="0020352F">
        <w:t xml:space="preserve">tych </w:t>
      </w:r>
      <w:r w:rsidR="00F92081" w:rsidRPr="00F92081">
        <w:t xml:space="preserve">danych wynosi </w:t>
      </w:r>
      <w:r w:rsidR="00F92081">
        <w:t>5</w:t>
      </w:r>
      <w:r w:rsidR="00F92081" w:rsidRPr="00F92081">
        <w:t xml:space="preserve"> lat od końca roku kalendarzowego, w którym zakończ</w:t>
      </w:r>
      <w:r w:rsidR="00F92081">
        <w:t>ono spis psychologów realizowan</w:t>
      </w:r>
      <w:r w:rsidR="00EC38E2">
        <w:t>y</w:t>
      </w:r>
      <w:r w:rsidR="00F92081">
        <w:t xml:space="preserve"> na potrzeby przeprowadzenia pierwszych wyborów organów samorządu psychologów.</w:t>
      </w:r>
    </w:p>
    <w:p w14:paraId="202D10D6" w14:textId="5411DA72" w:rsidR="000638F5" w:rsidRDefault="00224B73" w:rsidP="001D18A7">
      <w:pPr>
        <w:pStyle w:val="USTustnpkodeksu"/>
      </w:pPr>
      <w:r>
        <w:t>6</w:t>
      </w:r>
      <w:r w:rsidR="00837D07">
        <w:t xml:space="preserve">. </w:t>
      </w:r>
      <w:r w:rsidR="002A30D9" w:rsidRPr="002A30D9">
        <w:t>Opłata za wpis do spisu psychologów</w:t>
      </w:r>
      <w:r w:rsidR="001D18A7">
        <w:t xml:space="preserve"> </w:t>
      </w:r>
      <w:r w:rsidR="00B10081">
        <w:t xml:space="preserve">wynosi 50 zł i </w:t>
      </w:r>
      <w:r w:rsidR="00EA5767" w:rsidRPr="002A30D9">
        <w:t>do czasu powołania samorządu psychologów stanowi dochód budżetu państwa</w:t>
      </w:r>
      <w:r w:rsidR="00B10081">
        <w:t>.</w:t>
      </w:r>
    </w:p>
    <w:p w14:paraId="5DA6754D" w14:textId="4D2CC740" w:rsidR="00DC2136" w:rsidRDefault="007F3FB8" w:rsidP="00A941F8">
      <w:pPr>
        <w:pStyle w:val="USTustnpkodeksu"/>
      </w:pPr>
      <w:r>
        <w:t>7</w:t>
      </w:r>
      <w:r w:rsidR="00DC2136">
        <w:t>. Zadania, o których mowa w ust. 1, są realizowane w systemie teleinformatycznym udostępnionym przez ministra właściwego do spraw pracy.</w:t>
      </w:r>
    </w:p>
    <w:p w14:paraId="265026E5" w14:textId="46D9AB35" w:rsidR="00DC2136" w:rsidRDefault="007F3FB8" w:rsidP="00A941F8">
      <w:pPr>
        <w:pStyle w:val="USTustnpkodeksu"/>
      </w:pPr>
      <w:r>
        <w:t>8</w:t>
      </w:r>
      <w:r w:rsidR="00DC2136">
        <w:t xml:space="preserve">. </w:t>
      </w:r>
      <w:r w:rsidR="00DC2136" w:rsidRPr="00DC2136">
        <w:t>Uwierzytelnianie użytkowników w systemie teleinformatycznym</w:t>
      </w:r>
      <w:r w:rsidR="00DC2136">
        <w:t xml:space="preserve">, o którym mowa w ust. </w:t>
      </w:r>
      <w:r>
        <w:t>7</w:t>
      </w:r>
      <w:r w:rsidR="00DC2136">
        <w:t>,</w:t>
      </w:r>
      <w:r w:rsidR="00DC2136" w:rsidRPr="00DC2136">
        <w:t xml:space="preserve"> umożliwiającym zgłoszeni</w:t>
      </w:r>
      <w:r w:rsidR="00DC2136">
        <w:t>e</w:t>
      </w:r>
      <w:r w:rsidR="00DC2136" w:rsidRPr="00DC2136">
        <w:t xml:space="preserve"> wpisu do spisu psychologów w postaci elektronicznej wymaga użycia profilu zaufanego, profilu osobistego, innego środka identyfikacji elektronicznej wydanego w systemie identyfikacji elektronicznej przyłączonym do węzła krajowego identyfikacji elektronicznej, o którym mowa w</w:t>
      </w:r>
      <w:r w:rsidR="00276599">
        <w:t xml:space="preserve"> </w:t>
      </w:r>
      <w:r w:rsidR="006368E9" w:rsidRPr="006368E9">
        <w:t>art. 21a ust. 1 pkt 2 lit. a</w:t>
      </w:r>
      <w:r w:rsidR="002125C4">
        <w:t xml:space="preserve"> </w:t>
      </w:r>
      <w:r w:rsidR="00DC2136" w:rsidRPr="00DC2136">
        <w:t>ustawy z dnia 5 września 2016 r. o usługach zaufania oraz identyfikacji elektronicznej (Dz.</w:t>
      </w:r>
      <w:r w:rsidR="00A732EE">
        <w:t xml:space="preserve"> </w:t>
      </w:r>
      <w:r w:rsidR="00DC2136" w:rsidRPr="00DC2136">
        <w:t>U. z 202</w:t>
      </w:r>
      <w:r w:rsidR="00010C6B">
        <w:t>4</w:t>
      </w:r>
      <w:r w:rsidR="00DC2136" w:rsidRPr="00DC2136">
        <w:t xml:space="preserve"> r.</w:t>
      </w:r>
      <w:r w:rsidR="00B07753">
        <w:t xml:space="preserve"> </w:t>
      </w:r>
      <w:r w:rsidR="006368E9" w:rsidRPr="006368E9">
        <w:t xml:space="preserve">poz. </w:t>
      </w:r>
      <w:r w:rsidR="00B03FDA">
        <w:t>1725</w:t>
      </w:r>
      <w:r w:rsidR="00DC2136" w:rsidRPr="00DC2136">
        <w:t>), adekwatnie do poziomu bezpieczeństwa środka identyfikacji elektronicznej wymaganego dla usług świadczonych w tym systemie, danych weryfikowanych za pomocą kwalifikowanego certyfikatu podpisu elektronicznego, jeżeli te dane pozwalają na identyfikację i uwierzytelnienie wymagane w celu realizacji usługi online, albo innych technologii, jeżeli zostaną udostępnione w tym systemie.</w:t>
      </w:r>
    </w:p>
    <w:p w14:paraId="55CE4E65" w14:textId="6BFECFFA" w:rsidR="00E73595" w:rsidRPr="00E73595" w:rsidRDefault="007F3FB8" w:rsidP="00E73595">
      <w:pPr>
        <w:pStyle w:val="USTustnpkodeksu"/>
      </w:pPr>
      <w:r>
        <w:t>9</w:t>
      </w:r>
      <w:r w:rsidR="00E73595" w:rsidRPr="00E73595">
        <w:t xml:space="preserve">. Jeżeli </w:t>
      </w:r>
      <w:r w:rsidR="002B00D3">
        <w:t xml:space="preserve">zgłoszenie </w:t>
      </w:r>
      <w:bookmarkStart w:id="368" w:name="_Hlk170237561"/>
      <w:r w:rsidR="002B00D3">
        <w:t>do spisu psychologów</w:t>
      </w:r>
      <w:r w:rsidR="00764834">
        <w:t xml:space="preserve"> </w:t>
      </w:r>
      <w:bookmarkEnd w:id="368"/>
      <w:r w:rsidR="00E73595" w:rsidRPr="00E73595">
        <w:t>nie spełnia wymagań</w:t>
      </w:r>
      <w:r w:rsidR="00D269E9">
        <w:t xml:space="preserve">, o których mowa </w:t>
      </w:r>
      <w:r w:rsidR="00E73595" w:rsidRPr="00E73595">
        <w:t xml:space="preserve">w </w:t>
      </w:r>
      <w:r w:rsidR="00E73595">
        <w:t>ust. 2 i 3</w:t>
      </w:r>
      <w:r w:rsidR="00E73595" w:rsidRPr="00E73595">
        <w:t xml:space="preserve">, </w:t>
      </w:r>
      <w:r w:rsidR="00403F3C">
        <w:t>o</w:t>
      </w:r>
      <w:r w:rsidR="00403F3C" w:rsidRPr="00403F3C">
        <w:t>sob</w:t>
      </w:r>
      <w:r w:rsidR="001B4E3E">
        <w:t>a</w:t>
      </w:r>
      <w:r w:rsidR="00403F3C" w:rsidRPr="00403F3C">
        <w:t xml:space="preserve"> ubiegając</w:t>
      </w:r>
      <w:r w:rsidR="001B4E3E">
        <w:t>a</w:t>
      </w:r>
      <w:r w:rsidR="00403F3C" w:rsidRPr="00403F3C">
        <w:t xml:space="preserve"> się o wpis</w:t>
      </w:r>
      <w:r w:rsidR="00403F3C">
        <w:t xml:space="preserve"> </w:t>
      </w:r>
      <w:r w:rsidR="001B4E3E">
        <w:t xml:space="preserve">jest </w:t>
      </w:r>
      <w:r w:rsidR="00E73595" w:rsidRPr="00E73595">
        <w:t>wzywa</w:t>
      </w:r>
      <w:r w:rsidR="001B4E3E">
        <w:t>na za pośrednictwem</w:t>
      </w:r>
      <w:r w:rsidR="00E73595" w:rsidRPr="00E73595">
        <w:t xml:space="preserve"> </w:t>
      </w:r>
      <w:r w:rsidR="001B4E3E" w:rsidRPr="001B4E3E">
        <w:t>system</w:t>
      </w:r>
      <w:r w:rsidR="001B4E3E">
        <w:t>u</w:t>
      </w:r>
      <w:r w:rsidR="001B4E3E" w:rsidRPr="001B4E3E">
        <w:t xml:space="preserve"> </w:t>
      </w:r>
      <w:r w:rsidR="001B4E3E" w:rsidRPr="001B4E3E">
        <w:lastRenderedPageBreak/>
        <w:t>teleinformatyczn</w:t>
      </w:r>
      <w:r w:rsidR="001B4E3E">
        <w:t>ego</w:t>
      </w:r>
      <w:r w:rsidR="001B4E3E" w:rsidRPr="001B4E3E">
        <w:t xml:space="preserve"> </w:t>
      </w:r>
      <w:r w:rsidR="00E73595" w:rsidRPr="00E73595">
        <w:t xml:space="preserve">do </w:t>
      </w:r>
      <w:r w:rsidR="006900AB">
        <w:t xml:space="preserve">jego </w:t>
      </w:r>
      <w:r w:rsidR="00E73595" w:rsidRPr="00E73595">
        <w:t xml:space="preserve">uzupełnienia lub poprawienia w terminie </w:t>
      </w:r>
      <w:r w:rsidR="001B4E3E">
        <w:t>7</w:t>
      </w:r>
      <w:r w:rsidR="00E73595" w:rsidRPr="00E73595">
        <w:t xml:space="preserve"> dni od dnia </w:t>
      </w:r>
      <w:r w:rsidR="00D228C3">
        <w:t>doręczenia</w:t>
      </w:r>
      <w:r w:rsidR="00D228C3" w:rsidRPr="00E73595">
        <w:t xml:space="preserve"> </w:t>
      </w:r>
      <w:r w:rsidR="00E73595" w:rsidRPr="00E73595">
        <w:t>wezwania.</w:t>
      </w:r>
    </w:p>
    <w:p w14:paraId="66A25F57" w14:textId="09DA7976" w:rsidR="00E73595" w:rsidRPr="00E73595" w:rsidRDefault="00B83171" w:rsidP="001B4E3E">
      <w:pPr>
        <w:pStyle w:val="USTustnpkodeksu"/>
      </w:pPr>
      <w:r>
        <w:t>1</w:t>
      </w:r>
      <w:r w:rsidR="007F3FB8">
        <w:t>0</w:t>
      </w:r>
      <w:r w:rsidR="00E73595" w:rsidRPr="00E73595">
        <w:t>.</w:t>
      </w:r>
      <w:r w:rsidR="002F4398">
        <w:t xml:space="preserve"> </w:t>
      </w:r>
      <w:r w:rsidR="00DA14A5">
        <w:t>Zgłoszenie</w:t>
      </w:r>
      <w:r w:rsidR="002F283F">
        <w:t xml:space="preserve"> do spisu psychologów</w:t>
      </w:r>
      <w:r w:rsidR="00E73595" w:rsidRPr="00E73595">
        <w:t>, któr</w:t>
      </w:r>
      <w:r w:rsidR="00DA14A5">
        <w:t>e</w:t>
      </w:r>
      <w:r w:rsidR="00E73595" w:rsidRPr="00E73595">
        <w:t xml:space="preserve"> nie został</w:t>
      </w:r>
      <w:r w:rsidR="00DA14A5">
        <w:t>o</w:t>
      </w:r>
      <w:r w:rsidR="00E73595" w:rsidRPr="00E73595">
        <w:t xml:space="preserve"> uzupełnion</w:t>
      </w:r>
      <w:r w:rsidR="00DA14A5">
        <w:t>e</w:t>
      </w:r>
      <w:r w:rsidR="00E73595" w:rsidRPr="00E73595">
        <w:t xml:space="preserve"> lub poprawion</w:t>
      </w:r>
      <w:r w:rsidR="00DA14A5">
        <w:t>e</w:t>
      </w:r>
      <w:r w:rsidR="00E73595" w:rsidRPr="00E73595">
        <w:t xml:space="preserve"> w terminie, o którym mowa w ust. </w:t>
      </w:r>
      <w:r w:rsidR="007F3FB8">
        <w:t>9</w:t>
      </w:r>
      <w:r w:rsidR="00E73595" w:rsidRPr="00E73595">
        <w:t>, pozostawia się bez rozpoznania.</w:t>
      </w:r>
    </w:p>
    <w:p w14:paraId="76B9AEA8" w14:textId="5E57F145" w:rsidR="00D81FD3" w:rsidRPr="00D81FD3" w:rsidRDefault="001B4E3E" w:rsidP="00D81FD3">
      <w:pPr>
        <w:pStyle w:val="USTustnpkodeksu"/>
      </w:pPr>
      <w:r>
        <w:t>1</w:t>
      </w:r>
      <w:r w:rsidR="007F3FB8">
        <w:t>1</w:t>
      </w:r>
      <w:r w:rsidR="00D81FD3">
        <w:t xml:space="preserve">. </w:t>
      </w:r>
      <w:r w:rsidR="00D81FD3" w:rsidRPr="00D81FD3">
        <w:t xml:space="preserve">Wpis </w:t>
      </w:r>
      <w:r w:rsidR="00D81FD3">
        <w:t>do</w:t>
      </w:r>
      <w:r w:rsidR="00D81FD3" w:rsidRPr="00D81FD3">
        <w:t xml:space="preserve"> </w:t>
      </w:r>
      <w:r w:rsidR="00D81FD3">
        <w:t>spisu psychologów</w:t>
      </w:r>
      <w:r w:rsidR="00D81FD3" w:rsidRPr="00D81FD3">
        <w:t xml:space="preserve"> obejmuje:</w:t>
      </w:r>
    </w:p>
    <w:p w14:paraId="4C6E62C9" w14:textId="77777777" w:rsidR="00D81FD3" w:rsidRPr="00D81FD3" w:rsidRDefault="00D81FD3" w:rsidP="00D81FD3">
      <w:pPr>
        <w:pStyle w:val="PKTpunkt"/>
      </w:pPr>
      <w:r w:rsidRPr="00D81FD3">
        <w:t>1) imię (imiona) i nazwisko;</w:t>
      </w:r>
    </w:p>
    <w:p w14:paraId="2730A1A8" w14:textId="41C970B1" w:rsidR="00F92081" w:rsidRDefault="00D81FD3" w:rsidP="00F92081">
      <w:pPr>
        <w:pStyle w:val="PKTpunkt"/>
      </w:pPr>
      <w:r w:rsidRPr="00D81FD3">
        <w:t xml:space="preserve">2) numer wpisu </w:t>
      </w:r>
      <w:r>
        <w:t>do spisu psychologów</w:t>
      </w:r>
      <w:r w:rsidRPr="00D81FD3">
        <w:t>.</w:t>
      </w:r>
    </w:p>
    <w:p w14:paraId="7BEBA2ED" w14:textId="2150AF6D" w:rsidR="00294BCB" w:rsidRDefault="00DB3BB9" w:rsidP="00267E7E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14</w:t>
      </w:r>
      <w:r w:rsidR="0043061D">
        <w:rPr>
          <w:rStyle w:val="Ppogrubienie"/>
        </w:rPr>
        <w:t>5</w:t>
      </w:r>
      <w:r w:rsidRPr="00017081">
        <w:rPr>
          <w:rStyle w:val="Ppogrubienie"/>
        </w:rPr>
        <w:t>.</w:t>
      </w:r>
      <w:r w:rsidRPr="00B1523B">
        <w:t xml:space="preserve"> </w:t>
      </w:r>
      <w:r w:rsidR="00B313D5">
        <w:t xml:space="preserve">1. </w:t>
      </w:r>
      <w:r w:rsidR="000638F5" w:rsidRPr="000638F5">
        <w:t>Z dniem ukonstytuowania s</w:t>
      </w:r>
      <w:r w:rsidR="00294BCB">
        <w:t xml:space="preserve">ię </w:t>
      </w:r>
      <w:r w:rsidR="002A55D4">
        <w:t xml:space="preserve">ostatniego z </w:t>
      </w:r>
      <w:r w:rsidR="001E34BE" w:rsidRPr="001E34BE">
        <w:t>pierwsz</w:t>
      </w:r>
      <w:r w:rsidR="002A55D4">
        <w:t>ych</w:t>
      </w:r>
      <w:r w:rsidR="001E34BE" w:rsidRPr="001E34BE">
        <w:t xml:space="preserve"> </w:t>
      </w:r>
      <w:r w:rsidR="006A37D6">
        <w:t>r</w:t>
      </w:r>
      <w:r w:rsidR="002A55D4">
        <w:t>egionalnych</w:t>
      </w:r>
      <w:r w:rsidR="001E34BE">
        <w:t xml:space="preserve"> </w:t>
      </w:r>
      <w:r w:rsidR="006A37D6">
        <w:t>z</w:t>
      </w:r>
      <w:r w:rsidR="001E34BE">
        <w:t>jazd</w:t>
      </w:r>
      <w:r w:rsidR="002A55D4">
        <w:t>ów</w:t>
      </w:r>
      <w:r w:rsidR="000F4FDD">
        <w:t xml:space="preserve"> </w:t>
      </w:r>
      <w:r w:rsidR="00BB47F9">
        <w:t>organy samorządu psychologów przejmują wszystkie swoje kompetencje, o których mowa w ustawie.</w:t>
      </w:r>
    </w:p>
    <w:p w14:paraId="7E871747" w14:textId="72786206" w:rsidR="00B313D5" w:rsidRDefault="00B313D5" w:rsidP="00B313D5">
      <w:pPr>
        <w:pStyle w:val="USTustnpkodeksu"/>
      </w:pPr>
      <w:r>
        <w:t>2. W</w:t>
      </w:r>
      <w:r w:rsidRPr="006F1A72">
        <w:t xml:space="preserve"> pierwszym roku funkcjonowania samorządu </w:t>
      </w:r>
      <w:r>
        <w:t xml:space="preserve">psychologów </w:t>
      </w:r>
      <w:r w:rsidRPr="006F1A72">
        <w:t>informacja</w:t>
      </w:r>
      <w:r>
        <w:t>,</w:t>
      </w:r>
      <w:r w:rsidRPr="006F1A72">
        <w:t xml:space="preserve"> </w:t>
      </w:r>
      <w:r>
        <w:t xml:space="preserve">o której mowa w art. </w:t>
      </w:r>
      <w:r w:rsidR="005A24C2">
        <w:t>49</w:t>
      </w:r>
      <w:r>
        <w:t xml:space="preserve">, </w:t>
      </w:r>
      <w:r w:rsidRPr="006F1A72">
        <w:t xml:space="preserve">zostanie przesłana ministrowi </w:t>
      </w:r>
      <w:r w:rsidRPr="00E577E0">
        <w:t xml:space="preserve">właściwemu do spraw pracy </w:t>
      </w:r>
      <w:r w:rsidRPr="006F1A72">
        <w:t>w terminie 6 miesięcy od ukonstytuowania się Krajowej Rady</w:t>
      </w:r>
      <w:r>
        <w:t xml:space="preserve">. Przedstawienie informacji w terminie określonym w zdaniu poprzednim nie wyłącza obowiązku złożenia przez tę organizację informacji w terminie, o którym mowa w art. </w:t>
      </w:r>
      <w:r w:rsidR="005A24C2">
        <w:t>49</w:t>
      </w:r>
      <w:r>
        <w:t>.</w:t>
      </w:r>
    </w:p>
    <w:p w14:paraId="6DF8EEE5" w14:textId="127508ED" w:rsidR="002428BA" w:rsidRDefault="00A24E01" w:rsidP="003E5D80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14</w:t>
      </w:r>
      <w:r w:rsidR="0043061D">
        <w:rPr>
          <w:rStyle w:val="Ppogrubienie"/>
        </w:rPr>
        <w:t>6</w:t>
      </w:r>
      <w:r w:rsidR="00B1523B" w:rsidRPr="00017081">
        <w:rPr>
          <w:rStyle w:val="Ppogrubienie"/>
        </w:rPr>
        <w:t>.</w:t>
      </w:r>
      <w:r w:rsidR="00B1523B" w:rsidRPr="00B1523B">
        <w:t xml:space="preserve"> </w:t>
      </w:r>
      <w:bookmarkStart w:id="369" w:name="mip10422954"/>
      <w:bookmarkStart w:id="370" w:name="mip10422958"/>
      <w:bookmarkStart w:id="371" w:name="mip10422961"/>
      <w:bookmarkEnd w:id="369"/>
      <w:bookmarkEnd w:id="370"/>
      <w:bookmarkEnd w:id="371"/>
      <w:r w:rsidR="00B51BFC">
        <w:t xml:space="preserve">1. </w:t>
      </w:r>
      <w:r w:rsidR="00C50A01">
        <w:t>Zadaniem pierwszego Krajowego Zjazdu jest:</w:t>
      </w:r>
    </w:p>
    <w:p w14:paraId="042A8458" w14:textId="0AB59ECB" w:rsidR="00B51BFC" w:rsidRDefault="00C50A01" w:rsidP="00B51BFC">
      <w:pPr>
        <w:pStyle w:val="PKTpunkt"/>
      </w:pPr>
      <w:r>
        <w:t xml:space="preserve">1) </w:t>
      </w:r>
      <w:r w:rsidR="002F1BEF">
        <w:t>wybór</w:t>
      </w:r>
      <w:r w:rsidR="00B51BFC">
        <w:t>:</w:t>
      </w:r>
    </w:p>
    <w:p w14:paraId="6E23D0D9" w14:textId="77777777" w:rsidR="00B51BFC" w:rsidRPr="00B10081" w:rsidRDefault="00B51BFC" w:rsidP="00B10081">
      <w:pPr>
        <w:pStyle w:val="LITlitera"/>
      </w:pPr>
      <w:r>
        <w:t xml:space="preserve">a) </w:t>
      </w:r>
      <w:r w:rsidRPr="00B10081">
        <w:t>Prezesa Krajowej Rady i 4 członków Krajowej Rady,</w:t>
      </w:r>
    </w:p>
    <w:p w14:paraId="6F100D77" w14:textId="53540860" w:rsidR="00B51BFC" w:rsidRPr="00B10081" w:rsidRDefault="00B51BFC" w:rsidP="00B10081">
      <w:pPr>
        <w:pStyle w:val="LITlitera"/>
      </w:pPr>
      <w:r w:rsidRPr="00B10081">
        <w:t>b) Krajowej Komisji Rewizyjnej, Krajowe</w:t>
      </w:r>
      <w:r w:rsidR="005A69A9">
        <w:t>go Sądu</w:t>
      </w:r>
      <w:r w:rsidRPr="00B10081">
        <w:t xml:space="preserve"> Dyscyplinarne</w:t>
      </w:r>
      <w:r w:rsidR="005A69A9">
        <w:t>go</w:t>
      </w:r>
      <w:r w:rsidRPr="00B10081">
        <w:t xml:space="preserve"> i członków tych organów,</w:t>
      </w:r>
      <w:r w:rsidR="005525C1">
        <w:t xml:space="preserve"> w tym Prezesa </w:t>
      </w:r>
      <w:r w:rsidR="005525C1" w:rsidRPr="00B10081">
        <w:t>Krajowe</w:t>
      </w:r>
      <w:r w:rsidR="005525C1">
        <w:t>go Sądu</w:t>
      </w:r>
      <w:r w:rsidR="005525C1" w:rsidRPr="00B10081">
        <w:t xml:space="preserve"> Dyscyplinarne</w:t>
      </w:r>
      <w:r w:rsidR="005525C1">
        <w:t>go,</w:t>
      </w:r>
    </w:p>
    <w:p w14:paraId="55E17927" w14:textId="77777777" w:rsidR="00B51BFC" w:rsidRDefault="00B51BFC" w:rsidP="00B10081">
      <w:pPr>
        <w:pStyle w:val="LITlitera"/>
      </w:pPr>
      <w:r w:rsidRPr="00B10081">
        <w:t>c) Krajowego</w:t>
      </w:r>
      <w:r>
        <w:t xml:space="preserve"> Rzecznika Dyscyplinarnego;</w:t>
      </w:r>
    </w:p>
    <w:p w14:paraId="2F28914E" w14:textId="749993E8" w:rsidR="002428BA" w:rsidRDefault="00B51BFC" w:rsidP="00C50A01">
      <w:pPr>
        <w:pStyle w:val="PKTpunkt"/>
      </w:pPr>
      <w:r>
        <w:t xml:space="preserve">2) </w:t>
      </w:r>
      <w:r w:rsidR="00C50A01">
        <w:t>ustalanie liczby i o</w:t>
      </w:r>
      <w:r w:rsidR="00C50A01" w:rsidRPr="00E42474">
        <w:t>bszar</w:t>
      </w:r>
      <w:r w:rsidR="00C50A01">
        <w:t>u</w:t>
      </w:r>
      <w:r w:rsidR="00C50A01" w:rsidRPr="00E42474">
        <w:t xml:space="preserve"> działania poszczególnych </w:t>
      </w:r>
      <w:r w:rsidR="00ED399F">
        <w:t>r</w:t>
      </w:r>
      <w:r w:rsidR="00C50A01" w:rsidRPr="00E42474">
        <w:t xml:space="preserve">egionalnych </w:t>
      </w:r>
      <w:r w:rsidR="00ED399F">
        <w:t>i</w:t>
      </w:r>
      <w:r w:rsidR="00C50A01" w:rsidRPr="00E42474">
        <w:t>zb</w:t>
      </w:r>
      <w:r w:rsidR="00C50A01">
        <w:t xml:space="preserve">, o których mowa w art. </w:t>
      </w:r>
      <w:r w:rsidR="00551063">
        <w:t xml:space="preserve">32 </w:t>
      </w:r>
      <w:r w:rsidR="00C50A01">
        <w:t>ust. 1 pkt 2;</w:t>
      </w:r>
    </w:p>
    <w:p w14:paraId="0CADB8F0" w14:textId="27FDB76A" w:rsidR="00777C82" w:rsidRDefault="00B51BFC" w:rsidP="000725F5">
      <w:pPr>
        <w:pStyle w:val="PKTpunkt"/>
      </w:pPr>
      <w:r>
        <w:t>3</w:t>
      </w:r>
      <w:r w:rsidR="00C50A01">
        <w:t xml:space="preserve">) </w:t>
      </w:r>
      <w:bookmarkStart w:id="372" w:name="_Hlk160093903"/>
      <w:r w:rsidR="00777C82" w:rsidRPr="00777C82">
        <w:t>ustalenie liczby delegatów z każdej regionalnej izby na Krajowy Zjazd</w:t>
      </w:r>
      <w:r w:rsidR="00A45515">
        <w:t xml:space="preserve"> i pierwsze regionalne zjazdy</w:t>
      </w:r>
      <w:r w:rsidR="00777C82">
        <w:t>;</w:t>
      </w:r>
    </w:p>
    <w:p w14:paraId="391CC85E" w14:textId="7DA6CADE" w:rsidR="00C50A01" w:rsidRDefault="00777C82" w:rsidP="000725F5">
      <w:pPr>
        <w:pStyle w:val="PKTpunkt"/>
      </w:pPr>
      <w:r>
        <w:t xml:space="preserve">4) </w:t>
      </w:r>
      <w:r w:rsidR="00C50A01">
        <w:t xml:space="preserve">wskazanie </w:t>
      </w:r>
      <w:r w:rsidR="00B51BFC">
        <w:t xml:space="preserve">po jednym pełnomocniku do powołania każdej z </w:t>
      </w:r>
      <w:r w:rsidR="00ED399F">
        <w:t>r</w:t>
      </w:r>
      <w:r w:rsidR="00B51BFC">
        <w:t xml:space="preserve">egionalnych </w:t>
      </w:r>
      <w:r w:rsidR="00ED399F">
        <w:t>i</w:t>
      </w:r>
      <w:r w:rsidR="00B51BFC">
        <w:t>zb.</w:t>
      </w:r>
    </w:p>
    <w:p w14:paraId="11903D6E" w14:textId="06307CE7" w:rsidR="00B51BFC" w:rsidRDefault="00B51BFC" w:rsidP="00B51BFC">
      <w:pPr>
        <w:pStyle w:val="USTustnpkodeksu"/>
      </w:pPr>
      <w:r>
        <w:t xml:space="preserve">2. Zadaniem pełnomocnika, o którym mowa w ust. 1 pkt </w:t>
      </w:r>
      <w:r w:rsidR="00777C82">
        <w:t>4</w:t>
      </w:r>
      <w:r w:rsidR="008F5D43">
        <w:t>,</w:t>
      </w:r>
      <w:r>
        <w:t xml:space="preserve"> jest współpraca z </w:t>
      </w:r>
      <w:r w:rsidR="003E43AB">
        <w:t>Komitetem</w:t>
      </w:r>
      <w:r>
        <w:t xml:space="preserve"> w celu organizacji </w:t>
      </w:r>
      <w:r w:rsidRPr="00F720D7">
        <w:t xml:space="preserve">pierwszych </w:t>
      </w:r>
      <w:r w:rsidR="001238CC">
        <w:t>r</w:t>
      </w:r>
      <w:r w:rsidRPr="00F720D7">
        <w:t xml:space="preserve">egionalnych </w:t>
      </w:r>
      <w:r w:rsidR="001238CC">
        <w:t>z</w:t>
      </w:r>
      <w:r w:rsidRPr="00F720D7">
        <w:t>jazdów</w:t>
      </w:r>
      <w:r>
        <w:t>.</w:t>
      </w:r>
    </w:p>
    <w:bookmarkEnd w:id="372"/>
    <w:p w14:paraId="3F346A49" w14:textId="0100B78D" w:rsidR="007B6224" w:rsidRDefault="00DB3BB9" w:rsidP="00DB3BB9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14</w:t>
      </w:r>
      <w:r w:rsidR="0043061D">
        <w:rPr>
          <w:rStyle w:val="Ppogrubienie"/>
        </w:rPr>
        <w:t>7</w:t>
      </w:r>
      <w:r w:rsidRPr="00017081">
        <w:rPr>
          <w:rStyle w:val="Ppogrubienie"/>
        </w:rPr>
        <w:t>.</w:t>
      </w:r>
      <w:r w:rsidR="007B6224">
        <w:t xml:space="preserve"> </w:t>
      </w:r>
      <w:r w:rsidR="00760BBC">
        <w:t xml:space="preserve">1. </w:t>
      </w:r>
      <w:r>
        <w:t xml:space="preserve">Pierwsze </w:t>
      </w:r>
      <w:r w:rsidR="00047877">
        <w:t>r</w:t>
      </w:r>
      <w:r w:rsidR="007B6224">
        <w:t xml:space="preserve">egionalne </w:t>
      </w:r>
      <w:r w:rsidR="00047877">
        <w:t>z</w:t>
      </w:r>
      <w:r w:rsidR="007B6224">
        <w:t xml:space="preserve">jazdy </w:t>
      </w:r>
      <w:r w:rsidR="002F1BEF">
        <w:t>wybierają</w:t>
      </w:r>
      <w:r w:rsidR="00230775">
        <w:t>:</w:t>
      </w:r>
    </w:p>
    <w:p w14:paraId="050DF656" w14:textId="2195B957" w:rsidR="00230775" w:rsidRDefault="003441CA" w:rsidP="003441CA">
      <w:pPr>
        <w:pStyle w:val="PKTpunkt"/>
      </w:pPr>
      <w:r>
        <w:t>1</w:t>
      </w:r>
      <w:r w:rsidR="00230775" w:rsidRPr="00C77A8A">
        <w:t xml:space="preserve">) </w:t>
      </w:r>
      <w:r w:rsidR="00230775">
        <w:t>członk</w:t>
      </w:r>
      <w:r w:rsidR="00AE1103">
        <w:t>ów</w:t>
      </w:r>
      <w:r w:rsidR="00230775">
        <w:t xml:space="preserve"> Krajowej Rady, o który</w:t>
      </w:r>
      <w:r w:rsidR="00AE1103">
        <w:t>ch</w:t>
      </w:r>
      <w:r w:rsidR="00230775">
        <w:t xml:space="preserve"> mowa w art. </w:t>
      </w:r>
      <w:r w:rsidR="00551063">
        <w:t xml:space="preserve">48 </w:t>
      </w:r>
      <w:r w:rsidR="00230775">
        <w:t>ust. 1 pkt 1</w:t>
      </w:r>
      <w:r w:rsidR="004F03D1">
        <w:t>;</w:t>
      </w:r>
    </w:p>
    <w:p w14:paraId="03AFF998" w14:textId="2AEAD03D" w:rsidR="00230775" w:rsidRPr="00C77A8A" w:rsidRDefault="003441CA" w:rsidP="003441CA">
      <w:pPr>
        <w:pStyle w:val="PKTpunkt"/>
      </w:pPr>
      <w:r>
        <w:t>2</w:t>
      </w:r>
      <w:r w:rsidR="00230775">
        <w:t xml:space="preserve">) </w:t>
      </w:r>
      <w:r w:rsidR="00230775" w:rsidRPr="00C77A8A">
        <w:t xml:space="preserve">Prezesa </w:t>
      </w:r>
      <w:r w:rsidR="00840CE6">
        <w:t>r</w:t>
      </w:r>
      <w:r w:rsidR="00230775">
        <w:t>egional</w:t>
      </w:r>
      <w:r w:rsidR="00230775" w:rsidRPr="00C77A8A">
        <w:t xml:space="preserve">nej </w:t>
      </w:r>
      <w:r w:rsidR="00840CE6">
        <w:t>r</w:t>
      </w:r>
      <w:r w:rsidR="00230775" w:rsidRPr="00C77A8A">
        <w:t xml:space="preserve">ady </w:t>
      </w:r>
      <w:r w:rsidR="00230775">
        <w:t>oraz</w:t>
      </w:r>
      <w:r w:rsidR="00230775" w:rsidRPr="00C77A8A">
        <w:t xml:space="preserve"> członków </w:t>
      </w:r>
      <w:r w:rsidR="00047877">
        <w:t>r</w:t>
      </w:r>
      <w:r w:rsidR="00230775">
        <w:t>egionaln</w:t>
      </w:r>
      <w:r w:rsidR="00230775" w:rsidRPr="00C77A8A">
        <w:t xml:space="preserve">ej </w:t>
      </w:r>
      <w:r w:rsidR="00047877">
        <w:t>r</w:t>
      </w:r>
      <w:r w:rsidR="00230775" w:rsidRPr="00C77A8A">
        <w:t>ady</w:t>
      </w:r>
      <w:r w:rsidR="004F03D1">
        <w:t>;</w:t>
      </w:r>
    </w:p>
    <w:p w14:paraId="1106E01D" w14:textId="73031336" w:rsidR="00230775" w:rsidRPr="00C77A8A" w:rsidRDefault="003441CA" w:rsidP="003441CA">
      <w:pPr>
        <w:pStyle w:val="PKTpunkt"/>
      </w:pPr>
      <w:r>
        <w:lastRenderedPageBreak/>
        <w:t>3</w:t>
      </w:r>
      <w:r w:rsidR="00230775" w:rsidRPr="00C77A8A">
        <w:t xml:space="preserve">) </w:t>
      </w:r>
      <w:bookmarkStart w:id="373" w:name="_Hlk180058724"/>
      <w:r w:rsidR="001D6723">
        <w:t xml:space="preserve">członków </w:t>
      </w:r>
      <w:r w:rsidR="00840CE6">
        <w:t>r</w:t>
      </w:r>
      <w:r w:rsidR="00230775">
        <w:t>egionaln</w:t>
      </w:r>
      <w:r w:rsidR="001D6723">
        <w:t>ej</w:t>
      </w:r>
      <w:r w:rsidR="00230775" w:rsidRPr="00C77A8A">
        <w:t xml:space="preserve"> </w:t>
      </w:r>
      <w:r w:rsidR="00840CE6">
        <w:t>k</w:t>
      </w:r>
      <w:r w:rsidR="00230775" w:rsidRPr="00C77A8A">
        <w:t>omisj</w:t>
      </w:r>
      <w:r w:rsidR="001D6723">
        <w:t>i</w:t>
      </w:r>
      <w:r w:rsidR="00230775" w:rsidRPr="00C77A8A">
        <w:t xml:space="preserve"> </w:t>
      </w:r>
      <w:r w:rsidR="00840CE6">
        <w:t>r</w:t>
      </w:r>
      <w:r w:rsidR="00230775" w:rsidRPr="00C77A8A">
        <w:t>ewizyjn</w:t>
      </w:r>
      <w:r w:rsidR="001D6723">
        <w:t>ej i członków</w:t>
      </w:r>
      <w:r w:rsidR="00230775" w:rsidRPr="00C77A8A">
        <w:t xml:space="preserve"> </w:t>
      </w:r>
      <w:r w:rsidR="00840CE6">
        <w:t>r</w:t>
      </w:r>
      <w:r w:rsidR="00230775">
        <w:t>egionaln</w:t>
      </w:r>
      <w:r w:rsidR="001D6723">
        <w:t>ego</w:t>
      </w:r>
      <w:r w:rsidR="005A69A9">
        <w:t xml:space="preserve"> sąd</w:t>
      </w:r>
      <w:r w:rsidR="001D6723">
        <w:t>u</w:t>
      </w:r>
      <w:r w:rsidR="00230775" w:rsidRPr="00C77A8A">
        <w:t xml:space="preserve"> </w:t>
      </w:r>
      <w:r w:rsidR="00840CE6">
        <w:t>d</w:t>
      </w:r>
      <w:r w:rsidR="00230775" w:rsidRPr="00C77A8A">
        <w:t>yscyplinarn</w:t>
      </w:r>
      <w:r w:rsidR="001D6723">
        <w:t>ego</w:t>
      </w:r>
      <w:bookmarkEnd w:id="373"/>
      <w:r w:rsidR="005525C1">
        <w:t>, w tym Prezesa regionalnego sądu dyscyplinarnego</w:t>
      </w:r>
      <w:r w:rsidR="004F03D1">
        <w:t>;</w:t>
      </w:r>
    </w:p>
    <w:p w14:paraId="3692DEC1" w14:textId="3BBCDD60" w:rsidR="00230775" w:rsidRDefault="003441CA" w:rsidP="003441CA">
      <w:pPr>
        <w:pStyle w:val="PKTpunkt"/>
      </w:pPr>
      <w:r>
        <w:t>4</w:t>
      </w:r>
      <w:r w:rsidR="00230775" w:rsidRPr="00C77A8A">
        <w:t xml:space="preserve">) </w:t>
      </w:r>
      <w:r w:rsidR="00840CE6">
        <w:t>r</w:t>
      </w:r>
      <w:r w:rsidR="00230775">
        <w:t>egionalnego</w:t>
      </w:r>
      <w:r w:rsidR="00230775" w:rsidRPr="00C77A8A">
        <w:t xml:space="preserve"> </w:t>
      </w:r>
      <w:r w:rsidR="00840CE6">
        <w:t>r</w:t>
      </w:r>
      <w:r w:rsidR="00230775" w:rsidRPr="00C77A8A">
        <w:t xml:space="preserve">zecznika </w:t>
      </w:r>
      <w:r w:rsidR="00840CE6">
        <w:t>d</w:t>
      </w:r>
      <w:r w:rsidR="00230775" w:rsidRPr="00C77A8A">
        <w:t>yscyplinarnego</w:t>
      </w:r>
      <w:r w:rsidR="00230775">
        <w:t>.</w:t>
      </w:r>
    </w:p>
    <w:p w14:paraId="7B026FF7" w14:textId="1C941571" w:rsidR="00097637" w:rsidRDefault="007B6224" w:rsidP="00097637">
      <w:pPr>
        <w:pStyle w:val="USTustnpkodeksu"/>
      </w:pPr>
      <w:r>
        <w:t xml:space="preserve">2. </w:t>
      </w:r>
      <w:r w:rsidR="00097637">
        <w:t xml:space="preserve">Kadencja członków Krajowej Rady wybranych przez pierwsze </w:t>
      </w:r>
      <w:r w:rsidR="00840CE6">
        <w:t>r</w:t>
      </w:r>
      <w:r w:rsidR="00097637">
        <w:t xml:space="preserve">egionalne </w:t>
      </w:r>
      <w:r w:rsidR="00840CE6">
        <w:t>z</w:t>
      </w:r>
      <w:r w:rsidR="00097637">
        <w:t>jazdy kończy się z dniem upływu kadencji członków Krajowej Rady wybranych przez pierwszy Krajowy Zjazd.</w:t>
      </w:r>
    </w:p>
    <w:p w14:paraId="51AD3FF9" w14:textId="56E4A891" w:rsidR="003E5D80" w:rsidRDefault="00C50A01" w:rsidP="00097637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14</w:t>
      </w:r>
      <w:r w:rsidR="0043061D">
        <w:rPr>
          <w:rStyle w:val="Ppogrubienie"/>
        </w:rPr>
        <w:t>8</w:t>
      </w:r>
      <w:r w:rsidRPr="00017081">
        <w:rPr>
          <w:rStyle w:val="Ppogrubienie"/>
        </w:rPr>
        <w:t>.</w:t>
      </w:r>
      <w:r w:rsidRPr="00B1523B">
        <w:t xml:space="preserve"> </w:t>
      </w:r>
      <w:r w:rsidR="003E5D80">
        <w:t xml:space="preserve">Koszty organizacji </w:t>
      </w:r>
      <w:r w:rsidR="003E5D80" w:rsidRPr="003E5D80">
        <w:t>pierwszego Krajowego Zjazdu</w:t>
      </w:r>
      <w:r w:rsidR="003E5D80">
        <w:t xml:space="preserve"> </w:t>
      </w:r>
      <w:bookmarkStart w:id="374" w:name="_Hlk180059084"/>
      <w:r w:rsidR="00F77C02" w:rsidRPr="00F77C02">
        <w:t xml:space="preserve">oraz pierwszych regionalnych zjazdów </w:t>
      </w:r>
      <w:bookmarkEnd w:id="374"/>
      <w:r w:rsidR="003E5D80">
        <w:t>są finansowane z</w:t>
      </w:r>
      <w:r w:rsidR="003E5D80" w:rsidRPr="003E5D80">
        <w:t xml:space="preserve"> budżetu państwa </w:t>
      </w:r>
      <w:bookmarkStart w:id="375" w:name="_Hlk180059100"/>
      <w:r w:rsidR="003E5D80" w:rsidRPr="003E5D80">
        <w:t>z części, której dysponentem jest minister właściwy do spraw pracy</w:t>
      </w:r>
      <w:bookmarkEnd w:id="375"/>
      <w:r w:rsidR="003E5D80">
        <w:t>.</w:t>
      </w:r>
    </w:p>
    <w:p w14:paraId="60BA8C85" w14:textId="3328A807" w:rsidR="001F4D2C" w:rsidRPr="001F4D2C" w:rsidRDefault="001F4D2C" w:rsidP="00AD4FAC">
      <w:pPr>
        <w:pStyle w:val="ARTartustawynprozporzdzenia"/>
      </w:pPr>
      <w:r w:rsidRPr="001F4D2C">
        <w:rPr>
          <w:rStyle w:val="Ppogrubienie"/>
        </w:rPr>
        <w:t xml:space="preserve">Art. </w:t>
      </w:r>
      <w:r w:rsidR="002E34AB">
        <w:rPr>
          <w:rStyle w:val="Ppogrubienie"/>
        </w:rPr>
        <w:t>14</w:t>
      </w:r>
      <w:r w:rsidR="0043061D">
        <w:rPr>
          <w:rStyle w:val="Ppogrubienie"/>
        </w:rPr>
        <w:t>9</w:t>
      </w:r>
      <w:r w:rsidRPr="001F4D2C">
        <w:rPr>
          <w:rStyle w:val="Ppogrubienie"/>
        </w:rPr>
        <w:t>.</w:t>
      </w:r>
      <w:r w:rsidRPr="001F4D2C">
        <w:t xml:space="preserve"> </w:t>
      </w:r>
      <w:r w:rsidR="00253CFB">
        <w:t>M</w:t>
      </w:r>
      <w:r w:rsidR="00AD4FAC">
        <w:t>inist</w:t>
      </w:r>
      <w:r w:rsidR="00253CFB">
        <w:t>e</w:t>
      </w:r>
      <w:r w:rsidR="00AD4FAC">
        <w:t>r właściw</w:t>
      </w:r>
      <w:r w:rsidR="00253CFB">
        <w:t>y</w:t>
      </w:r>
      <w:r w:rsidR="00AD4FAC">
        <w:t xml:space="preserve"> do spraw pracy </w:t>
      </w:r>
      <w:r w:rsidR="00C37C61">
        <w:t>pozyskuje informacje</w:t>
      </w:r>
      <w:r w:rsidRPr="001F4D2C">
        <w:t xml:space="preserve"> z</w:t>
      </w:r>
      <w:r w:rsidR="00AD4FAC">
        <w:t xml:space="preserve"> </w:t>
      </w:r>
      <w:r w:rsidRPr="001F4D2C">
        <w:t>rejestru PESEL</w:t>
      </w:r>
      <w:r w:rsidR="00253CFB">
        <w:t xml:space="preserve"> w </w:t>
      </w:r>
      <w:r w:rsidR="00C37C61">
        <w:t xml:space="preserve">celu weryfikacji osób, o których mowa w art. </w:t>
      </w:r>
      <w:r w:rsidR="00A86E53">
        <w:t>14</w:t>
      </w:r>
      <w:r w:rsidR="0043061D">
        <w:t>4</w:t>
      </w:r>
      <w:r w:rsidR="00A86E53">
        <w:t xml:space="preserve"> </w:t>
      </w:r>
      <w:r w:rsidR="00C37C61">
        <w:t>ust. 2</w:t>
      </w:r>
      <w:r w:rsidR="00F70575">
        <w:t>,</w:t>
      </w:r>
      <w:r w:rsidR="009012D8">
        <w:t xml:space="preserve"> </w:t>
      </w:r>
      <w:r w:rsidR="00C37C61">
        <w:t xml:space="preserve">w </w:t>
      </w:r>
      <w:r w:rsidR="00253CFB">
        <w:t>zakresie niezbędnym do powołania samorządu psychologów</w:t>
      </w:r>
      <w:r w:rsidR="00AD4FAC">
        <w:t>.</w:t>
      </w:r>
    </w:p>
    <w:p w14:paraId="0D84F93B" w14:textId="668EC75D" w:rsidR="00C87ED7" w:rsidRPr="00C87ED7" w:rsidRDefault="00C87ED7" w:rsidP="001D18A7">
      <w:pPr>
        <w:pStyle w:val="ARTartustawynprozporzdzenia"/>
      </w:pPr>
      <w:r w:rsidRPr="00C87ED7">
        <w:rPr>
          <w:rStyle w:val="Ppogrubienie"/>
        </w:rPr>
        <w:t xml:space="preserve">Art. </w:t>
      </w:r>
      <w:r w:rsidR="002E34AB">
        <w:rPr>
          <w:rStyle w:val="Ppogrubienie"/>
        </w:rPr>
        <w:t>1</w:t>
      </w:r>
      <w:r w:rsidR="0043061D">
        <w:rPr>
          <w:rStyle w:val="Ppogrubienie"/>
        </w:rPr>
        <w:t>50</w:t>
      </w:r>
      <w:r w:rsidRPr="00C87ED7">
        <w:rPr>
          <w:rStyle w:val="Ppogrubienie"/>
        </w:rPr>
        <w:t>.</w:t>
      </w:r>
      <w:r w:rsidRPr="00C87ED7">
        <w:t xml:space="preserve"> 1.</w:t>
      </w:r>
      <w:r w:rsidRPr="00C87ED7">
        <w:tab/>
        <w:t xml:space="preserve"> Koszt </w:t>
      </w:r>
      <w:r w:rsidR="00363E62" w:rsidRPr="00363E62">
        <w:t xml:space="preserve">rozpoczęcia wykonywania przez </w:t>
      </w:r>
      <w:r w:rsidR="00363E62">
        <w:t>samorząd psychologów</w:t>
      </w:r>
      <w:r w:rsidR="00363E62" w:rsidRPr="00363E62">
        <w:t xml:space="preserve"> obowiązków ustawowych</w:t>
      </w:r>
      <w:r w:rsidR="00EE1023">
        <w:t xml:space="preserve"> przez Krajową Izbę i </w:t>
      </w:r>
      <w:r w:rsidR="004A59A1">
        <w:t>r</w:t>
      </w:r>
      <w:r w:rsidR="00EE1023">
        <w:t xml:space="preserve">egionalne </w:t>
      </w:r>
      <w:r w:rsidR="004A59A1">
        <w:t>i</w:t>
      </w:r>
      <w:r w:rsidR="00EE1023">
        <w:t>zby</w:t>
      </w:r>
      <w:r w:rsidR="00363E62">
        <w:t xml:space="preserve">, </w:t>
      </w:r>
      <w:r w:rsidR="00642A25">
        <w:t xml:space="preserve">będzie </w:t>
      </w:r>
      <w:r w:rsidR="0017373D">
        <w:t>do</w:t>
      </w:r>
      <w:r w:rsidRPr="00C87ED7">
        <w:t>finansowany z budżetu państwa w formie dotacji celowej</w:t>
      </w:r>
      <w:r w:rsidR="00DD07BA">
        <w:t>, w rozumieniu ustawy z dnia 27 sierpnia 2009 r. o finansach publicznych (Dz. U. z</w:t>
      </w:r>
      <w:r w:rsidR="004C018F">
        <w:t xml:space="preserve"> 2024 r. poz. 1530</w:t>
      </w:r>
      <w:r w:rsidR="00121610">
        <w:t xml:space="preserve">, z późn. </w:t>
      </w:r>
      <w:r w:rsidR="007E6A2E">
        <w:t>zm.</w:t>
      </w:r>
      <w:r w:rsidR="007E6A2E">
        <w:rPr>
          <w:rStyle w:val="Odwoanieprzypisudolnego"/>
        </w:rPr>
        <w:footnoteReference w:id="4"/>
      </w:r>
      <w:r w:rsidR="007E6A2E" w:rsidRPr="00AC0E90">
        <w:rPr>
          <w:rStyle w:val="IGindeksgrny"/>
        </w:rPr>
        <w:t>)</w:t>
      </w:r>
      <w:r w:rsidR="007E6A2E">
        <w:t>)</w:t>
      </w:r>
      <w:r w:rsidR="007E6A2E" w:rsidRPr="00C87ED7">
        <w:t>.</w:t>
      </w:r>
    </w:p>
    <w:p w14:paraId="3F833434" w14:textId="77777777" w:rsidR="00276599" w:rsidRDefault="001D18A7" w:rsidP="00C87ED7">
      <w:pPr>
        <w:pStyle w:val="USTustnpkodeksu"/>
      </w:pPr>
      <w:r>
        <w:t>2</w:t>
      </w:r>
      <w:r w:rsidR="00C87ED7" w:rsidRPr="00C87ED7">
        <w:t>.</w:t>
      </w:r>
      <w:r w:rsidR="00B07753">
        <w:t xml:space="preserve"> </w:t>
      </w:r>
      <w:r w:rsidR="00C87ED7" w:rsidRPr="00C87ED7">
        <w:t xml:space="preserve">Dotacji celowej, o której mowa w ust. </w:t>
      </w:r>
      <w:r>
        <w:t>1</w:t>
      </w:r>
      <w:r w:rsidR="00C87ED7" w:rsidRPr="00C87ED7">
        <w:t xml:space="preserve">, udziela </w:t>
      </w:r>
      <w:r w:rsidR="00571B2C">
        <w:t xml:space="preserve">jednorazowo </w:t>
      </w:r>
      <w:r w:rsidR="004F03D1" w:rsidRPr="00B1523B">
        <w:t>–</w:t>
      </w:r>
      <w:r w:rsidR="00C87ED7" w:rsidRPr="00C87ED7">
        <w:t xml:space="preserve"> na wniosek Krajowej Izby </w:t>
      </w:r>
      <w:r w:rsidR="004F03D1" w:rsidRPr="00B1523B">
        <w:t>–</w:t>
      </w:r>
      <w:r w:rsidR="00C87ED7" w:rsidRPr="00C87ED7">
        <w:t xml:space="preserve"> minister właściwy do spraw pracy, na podstawie umowy zawartej z Krajową Izbą.</w:t>
      </w:r>
    </w:p>
    <w:p w14:paraId="565B76AB" w14:textId="2C9BE0DE" w:rsidR="00C87ED7" w:rsidRPr="001F4D2C" w:rsidRDefault="001D18A7" w:rsidP="00C87ED7">
      <w:pPr>
        <w:pStyle w:val="USTustnpkodeksu"/>
      </w:pPr>
      <w:r>
        <w:t>3</w:t>
      </w:r>
      <w:r w:rsidR="00C87ED7" w:rsidRPr="00C87ED7">
        <w:t>.</w:t>
      </w:r>
      <w:r w:rsidR="00B07753">
        <w:t xml:space="preserve"> </w:t>
      </w:r>
      <w:r w:rsidR="00C87ED7" w:rsidRPr="00C87ED7">
        <w:t>Kwota dotacji celowej nie może być wyższa niż 2 000 000 zł.</w:t>
      </w:r>
      <w:r w:rsidR="007E6A2E">
        <w:t xml:space="preserve"> </w:t>
      </w:r>
    </w:p>
    <w:p w14:paraId="3BEA92D6" w14:textId="5AE92371" w:rsidR="00B1523B" w:rsidRPr="00B1523B" w:rsidRDefault="003E5D80" w:rsidP="00FC25AB">
      <w:pPr>
        <w:pStyle w:val="ARTartustawynprozporzdzenia"/>
      </w:pPr>
      <w:r w:rsidRPr="003E5D80">
        <w:rPr>
          <w:rStyle w:val="Ppogrubienie"/>
        </w:rPr>
        <w:t xml:space="preserve">Art. </w:t>
      </w:r>
      <w:r w:rsidR="002E34AB">
        <w:rPr>
          <w:rStyle w:val="Ppogrubienie"/>
        </w:rPr>
        <w:t>15</w:t>
      </w:r>
      <w:r w:rsidR="0043061D">
        <w:rPr>
          <w:rStyle w:val="Ppogrubienie"/>
        </w:rPr>
        <w:t>1</w:t>
      </w:r>
      <w:r w:rsidRPr="003E5D80">
        <w:rPr>
          <w:rStyle w:val="Ppogrubienie"/>
        </w:rPr>
        <w:t>.</w:t>
      </w:r>
      <w:r w:rsidRPr="003E5D80">
        <w:t xml:space="preserve"> 1. </w:t>
      </w:r>
      <w:r w:rsidR="00341C37">
        <w:t>Osoba, która</w:t>
      </w:r>
      <w:r w:rsidR="00B1523B" w:rsidRPr="00B1523B">
        <w:t xml:space="preserve"> </w:t>
      </w:r>
      <w:r w:rsidR="00797DC8">
        <w:t xml:space="preserve">najpóźniej </w:t>
      </w:r>
      <w:r w:rsidR="00B1523B" w:rsidRPr="00B1523B">
        <w:t>w dniu wejścia w życie ustawy:</w:t>
      </w:r>
    </w:p>
    <w:p w14:paraId="310FED44" w14:textId="65E53BF0" w:rsidR="00B1523B" w:rsidRPr="00FC25AB" w:rsidRDefault="00017081" w:rsidP="00FC25AB">
      <w:pPr>
        <w:pStyle w:val="PKTpunkt"/>
      </w:pPr>
      <w:r>
        <w:t xml:space="preserve">1) </w:t>
      </w:r>
      <w:r w:rsidR="00341C37">
        <w:t>ukończyła</w:t>
      </w:r>
      <w:r w:rsidR="00B1523B" w:rsidRPr="00B1523B">
        <w:t xml:space="preserve"> w </w:t>
      </w:r>
      <w:r w:rsidR="00B1523B" w:rsidRPr="00FC25AB">
        <w:t>Rzecz</w:t>
      </w:r>
      <w:r w:rsidR="00E848FB">
        <w:t>y</w:t>
      </w:r>
      <w:r w:rsidR="00B1523B" w:rsidRPr="00FC25AB">
        <w:t>pospolitej Polskiej studia drugiego stopnia na ki</w:t>
      </w:r>
      <w:r w:rsidR="00341C37" w:rsidRPr="00FC25AB">
        <w:t>erunku psychologia oraz uzyskała</w:t>
      </w:r>
      <w:r w:rsidR="00B1523B" w:rsidRPr="00FC25AB">
        <w:t xml:space="preserve"> tytuł zawodowy magistra niezależnie od kierunku ukończenia studiów pierwszego stopnia lub</w:t>
      </w:r>
    </w:p>
    <w:p w14:paraId="4B0E1528" w14:textId="7A3254E2" w:rsidR="00B1523B" w:rsidRDefault="00017081" w:rsidP="00FC25AB">
      <w:pPr>
        <w:pStyle w:val="PKTpunkt"/>
      </w:pPr>
      <w:r w:rsidRPr="00FC25AB">
        <w:t xml:space="preserve">2) </w:t>
      </w:r>
      <w:r w:rsidR="00341C37" w:rsidRPr="00FC25AB">
        <w:t>ukończyła</w:t>
      </w:r>
      <w:r w:rsidR="00B1523B" w:rsidRPr="00FC25AB">
        <w:t xml:space="preserve"> w Rzecz</w:t>
      </w:r>
      <w:r w:rsidR="00E848FB">
        <w:t>y</w:t>
      </w:r>
      <w:r w:rsidR="00B1523B" w:rsidRPr="00FC25AB">
        <w:t>pospolitej Polskiej jednolite studia magisterskie na ki</w:t>
      </w:r>
      <w:r w:rsidR="00341C37" w:rsidRPr="00FC25AB">
        <w:t>erunku psychologia oraz uzyskała</w:t>
      </w:r>
      <w:r w:rsidR="00B1523B" w:rsidRPr="00FC25AB">
        <w:t xml:space="preserve"> tytuł zawodowy magistra</w:t>
      </w:r>
      <w:r w:rsidR="00B16719">
        <w:t>,</w:t>
      </w:r>
      <w:r w:rsidR="00B1523B" w:rsidRPr="00FC25AB">
        <w:t xml:space="preserve"> lub</w:t>
      </w:r>
    </w:p>
    <w:p w14:paraId="3BB174BD" w14:textId="59F476C8" w:rsidR="00B16719" w:rsidRPr="00B16719" w:rsidRDefault="00B16719" w:rsidP="00B16719">
      <w:pPr>
        <w:pStyle w:val="PKTpunkt"/>
      </w:pPr>
      <w:r>
        <w:t xml:space="preserve">3) </w:t>
      </w:r>
      <w:r w:rsidRPr="00B16719">
        <w:t xml:space="preserve">posiada dyplom wydany w państwie innym niż państwo członkowskie Unii Europejskiej, uznany za równoważny z dyplomem </w:t>
      </w:r>
      <w:r w:rsidR="003C4356" w:rsidRPr="003C4356">
        <w:t>ukończenia studiów na kierunku psychologia</w:t>
      </w:r>
      <w:r>
        <w:t xml:space="preserve"> </w:t>
      </w:r>
      <w:r w:rsidRPr="00B16719">
        <w:t xml:space="preserve">uzyskiwanym w Rzeczypospolitej Polskiej, potwierdzający </w:t>
      </w:r>
      <w:bookmarkStart w:id="376" w:name="_Hlk180059303"/>
      <w:r w:rsidR="004B0F87">
        <w:t>formalne kwalifikacje</w:t>
      </w:r>
      <w:r w:rsidR="004B0F87" w:rsidRPr="00B1523B">
        <w:t xml:space="preserve"> </w:t>
      </w:r>
      <w:r w:rsidRPr="00B16719">
        <w:t>psychologa</w:t>
      </w:r>
      <w:bookmarkEnd w:id="376"/>
      <w:r w:rsidRPr="00B16719">
        <w:t>,</w:t>
      </w:r>
      <w:r>
        <w:t xml:space="preserve"> lub</w:t>
      </w:r>
    </w:p>
    <w:p w14:paraId="52A95AD3" w14:textId="33DB8B38" w:rsidR="00B16719" w:rsidRPr="00FC25AB" w:rsidRDefault="00B16719" w:rsidP="00B16719">
      <w:pPr>
        <w:pStyle w:val="PKTpunkt"/>
      </w:pPr>
      <w:r>
        <w:lastRenderedPageBreak/>
        <w:t>4</w:t>
      </w:r>
      <w:r w:rsidRPr="00B16719">
        <w:t xml:space="preserve">) </w:t>
      </w:r>
      <w:bookmarkStart w:id="377" w:name="_Hlk188964028"/>
      <w:r w:rsidR="00664FA9">
        <w:t>naby</w:t>
      </w:r>
      <w:r w:rsidR="00E3241C">
        <w:t xml:space="preserve">ła w państwie członkowskim Unii Europejskiej kwalifikacje uprawniające </w:t>
      </w:r>
      <w:r w:rsidR="00664FA9">
        <w:t xml:space="preserve">do wykonywania zawodu psychologa </w:t>
      </w:r>
      <w:r w:rsidR="00E3241C">
        <w:t xml:space="preserve">w państwie </w:t>
      </w:r>
      <w:r w:rsidR="00664FA9">
        <w:t xml:space="preserve">ich </w:t>
      </w:r>
      <w:r w:rsidR="00E3241C">
        <w:t>uzyskania</w:t>
      </w:r>
      <w:bookmarkEnd w:id="377"/>
      <w:r>
        <w:t>, lub</w:t>
      </w:r>
    </w:p>
    <w:p w14:paraId="764E75FF" w14:textId="11EEA9B9" w:rsidR="00B1523B" w:rsidRPr="00B1523B" w:rsidRDefault="00EB5074" w:rsidP="00FC25AB">
      <w:pPr>
        <w:pStyle w:val="PKTpunkt"/>
      </w:pPr>
      <w:r>
        <w:t>5)</w:t>
      </w:r>
      <w:r w:rsidR="00400BA2">
        <w:t xml:space="preserve"> </w:t>
      </w:r>
      <w:r w:rsidR="00341C37" w:rsidRPr="00FC25AB">
        <w:t>posiada</w:t>
      </w:r>
      <w:r w:rsidR="00B1523B" w:rsidRPr="00FC25AB">
        <w:t xml:space="preserve"> dyplom magistra filozofii chrześcijańskiej ze specjalizacją filozoficzno</w:t>
      </w:r>
      <w:r w:rsidR="00435560">
        <w:t>-</w:t>
      </w:r>
      <w:r w:rsidR="00B1523B" w:rsidRPr="00FC25AB">
        <w:t xml:space="preserve">psychologiczną uzyskany na Katolickim Uniwersytecie Lubelskim do </w:t>
      </w:r>
      <w:r w:rsidR="00BF7AAC">
        <w:t xml:space="preserve">dnia </w:t>
      </w:r>
      <w:r w:rsidR="00B1523B" w:rsidRPr="00FC25AB">
        <w:t>1 października 1981 r. lub dyplom magistra filozofii chrześcijańskiej w zakresie psychologii uzyskany w Akademii Teologii Katolickiej</w:t>
      </w:r>
      <w:r w:rsidR="00B1523B" w:rsidRPr="00B1523B">
        <w:t xml:space="preserve"> do </w:t>
      </w:r>
      <w:r w:rsidR="00BF7AAC">
        <w:t xml:space="preserve">dnia </w:t>
      </w:r>
      <w:r w:rsidR="00D757C8">
        <w:t>31 grudnia</w:t>
      </w:r>
      <w:r w:rsidR="00D757C8" w:rsidRPr="00B1523B">
        <w:t xml:space="preserve"> </w:t>
      </w:r>
      <w:r w:rsidR="00B1523B" w:rsidRPr="00B1523B">
        <w:t>1992 r.</w:t>
      </w:r>
    </w:p>
    <w:p w14:paraId="3B11A901" w14:textId="5A4D2490" w:rsidR="00B1523B" w:rsidRPr="00B1523B" w:rsidRDefault="004F03D1" w:rsidP="00017081">
      <w:pPr>
        <w:pStyle w:val="CZWSPPKTczwsplnapunktw"/>
      </w:pPr>
      <w:r w:rsidRPr="00B1523B">
        <w:t>–</w:t>
      </w:r>
      <w:r w:rsidR="00B1523B" w:rsidRPr="00B1523B">
        <w:t xml:space="preserve"> </w:t>
      </w:r>
      <w:r w:rsidR="00D110B2">
        <w:t>może wykonywać zawód psychologa</w:t>
      </w:r>
      <w:r w:rsidR="00931937" w:rsidRPr="00931937">
        <w:t xml:space="preserve"> w rozumieniu tej ustawy</w:t>
      </w:r>
      <w:r w:rsidR="002333AF">
        <w:t xml:space="preserve"> bez koni</w:t>
      </w:r>
      <w:r w:rsidR="00E66CDF">
        <w:t>e</w:t>
      </w:r>
      <w:r w:rsidR="002333AF">
        <w:t xml:space="preserve">czności </w:t>
      </w:r>
      <w:r w:rsidR="0034126B">
        <w:t xml:space="preserve">realizacji </w:t>
      </w:r>
      <w:r w:rsidR="00392588">
        <w:t xml:space="preserve">współpracy z </w:t>
      </w:r>
      <w:r w:rsidR="0034126B">
        <w:t>opiek</w:t>
      </w:r>
      <w:r w:rsidR="00392588">
        <w:t>unem</w:t>
      </w:r>
      <w:r w:rsidR="00B1523B" w:rsidRPr="00B1523B">
        <w:t xml:space="preserve">, </w:t>
      </w:r>
      <w:r w:rsidR="006F1F97">
        <w:t xml:space="preserve">o której mowa w art. </w:t>
      </w:r>
      <w:r w:rsidR="00551063">
        <w:t>17</w:t>
      </w:r>
      <w:r w:rsidR="006F1F97">
        <w:t xml:space="preserve">, </w:t>
      </w:r>
      <w:r w:rsidR="00B1523B" w:rsidRPr="00B1523B">
        <w:t>z zastrzeżeniem ust. 2.</w:t>
      </w:r>
    </w:p>
    <w:p w14:paraId="2F8D5E76" w14:textId="4DA56B4A" w:rsidR="005B7947" w:rsidRPr="005B7947" w:rsidRDefault="00341C37" w:rsidP="005B7947">
      <w:pPr>
        <w:pStyle w:val="USTustnpkodeksu"/>
      </w:pPr>
      <w:r>
        <w:t>2. Osoba, o której</w:t>
      </w:r>
      <w:r w:rsidR="00B1523B" w:rsidRPr="00B1523B">
        <w:t xml:space="preserve"> mowa w ust. 1, </w:t>
      </w:r>
      <w:r>
        <w:t xml:space="preserve">jest wpisywana </w:t>
      </w:r>
      <w:r w:rsidR="001741E1">
        <w:t>do Rejestru</w:t>
      </w:r>
      <w:r>
        <w:t>, na</w:t>
      </w:r>
      <w:r w:rsidR="00B1523B" w:rsidRPr="00B1523B">
        <w:t xml:space="preserve"> wniosek </w:t>
      </w:r>
      <w:r w:rsidR="005B7947" w:rsidRPr="005B7947">
        <w:t xml:space="preserve">złożony nie później niż w </w:t>
      </w:r>
      <w:r w:rsidR="003E3143">
        <w:t xml:space="preserve">okresie </w:t>
      </w:r>
      <w:r w:rsidR="005B7947" w:rsidRPr="005B7947">
        <w:t>2 lat od dnia wejścia w życie niniejszej ustawy.</w:t>
      </w:r>
      <w:r w:rsidR="000A66EB">
        <w:t xml:space="preserve"> Przepisy </w:t>
      </w:r>
      <w:bookmarkStart w:id="378" w:name="_Hlk182474333"/>
      <w:r w:rsidR="000A66EB">
        <w:t xml:space="preserve">art. </w:t>
      </w:r>
      <w:bookmarkEnd w:id="378"/>
      <w:r w:rsidR="000A66EB">
        <w:t xml:space="preserve">9 i </w:t>
      </w:r>
      <w:r w:rsidR="00BD785E" w:rsidRPr="00BD785E">
        <w:t xml:space="preserve">art. </w:t>
      </w:r>
      <w:r w:rsidR="000A66EB">
        <w:t>10 stosuje się odpowiednio.</w:t>
      </w:r>
    </w:p>
    <w:p w14:paraId="23BCEB82" w14:textId="4FF7C3E8" w:rsidR="001144A2" w:rsidRDefault="005B7947" w:rsidP="00681C0A">
      <w:pPr>
        <w:pStyle w:val="USTustnpkodeksu"/>
      </w:pPr>
      <w:r w:rsidRPr="005B7947">
        <w:t>3. Osob</w:t>
      </w:r>
      <w:r w:rsidR="00D757C8">
        <w:t>a</w:t>
      </w:r>
      <w:r w:rsidR="007D1453">
        <w:t>,</w:t>
      </w:r>
      <w:r w:rsidRPr="005B7947">
        <w:t xml:space="preserve"> o któr</w:t>
      </w:r>
      <w:r w:rsidR="00D757C8">
        <w:t>ej</w:t>
      </w:r>
      <w:r w:rsidRPr="005B7947">
        <w:t xml:space="preserve"> mowa w ust. 1, mo</w:t>
      </w:r>
      <w:r w:rsidR="00D757C8">
        <w:t>że</w:t>
      </w:r>
      <w:r w:rsidRPr="005B7947">
        <w:t xml:space="preserve"> wykonywać zawód psychologa w </w:t>
      </w:r>
      <w:r w:rsidR="00B54FBD">
        <w:t xml:space="preserve">okresie </w:t>
      </w:r>
      <w:r w:rsidRPr="005B7947">
        <w:t>2 lat od dnia wejścia w życie niniejszej ustaw</w:t>
      </w:r>
      <w:r>
        <w:t>y bez uzyskania wpisu</w:t>
      </w:r>
      <w:r w:rsidR="000B2ECD" w:rsidRPr="000B2ECD">
        <w:t xml:space="preserve"> </w:t>
      </w:r>
      <w:r w:rsidR="000B2ECD">
        <w:t>do Rejestru</w:t>
      </w:r>
      <w:r w:rsidRPr="005B7947">
        <w:t>.</w:t>
      </w:r>
    </w:p>
    <w:p w14:paraId="6F23792A" w14:textId="7A3A2AEE" w:rsidR="00797DC8" w:rsidRDefault="00797DC8" w:rsidP="00681C0A">
      <w:pPr>
        <w:pStyle w:val="USTustnpkodeksu"/>
      </w:pPr>
      <w:r>
        <w:t xml:space="preserve">4. </w:t>
      </w:r>
      <w:r w:rsidRPr="005B7947">
        <w:t>Osob</w:t>
      </w:r>
      <w:r>
        <w:t>a,</w:t>
      </w:r>
      <w:r w:rsidRPr="005B7947">
        <w:t xml:space="preserve"> o któr</w:t>
      </w:r>
      <w:r>
        <w:t>ej</w:t>
      </w:r>
      <w:r w:rsidRPr="005B7947">
        <w:t xml:space="preserve"> mowa w ust. </w:t>
      </w:r>
      <w:r>
        <w:t>2</w:t>
      </w:r>
      <w:r w:rsidRPr="005B7947">
        <w:t>, mo</w:t>
      </w:r>
      <w:r>
        <w:t>że</w:t>
      </w:r>
      <w:r w:rsidRPr="005B7947">
        <w:t xml:space="preserve"> wykonywać zawód psychologa </w:t>
      </w:r>
      <w:r>
        <w:t xml:space="preserve">do dnia </w:t>
      </w:r>
      <w:r w:rsidR="00D110B2">
        <w:t xml:space="preserve">doręczenia ostatecznej </w:t>
      </w:r>
      <w:r>
        <w:t>uchwały regionalnej rady w przedmiocie wpisu do Rejestru.</w:t>
      </w:r>
    </w:p>
    <w:p w14:paraId="248DEBC4" w14:textId="2B86C8C1" w:rsidR="00831849" w:rsidRPr="00B1523B" w:rsidRDefault="00831849" w:rsidP="00681C0A">
      <w:pPr>
        <w:pStyle w:val="USTustnpkodeksu"/>
      </w:pPr>
      <w:r>
        <w:t xml:space="preserve">5. </w:t>
      </w:r>
      <w:r w:rsidRPr="005B7947">
        <w:t>Osob</w:t>
      </w:r>
      <w:r>
        <w:t>a,</w:t>
      </w:r>
      <w:r w:rsidRPr="005B7947">
        <w:t xml:space="preserve"> o któr</w:t>
      </w:r>
      <w:r>
        <w:t>ej</w:t>
      </w:r>
      <w:r w:rsidRPr="005B7947">
        <w:t xml:space="preserve"> mowa w ust. </w:t>
      </w:r>
      <w:r>
        <w:t>2</w:t>
      </w:r>
      <w:r w:rsidRPr="005B7947">
        <w:t>, mo</w:t>
      </w:r>
      <w:r>
        <w:t>że</w:t>
      </w:r>
      <w:r w:rsidRPr="005B7947">
        <w:t xml:space="preserve"> </w:t>
      </w:r>
      <w:r>
        <w:t>być opiekunem</w:t>
      </w:r>
      <w:bookmarkStart w:id="379" w:name="_Hlk188010176"/>
      <w:r w:rsidR="00673E73">
        <w:t>, o którym mowa w art. 17 ust. 3,</w:t>
      </w:r>
      <w:r>
        <w:t xml:space="preserve"> </w:t>
      </w:r>
      <w:bookmarkEnd w:id="379"/>
      <w:r>
        <w:t xml:space="preserve">po złożeniu </w:t>
      </w:r>
      <w:r w:rsidRPr="00831849">
        <w:t>pisemne</w:t>
      </w:r>
      <w:r>
        <w:t>go</w:t>
      </w:r>
      <w:r w:rsidRPr="00831849">
        <w:t xml:space="preserve"> oświadczeni</w:t>
      </w:r>
      <w:r>
        <w:t>a</w:t>
      </w:r>
      <w:r w:rsidRPr="00831849">
        <w:t xml:space="preserve"> o następującej treści: „Świadomy/Świadoma odpowiedzialności karnej za złożenie fałszywego oświadczenia oświadczam, że przez</w:t>
      </w:r>
      <w:r w:rsidR="002479FA">
        <w:t xml:space="preserve"> okres</w:t>
      </w:r>
      <w:r w:rsidRPr="00831849">
        <w:t xml:space="preserve"> co najmniej 3 lat</w:t>
      </w:r>
      <w:r w:rsidR="002479FA">
        <w:t xml:space="preserve"> </w:t>
      </w:r>
      <w:r w:rsidR="002479FA" w:rsidRPr="002479FA">
        <w:t>wykonywał</w:t>
      </w:r>
      <w:r w:rsidR="002479FA">
        <w:t>em/wykonywałam</w:t>
      </w:r>
      <w:r w:rsidR="002479FA" w:rsidRPr="002479FA">
        <w:t xml:space="preserve"> czynności </w:t>
      </w:r>
      <w:r w:rsidR="002479FA">
        <w:t>określone w art. 23 ust. 2</w:t>
      </w:r>
      <w:r w:rsidR="002C657D">
        <w:t xml:space="preserve"> </w:t>
      </w:r>
      <w:bookmarkStart w:id="380" w:name="_Hlk188021348"/>
      <w:r w:rsidR="002C657D">
        <w:t>ustawy o zawodzie psychologa oraz samorządzie zawodowym psychologów</w:t>
      </w:r>
      <w:r w:rsidR="00F1437B">
        <w:t>.</w:t>
      </w:r>
      <w:bookmarkEnd w:id="380"/>
      <w:r w:rsidR="002479FA">
        <w:t>”</w:t>
      </w:r>
      <w:r w:rsidRPr="00831849">
        <w:t>.</w:t>
      </w:r>
    </w:p>
    <w:p w14:paraId="6C08A35D" w14:textId="0878AC07" w:rsidR="00B1523B" w:rsidRDefault="00A24E01" w:rsidP="00673E73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15</w:t>
      </w:r>
      <w:r w:rsidR="0043061D">
        <w:rPr>
          <w:rStyle w:val="Ppogrubienie"/>
        </w:rPr>
        <w:t>2</w:t>
      </w:r>
      <w:r w:rsidR="00B1523B" w:rsidRPr="00017081">
        <w:rPr>
          <w:rStyle w:val="Ppogrubienie"/>
        </w:rPr>
        <w:t>.</w:t>
      </w:r>
      <w:r w:rsidR="00341C37">
        <w:t xml:space="preserve"> Osoba, która</w:t>
      </w:r>
      <w:r w:rsidR="00B1523B" w:rsidRPr="00B1523B">
        <w:t xml:space="preserve"> </w:t>
      </w:r>
      <w:r w:rsidR="00C64502">
        <w:t>do dnia</w:t>
      </w:r>
      <w:r w:rsidR="00B1523B" w:rsidRPr="00B1523B">
        <w:t xml:space="preserve"> w</w:t>
      </w:r>
      <w:r w:rsidR="00341C37">
        <w:t>ejścia w życie ustawy rozpoczęła</w:t>
      </w:r>
      <w:r w:rsidR="00B1523B" w:rsidRPr="00B1523B">
        <w:t xml:space="preserve"> w Rzecz</w:t>
      </w:r>
      <w:r w:rsidR="00E848FB">
        <w:t>y</w:t>
      </w:r>
      <w:r w:rsidR="00B1523B" w:rsidRPr="00B1523B">
        <w:t xml:space="preserve">pospolitej Polskiej studia drugiego stopnia na kierunku psychologia, niezależnie od kierunku ukończenia studiów pierwszego stopnia, po </w:t>
      </w:r>
      <w:bookmarkStart w:id="381" w:name="_Hlk188010374"/>
      <w:r w:rsidR="00673E73">
        <w:t>otrzymaniu</w:t>
      </w:r>
      <w:bookmarkEnd w:id="381"/>
      <w:r w:rsidR="00B1523B" w:rsidRPr="00B1523B">
        <w:t xml:space="preserve"> tytułu </w:t>
      </w:r>
      <w:r w:rsidR="0058341F">
        <w:t xml:space="preserve">zawodowego </w:t>
      </w:r>
      <w:r w:rsidR="00B1523B" w:rsidRPr="00B1523B">
        <w:t>m</w:t>
      </w:r>
      <w:r w:rsidR="00827CFC">
        <w:t>agistra na kierunku psychologia</w:t>
      </w:r>
      <w:r w:rsidR="00B1523B" w:rsidRPr="00B1523B">
        <w:t xml:space="preserve"> </w:t>
      </w:r>
      <w:r w:rsidR="00F50ABA">
        <w:t>może wykonywać zawód psychologa po uzyskaniu wpisu do Rejestru</w:t>
      </w:r>
      <w:r w:rsidR="00673E73">
        <w:t xml:space="preserve">. </w:t>
      </w:r>
      <w:r w:rsidR="000A66EB">
        <w:t xml:space="preserve">Przepisy art. 9 i </w:t>
      </w:r>
      <w:r w:rsidR="00BD785E" w:rsidRPr="00BD785E">
        <w:t xml:space="preserve">art. </w:t>
      </w:r>
      <w:r w:rsidR="000A66EB">
        <w:t>10 stosuje się odpowiednio.</w:t>
      </w:r>
    </w:p>
    <w:p w14:paraId="73ACE40F" w14:textId="3D854955" w:rsidR="00AE5D7F" w:rsidRDefault="00AE5D7F" w:rsidP="00017081">
      <w:pPr>
        <w:pStyle w:val="USTustnpkodeksu"/>
      </w:pPr>
      <w:r>
        <w:t>2. Osoba, o której mowa w ust. 1</w:t>
      </w:r>
      <w:r w:rsidR="00000807">
        <w:t>,</w:t>
      </w:r>
      <w:r>
        <w:t xml:space="preserve"> ma obowiązek realizacji współpracy z opiekunem</w:t>
      </w:r>
      <w:r w:rsidRPr="00B1523B">
        <w:t xml:space="preserve">, </w:t>
      </w:r>
      <w:r>
        <w:t>o której mowa w art. 17.</w:t>
      </w:r>
    </w:p>
    <w:p w14:paraId="64C54BC3" w14:textId="7E6B4D0B" w:rsidR="004E789F" w:rsidRDefault="0094769A" w:rsidP="00CE338E">
      <w:pPr>
        <w:pStyle w:val="ARTartustawynprozporzdzenia"/>
      </w:pPr>
      <w:r>
        <w:rPr>
          <w:rStyle w:val="Ppogrubienie"/>
        </w:rPr>
        <w:t xml:space="preserve">Art. </w:t>
      </w:r>
      <w:r w:rsidR="002E34AB">
        <w:rPr>
          <w:rStyle w:val="Ppogrubienie"/>
        </w:rPr>
        <w:t>15</w:t>
      </w:r>
      <w:r w:rsidR="0043061D">
        <w:rPr>
          <w:rStyle w:val="Ppogrubienie"/>
        </w:rPr>
        <w:t>3</w:t>
      </w:r>
      <w:r w:rsidRPr="00017081">
        <w:rPr>
          <w:rStyle w:val="Ppogrubienie"/>
        </w:rPr>
        <w:t>.</w:t>
      </w:r>
      <w:r>
        <w:t xml:space="preserve"> </w:t>
      </w:r>
      <w:r w:rsidR="00FC345C">
        <w:t xml:space="preserve">1. </w:t>
      </w:r>
      <w:r w:rsidR="004E789F" w:rsidRPr="004E789F">
        <w:t xml:space="preserve">Stosunek służbowy oraz wynikające z niego prawa i obowiązki </w:t>
      </w:r>
      <w:r w:rsidR="004E789F">
        <w:t>psychologów</w:t>
      </w:r>
      <w:r w:rsidR="004E789F" w:rsidRPr="004E789F">
        <w:t xml:space="preserve"> będących żołnierzami w czynnej służbie wojskowej, funkcjonariuszami Policji, Służby Ochrony Państwa, Agencji Bezpieczeństwa Wewnętrznego, Agencji Wywiadu, Służby Kontrwywiadu Wojskowego, Służby Wywiadu Wojskowego, Centralnego Biura Antykorupcyjnego, </w:t>
      </w:r>
      <w:r w:rsidR="004348DE">
        <w:t xml:space="preserve">Straży Marszałkowskiej, </w:t>
      </w:r>
      <w:r w:rsidR="004E789F" w:rsidRPr="004E789F">
        <w:t xml:space="preserve">Straży Granicznej, Państwowej Straży Pożarnej </w:t>
      </w:r>
      <w:r w:rsidR="004E789F" w:rsidRPr="004E789F">
        <w:lastRenderedPageBreak/>
        <w:t>lub Służby Więziennej w zakresie nie</w:t>
      </w:r>
      <w:r w:rsidR="00392588">
        <w:t>uregulowanym</w:t>
      </w:r>
      <w:r w:rsidR="004E789F" w:rsidRPr="004E789F">
        <w:t xml:space="preserve"> niniejszą ustawą określają przepisy odrębnych ustaw.</w:t>
      </w:r>
    </w:p>
    <w:p w14:paraId="61C8E9D3" w14:textId="61E6CE68" w:rsidR="00FC345C" w:rsidRDefault="00FC345C" w:rsidP="00FC345C">
      <w:pPr>
        <w:pStyle w:val="USTustnpkodeksu"/>
      </w:pPr>
      <w:r>
        <w:t xml:space="preserve">2. </w:t>
      </w:r>
      <w:bookmarkStart w:id="382" w:name="_Hlk178080059"/>
      <w:r w:rsidR="00CC7730">
        <w:t>P</w:t>
      </w:r>
      <w:r w:rsidRPr="004E789F">
        <w:t xml:space="preserve">rawa i obowiązki </w:t>
      </w:r>
      <w:r>
        <w:t>psychologów</w:t>
      </w:r>
      <w:r w:rsidRPr="004E789F">
        <w:t xml:space="preserve"> </w:t>
      </w:r>
      <w:r w:rsidR="00CC7730">
        <w:t>zatrudnionych na</w:t>
      </w:r>
      <w:r>
        <w:t xml:space="preserve"> </w:t>
      </w:r>
      <w:r w:rsidRPr="00FC345C">
        <w:t>stanowisk</w:t>
      </w:r>
      <w:r w:rsidR="00CC7730">
        <w:t xml:space="preserve">u psychologa </w:t>
      </w:r>
      <w:r w:rsidR="00CC7730" w:rsidRPr="00CC7730">
        <w:t xml:space="preserve">w przedszkolach, szkołach i placówkach wymienionych w art. 1 ust. 1 i 2 ustawy </w:t>
      </w:r>
      <w:bookmarkStart w:id="383" w:name="_Hlk182474368"/>
      <w:r w:rsidR="00CC7730" w:rsidRPr="00CC7730">
        <w:t xml:space="preserve">z dnia 26 stycznia 1982 r. </w:t>
      </w:r>
      <w:bookmarkEnd w:id="383"/>
      <w:r w:rsidR="00CC7730" w:rsidRPr="00CC7730">
        <w:t>Karta Nauczyciela</w:t>
      </w:r>
      <w:r>
        <w:t xml:space="preserve"> </w:t>
      </w:r>
      <w:r w:rsidRPr="004E789F">
        <w:t xml:space="preserve">w zakresie </w:t>
      </w:r>
      <w:r w:rsidR="00392588" w:rsidRPr="00392588">
        <w:t>nieuregulowanym</w:t>
      </w:r>
      <w:r w:rsidRPr="004E789F">
        <w:t xml:space="preserve"> niniejszą ustawą określają przepisy </w:t>
      </w:r>
      <w:r w:rsidR="00CC7730">
        <w:t>ustawy</w:t>
      </w:r>
      <w:r w:rsidR="00681775">
        <w:t xml:space="preserve"> </w:t>
      </w:r>
      <w:r w:rsidR="00BD785E" w:rsidRPr="00BD785E">
        <w:t xml:space="preserve">z dnia 26 stycznia 1982 r. </w:t>
      </w:r>
      <w:r w:rsidR="00CC7730" w:rsidRPr="00CC7730">
        <w:t>Karta Nauczyciela</w:t>
      </w:r>
      <w:bookmarkEnd w:id="382"/>
      <w:r w:rsidR="00CC7730">
        <w:t>.</w:t>
      </w:r>
    </w:p>
    <w:p w14:paraId="721C9C09" w14:textId="76953AD7" w:rsidR="00A5780A" w:rsidRDefault="004E789F" w:rsidP="00A46A73">
      <w:pPr>
        <w:pStyle w:val="ARTartustawynprozporzdzenia"/>
      </w:pPr>
      <w:r w:rsidRPr="00B63C8A">
        <w:rPr>
          <w:rStyle w:val="Ppogrubienie"/>
        </w:rPr>
        <w:t xml:space="preserve">Art. </w:t>
      </w:r>
      <w:r w:rsidR="002E34AB" w:rsidRPr="00B63C8A">
        <w:rPr>
          <w:rStyle w:val="Ppogrubienie"/>
        </w:rPr>
        <w:t>15</w:t>
      </w:r>
      <w:r w:rsidR="0043061D">
        <w:rPr>
          <w:rStyle w:val="Ppogrubienie"/>
        </w:rPr>
        <w:t>4</w:t>
      </w:r>
      <w:r w:rsidRPr="00B63C8A">
        <w:rPr>
          <w:rStyle w:val="Ppogrubienie"/>
        </w:rPr>
        <w:t>.</w:t>
      </w:r>
      <w:r>
        <w:t xml:space="preserve"> </w:t>
      </w:r>
      <w:r w:rsidR="00A5780A">
        <w:t xml:space="preserve">1. Stosunek pracy i stosunek służbowy osób zatrudnionych na </w:t>
      </w:r>
      <w:r w:rsidR="00A5780A" w:rsidRPr="00FC345C">
        <w:t>stanowisk</w:t>
      </w:r>
      <w:r w:rsidR="00A5780A">
        <w:t>u psychologa wygasa po upływie 2 lat od wejścia w życie ustawy, jeżeli przed upływem tego terminu osoby te nie złożyły wniosku o wpis do Rejestru.</w:t>
      </w:r>
    </w:p>
    <w:p w14:paraId="64517691" w14:textId="305E0A0A" w:rsidR="00A5780A" w:rsidRDefault="00A5780A" w:rsidP="00673E73">
      <w:pPr>
        <w:pStyle w:val="USTustnpkodeksu"/>
      </w:pPr>
      <w:r>
        <w:t xml:space="preserve">2. </w:t>
      </w:r>
      <w:r w:rsidR="00A46A73">
        <w:t>O</w:t>
      </w:r>
      <w:r w:rsidR="00A46A73" w:rsidRPr="00A46A73">
        <w:t>stateczn</w:t>
      </w:r>
      <w:r w:rsidR="00A46A73">
        <w:t>a</w:t>
      </w:r>
      <w:r w:rsidR="00A46A73" w:rsidRPr="00A46A73">
        <w:t xml:space="preserve"> uchwał</w:t>
      </w:r>
      <w:r w:rsidR="00A46A73">
        <w:t>a</w:t>
      </w:r>
      <w:r w:rsidR="00A46A73" w:rsidRPr="00A46A73">
        <w:t xml:space="preserve"> w przedmiocie </w:t>
      </w:r>
      <w:r w:rsidR="00A46A73">
        <w:t>odmowy</w:t>
      </w:r>
      <w:r w:rsidR="00A46A73" w:rsidRPr="00A46A73">
        <w:t xml:space="preserve"> przyznania prawa wykonywania zawodu</w:t>
      </w:r>
      <w:r w:rsidR="00A46A73">
        <w:t xml:space="preserve"> psychologa skutkuje wygaśnięciem stosunku pracy i stosunku służbowego osób zatrudnionych na </w:t>
      </w:r>
      <w:r w:rsidR="00A46A73" w:rsidRPr="00FC345C">
        <w:t>stanowisk</w:t>
      </w:r>
      <w:r w:rsidR="00A46A73">
        <w:t xml:space="preserve">u psychologa. </w:t>
      </w:r>
    </w:p>
    <w:p w14:paraId="4CFDD953" w14:textId="3D28F200" w:rsidR="008033E4" w:rsidRPr="008033E4" w:rsidRDefault="00A5780A" w:rsidP="00B63C8A">
      <w:pPr>
        <w:pStyle w:val="ARTartustawynprozporzdzenia"/>
      </w:pPr>
      <w:r w:rsidRPr="00A5780A">
        <w:rPr>
          <w:b/>
          <w:bCs/>
        </w:rPr>
        <w:t>Art. 15</w:t>
      </w:r>
      <w:r w:rsidR="0043061D">
        <w:rPr>
          <w:b/>
          <w:bCs/>
        </w:rPr>
        <w:t>5</w:t>
      </w:r>
      <w:r w:rsidRPr="00A5780A">
        <w:rPr>
          <w:b/>
          <w:bCs/>
        </w:rPr>
        <w:t>.</w:t>
      </w:r>
      <w:r>
        <w:t xml:space="preserve"> </w:t>
      </w:r>
      <w:r w:rsidR="00734F63">
        <w:t xml:space="preserve">1. </w:t>
      </w:r>
      <w:r w:rsidR="008033E4" w:rsidRPr="008033E4">
        <w:t xml:space="preserve">W latach </w:t>
      </w:r>
      <w:r w:rsidR="00CE338E">
        <w:t>2025</w:t>
      </w:r>
      <w:r w:rsidR="00061DEF" w:rsidRPr="00B1523B">
        <w:t>–</w:t>
      </w:r>
      <w:r w:rsidR="00CE338E">
        <w:t>2034</w:t>
      </w:r>
      <w:r w:rsidR="008033E4" w:rsidRPr="008033E4">
        <w:t xml:space="preserve"> maksymalny limit wydatków z budżetu państwa w części pozostającej w dyspozycji ministra właściwego do spraw </w:t>
      </w:r>
      <w:r w:rsidR="00CE338E">
        <w:t>pracy</w:t>
      </w:r>
      <w:r w:rsidR="008033E4" w:rsidRPr="008033E4">
        <w:t xml:space="preserve"> będących konsekwencją wejścia w życie ustawy wynosi </w:t>
      </w:r>
      <w:r w:rsidR="00F77C02">
        <w:t>6,8</w:t>
      </w:r>
      <w:r w:rsidR="00B86D95">
        <w:t>8</w:t>
      </w:r>
      <w:r w:rsidR="008033E4" w:rsidRPr="008033E4">
        <w:t xml:space="preserve"> mln zł, przy czym w kolejnych latach wyniesie maksymalnie w:</w:t>
      </w:r>
    </w:p>
    <w:p w14:paraId="418732B3" w14:textId="02509444" w:rsidR="008033E4" w:rsidRPr="008033E4" w:rsidRDefault="008033E4" w:rsidP="008033E4">
      <w:pPr>
        <w:pStyle w:val="USTustnpkodeksu"/>
      </w:pPr>
      <w:r w:rsidRPr="008033E4">
        <w:t>1) 202</w:t>
      </w:r>
      <w:r w:rsidR="00CE338E">
        <w:t>5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873B1F">
        <w:t>0,</w:t>
      </w:r>
      <w:r w:rsidR="00B86D95">
        <w:t>98</w:t>
      </w:r>
      <w:r w:rsidR="00B86D95" w:rsidRPr="008033E4">
        <w:t xml:space="preserve"> </w:t>
      </w:r>
      <w:r w:rsidRPr="008033E4">
        <w:t>mln zł;</w:t>
      </w:r>
    </w:p>
    <w:p w14:paraId="7AB0C5EE" w14:textId="3E6661ED" w:rsidR="008033E4" w:rsidRPr="008033E4" w:rsidRDefault="008033E4" w:rsidP="008033E4">
      <w:pPr>
        <w:pStyle w:val="USTustnpkodeksu"/>
      </w:pPr>
      <w:r w:rsidRPr="008033E4">
        <w:t>2) 202</w:t>
      </w:r>
      <w:r w:rsidR="00CE338E">
        <w:t>6</w:t>
      </w:r>
      <w:r w:rsidRPr="008033E4">
        <w:t xml:space="preserve"> r. </w:t>
      </w:r>
      <w:r w:rsidR="009A279C">
        <w:t>–</w:t>
      </w:r>
      <w:r w:rsidR="009A279C" w:rsidRPr="008033E4">
        <w:t xml:space="preserve"> </w:t>
      </w:r>
      <w:r w:rsidR="00873B1F">
        <w:t xml:space="preserve">1,16 </w:t>
      </w:r>
      <w:r w:rsidRPr="008033E4">
        <w:t>mln zł;</w:t>
      </w:r>
    </w:p>
    <w:p w14:paraId="6AA6318C" w14:textId="78C7A413" w:rsidR="008033E4" w:rsidRPr="008033E4" w:rsidRDefault="008033E4" w:rsidP="008033E4">
      <w:pPr>
        <w:pStyle w:val="USTustnpkodeksu"/>
      </w:pPr>
      <w:r w:rsidRPr="008033E4">
        <w:t>3) 202</w:t>
      </w:r>
      <w:r w:rsidR="00CE338E">
        <w:t>7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>2,31</w:t>
      </w:r>
      <w:r w:rsidRPr="008033E4">
        <w:t xml:space="preserve"> mln zł;</w:t>
      </w:r>
    </w:p>
    <w:p w14:paraId="04C7ABE5" w14:textId="1DEE6B16" w:rsidR="008033E4" w:rsidRPr="008033E4" w:rsidRDefault="008033E4" w:rsidP="008033E4">
      <w:pPr>
        <w:pStyle w:val="USTustnpkodeksu"/>
      </w:pPr>
      <w:r w:rsidRPr="008033E4">
        <w:t>4) 202</w:t>
      </w:r>
      <w:r w:rsidR="00CE338E">
        <w:t>8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 xml:space="preserve">0,32 </w:t>
      </w:r>
      <w:r w:rsidRPr="008033E4">
        <w:t>mln zł;</w:t>
      </w:r>
    </w:p>
    <w:p w14:paraId="7B1A101C" w14:textId="5E8ED9F8" w:rsidR="008033E4" w:rsidRPr="008033E4" w:rsidRDefault="008033E4" w:rsidP="008033E4">
      <w:pPr>
        <w:pStyle w:val="USTustnpkodeksu"/>
      </w:pPr>
      <w:r w:rsidRPr="008033E4">
        <w:t>5) 202</w:t>
      </w:r>
      <w:r w:rsidR="00CE338E">
        <w:t>9</w:t>
      </w:r>
      <w:r w:rsidRPr="008033E4">
        <w:t xml:space="preserve"> r. </w:t>
      </w:r>
      <w:r w:rsidR="009A279C">
        <w:t>–</w:t>
      </w:r>
      <w:r w:rsidR="006B4887">
        <w:t xml:space="preserve"> 0,33</w:t>
      </w:r>
      <w:r w:rsidRPr="008033E4">
        <w:t xml:space="preserve"> mln zł;</w:t>
      </w:r>
    </w:p>
    <w:p w14:paraId="31E8EA8C" w14:textId="294CFB07" w:rsidR="008033E4" w:rsidRPr="008033E4" w:rsidRDefault="008033E4" w:rsidP="008033E4">
      <w:pPr>
        <w:pStyle w:val="USTustnpkodeksu"/>
      </w:pPr>
      <w:r w:rsidRPr="008033E4">
        <w:t>6) 20</w:t>
      </w:r>
      <w:r w:rsidR="00CE338E">
        <w:t>30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>0,34</w:t>
      </w:r>
      <w:r w:rsidRPr="008033E4">
        <w:t xml:space="preserve"> mln zł;</w:t>
      </w:r>
    </w:p>
    <w:p w14:paraId="4F7AD7BF" w14:textId="0946FFA8" w:rsidR="008033E4" w:rsidRPr="008033E4" w:rsidRDefault="008033E4" w:rsidP="008033E4">
      <w:pPr>
        <w:pStyle w:val="USTustnpkodeksu"/>
      </w:pPr>
      <w:r w:rsidRPr="008033E4">
        <w:t>7) 20</w:t>
      </w:r>
      <w:r w:rsidR="00CE338E">
        <w:t>31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>0,35</w:t>
      </w:r>
      <w:r w:rsidRPr="008033E4">
        <w:t xml:space="preserve"> mln zł;</w:t>
      </w:r>
    </w:p>
    <w:p w14:paraId="36B3A0E4" w14:textId="03CA87C8" w:rsidR="008033E4" w:rsidRPr="008033E4" w:rsidRDefault="008033E4" w:rsidP="008033E4">
      <w:pPr>
        <w:pStyle w:val="USTustnpkodeksu"/>
      </w:pPr>
      <w:r w:rsidRPr="008033E4">
        <w:t>8) 20</w:t>
      </w:r>
      <w:r w:rsidR="00CE338E">
        <w:t>32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>0,36</w:t>
      </w:r>
      <w:r w:rsidRPr="008033E4">
        <w:t xml:space="preserve"> mln zł;</w:t>
      </w:r>
    </w:p>
    <w:p w14:paraId="243010E3" w14:textId="0BC7BC88" w:rsidR="008033E4" w:rsidRPr="008033E4" w:rsidRDefault="008033E4" w:rsidP="008033E4">
      <w:pPr>
        <w:pStyle w:val="USTustnpkodeksu"/>
      </w:pPr>
      <w:r w:rsidRPr="008033E4">
        <w:t>9) 20</w:t>
      </w:r>
      <w:r w:rsidR="00CE338E">
        <w:t>33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>0,36</w:t>
      </w:r>
      <w:r w:rsidRPr="008033E4">
        <w:t xml:space="preserve"> mln zł;</w:t>
      </w:r>
    </w:p>
    <w:p w14:paraId="5E0CFFC5" w14:textId="08985BB7" w:rsidR="006B4887" w:rsidRDefault="008033E4" w:rsidP="008033E4">
      <w:pPr>
        <w:pStyle w:val="USTustnpkodeksu"/>
      </w:pPr>
      <w:r w:rsidRPr="008033E4">
        <w:t>10) 20</w:t>
      </w:r>
      <w:r w:rsidR="00CE338E">
        <w:t>34</w:t>
      </w:r>
      <w:r w:rsidRPr="008033E4">
        <w:t xml:space="preserve"> r. </w:t>
      </w:r>
      <w:r w:rsidR="009A279C">
        <w:t>–</w:t>
      </w:r>
      <w:r w:rsidRPr="008033E4">
        <w:t xml:space="preserve"> </w:t>
      </w:r>
      <w:r w:rsidR="006B4887">
        <w:t>0,37</w:t>
      </w:r>
      <w:r w:rsidRPr="008033E4">
        <w:t xml:space="preserve"> mln zł</w:t>
      </w:r>
      <w:r w:rsidR="006B4887">
        <w:t>;</w:t>
      </w:r>
    </w:p>
    <w:p w14:paraId="44AB6300" w14:textId="4945F59D" w:rsidR="008033E4" w:rsidRPr="008033E4" w:rsidRDefault="008033E4" w:rsidP="008033E4">
      <w:pPr>
        <w:pStyle w:val="USTustnpkodeksu"/>
      </w:pPr>
      <w:r w:rsidRPr="008033E4">
        <w:t>2. W przypadku przekroczenia lub zagrożenia przekroczenia przyjętego na dany rok budżetowy limitu wydatków</w:t>
      </w:r>
      <w:r w:rsidR="00270239" w:rsidRPr="00270239">
        <w:t xml:space="preserve"> określonego w ust. 1 stosuje się mechanizm korygujący polegający na zmniejszeniu kosztów wykonywania zadań publicznych poprzez ograniczenie kosztów administracyjnych</w:t>
      </w:r>
      <w:r w:rsidRPr="008033E4">
        <w:t>.</w:t>
      </w:r>
    </w:p>
    <w:p w14:paraId="46AFB0A1" w14:textId="751FDAD9" w:rsidR="008033E4" w:rsidRDefault="008033E4" w:rsidP="00B81626">
      <w:pPr>
        <w:pStyle w:val="USTustnpkodeksu"/>
      </w:pPr>
      <w:r w:rsidRPr="008033E4">
        <w:lastRenderedPageBreak/>
        <w:t xml:space="preserve">3. Organem właściwym do monitorowania wykorzystania limitu wydatków, o których mowa w ust. 1, oraz wdrożenia mechanizmu korygującego, o którym mowa w ust. 2, jest minister właściwy do spraw </w:t>
      </w:r>
      <w:r w:rsidR="00CE338E">
        <w:t>pracy</w:t>
      </w:r>
      <w:r w:rsidRPr="008033E4">
        <w:t>.</w:t>
      </w:r>
    </w:p>
    <w:p w14:paraId="227022F2" w14:textId="26BDEB2F" w:rsidR="00B1523B" w:rsidRPr="00B1523B" w:rsidRDefault="008033E4" w:rsidP="00B81626">
      <w:pPr>
        <w:pStyle w:val="ARTartustawynprozporzdzenia"/>
      </w:pPr>
      <w:r w:rsidRPr="008033E4">
        <w:rPr>
          <w:rStyle w:val="Ppogrubienie"/>
        </w:rPr>
        <w:t xml:space="preserve">Art. </w:t>
      </w:r>
      <w:r w:rsidR="00A5780A">
        <w:rPr>
          <w:rStyle w:val="Ppogrubienie"/>
        </w:rPr>
        <w:t>15</w:t>
      </w:r>
      <w:r w:rsidR="0043061D">
        <w:rPr>
          <w:rStyle w:val="Ppogrubienie"/>
        </w:rPr>
        <w:t>6</w:t>
      </w:r>
      <w:r w:rsidRPr="008033E4">
        <w:rPr>
          <w:rStyle w:val="Ppogrubienie"/>
        </w:rPr>
        <w:t>.</w:t>
      </w:r>
      <w:r w:rsidRPr="008033E4">
        <w:t xml:space="preserve"> </w:t>
      </w:r>
      <w:r w:rsidR="00B1523B" w:rsidRPr="00B1523B">
        <w:t>Traci moc ustawa z dnia 8 czerwca 2001 r. o zawodzie psychologa i samorządzie zawodowym psychologów (</w:t>
      </w:r>
      <w:r w:rsidR="00C3005F">
        <w:t>Dz. U.</w:t>
      </w:r>
      <w:r w:rsidR="00B1523B" w:rsidRPr="00B1523B">
        <w:t xml:space="preserve"> z 2019 r. poz. 1026).</w:t>
      </w:r>
    </w:p>
    <w:p w14:paraId="6C623643" w14:textId="566658A9" w:rsidR="003009E7" w:rsidRDefault="00A24E01" w:rsidP="003270AB">
      <w:pPr>
        <w:pStyle w:val="ARTartustawynprozporzdzenia"/>
      </w:pPr>
      <w:bookmarkStart w:id="384" w:name="mip45838530"/>
      <w:bookmarkEnd w:id="384"/>
      <w:r>
        <w:rPr>
          <w:rStyle w:val="Ppogrubienie"/>
        </w:rPr>
        <w:t xml:space="preserve">Art. </w:t>
      </w:r>
      <w:r w:rsidR="00A5780A">
        <w:rPr>
          <w:rStyle w:val="Ppogrubienie"/>
        </w:rPr>
        <w:t>15</w:t>
      </w:r>
      <w:r w:rsidR="0043061D">
        <w:rPr>
          <w:rStyle w:val="Ppogrubienie"/>
        </w:rPr>
        <w:t>7</w:t>
      </w:r>
      <w:r w:rsidR="00B1523B" w:rsidRPr="00017081">
        <w:rPr>
          <w:rStyle w:val="Ppogrubienie"/>
        </w:rPr>
        <w:t>.</w:t>
      </w:r>
      <w:r w:rsidR="00B1523B" w:rsidRPr="00B1523B">
        <w:t xml:space="preserve"> Ustawa wchodzi w życie po upływie </w:t>
      </w:r>
      <w:r w:rsidR="0070524F">
        <w:t>2 lat</w:t>
      </w:r>
      <w:r w:rsidR="000057EB">
        <w:t xml:space="preserve"> i 3 miesięcy</w:t>
      </w:r>
      <w:r w:rsidR="00CB146A">
        <w:t>,</w:t>
      </w:r>
      <w:r w:rsidR="00B1523B" w:rsidRPr="00B1523B">
        <w:t xml:space="preserve"> od dnia ogłosz</w:t>
      </w:r>
      <w:r w:rsidR="005743D1">
        <w:t>enia</w:t>
      </w:r>
      <w:r w:rsidR="00B44172">
        <w:t xml:space="preserve">, </w:t>
      </w:r>
      <w:r w:rsidR="00B44172" w:rsidRPr="00B44172">
        <w:t>z wyjątkiem</w:t>
      </w:r>
      <w:r w:rsidR="003009E7">
        <w:t>:</w:t>
      </w:r>
    </w:p>
    <w:p w14:paraId="6F865E03" w14:textId="21B2ACBA" w:rsidR="003009E7" w:rsidRDefault="00D94E78" w:rsidP="00D94E78">
      <w:pPr>
        <w:pStyle w:val="PKTpunkt"/>
      </w:pPr>
      <w:r>
        <w:t xml:space="preserve">1) </w:t>
      </w:r>
      <w:r w:rsidR="00B44172" w:rsidRPr="00B44172">
        <w:t xml:space="preserve">art. </w:t>
      </w:r>
      <w:r w:rsidR="003009E7">
        <w:t>27</w:t>
      </w:r>
      <w:r w:rsidR="002A14F0">
        <w:t xml:space="preserve"> i 28 ust</w:t>
      </w:r>
      <w:r w:rsidR="00673E73">
        <w:t>.</w:t>
      </w:r>
      <w:r w:rsidR="002A14F0">
        <w:t xml:space="preserve"> 1</w:t>
      </w:r>
      <w:r w:rsidR="003009E7">
        <w:t>, któr</w:t>
      </w:r>
      <w:r w:rsidR="002A14F0">
        <w:t>e</w:t>
      </w:r>
      <w:r w:rsidR="003009E7">
        <w:t xml:space="preserve"> wchodz</w:t>
      </w:r>
      <w:r w:rsidR="002A14F0">
        <w:t>ą</w:t>
      </w:r>
      <w:r w:rsidR="003009E7">
        <w:t xml:space="preserve"> w życie od dnia ogłoszenia;</w:t>
      </w:r>
    </w:p>
    <w:p w14:paraId="5D81F58D" w14:textId="291D0034" w:rsidR="003009E7" w:rsidRDefault="00D94E78" w:rsidP="00D94E78">
      <w:pPr>
        <w:pStyle w:val="PKTpunkt"/>
      </w:pPr>
      <w:r>
        <w:t xml:space="preserve">2) </w:t>
      </w:r>
      <w:r w:rsidR="003009E7">
        <w:t xml:space="preserve">art. </w:t>
      </w:r>
      <w:r w:rsidR="00A86E53">
        <w:t>14</w:t>
      </w:r>
      <w:r w:rsidR="0043061D">
        <w:t>3</w:t>
      </w:r>
      <w:r w:rsidR="004F03D1" w:rsidRPr="00B1523B">
        <w:t>–</w:t>
      </w:r>
      <w:r w:rsidR="003D74EF">
        <w:t>1</w:t>
      </w:r>
      <w:r w:rsidR="0043061D">
        <w:t>50</w:t>
      </w:r>
      <w:r w:rsidR="00B44172" w:rsidRPr="00B44172">
        <w:t>, któr</w:t>
      </w:r>
      <w:r w:rsidR="00F6009B">
        <w:t>e</w:t>
      </w:r>
      <w:r w:rsidR="00B44172" w:rsidRPr="00B44172">
        <w:t xml:space="preserve"> wchodz</w:t>
      </w:r>
      <w:r w:rsidR="00F6009B">
        <w:t>ą</w:t>
      </w:r>
      <w:r w:rsidR="00B44172" w:rsidRPr="00B44172">
        <w:t xml:space="preserve"> w życie po upływie </w:t>
      </w:r>
      <w:r w:rsidR="00CC35FC">
        <w:t xml:space="preserve">14 dni </w:t>
      </w:r>
      <w:r w:rsidR="00B44172" w:rsidRPr="00B44172">
        <w:t>od dnia ogłos</w:t>
      </w:r>
      <w:r w:rsidR="00983FEA">
        <w:t>z</w:t>
      </w:r>
      <w:r w:rsidR="00B44172" w:rsidRPr="00B44172">
        <w:t>enia</w:t>
      </w:r>
      <w:r w:rsidR="003009E7">
        <w:t>;</w:t>
      </w:r>
    </w:p>
    <w:p w14:paraId="3704B6A9" w14:textId="6A427DEE" w:rsidR="00DB35A1" w:rsidRDefault="00D94E78" w:rsidP="003E69FB">
      <w:pPr>
        <w:pStyle w:val="PKTpunkt"/>
      </w:pPr>
      <w:r>
        <w:t xml:space="preserve">3) </w:t>
      </w:r>
      <w:r w:rsidR="00CB146A">
        <w:t xml:space="preserve">art. </w:t>
      </w:r>
      <w:r w:rsidR="00551063">
        <w:t>17</w:t>
      </w:r>
      <w:r w:rsidR="00D40D7D">
        <w:t xml:space="preserve"> ust. 3</w:t>
      </w:r>
      <w:r w:rsidR="00CB146A">
        <w:t>, któr</w:t>
      </w:r>
      <w:r w:rsidR="00D40D7D">
        <w:t>y</w:t>
      </w:r>
      <w:r w:rsidR="00CB146A">
        <w:t xml:space="preserve"> wchodz</w:t>
      </w:r>
      <w:r w:rsidR="00D40D7D">
        <w:t>i</w:t>
      </w:r>
      <w:r w:rsidR="00CB146A">
        <w:t xml:space="preserve"> w życie po upływie </w:t>
      </w:r>
      <w:r w:rsidR="00D40D7D">
        <w:t xml:space="preserve">5 </w:t>
      </w:r>
      <w:r w:rsidR="00CB146A">
        <w:t xml:space="preserve">lat </w:t>
      </w:r>
      <w:r w:rsidR="00D40D7D">
        <w:t xml:space="preserve">i 3 miesięcy </w:t>
      </w:r>
      <w:r w:rsidR="00CB146A">
        <w:t>od dnia ogłoszenia</w:t>
      </w:r>
      <w:r w:rsidR="00416A14" w:rsidRPr="00416A14">
        <w:t>.</w:t>
      </w:r>
      <w:r>
        <w:t xml:space="preserve"> </w:t>
      </w:r>
      <w:r w:rsidR="00D40D7D">
        <w:t>Do tego czasu opiekunem mogą być osoby, które zostały wpisane do Rejestru w trybie art. 1</w:t>
      </w:r>
      <w:r w:rsidR="00A86E53">
        <w:t>5</w:t>
      </w:r>
      <w:r w:rsidR="00BD47B1">
        <w:t>1</w:t>
      </w:r>
      <w:r w:rsidR="00EC4656">
        <w:t xml:space="preserve"> </w:t>
      </w:r>
      <w:r w:rsidR="00B179A7">
        <w:t xml:space="preserve">ust. 2 </w:t>
      </w:r>
      <w:r w:rsidR="00EC4656">
        <w:t xml:space="preserve">i </w:t>
      </w:r>
      <w:r w:rsidR="004C615D">
        <w:t>złożyły oświadczenie</w:t>
      </w:r>
      <w:r w:rsidR="00831849">
        <w:t xml:space="preserve">, o którym mowa w art. </w:t>
      </w:r>
      <w:r w:rsidR="002479FA">
        <w:t>15</w:t>
      </w:r>
      <w:r w:rsidR="00BD47B1">
        <w:t>1</w:t>
      </w:r>
      <w:r w:rsidR="002479FA">
        <w:t xml:space="preserve"> ust. 5</w:t>
      </w:r>
      <w:r w:rsidR="00D40D7D">
        <w:t>.</w:t>
      </w:r>
    </w:p>
    <w:sectPr w:rsidR="00DB35A1" w:rsidSect="002D3B94">
      <w:headerReference w:type="default" r:id="rId9"/>
      <w:foot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ACBBB" w14:textId="77777777" w:rsidR="001C433C" w:rsidRDefault="001C433C">
      <w:r>
        <w:separator/>
      </w:r>
    </w:p>
  </w:endnote>
  <w:endnote w:type="continuationSeparator" w:id="0">
    <w:p w14:paraId="0D9B6135" w14:textId="77777777" w:rsidR="001C433C" w:rsidRDefault="001C433C">
      <w:r>
        <w:continuationSeparator/>
      </w:r>
    </w:p>
  </w:endnote>
  <w:endnote w:type="continuationNotice" w:id="1">
    <w:p w14:paraId="465A7794" w14:textId="77777777" w:rsidR="001C433C" w:rsidRDefault="001C4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1055" w14:textId="77777777" w:rsidR="004E54CF" w:rsidRDefault="004E5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0F38B" w14:textId="77777777" w:rsidR="001C433C" w:rsidRDefault="001C433C">
      <w:r>
        <w:separator/>
      </w:r>
    </w:p>
  </w:footnote>
  <w:footnote w:type="continuationSeparator" w:id="0">
    <w:p w14:paraId="28D77DE1" w14:textId="77777777" w:rsidR="001C433C" w:rsidRDefault="001C433C">
      <w:r>
        <w:continuationSeparator/>
      </w:r>
    </w:p>
  </w:footnote>
  <w:footnote w:type="continuationNotice" w:id="1">
    <w:p w14:paraId="4B5C477F" w14:textId="77777777" w:rsidR="001C433C" w:rsidRDefault="001C433C">
      <w:pPr>
        <w:spacing w:after="0" w:line="240" w:lineRule="auto"/>
      </w:pPr>
    </w:p>
  </w:footnote>
  <w:footnote w:id="2">
    <w:p w14:paraId="39927A79" w14:textId="13E5F3BF" w:rsidR="004E54CF" w:rsidRDefault="004E54CF" w:rsidP="00296C06">
      <w:pPr>
        <w:pStyle w:val="ODNONIKtreodnonika"/>
      </w:pPr>
      <w:r w:rsidRPr="00D03D28">
        <w:rPr>
          <w:rStyle w:val="IIGindeksgrnyindeksugrnego"/>
        </w:rPr>
        <w:t>1)</w:t>
      </w:r>
      <w:r>
        <w:t xml:space="preserve"> </w:t>
      </w:r>
      <w:r>
        <w:tab/>
      </w:r>
      <w:r w:rsidRPr="0064777E">
        <w:t>Niniejszą ustawą zmienia się ustawy:</w:t>
      </w:r>
      <w:r>
        <w:t xml:space="preserve"> u</w:t>
      </w:r>
      <w:r w:rsidRPr="0064777E">
        <w:t xml:space="preserve">stawę </w:t>
      </w:r>
      <w:r w:rsidRPr="00296C06">
        <w:t xml:space="preserve">z dnia </w:t>
      </w:r>
      <w:r>
        <w:t>26 stycznia 1982 r. Karta Nauczyciela, ustawę z dnia 19 sierpnia 1994 r. o ochronie zdrowia psychicznego, ustawę z dnia 6 czerwca 1997 r. - Kodeks postępowania karnego, u</w:t>
      </w:r>
      <w:r w:rsidRPr="0064777E">
        <w:t xml:space="preserve">stawę </w:t>
      </w:r>
      <w:r w:rsidRPr="00296C06">
        <w:t xml:space="preserve">z dnia 27 czerwca 1997 r. o służbie medycyny pracy, ustawę z dnia 4 września 1997 r. o działach administracji rządowej, ustawę z dnia 21 maja 1999 r. o broni i amunicji, ustawę z dnia 15 września 2000 r. </w:t>
      </w:r>
      <w:r>
        <w:t xml:space="preserve">- </w:t>
      </w:r>
      <w:r w:rsidRPr="00296C06">
        <w:t>Kodeks spółek handlowych, ustawę z dnia 5 stycznia 2011 r. o kierujących pojazdami, ustawę z dnia 9 czerwca 2011 r. o wspieraniu rodziny i systemie pieczy zastępczej</w:t>
      </w:r>
      <w:r>
        <w:t>,</w:t>
      </w:r>
      <w:r w:rsidR="00195E64">
        <w:t xml:space="preserve"> </w:t>
      </w:r>
      <w:r w:rsidRPr="00296C06">
        <w:t>ustawę z dnia 5 sierpnia 2015 r. o opiniodawczych zespołach sądowych specjalistów</w:t>
      </w:r>
      <w:r>
        <w:t xml:space="preserve">, </w:t>
      </w:r>
      <w:r w:rsidRPr="00864F49">
        <w:t>ustaw</w:t>
      </w:r>
      <w:r>
        <w:t>ę</w:t>
      </w:r>
      <w:r w:rsidRPr="00864F49">
        <w:t xml:space="preserve"> z dnia 14 grudnia 2016 r. </w:t>
      </w:r>
      <w:r>
        <w:t xml:space="preserve">- </w:t>
      </w:r>
      <w:r w:rsidRPr="00864F49">
        <w:t>Prawo oświatowe</w:t>
      </w:r>
      <w:r>
        <w:t>, ustawę z dnia 13 maja 2016 r. o przeciwdziałaniu zagrożeniom przestępczością na tle seksualnym i ochronie małoletnich, ustawę z dnia 30 sierpnia 2019 r. o Państwowej Komisji do spraw przeciwdziałania wykorzystaniu seksualnemu małoletnich poniżej lat 17</w:t>
      </w:r>
      <w:r w:rsidRPr="00296C06">
        <w:t>.</w:t>
      </w:r>
    </w:p>
  </w:footnote>
  <w:footnote w:id="3">
    <w:p w14:paraId="4E590691" w14:textId="4EA849ED" w:rsidR="004E54CF" w:rsidRPr="00A86704" w:rsidRDefault="004E54CF" w:rsidP="00E419C5">
      <w:pPr>
        <w:pStyle w:val="ODNONIKtreodnonika"/>
        <w:rPr>
          <w:highlight w:val="yellow"/>
        </w:rPr>
      </w:pPr>
      <w:r w:rsidRPr="000C026B">
        <w:rPr>
          <w:rStyle w:val="Odwoanieprzypisudolnego"/>
        </w:rPr>
        <w:footnoteRef/>
      </w:r>
      <w:r w:rsidRPr="000C026B">
        <w:rPr>
          <w:rStyle w:val="IGindeksgrny"/>
        </w:rPr>
        <w:t>)</w:t>
      </w:r>
      <w:r w:rsidRPr="000C026B">
        <w:t xml:space="preserve"> </w:t>
      </w:r>
      <w:r w:rsidRPr="000C026B">
        <w:tab/>
        <w:t>Zmiany tekstu jednolitego wymienionej ustawy zostały ogłoszone w Dz. U. z 2023 r. poz. 2760 oraz z 2024 r. poz. 858, 859, 1222, 1473, 1572</w:t>
      </w:r>
      <w:r>
        <w:t>,</w:t>
      </w:r>
      <w:r w:rsidRPr="000C026B">
        <w:t xml:space="preserve"> 1615</w:t>
      </w:r>
      <w:r>
        <w:t xml:space="preserve"> i 1964.</w:t>
      </w:r>
    </w:p>
  </w:footnote>
  <w:footnote w:id="4">
    <w:p w14:paraId="2A9C46AB" w14:textId="560C7329" w:rsidR="007E6A2E" w:rsidRPr="00A86704" w:rsidRDefault="007E6A2E" w:rsidP="007E6A2E">
      <w:pPr>
        <w:pStyle w:val="ODNONIKtreodnonika"/>
        <w:rPr>
          <w:highlight w:val="yellow"/>
        </w:rPr>
      </w:pPr>
      <w:r w:rsidRPr="000C026B">
        <w:rPr>
          <w:rStyle w:val="Odwoanieprzypisudolnego"/>
        </w:rPr>
        <w:footnoteRef/>
      </w:r>
      <w:r w:rsidRPr="000C026B">
        <w:rPr>
          <w:rStyle w:val="IGindeksgrny"/>
        </w:rPr>
        <w:t>)</w:t>
      </w:r>
      <w:r w:rsidRPr="000C026B">
        <w:t xml:space="preserve"> </w:t>
      </w:r>
      <w:r w:rsidRPr="000C026B">
        <w:tab/>
        <w:t xml:space="preserve">Zmiany tekstu jednolitego wymienionej ustawy zostały ogłoszone w Dz. U. </w:t>
      </w:r>
      <w:r w:rsidRPr="007E6A2E">
        <w:t>z 2024 r. poz. 1572, 1717, 1756, 1907 oraz z 2025 r. poz. 39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B403" w14:textId="0B5D8F96" w:rsidR="004E54CF" w:rsidRPr="00B371CC" w:rsidRDefault="004E54CF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267D4">
      <w:rPr>
        <w:noProof/>
      </w:rPr>
      <w:t>16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013A"/>
    <w:multiLevelType w:val="hybridMultilevel"/>
    <w:tmpl w:val="050CD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75850"/>
    <w:multiLevelType w:val="hybridMultilevel"/>
    <w:tmpl w:val="318400F2"/>
    <w:lvl w:ilvl="0" w:tplc="197C22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62927"/>
    <w:multiLevelType w:val="hybridMultilevel"/>
    <w:tmpl w:val="2878FBE8"/>
    <w:lvl w:ilvl="0" w:tplc="B40A75BC">
      <w:start w:val="2"/>
      <w:numFmt w:val="decimal"/>
      <w:lvlText w:val="%1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1E590219"/>
    <w:multiLevelType w:val="hybridMultilevel"/>
    <w:tmpl w:val="E8140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44CF1"/>
    <w:multiLevelType w:val="hybridMultilevel"/>
    <w:tmpl w:val="A392B5B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303DB"/>
    <w:multiLevelType w:val="hybridMultilevel"/>
    <w:tmpl w:val="47C84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D6AD4"/>
    <w:multiLevelType w:val="hybridMultilevel"/>
    <w:tmpl w:val="97ECB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F2E64"/>
    <w:multiLevelType w:val="hybridMultilevel"/>
    <w:tmpl w:val="C382F582"/>
    <w:lvl w:ilvl="0" w:tplc="724AF642">
      <w:start w:val="1"/>
      <w:numFmt w:val="bullet"/>
      <w:lvlText w:val=""/>
      <w:lvlJc w:val="left"/>
      <w:pPr>
        <w:ind w:left="17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7" w:hanging="360"/>
      </w:pPr>
      <w:rPr>
        <w:rFonts w:ascii="Wingdings" w:hAnsi="Wingdings" w:hint="default"/>
      </w:rPr>
    </w:lvl>
  </w:abstractNum>
  <w:abstractNum w:abstractNumId="8" w15:restartNumberingAfterBreak="0">
    <w:nsid w:val="4D365EBD"/>
    <w:multiLevelType w:val="hybridMultilevel"/>
    <w:tmpl w:val="5CB03232"/>
    <w:lvl w:ilvl="0" w:tplc="9A9E4C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25332"/>
    <w:multiLevelType w:val="hybridMultilevel"/>
    <w:tmpl w:val="00A61E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639BE"/>
    <w:multiLevelType w:val="hybridMultilevel"/>
    <w:tmpl w:val="E7867D36"/>
    <w:lvl w:ilvl="0" w:tplc="B57E4E50">
      <w:start w:val="6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52503"/>
    <w:multiLevelType w:val="hybridMultilevel"/>
    <w:tmpl w:val="DAF8E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E3A57"/>
    <w:multiLevelType w:val="hybridMultilevel"/>
    <w:tmpl w:val="0B5E6DDC"/>
    <w:lvl w:ilvl="0" w:tplc="1F6A75B4">
      <w:start w:val="1"/>
      <w:numFmt w:val="decimal"/>
      <w:lvlText w:val="%1)"/>
      <w:lvlJc w:val="left"/>
      <w:pPr>
        <w:ind w:left="643" w:hanging="360"/>
      </w:pPr>
      <w:rPr>
        <w:rFonts w:ascii="Times" w:eastAsiaTheme="minorEastAsia" w:hAnsi="Times" w:cs="Arial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8481289"/>
    <w:multiLevelType w:val="hybridMultilevel"/>
    <w:tmpl w:val="6FD010CC"/>
    <w:lvl w:ilvl="0" w:tplc="61BA712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D16E93"/>
    <w:multiLevelType w:val="hybridMultilevel"/>
    <w:tmpl w:val="55A4EBF0"/>
    <w:lvl w:ilvl="0" w:tplc="3FB0CC40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65995B15"/>
    <w:multiLevelType w:val="multilevel"/>
    <w:tmpl w:val="EC94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9037FA"/>
    <w:multiLevelType w:val="hybridMultilevel"/>
    <w:tmpl w:val="53E86D2E"/>
    <w:lvl w:ilvl="0" w:tplc="C19AB68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71D30918"/>
    <w:multiLevelType w:val="hybridMultilevel"/>
    <w:tmpl w:val="B1102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D4C31"/>
    <w:multiLevelType w:val="hybridMultilevel"/>
    <w:tmpl w:val="FB18511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7"/>
  </w:num>
  <w:num w:numId="6">
    <w:abstractNumId w:val="12"/>
  </w:num>
  <w:num w:numId="7">
    <w:abstractNumId w:val="4"/>
  </w:num>
  <w:num w:numId="8">
    <w:abstractNumId w:val="10"/>
  </w:num>
  <w:num w:numId="9">
    <w:abstractNumId w:val="5"/>
  </w:num>
  <w:num w:numId="10">
    <w:abstractNumId w:val="6"/>
  </w:num>
  <w:num w:numId="11">
    <w:abstractNumId w:val="11"/>
  </w:num>
  <w:num w:numId="12">
    <w:abstractNumId w:val="3"/>
  </w:num>
  <w:num w:numId="13">
    <w:abstractNumId w:val="9"/>
  </w:num>
  <w:num w:numId="14">
    <w:abstractNumId w:val="14"/>
  </w:num>
  <w:num w:numId="15">
    <w:abstractNumId w:val="2"/>
  </w:num>
  <w:num w:numId="16">
    <w:abstractNumId w:val="17"/>
  </w:num>
  <w:num w:numId="17">
    <w:abstractNumId w:val="0"/>
  </w:num>
  <w:num w:numId="18">
    <w:abstractNumId w:val="18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EFE"/>
    <w:rsid w:val="00000223"/>
    <w:rsid w:val="00000807"/>
    <w:rsid w:val="00000A39"/>
    <w:rsid w:val="000012DA"/>
    <w:rsid w:val="00001A01"/>
    <w:rsid w:val="00001FDF"/>
    <w:rsid w:val="0000246E"/>
    <w:rsid w:val="000028A4"/>
    <w:rsid w:val="00002E58"/>
    <w:rsid w:val="00002FF3"/>
    <w:rsid w:val="00003000"/>
    <w:rsid w:val="00003117"/>
    <w:rsid w:val="000036C2"/>
    <w:rsid w:val="00003862"/>
    <w:rsid w:val="00004CA6"/>
    <w:rsid w:val="00004EE1"/>
    <w:rsid w:val="000057EB"/>
    <w:rsid w:val="00006B53"/>
    <w:rsid w:val="00007592"/>
    <w:rsid w:val="000105F9"/>
    <w:rsid w:val="00010C6B"/>
    <w:rsid w:val="00010CDC"/>
    <w:rsid w:val="00011D04"/>
    <w:rsid w:val="00011E7B"/>
    <w:rsid w:val="0001246F"/>
    <w:rsid w:val="00012A35"/>
    <w:rsid w:val="0001312C"/>
    <w:rsid w:val="00015690"/>
    <w:rsid w:val="00016099"/>
    <w:rsid w:val="00016A69"/>
    <w:rsid w:val="00017081"/>
    <w:rsid w:val="000172B4"/>
    <w:rsid w:val="000173F1"/>
    <w:rsid w:val="0001791A"/>
    <w:rsid w:val="00017DC2"/>
    <w:rsid w:val="000203E1"/>
    <w:rsid w:val="00020A93"/>
    <w:rsid w:val="00021442"/>
    <w:rsid w:val="00021522"/>
    <w:rsid w:val="00021CFF"/>
    <w:rsid w:val="00021F8D"/>
    <w:rsid w:val="000225A9"/>
    <w:rsid w:val="00022C23"/>
    <w:rsid w:val="00023471"/>
    <w:rsid w:val="00023DC1"/>
    <w:rsid w:val="00023F13"/>
    <w:rsid w:val="00024A6D"/>
    <w:rsid w:val="00025AB7"/>
    <w:rsid w:val="000267BB"/>
    <w:rsid w:val="0002689B"/>
    <w:rsid w:val="00026FE7"/>
    <w:rsid w:val="0003015D"/>
    <w:rsid w:val="00030634"/>
    <w:rsid w:val="000309DB"/>
    <w:rsid w:val="00030EBE"/>
    <w:rsid w:val="0003186F"/>
    <w:rsid w:val="000318CE"/>
    <w:rsid w:val="000319C1"/>
    <w:rsid w:val="00031A8B"/>
    <w:rsid w:val="00031BCA"/>
    <w:rsid w:val="00031FAF"/>
    <w:rsid w:val="00032BB1"/>
    <w:rsid w:val="00032C20"/>
    <w:rsid w:val="00032D50"/>
    <w:rsid w:val="00032D90"/>
    <w:rsid w:val="000330FA"/>
    <w:rsid w:val="0003362F"/>
    <w:rsid w:val="000340DC"/>
    <w:rsid w:val="00034AD3"/>
    <w:rsid w:val="00034E75"/>
    <w:rsid w:val="00035415"/>
    <w:rsid w:val="00035F6C"/>
    <w:rsid w:val="00036426"/>
    <w:rsid w:val="000364A7"/>
    <w:rsid w:val="000366E2"/>
    <w:rsid w:val="00036B63"/>
    <w:rsid w:val="00037E1A"/>
    <w:rsid w:val="00040D9A"/>
    <w:rsid w:val="0004126A"/>
    <w:rsid w:val="0004142D"/>
    <w:rsid w:val="000420E8"/>
    <w:rsid w:val="00042489"/>
    <w:rsid w:val="00043026"/>
    <w:rsid w:val="00043495"/>
    <w:rsid w:val="00043C56"/>
    <w:rsid w:val="00046143"/>
    <w:rsid w:val="000464A3"/>
    <w:rsid w:val="00046693"/>
    <w:rsid w:val="00046A75"/>
    <w:rsid w:val="00046B8B"/>
    <w:rsid w:val="00046EFF"/>
    <w:rsid w:val="00046F43"/>
    <w:rsid w:val="00047312"/>
    <w:rsid w:val="00047877"/>
    <w:rsid w:val="00050332"/>
    <w:rsid w:val="0005087B"/>
    <w:rsid w:val="000508BD"/>
    <w:rsid w:val="000511E1"/>
    <w:rsid w:val="000517AB"/>
    <w:rsid w:val="00051818"/>
    <w:rsid w:val="000518E9"/>
    <w:rsid w:val="00051907"/>
    <w:rsid w:val="00051EE4"/>
    <w:rsid w:val="00052226"/>
    <w:rsid w:val="00052B31"/>
    <w:rsid w:val="0005339C"/>
    <w:rsid w:val="00053A11"/>
    <w:rsid w:val="0005571B"/>
    <w:rsid w:val="000558A3"/>
    <w:rsid w:val="0005602D"/>
    <w:rsid w:val="0005698E"/>
    <w:rsid w:val="00056CB7"/>
    <w:rsid w:val="00056D03"/>
    <w:rsid w:val="000573D4"/>
    <w:rsid w:val="000574B7"/>
    <w:rsid w:val="00057900"/>
    <w:rsid w:val="00057AB3"/>
    <w:rsid w:val="00060076"/>
    <w:rsid w:val="00060432"/>
    <w:rsid w:val="000608B3"/>
    <w:rsid w:val="00060C61"/>
    <w:rsid w:val="00060C96"/>
    <w:rsid w:val="00060D87"/>
    <w:rsid w:val="00061263"/>
    <w:rsid w:val="000615A5"/>
    <w:rsid w:val="00061DEF"/>
    <w:rsid w:val="000621DB"/>
    <w:rsid w:val="0006286B"/>
    <w:rsid w:val="000636B6"/>
    <w:rsid w:val="000638F5"/>
    <w:rsid w:val="00063A08"/>
    <w:rsid w:val="00063C6F"/>
    <w:rsid w:val="00063D15"/>
    <w:rsid w:val="00063E15"/>
    <w:rsid w:val="0006465D"/>
    <w:rsid w:val="00064E4C"/>
    <w:rsid w:val="00065340"/>
    <w:rsid w:val="0006625D"/>
    <w:rsid w:val="000664B9"/>
    <w:rsid w:val="00066901"/>
    <w:rsid w:val="00066ACF"/>
    <w:rsid w:val="00066D74"/>
    <w:rsid w:val="00066DD9"/>
    <w:rsid w:val="00066F9E"/>
    <w:rsid w:val="00066FAD"/>
    <w:rsid w:val="0006706D"/>
    <w:rsid w:val="00070309"/>
    <w:rsid w:val="000704D6"/>
    <w:rsid w:val="000705EA"/>
    <w:rsid w:val="0007062D"/>
    <w:rsid w:val="00070965"/>
    <w:rsid w:val="00071032"/>
    <w:rsid w:val="00071BEE"/>
    <w:rsid w:val="00072109"/>
    <w:rsid w:val="000725F5"/>
    <w:rsid w:val="00072C9D"/>
    <w:rsid w:val="00072CAA"/>
    <w:rsid w:val="000736CD"/>
    <w:rsid w:val="000737DD"/>
    <w:rsid w:val="00073846"/>
    <w:rsid w:val="00073DF2"/>
    <w:rsid w:val="00074429"/>
    <w:rsid w:val="00074B95"/>
    <w:rsid w:val="00074E9C"/>
    <w:rsid w:val="00074EB2"/>
    <w:rsid w:val="0007533B"/>
    <w:rsid w:val="0007545D"/>
    <w:rsid w:val="000760BF"/>
    <w:rsid w:val="0007613E"/>
    <w:rsid w:val="0007618B"/>
    <w:rsid w:val="000763D8"/>
    <w:rsid w:val="00076ACD"/>
    <w:rsid w:val="00076BFC"/>
    <w:rsid w:val="0007739C"/>
    <w:rsid w:val="000801AB"/>
    <w:rsid w:val="000814A7"/>
    <w:rsid w:val="00081784"/>
    <w:rsid w:val="0008239E"/>
    <w:rsid w:val="00082680"/>
    <w:rsid w:val="000843E1"/>
    <w:rsid w:val="00084E4F"/>
    <w:rsid w:val="000851B8"/>
    <w:rsid w:val="0008557B"/>
    <w:rsid w:val="000857DB"/>
    <w:rsid w:val="00085CE7"/>
    <w:rsid w:val="00085F77"/>
    <w:rsid w:val="000869C6"/>
    <w:rsid w:val="00090597"/>
    <w:rsid w:val="000906EE"/>
    <w:rsid w:val="00091BA2"/>
    <w:rsid w:val="000923FE"/>
    <w:rsid w:val="000929C6"/>
    <w:rsid w:val="000944EF"/>
    <w:rsid w:val="00094E98"/>
    <w:rsid w:val="00095DF6"/>
    <w:rsid w:val="00095E66"/>
    <w:rsid w:val="0009608F"/>
    <w:rsid w:val="00096248"/>
    <w:rsid w:val="00097169"/>
    <w:rsid w:val="00097237"/>
    <w:rsid w:val="0009732D"/>
    <w:rsid w:val="000973F0"/>
    <w:rsid w:val="00097637"/>
    <w:rsid w:val="00097C96"/>
    <w:rsid w:val="00097F7F"/>
    <w:rsid w:val="00097F81"/>
    <w:rsid w:val="000A015D"/>
    <w:rsid w:val="000A1296"/>
    <w:rsid w:val="000A1299"/>
    <w:rsid w:val="000A1B91"/>
    <w:rsid w:val="000A1C27"/>
    <w:rsid w:val="000A1DAD"/>
    <w:rsid w:val="000A22A4"/>
    <w:rsid w:val="000A2649"/>
    <w:rsid w:val="000A323B"/>
    <w:rsid w:val="000A3BC0"/>
    <w:rsid w:val="000A46C1"/>
    <w:rsid w:val="000A5378"/>
    <w:rsid w:val="000A55CE"/>
    <w:rsid w:val="000A66EB"/>
    <w:rsid w:val="000A6B2E"/>
    <w:rsid w:val="000A75E9"/>
    <w:rsid w:val="000A7DBB"/>
    <w:rsid w:val="000B08F4"/>
    <w:rsid w:val="000B1B5B"/>
    <w:rsid w:val="000B298D"/>
    <w:rsid w:val="000B2EAD"/>
    <w:rsid w:val="000B2ECD"/>
    <w:rsid w:val="000B35AC"/>
    <w:rsid w:val="000B4641"/>
    <w:rsid w:val="000B466A"/>
    <w:rsid w:val="000B4C70"/>
    <w:rsid w:val="000B4E6D"/>
    <w:rsid w:val="000B55BB"/>
    <w:rsid w:val="000B5B2D"/>
    <w:rsid w:val="000B5DCE"/>
    <w:rsid w:val="000B5EAB"/>
    <w:rsid w:val="000B7815"/>
    <w:rsid w:val="000B7E62"/>
    <w:rsid w:val="000C026B"/>
    <w:rsid w:val="000C05BA"/>
    <w:rsid w:val="000C0E8F"/>
    <w:rsid w:val="000C1212"/>
    <w:rsid w:val="000C1C4B"/>
    <w:rsid w:val="000C1D84"/>
    <w:rsid w:val="000C25CE"/>
    <w:rsid w:val="000C2B72"/>
    <w:rsid w:val="000C30AC"/>
    <w:rsid w:val="000C412B"/>
    <w:rsid w:val="000C4272"/>
    <w:rsid w:val="000C45D2"/>
    <w:rsid w:val="000C4BC4"/>
    <w:rsid w:val="000C59E6"/>
    <w:rsid w:val="000C6789"/>
    <w:rsid w:val="000C68C8"/>
    <w:rsid w:val="000C6DA6"/>
    <w:rsid w:val="000C7226"/>
    <w:rsid w:val="000C7D69"/>
    <w:rsid w:val="000D0110"/>
    <w:rsid w:val="000D0302"/>
    <w:rsid w:val="000D0567"/>
    <w:rsid w:val="000D05DD"/>
    <w:rsid w:val="000D1345"/>
    <w:rsid w:val="000D166E"/>
    <w:rsid w:val="000D186C"/>
    <w:rsid w:val="000D1C7F"/>
    <w:rsid w:val="000D1D6C"/>
    <w:rsid w:val="000D2468"/>
    <w:rsid w:val="000D318A"/>
    <w:rsid w:val="000D4A03"/>
    <w:rsid w:val="000D4E9B"/>
    <w:rsid w:val="000D5029"/>
    <w:rsid w:val="000D56A9"/>
    <w:rsid w:val="000D59B5"/>
    <w:rsid w:val="000D5D92"/>
    <w:rsid w:val="000D5FBB"/>
    <w:rsid w:val="000D5FF7"/>
    <w:rsid w:val="000D6173"/>
    <w:rsid w:val="000D6CBD"/>
    <w:rsid w:val="000D6F83"/>
    <w:rsid w:val="000D726A"/>
    <w:rsid w:val="000D7DC5"/>
    <w:rsid w:val="000E0790"/>
    <w:rsid w:val="000E0A5C"/>
    <w:rsid w:val="000E0E0F"/>
    <w:rsid w:val="000E0E83"/>
    <w:rsid w:val="000E1B2D"/>
    <w:rsid w:val="000E1C3C"/>
    <w:rsid w:val="000E25CC"/>
    <w:rsid w:val="000E32CD"/>
    <w:rsid w:val="000E3694"/>
    <w:rsid w:val="000E3E74"/>
    <w:rsid w:val="000E3F28"/>
    <w:rsid w:val="000E4398"/>
    <w:rsid w:val="000E490F"/>
    <w:rsid w:val="000E5753"/>
    <w:rsid w:val="000E6241"/>
    <w:rsid w:val="000E64A0"/>
    <w:rsid w:val="000E6F08"/>
    <w:rsid w:val="000E7A24"/>
    <w:rsid w:val="000F031E"/>
    <w:rsid w:val="000F0C3F"/>
    <w:rsid w:val="000F11E7"/>
    <w:rsid w:val="000F1380"/>
    <w:rsid w:val="000F14BF"/>
    <w:rsid w:val="000F1839"/>
    <w:rsid w:val="000F1B49"/>
    <w:rsid w:val="000F21F4"/>
    <w:rsid w:val="000F25EE"/>
    <w:rsid w:val="000F2BE3"/>
    <w:rsid w:val="000F3557"/>
    <w:rsid w:val="000F3D0D"/>
    <w:rsid w:val="000F40C6"/>
    <w:rsid w:val="000F48C2"/>
    <w:rsid w:val="000F4FDD"/>
    <w:rsid w:val="000F53F6"/>
    <w:rsid w:val="000F55E7"/>
    <w:rsid w:val="000F5D69"/>
    <w:rsid w:val="000F62FA"/>
    <w:rsid w:val="000F6A3C"/>
    <w:rsid w:val="000F6D52"/>
    <w:rsid w:val="000F6ED4"/>
    <w:rsid w:val="000F6FC9"/>
    <w:rsid w:val="000F77D5"/>
    <w:rsid w:val="000F7A6E"/>
    <w:rsid w:val="00100B09"/>
    <w:rsid w:val="00101D8B"/>
    <w:rsid w:val="00103F92"/>
    <w:rsid w:val="001042BA"/>
    <w:rsid w:val="001054E2"/>
    <w:rsid w:val="00105BF4"/>
    <w:rsid w:val="00106D03"/>
    <w:rsid w:val="00107E95"/>
    <w:rsid w:val="00110465"/>
    <w:rsid w:val="00110628"/>
    <w:rsid w:val="00111266"/>
    <w:rsid w:val="00111EE9"/>
    <w:rsid w:val="0011245A"/>
    <w:rsid w:val="001139B0"/>
    <w:rsid w:val="00113B37"/>
    <w:rsid w:val="001144A2"/>
    <w:rsid w:val="0011493E"/>
    <w:rsid w:val="0011597E"/>
    <w:rsid w:val="00115B72"/>
    <w:rsid w:val="00115DBF"/>
    <w:rsid w:val="00116199"/>
    <w:rsid w:val="00116327"/>
    <w:rsid w:val="00116690"/>
    <w:rsid w:val="001170D0"/>
    <w:rsid w:val="00117925"/>
    <w:rsid w:val="00117BDB"/>
    <w:rsid w:val="00117E90"/>
    <w:rsid w:val="0012097E"/>
    <w:rsid w:val="001209EC"/>
    <w:rsid w:val="00120A9E"/>
    <w:rsid w:val="00121610"/>
    <w:rsid w:val="00122713"/>
    <w:rsid w:val="001238CC"/>
    <w:rsid w:val="00123A78"/>
    <w:rsid w:val="00123B40"/>
    <w:rsid w:val="001243EC"/>
    <w:rsid w:val="001246E1"/>
    <w:rsid w:val="00124BDA"/>
    <w:rsid w:val="001250CD"/>
    <w:rsid w:val="001253C5"/>
    <w:rsid w:val="00125441"/>
    <w:rsid w:val="0012557C"/>
    <w:rsid w:val="00125A87"/>
    <w:rsid w:val="00125A9C"/>
    <w:rsid w:val="00126ADE"/>
    <w:rsid w:val="001270A2"/>
    <w:rsid w:val="001276A0"/>
    <w:rsid w:val="00127920"/>
    <w:rsid w:val="00127D62"/>
    <w:rsid w:val="00130272"/>
    <w:rsid w:val="00130BBD"/>
    <w:rsid w:val="00131237"/>
    <w:rsid w:val="00132694"/>
    <w:rsid w:val="001329AC"/>
    <w:rsid w:val="00133E44"/>
    <w:rsid w:val="00133F17"/>
    <w:rsid w:val="00134230"/>
    <w:rsid w:val="001344B5"/>
    <w:rsid w:val="001347A7"/>
    <w:rsid w:val="00134CA0"/>
    <w:rsid w:val="00134D6E"/>
    <w:rsid w:val="00134E4A"/>
    <w:rsid w:val="00135B86"/>
    <w:rsid w:val="001361A4"/>
    <w:rsid w:val="0013627C"/>
    <w:rsid w:val="0013641F"/>
    <w:rsid w:val="0013655D"/>
    <w:rsid w:val="00136C31"/>
    <w:rsid w:val="0014026F"/>
    <w:rsid w:val="00140A58"/>
    <w:rsid w:val="00140CCD"/>
    <w:rsid w:val="00140F4C"/>
    <w:rsid w:val="001411D3"/>
    <w:rsid w:val="00142AEE"/>
    <w:rsid w:val="00143145"/>
    <w:rsid w:val="00144BFA"/>
    <w:rsid w:val="001452A4"/>
    <w:rsid w:val="00145F8E"/>
    <w:rsid w:val="00146363"/>
    <w:rsid w:val="001469DD"/>
    <w:rsid w:val="00147A47"/>
    <w:rsid w:val="00147AA1"/>
    <w:rsid w:val="00150745"/>
    <w:rsid w:val="001507EC"/>
    <w:rsid w:val="001512B7"/>
    <w:rsid w:val="0015207B"/>
    <w:rsid w:val="001520CF"/>
    <w:rsid w:val="001522BA"/>
    <w:rsid w:val="0015231D"/>
    <w:rsid w:val="001529D0"/>
    <w:rsid w:val="0015325F"/>
    <w:rsid w:val="00153605"/>
    <w:rsid w:val="00153A0C"/>
    <w:rsid w:val="00153FE5"/>
    <w:rsid w:val="00154725"/>
    <w:rsid w:val="00155961"/>
    <w:rsid w:val="0015667C"/>
    <w:rsid w:val="00156946"/>
    <w:rsid w:val="00157110"/>
    <w:rsid w:val="0015742A"/>
    <w:rsid w:val="00157DA1"/>
    <w:rsid w:val="00160888"/>
    <w:rsid w:val="0016157E"/>
    <w:rsid w:val="0016178B"/>
    <w:rsid w:val="00161EA3"/>
    <w:rsid w:val="00162730"/>
    <w:rsid w:val="00162882"/>
    <w:rsid w:val="00162FDC"/>
    <w:rsid w:val="0016313D"/>
    <w:rsid w:val="00163147"/>
    <w:rsid w:val="00164004"/>
    <w:rsid w:val="00164B62"/>
    <w:rsid w:val="00164BE9"/>
    <w:rsid w:val="00164C57"/>
    <w:rsid w:val="00164C9D"/>
    <w:rsid w:val="001653A5"/>
    <w:rsid w:val="00165E73"/>
    <w:rsid w:val="00166106"/>
    <w:rsid w:val="001661D4"/>
    <w:rsid w:val="0016624D"/>
    <w:rsid w:val="00170B83"/>
    <w:rsid w:val="001713A2"/>
    <w:rsid w:val="001718BD"/>
    <w:rsid w:val="00171D0C"/>
    <w:rsid w:val="00171D4D"/>
    <w:rsid w:val="00172BA2"/>
    <w:rsid w:val="00172F7A"/>
    <w:rsid w:val="00173150"/>
    <w:rsid w:val="00173390"/>
    <w:rsid w:val="001736F0"/>
    <w:rsid w:val="0017372C"/>
    <w:rsid w:val="0017373D"/>
    <w:rsid w:val="001739DB"/>
    <w:rsid w:val="00173BB3"/>
    <w:rsid w:val="00173FCF"/>
    <w:rsid w:val="001740D0"/>
    <w:rsid w:val="001741E1"/>
    <w:rsid w:val="0017445D"/>
    <w:rsid w:val="00174B87"/>
    <w:rsid w:val="00174F2C"/>
    <w:rsid w:val="001757F3"/>
    <w:rsid w:val="00175DBF"/>
    <w:rsid w:val="00175F76"/>
    <w:rsid w:val="001764F5"/>
    <w:rsid w:val="00176817"/>
    <w:rsid w:val="00176E99"/>
    <w:rsid w:val="00177380"/>
    <w:rsid w:val="00177A0F"/>
    <w:rsid w:val="00177C8A"/>
    <w:rsid w:val="00177F7D"/>
    <w:rsid w:val="0018002A"/>
    <w:rsid w:val="00180951"/>
    <w:rsid w:val="00180BF5"/>
    <w:rsid w:val="00180F2A"/>
    <w:rsid w:val="0018102B"/>
    <w:rsid w:val="00181C40"/>
    <w:rsid w:val="00183B02"/>
    <w:rsid w:val="00183CF4"/>
    <w:rsid w:val="00184B91"/>
    <w:rsid w:val="00184D4A"/>
    <w:rsid w:val="001850F8"/>
    <w:rsid w:val="001859BA"/>
    <w:rsid w:val="00185DAA"/>
    <w:rsid w:val="0018643F"/>
    <w:rsid w:val="001866AB"/>
    <w:rsid w:val="00186BCD"/>
    <w:rsid w:val="00186EC1"/>
    <w:rsid w:val="001879AB"/>
    <w:rsid w:val="0019092F"/>
    <w:rsid w:val="00190AD9"/>
    <w:rsid w:val="001914BF"/>
    <w:rsid w:val="00191751"/>
    <w:rsid w:val="00191D28"/>
    <w:rsid w:val="00191E1F"/>
    <w:rsid w:val="00193209"/>
    <w:rsid w:val="00193B16"/>
    <w:rsid w:val="00193DD4"/>
    <w:rsid w:val="0019473B"/>
    <w:rsid w:val="001952B1"/>
    <w:rsid w:val="00195569"/>
    <w:rsid w:val="00195E64"/>
    <w:rsid w:val="00196447"/>
    <w:rsid w:val="001964C9"/>
    <w:rsid w:val="00196E39"/>
    <w:rsid w:val="00196E9A"/>
    <w:rsid w:val="00197649"/>
    <w:rsid w:val="00197A56"/>
    <w:rsid w:val="00197CA8"/>
    <w:rsid w:val="001A01FB"/>
    <w:rsid w:val="001A0912"/>
    <w:rsid w:val="001A10E9"/>
    <w:rsid w:val="001A183D"/>
    <w:rsid w:val="001A245B"/>
    <w:rsid w:val="001A2B65"/>
    <w:rsid w:val="001A2D83"/>
    <w:rsid w:val="001A2DBF"/>
    <w:rsid w:val="001A2EDD"/>
    <w:rsid w:val="001A340F"/>
    <w:rsid w:val="001A3CD3"/>
    <w:rsid w:val="001A3E05"/>
    <w:rsid w:val="001A40E8"/>
    <w:rsid w:val="001A48B2"/>
    <w:rsid w:val="001A533A"/>
    <w:rsid w:val="001A5BEF"/>
    <w:rsid w:val="001A6A77"/>
    <w:rsid w:val="001A6B69"/>
    <w:rsid w:val="001A7F15"/>
    <w:rsid w:val="001B0630"/>
    <w:rsid w:val="001B0F2C"/>
    <w:rsid w:val="001B0F80"/>
    <w:rsid w:val="001B1201"/>
    <w:rsid w:val="001B13D4"/>
    <w:rsid w:val="001B19B8"/>
    <w:rsid w:val="001B1E31"/>
    <w:rsid w:val="001B1EAD"/>
    <w:rsid w:val="001B2D4B"/>
    <w:rsid w:val="001B2F1E"/>
    <w:rsid w:val="001B304C"/>
    <w:rsid w:val="001B342E"/>
    <w:rsid w:val="001B4561"/>
    <w:rsid w:val="001B4C9B"/>
    <w:rsid w:val="001B4E12"/>
    <w:rsid w:val="001B4E3E"/>
    <w:rsid w:val="001B54E0"/>
    <w:rsid w:val="001B59F3"/>
    <w:rsid w:val="001B5B82"/>
    <w:rsid w:val="001B5C6D"/>
    <w:rsid w:val="001B6C3F"/>
    <w:rsid w:val="001B6F8B"/>
    <w:rsid w:val="001B71FE"/>
    <w:rsid w:val="001B7D67"/>
    <w:rsid w:val="001C0D4C"/>
    <w:rsid w:val="001C1832"/>
    <w:rsid w:val="001C188C"/>
    <w:rsid w:val="001C2453"/>
    <w:rsid w:val="001C301F"/>
    <w:rsid w:val="001C3075"/>
    <w:rsid w:val="001C3317"/>
    <w:rsid w:val="001C3486"/>
    <w:rsid w:val="001C39D5"/>
    <w:rsid w:val="001C432B"/>
    <w:rsid w:val="001C433C"/>
    <w:rsid w:val="001C439D"/>
    <w:rsid w:val="001C5791"/>
    <w:rsid w:val="001C5908"/>
    <w:rsid w:val="001C5CC9"/>
    <w:rsid w:val="001C67D0"/>
    <w:rsid w:val="001C68EF"/>
    <w:rsid w:val="001C708A"/>
    <w:rsid w:val="001C717D"/>
    <w:rsid w:val="001C7DAB"/>
    <w:rsid w:val="001C7F94"/>
    <w:rsid w:val="001D090C"/>
    <w:rsid w:val="001D0B99"/>
    <w:rsid w:val="001D1783"/>
    <w:rsid w:val="001D18A7"/>
    <w:rsid w:val="001D1C29"/>
    <w:rsid w:val="001D2BBF"/>
    <w:rsid w:val="001D36C4"/>
    <w:rsid w:val="001D5044"/>
    <w:rsid w:val="001D53CD"/>
    <w:rsid w:val="001D540A"/>
    <w:rsid w:val="001D55A3"/>
    <w:rsid w:val="001D57CF"/>
    <w:rsid w:val="001D57F8"/>
    <w:rsid w:val="001D5AF5"/>
    <w:rsid w:val="001D5F38"/>
    <w:rsid w:val="001D6310"/>
    <w:rsid w:val="001D6723"/>
    <w:rsid w:val="001D7D7F"/>
    <w:rsid w:val="001D7DF6"/>
    <w:rsid w:val="001E0545"/>
    <w:rsid w:val="001E08DF"/>
    <w:rsid w:val="001E08E4"/>
    <w:rsid w:val="001E0FDC"/>
    <w:rsid w:val="001E101F"/>
    <w:rsid w:val="001E1D12"/>
    <w:rsid w:val="001E1E73"/>
    <w:rsid w:val="001E28C9"/>
    <w:rsid w:val="001E2AA6"/>
    <w:rsid w:val="001E34BE"/>
    <w:rsid w:val="001E4455"/>
    <w:rsid w:val="001E4488"/>
    <w:rsid w:val="001E4E0C"/>
    <w:rsid w:val="001E526D"/>
    <w:rsid w:val="001E5272"/>
    <w:rsid w:val="001E5444"/>
    <w:rsid w:val="001E5655"/>
    <w:rsid w:val="001E7130"/>
    <w:rsid w:val="001E79C4"/>
    <w:rsid w:val="001F0E6E"/>
    <w:rsid w:val="001F11D6"/>
    <w:rsid w:val="001F1832"/>
    <w:rsid w:val="001F220F"/>
    <w:rsid w:val="001F24C7"/>
    <w:rsid w:val="001F25B3"/>
    <w:rsid w:val="001F34BB"/>
    <w:rsid w:val="001F3FC0"/>
    <w:rsid w:val="001F4AAF"/>
    <w:rsid w:val="001F4D2C"/>
    <w:rsid w:val="001F4F7A"/>
    <w:rsid w:val="001F4FC4"/>
    <w:rsid w:val="001F5219"/>
    <w:rsid w:val="001F57EF"/>
    <w:rsid w:val="001F6081"/>
    <w:rsid w:val="001F6616"/>
    <w:rsid w:val="001F6FE9"/>
    <w:rsid w:val="001F774E"/>
    <w:rsid w:val="001F7820"/>
    <w:rsid w:val="001F7830"/>
    <w:rsid w:val="0020046C"/>
    <w:rsid w:val="0020047A"/>
    <w:rsid w:val="00200C2B"/>
    <w:rsid w:val="00201867"/>
    <w:rsid w:val="00202880"/>
    <w:rsid w:val="00202BD4"/>
    <w:rsid w:val="002031C6"/>
    <w:rsid w:val="0020352F"/>
    <w:rsid w:val="00203874"/>
    <w:rsid w:val="00203BC4"/>
    <w:rsid w:val="00204A97"/>
    <w:rsid w:val="00204AB6"/>
    <w:rsid w:val="00205B16"/>
    <w:rsid w:val="00205B43"/>
    <w:rsid w:val="00205B82"/>
    <w:rsid w:val="002060FC"/>
    <w:rsid w:val="00206E34"/>
    <w:rsid w:val="0020711F"/>
    <w:rsid w:val="00207129"/>
    <w:rsid w:val="002073F0"/>
    <w:rsid w:val="002079EA"/>
    <w:rsid w:val="0021106F"/>
    <w:rsid w:val="002114EF"/>
    <w:rsid w:val="00211689"/>
    <w:rsid w:val="002125C4"/>
    <w:rsid w:val="00212705"/>
    <w:rsid w:val="00212E47"/>
    <w:rsid w:val="0021304E"/>
    <w:rsid w:val="002135BC"/>
    <w:rsid w:val="00213E58"/>
    <w:rsid w:val="002156BF"/>
    <w:rsid w:val="002163BA"/>
    <w:rsid w:val="002166AD"/>
    <w:rsid w:val="002166FB"/>
    <w:rsid w:val="00216AE3"/>
    <w:rsid w:val="00216E46"/>
    <w:rsid w:val="00217871"/>
    <w:rsid w:val="00217E4D"/>
    <w:rsid w:val="00217F6C"/>
    <w:rsid w:val="00220046"/>
    <w:rsid w:val="002208E0"/>
    <w:rsid w:val="00221ED8"/>
    <w:rsid w:val="0022268C"/>
    <w:rsid w:val="00222C1D"/>
    <w:rsid w:val="002231EA"/>
    <w:rsid w:val="00223FDF"/>
    <w:rsid w:val="00224B73"/>
    <w:rsid w:val="002251EF"/>
    <w:rsid w:val="002269D0"/>
    <w:rsid w:val="00226DA0"/>
    <w:rsid w:val="00227744"/>
    <w:rsid w:val="00227957"/>
    <w:rsid w:val="002279C0"/>
    <w:rsid w:val="00227E6C"/>
    <w:rsid w:val="00230775"/>
    <w:rsid w:val="002309D1"/>
    <w:rsid w:val="00231162"/>
    <w:rsid w:val="00232057"/>
    <w:rsid w:val="002332AA"/>
    <w:rsid w:val="002333AF"/>
    <w:rsid w:val="00233672"/>
    <w:rsid w:val="002338BC"/>
    <w:rsid w:val="00233E8A"/>
    <w:rsid w:val="00234696"/>
    <w:rsid w:val="00234EFE"/>
    <w:rsid w:val="00234F00"/>
    <w:rsid w:val="0023517B"/>
    <w:rsid w:val="00235263"/>
    <w:rsid w:val="00235A38"/>
    <w:rsid w:val="0023615A"/>
    <w:rsid w:val="00236958"/>
    <w:rsid w:val="00236B57"/>
    <w:rsid w:val="0023727E"/>
    <w:rsid w:val="0023759C"/>
    <w:rsid w:val="00240E99"/>
    <w:rsid w:val="0024132B"/>
    <w:rsid w:val="00241995"/>
    <w:rsid w:val="00241BB7"/>
    <w:rsid w:val="00241C79"/>
    <w:rsid w:val="00241F3E"/>
    <w:rsid w:val="00242081"/>
    <w:rsid w:val="0024252C"/>
    <w:rsid w:val="002426EF"/>
    <w:rsid w:val="002428BA"/>
    <w:rsid w:val="00242D1F"/>
    <w:rsid w:val="00243777"/>
    <w:rsid w:val="00243F32"/>
    <w:rsid w:val="002441CD"/>
    <w:rsid w:val="00244ABC"/>
    <w:rsid w:val="00245340"/>
    <w:rsid w:val="002456EE"/>
    <w:rsid w:val="00245FC2"/>
    <w:rsid w:val="00246E19"/>
    <w:rsid w:val="00247241"/>
    <w:rsid w:val="00247866"/>
    <w:rsid w:val="002478AC"/>
    <w:rsid w:val="002479FA"/>
    <w:rsid w:val="00247A84"/>
    <w:rsid w:val="00247B82"/>
    <w:rsid w:val="002501A3"/>
    <w:rsid w:val="00250BB7"/>
    <w:rsid w:val="0025166C"/>
    <w:rsid w:val="002529FC"/>
    <w:rsid w:val="002533DC"/>
    <w:rsid w:val="002537C0"/>
    <w:rsid w:val="00253C93"/>
    <w:rsid w:val="00253CFB"/>
    <w:rsid w:val="0025497A"/>
    <w:rsid w:val="00254A4F"/>
    <w:rsid w:val="00254C08"/>
    <w:rsid w:val="00255150"/>
    <w:rsid w:val="002555D4"/>
    <w:rsid w:val="00255B5E"/>
    <w:rsid w:val="002569AB"/>
    <w:rsid w:val="00257836"/>
    <w:rsid w:val="0026061E"/>
    <w:rsid w:val="002610E3"/>
    <w:rsid w:val="00261A16"/>
    <w:rsid w:val="00261AAC"/>
    <w:rsid w:val="00261CDD"/>
    <w:rsid w:val="0026208E"/>
    <w:rsid w:val="0026256D"/>
    <w:rsid w:val="002626F4"/>
    <w:rsid w:val="0026299D"/>
    <w:rsid w:val="00262B07"/>
    <w:rsid w:val="0026337A"/>
    <w:rsid w:val="00263522"/>
    <w:rsid w:val="00263B2F"/>
    <w:rsid w:val="00263BBA"/>
    <w:rsid w:val="00264497"/>
    <w:rsid w:val="002647E4"/>
    <w:rsid w:val="00264840"/>
    <w:rsid w:val="00264B01"/>
    <w:rsid w:val="00264C9B"/>
    <w:rsid w:val="00264EC6"/>
    <w:rsid w:val="00267231"/>
    <w:rsid w:val="00267409"/>
    <w:rsid w:val="00267751"/>
    <w:rsid w:val="00267E7E"/>
    <w:rsid w:val="00270124"/>
    <w:rsid w:val="002701CA"/>
    <w:rsid w:val="00270239"/>
    <w:rsid w:val="00270C35"/>
    <w:rsid w:val="00271013"/>
    <w:rsid w:val="002716DE"/>
    <w:rsid w:val="0027200C"/>
    <w:rsid w:val="002728A2"/>
    <w:rsid w:val="002731B3"/>
    <w:rsid w:val="00273FE4"/>
    <w:rsid w:val="002742B2"/>
    <w:rsid w:val="00274540"/>
    <w:rsid w:val="002746AA"/>
    <w:rsid w:val="0027514B"/>
    <w:rsid w:val="002755FE"/>
    <w:rsid w:val="00275920"/>
    <w:rsid w:val="00275A1F"/>
    <w:rsid w:val="00276599"/>
    <w:rsid w:val="002765B4"/>
    <w:rsid w:val="0027672A"/>
    <w:rsid w:val="00276A94"/>
    <w:rsid w:val="0027702A"/>
    <w:rsid w:val="00280502"/>
    <w:rsid w:val="00280A42"/>
    <w:rsid w:val="00280F80"/>
    <w:rsid w:val="00280F86"/>
    <w:rsid w:val="0028113C"/>
    <w:rsid w:val="00281295"/>
    <w:rsid w:val="0028175F"/>
    <w:rsid w:val="00281C4D"/>
    <w:rsid w:val="00282723"/>
    <w:rsid w:val="00282D4C"/>
    <w:rsid w:val="00282DAC"/>
    <w:rsid w:val="0028440F"/>
    <w:rsid w:val="00284415"/>
    <w:rsid w:val="00284816"/>
    <w:rsid w:val="00284BCF"/>
    <w:rsid w:val="00284C33"/>
    <w:rsid w:val="00284FCC"/>
    <w:rsid w:val="00285036"/>
    <w:rsid w:val="002852EE"/>
    <w:rsid w:val="002863EC"/>
    <w:rsid w:val="00287409"/>
    <w:rsid w:val="0028783F"/>
    <w:rsid w:val="00291AC0"/>
    <w:rsid w:val="00292868"/>
    <w:rsid w:val="002929AA"/>
    <w:rsid w:val="00292BBC"/>
    <w:rsid w:val="002937A9"/>
    <w:rsid w:val="0029405D"/>
    <w:rsid w:val="00294BCB"/>
    <w:rsid w:val="00294E0D"/>
    <w:rsid w:val="00294FA6"/>
    <w:rsid w:val="00294FE5"/>
    <w:rsid w:val="002956D5"/>
    <w:rsid w:val="00295A6F"/>
    <w:rsid w:val="00296C06"/>
    <w:rsid w:val="002973C4"/>
    <w:rsid w:val="00297B0B"/>
    <w:rsid w:val="002A0CED"/>
    <w:rsid w:val="002A14F0"/>
    <w:rsid w:val="002A1DAD"/>
    <w:rsid w:val="002A20C4"/>
    <w:rsid w:val="002A2C60"/>
    <w:rsid w:val="002A2CCD"/>
    <w:rsid w:val="002A2E9D"/>
    <w:rsid w:val="002A30D9"/>
    <w:rsid w:val="002A43C6"/>
    <w:rsid w:val="002A4B7C"/>
    <w:rsid w:val="002A4F22"/>
    <w:rsid w:val="002A505A"/>
    <w:rsid w:val="002A55D4"/>
    <w:rsid w:val="002A570F"/>
    <w:rsid w:val="002A6332"/>
    <w:rsid w:val="002A6468"/>
    <w:rsid w:val="002A67CB"/>
    <w:rsid w:val="002A695F"/>
    <w:rsid w:val="002A6F45"/>
    <w:rsid w:val="002A7292"/>
    <w:rsid w:val="002A7358"/>
    <w:rsid w:val="002A7902"/>
    <w:rsid w:val="002B00D3"/>
    <w:rsid w:val="002B037B"/>
    <w:rsid w:val="002B0F6B"/>
    <w:rsid w:val="002B1299"/>
    <w:rsid w:val="002B225D"/>
    <w:rsid w:val="002B23B2"/>
    <w:rsid w:val="002B23B8"/>
    <w:rsid w:val="002B4429"/>
    <w:rsid w:val="002B47A5"/>
    <w:rsid w:val="002B4909"/>
    <w:rsid w:val="002B4BD4"/>
    <w:rsid w:val="002B5445"/>
    <w:rsid w:val="002B5683"/>
    <w:rsid w:val="002B5C4A"/>
    <w:rsid w:val="002B5E43"/>
    <w:rsid w:val="002B68A6"/>
    <w:rsid w:val="002B7FAF"/>
    <w:rsid w:val="002C0F18"/>
    <w:rsid w:val="002C2367"/>
    <w:rsid w:val="002C23A2"/>
    <w:rsid w:val="002C2B16"/>
    <w:rsid w:val="002C3108"/>
    <w:rsid w:val="002C33CB"/>
    <w:rsid w:val="002C362B"/>
    <w:rsid w:val="002C4DB7"/>
    <w:rsid w:val="002C4ECD"/>
    <w:rsid w:val="002C618C"/>
    <w:rsid w:val="002C657D"/>
    <w:rsid w:val="002C6947"/>
    <w:rsid w:val="002C6F50"/>
    <w:rsid w:val="002D02F9"/>
    <w:rsid w:val="002D0C4F"/>
    <w:rsid w:val="002D0DE7"/>
    <w:rsid w:val="002D1364"/>
    <w:rsid w:val="002D1465"/>
    <w:rsid w:val="002D170E"/>
    <w:rsid w:val="002D1FEF"/>
    <w:rsid w:val="002D2C10"/>
    <w:rsid w:val="002D3541"/>
    <w:rsid w:val="002D3A7F"/>
    <w:rsid w:val="002D3B94"/>
    <w:rsid w:val="002D40BE"/>
    <w:rsid w:val="002D4864"/>
    <w:rsid w:val="002D4D30"/>
    <w:rsid w:val="002D5000"/>
    <w:rsid w:val="002D5025"/>
    <w:rsid w:val="002D598D"/>
    <w:rsid w:val="002D67EA"/>
    <w:rsid w:val="002D7188"/>
    <w:rsid w:val="002D79F6"/>
    <w:rsid w:val="002E133F"/>
    <w:rsid w:val="002E15EF"/>
    <w:rsid w:val="002E163F"/>
    <w:rsid w:val="002E182F"/>
    <w:rsid w:val="002E189D"/>
    <w:rsid w:val="002E1DE3"/>
    <w:rsid w:val="002E27B2"/>
    <w:rsid w:val="002E2833"/>
    <w:rsid w:val="002E2AB6"/>
    <w:rsid w:val="002E2C04"/>
    <w:rsid w:val="002E30C8"/>
    <w:rsid w:val="002E34AB"/>
    <w:rsid w:val="002E39CF"/>
    <w:rsid w:val="002E3A75"/>
    <w:rsid w:val="002E3F34"/>
    <w:rsid w:val="002E4556"/>
    <w:rsid w:val="002E4BA8"/>
    <w:rsid w:val="002E4D87"/>
    <w:rsid w:val="002E5882"/>
    <w:rsid w:val="002E5F6E"/>
    <w:rsid w:val="002E5F79"/>
    <w:rsid w:val="002E5F9A"/>
    <w:rsid w:val="002E5FD5"/>
    <w:rsid w:val="002E64FA"/>
    <w:rsid w:val="002E6965"/>
    <w:rsid w:val="002E7889"/>
    <w:rsid w:val="002F02A7"/>
    <w:rsid w:val="002F0A00"/>
    <w:rsid w:val="002F0CFA"/>
    <w:rsid w:val="002F1BEF"/>
    <w:rsid w:val="002F1F11"/>
    <w:rsid w:val="002F283F"/>
    <w:rsid w:val="002F2BBD"/>
    <w:rsid w:val="002F34E5"/>
    <w:rsid w:val="002F4251"/>
    <w:rsid w:val="002F4398"/>
    <w:rsid w:val="002F4620"/>
    <w:rsid w:val="002F54E2"/>
    <w:rsid w:val="002F61C4"/>
    <w:rsid w:val="002F669F"/>
    <w:rsid w:val="002F768F"/>
    <w:rsid w:val="002F7D77"/>
    <w:rsid w:val="00300428"/>
    <w:rsid w:val="003009E7"/>
    <w:rsid w:val="00300A9B"/>
    <w:rsid w:val="00300C40"/>
    <w:rsid w:val="00300FD5"/>
    <w:rsid w:val="00301367"/>
    <w:rsid w:val="00301C97"/>
    <w:rsid w:val="003021DF"/>
    <w:rsid w:val="00302489"/>
    <w:rsid w:val="003027F8"/>
    <w:rsid w:val="00302C5F"/>
    <w:rsid w:val="00302F41"/>
    <w:rsid w:val="0030331B"/>
    <w:rsid w:val="00303532"/>
    <w:rsid w:val="00303A59"/>
    <w:rsid w:val="00303DE4"/>
    <w:rsid w:val="00304209"/>
    <w:rsid w:val="00305CA2"/>
    <w:rsid w:val="00305FCA"/>
    <w:rsid w:val="003074AF"/>
    <w:rsid w:val="003079F7"/>
    <w:rsid w:val="0031004C"/>
    <w:rsid w:val="003105F6"/>
    <w:rsid w:val="00311297"/>
    <w:rsid w:val="003113BE"/>
    <w:rsid w:val="003114E3"/>
    <w:rsid w:val="003118C6"/>
    <w:rsid w:val="00311AEB"/>
    <w:rsid w:val="00311ECF"/>
    <w:rsid w:val="003122CA"/>
    <w:rsid w:val="0031271A"/>
    <w:rsid w:val="0031295C"/>
    <w:rsid w:val="00313F9C"/>
    <w:rsid w:val="003148FD"/>
    <w:rsid w:val="00314D2D"/>
    <w:rsid w:val="00315B8D"/>
    <w:rsid w:val="00316597"/>
    <w:rsid w:val="0031689A"/>
    <w:rsid w:val="003176DF"/>
    <w:rsid w:val="0031773F"/>
    <w:rsid w:val="00317955"/>
    <w:rsid w:val="003205E1"/>
    <w:rsid w:val="00321080"/>
    <w:rsid w:val="003211A9"/>
    <w:rsid w:val="00321A24"/>
    <w:rsid w:val="00321B18"/>
    <w:rsid w:val="00321D03"/>
    <w:rsid w:val="00322397"/>
    <w:rsid w:val="003227D1"/>
    <w:rsid w:val="00322D45"/>
    <w:rsid w:val="00322DD9"/>
    <w:rsid w:val="00323044"/>
    <w:rsid w:val="00323096"/>
    <w:rsid w:val="003230D8"/>
    <w:rsid w:val="00324283"/>
    <w:rsid w:val="0032463A"/>
    <w:rsid w:val="0032569A"/>
    <w:rsid w:val="00325A1F"/>
    <w:rsid w:val="00325E7F"/>
    <w:rsid w:val="00326624"/>
    <w:rsid w:val="00326774"/>
    <w:rsid w:val="003268F9"/>
    <w:rsid w:val="00326C11"/>
    <w:rsid w:val="003270AB"/>
    <w:rsid w:val="003274B5"/>
    <w:rsid w:val="00327815"/>
    <w:rsid w:val="00327866"/>
    <w:rsid w:val="0033008A"/>
    <w:rsid w:val="00330333"/>
    <w:rsid w:val="00330845"/>
    <w:rsid w:val="00330AE8"/>
    <w:rsid w:val="00330BAF"/>
    <w:rsid w:val="00330D4A"/>
    <w:rsid w:val="003311D2"/>
    <w:rsid w:val="0033171E"/>
    <w:rsid w:val="00332D48"/>
    <w:rsid w:val="00332EA3"/>
    <w:rsid w:val="00334E3A"/>
    <w:rsid w:val="003350C3"/>
    <w:rsid w:val="003353EE"/>
    <w:rsid w:val="00335C6B"/>
    <w:rsid w:val="003361DD"/>
    <w:rsid w:val="00336451"/>
    <w:rsid w:val="00336A22"/>
    <w:rsid w:val="0033776E"/>
    <w:rsid w:val="003403EE"/>
    <w:rsid w:val="0034108A"/>
    <w:rsid w:val="0034126B"/>
    <w:rsid w:val="003417A4"/>
    <w:rsid w:val="00341A6A"/>
    <w:rsid w:val="00341C37"/>
    <w:rsid w:val="003432F5"/>
    <w:rsid w:val="00343D90"/>
    <w:rsid w:val="003441CA"/>
    <w:rsid w:val="0034424F"/>
    <w:rsid w:val="003443B4"/>
    <w:rsid w:val="00345026"/>
    <w:rsid w:val="0034516F"/>
    <w:rsid w:val="003455EA"/>
    <w:rsid w:val="00345B9C"/>
    <w:rsid w:val="00345EBB"/>
    <w:rsid w:val="003461A8"/>
    <w:rsid w:val="003465CD"/>
    <w:rsid w:val="003466C4"/>
    <w:rsid w:val="00346CBB"/>
    <w:rsid w:val="0034729B"/>
    <w:rsid w:val="003476F6"/>
    <w:rsid w:val="00347857"/>
    <w:rsid w:val="00347A3B"/>
    <w:rsid w:val="0035079A"/>
    <w:rsid w:val="00350876"/>
    <w:rsid w:val="00351122"/>
    <w:rsid w:val="00351839"/>
    <w:rsid w:val="00351A31"/>
    <w:rsid w:val="00352AC8"/>
    <w:rsid w:val="00352DAE"/>
    <w:rsid w:val="0035350F"/>
    <w:rsid w:val="00353560"/>
    <w:rsid w:val="00354A44"/>
    <w:rsid w:val="00354EB9"/>
    <w:rsid w:val="00355567"/>
    <w:rsid w:val="00355B9E"/>
    <w:rsid w:val="00355D09"/>
    <w:rsid w:val="0035670E"/>
    <w:rsid w:val="00356BA7"/>
    <w:rsid w:val="00357F7B"/>
    <w:rsid w:val="00357FCB"/>
    <w:rsid w:val="003602AE"/>
    <w:rsid w:val="003602C2"/>
    <w:rsid w:val="003608AA"/>
    <w:rsid w:val="00360929"/>
    <w:rsid w:val="00360C00"/>
    <w:rsid w:val="0036103E"/>
    <w:rsid w:val="0036112B"/>
    <w:rsid w:val="00361605"/>
    <w:rsid w:val="0036299F"/>
    <w:rsid w:val="00362C7F"/>
    <w:rsid w:val="00362F14"/>
    <w:rsid w:val="003630F2"/>
    <w:rsid w:val="0036359D"/>
    <w:rsid w:val="00363E62"/>
    <w:rsid w:val="003643A1"/>
    <w:rsid w:val="003647D5"/>
    <w:rsid w:val="00365522"/>
    <w:rsid w:val="00365834"/>
    <w:rsid w:val="00365C66"/>
    <w:rsid w:val="0036629F"/>
    <w:rsid w:val="00366732"/>
    <w:rsid w:val="00366DEB"/>
    <w:rsid w:val="00367203"/>
    <w:rsid w:val="00367418"/>
    <w:rsid w:val="003674B0"/>
    <w:rsid w:val="00370D36"/>
    <w:rsid w:val="003712AC"/>
    <w:rsid w:val="003715A6"/>
    <w:rsid w:val="00371762"/>
    <w:rsid w:val="00372181"/>
    <w:rsid w:val="00372B15"/>
    <w:rsid w:val="00373181"/>
    <w:rsid w:val="003737E5"/>
    <w:rsid w:val="0037421C"/>
    <w:rsid w:val="0037552E"/>
    <w:rsid w:val="003757AB"/>
    <w:rsid w:val="00376197"/>
    <w:rsid w:val="00376401"/>
    <w:rsid w:val="003764B4"/>
    <w:rsid w:val="0037652B"/>
    <w:rsid w:val="00376877"/>
    <w:rsid w:val="00376AC1"/>
    <w:rsid w:val="00376F07"/>
    <w:rsid w:val="0037727C"/>
    <w:rsid w:val="00377794"/>
    <w:rsid w:val="00377B31"/>
    <w:rsid w:val="00377D36"/>
    <w:rsid w:val="00377E70"/>
    <w:rsid w:val="00377FE2"/>
    <w:rsid w:val="003800CF"/>
    <w:rsid w:val="003805EF"/>
    <w:rsid w:val="0038074A"/>
    <w:rsid w:val="00380904"/>
    <w:rsid w:val="00381498"/>
    <w:rsid w:val="00381897"/>
    <w:rsid w:val="00381CA4"/>
    <w:rsid w:val="00381CC2"/>
    <w:rsid w:val="003823BC"/>
    <w:rsid w:val="003823EE"/>
    <w:rsid w:val="00382960"/>
    <w:rsid w:val="00383FC0"/>
    <w:rsid w:val="003843A5"/>
    <w:rsid w:val="00384491"/>
    <w:rsid w:val="003846F7"/>
    <w:rsid w:val="003851ED"/>
    <w:rsid w:val="0038529C"/>
    <w:rsid w:val="00385A46"/>
    <w:rsid w:val="00385B39"/>
    <w:rsid w:val="00386785"/>
    <w:rsid w:val="00386B3A"/>
    <w:rsid w:val="00386F14"/>
    <w:rsid w:val="00387283"/>
    <w:rsid w:val="0038791F"/>
    <w:rsid w:val="0038793A"/>
    <w:rsid w:val="00387C3B"/>
    <w:rsid w:val="00390003"/>
    <w:rsid w:val="003902A9"/>
    <w:rsid w:val="00390742"/>
    <w:rsid w:val="00390891"/>
    <w:rsid w:val="00390E89"/>
    <w:rsid w:val="00391B1A"/>
    <w:rsid w:val="00392588"/>
    <w:rsid w:val="00392864"/>
    <w:rsid w:val="003929FB"/>
    <w:rsid w:val="00393105"/>
    <w:rsid w:val="00394222"/>
    <w:rsid w:val="00394423"/>
    <w:rsid w:val="003955AE"/>
    <w:rsid w:val="00395F08"/>
    <w:rsid w:val="0039628D"/>
    <w:rsid w:val="00396437"/>
    <w:rsid w:val="0039657E"/>
    <w:rsid w:val="003966F9"/>
    <w:rsid w:val="00396942"/>
    <w:rsid w:val="003969EE"/>
    <w:rsid w:val="00396B49"/>
    <w:rsid w:val="00396CC5"/>
    <w:rsid w:val="00396E3E"/>
    <w:rsid w:val="0039701C"/>
    <w:rsid w:val="0039727C"/>
    <w:rsid w:val="003A01CB"/>
    <w:rsid w:val="003A0439"/>
    <w:rsid w:val="003A1B4F"/>
    <w:rsid w:val="003A306E"/>
    <w:rsid w:val="003A32D7"/>
    <w:rsid w:val="003A40A9"/>
    <w:rsid w:val="003A413F"/>
    <w:rsid w:val="003A4625"/>
    <w:rsid w:val="003A4650"/>
    <w:rsid w:val="003A4C77"/>
    <w:rsid w:val="003A4EC0"/>
    <w:rsid w:val="003A535F"/>
    <w:rsid w:val="003A55E2"/>
    <w:rsid w:val="003A5C71"/>
    <w:rsid w:val="003A60DC"/>
    <w:rsid w:val="003A686B"/>
    <w:rsid w:val="003A6A46"/>
    <w:rsid w:val="003A78E1"/>
    <w:rsid w:val="003A7A63"/>
    <w:rsid w:val="003B000C"/>
    <w:rsid w:val="003B0144"/>
    <w:rsid w:val="003B0251"/>
    <w:rsid w:val="003B06B4"/>
    <w:rsid w:val="003B07B9"/>
    <w:rsid w:val="003B0F1D"/>
    <w:rsid w:val="003B3459"/>
    <w:rsid w:val="003B440F"/>
    <w:rsid w:val="003B4A57"/>
    <w:rsid w:val="003B56AA"/>
    <w:rsid w:val="003B6B54"/>
    <w:rsid w:val="003B6FF1"/>
    <w:rsid w:val="003B72F2"/>
    <w:rsid w:val="003B78DA"/>
    <w:rsid w:val="003B7D8F"/>
    <w:rsid w:val="003C0295"/>
    <w:rsid w:val="003C0AD9"/>
    <w:rsid w:val="003C0B4C"/>
    <w:rsid w:val="003C0E3C"/>
    <w:rsid w:val="003C0ED0"/>
    <w:rsid w:val="003C1415"/>
    <w:rsid w:val="003C14C2"/>
    <w:rsid w:val="003C1707"/>
    <w:rsid w:val="003C1897"/>
    <w:rsid w:val="003C1D49"/>
    <w:rsid w:val="003C213A"/>
    <w:rsid w:val="003C2183"/>
    <w:rsid w:val="003C2EB8"/>
    <w:rsid w:val="003C35C4"/>
    <w:rsid w:val="003C3AFB"/>
    <w:rsid w:val="003C3D85"/>
    <w:rsid w:val="003C40DF"/>
    <w:rsid w:val="003C4356"/>
    <w:rsid w:val="003C44F3"/>
    <w:rsid w:val="003C57BB"/>
    <w:rsid w:val="003C60F6"/>
    <w:rsid w:val="003C7841"/>
    <w:rsid w:val="003D1127"/>
    <w:rsid w:val="003D12C2"/>
    <w:rsid w:val="003D147C"/>
    <w:rsid w:val="003D15A5"/>
    <w:rsid w:val="003D279D"/>
    <w:rsid w:val="003D31B9"/>
    <w:rsid w:val="003D3211"/>
    <w:rsid w:val="003D3474"/>
    <w:rsid w:val="003D3734"/>
    <w:rsid w:val="003D3867"/>
    <w:rsid w:val="003D4C8F"/>
    <w:rsid w:val="003D4F5E"/>
    <w:rsid w:val="003D57A6"/>
    <w:rsid w:val="003D5EA0"/>
    <w:rsid w:val="003D646D"/>
    <w:rsid w:val="003D73E0"/>
    <w:rsid w:val="003D74EF"/>
    <w:rsid w:val="003D7958"/>
    <w:rsid w:val="003E0D1A"/>
    <w:rsid w:val="003E2449"/>
    <w:rsid w:val="003E2C2D"/>
    <w:rsid w:val="003E2DA3"/>
    <w:rsid w:val="003E3143"/>
    <w:rsid w:val="003E43AB"/>
    <w:rsid w:val="003E451B"/>
    <w:rsid w:val="003E4BC2"/>
    <w:rsid w:val="003E4C16"/>
    <w:rsid w:val="003E4DE0"/>
    <w:rsid w:val="003E5761"/>
    <w:rsid w:val="003E5D80"/>
    <w:rsid w:val="003E618D"/>
    <w:rsid w:val="003E658D"/>
    <w:rsid w:val="003E664B"/>
    <w:rsid w:val="003E69FB"/>
    <w:rsid w:val="003E6E7E"/>
    <w:rsid w:val="003E74DB"/>
    <w:rsid w:val="003E7A62"/>
    <w:rsid w:val="003E7EB7"/>
    <w:rsid w:val="003F020D"/>
    <w:rsid w:val="003F03D9"/>
    <w:rsid w:val="003F1017"/>
    <w:rsid w:val="003F1B70"/>
    <w:rsid w:val="003F226D"/>
    <w:rsid w:val="003F267F"/>
    <w:rsid w:val="003F2FBE"/>
    <w:rsid w:val="003F318D"/>
    <w:rsid w:val="003F5A6E"/>
    <w:rsid w:val="003F5B8A"/>
    <w:rsid w:val="003F5BAE"/>
    <w:rsid w:val="003F613C"/>
    <w:rsid w:val="003F61CC"/>
    <w:rsid w:val="003F6B9D"/>
    <w:rsid w:val="003F6ED7"/>
    <w:rsid w:val="0040059F"/>
    <w:rsid w:val="00400725"/>
    <w:rsid w:val="00400BA2"/>
    <w:rsid w:val="004015B0"/>
    <w:rsid w:val="00401C84"/>
    <w:rsid w:val="00403210"/>
    <w:rsid w:val="004035BB"/>
    <w:rsid w:val="004035EB"/>
    <w:rsid w:val="00403926"/>
    <w:rsid w:val="00403E7E"/>
    <w:rsid w:val="00403F3C"/>
    <w:rsid w:val="004043B3"/>
    <w:rsid w:val="004048DC"/>
    <w:rsid w:val="00404AD9"/>
    <w:rsid w:val="00404F0E"/>
    <w:rsid w:val="00405292"/>
    <w:rsid w:val="00405535"/>
    <w:rsid w:val="00405A8C"/>
    <w:rsid w:val="00406899"/>
    <w:rsid w:val="00406A75"/>
    <w:rsid w:val="00406D3E"/>
    <w:rsid w:val="004072BC"/>
    <w:rsid w:val="00407332"/>
    <w:rsid w:val="004074A3"/>
    <w:rsid w:val="00407828"/>
    <w:rsid w:val="00407D71"/>
    <w:rsid w:val="004100DA"/>
    <w:rsid w:val="0041042D"/>
    <w:rsid w:val="004109D5"/>
    <w:rsid w:val="00411736"/>
    <w:rsid w:val="0041173C"/>
    <w:rsid w:val="004128B4"/>
    <w:rsid w:val="00412AD0"/>
    <w:rsid w:val="00413D8E"/>
    <w:rsid w:val="00413D9A"/>
    <w:rsid w:val="004140F2"/>
    <w:rsid w:val="00414184"/>
    <w:rsid w:val="0041545E"/>
    <w:rsid w:val="004154C3"/>
    <w:rsid w:val="0041566E"/>
    <w:rsid w:val="00415AFC"/>
    <w:rsid w:val="00415DCB"/>
    <w:rsid w:val="00416A14"/>
    <w:rsid w:val="004177DC"/>
    <w:rsid w:val="004178FF"/>
    <w:rsid w:val="00417B22"/>
    <w:rsid w:val="00417B6F"/>
    <w:rsid w:val="004200AA"/>
    <w:rsid w:val="00420D85"/>
    <w:rsid w:val="00421085"/>
    <w:rsid w:val="004213DC"/>
    <w:rsid w:val="0042192C"/>
    <w:rsid w:val="0042248A"/>
    <w:rsid w:val="00424107"/>
    <w:rsid w:val="0042465E"/>
    <w:rsid w:val="00424BF1"/>
    <w:rsid w:val="00424D92"/>
    <w:rsid w:val="00424DF7"/>
    <w:rsid w:val="00424F8F"/>
    <w:rsid w:val="00425658"/>
    <w:rsid w:val="0042646C"/>
    <w:rsid w:val="00426B53"/>
    <w:rsid w:val="00426BCF"/>
    <w:rsid w:val="00426E44"/>
    <w:rsid w:val="00426F0D"/>
    <w:rsid w:val="0043061D"/>
    <w:rsid w:val="0043079F"/>
    <w:rsid w:val="00430C6E"/>
    <w:rsid w:val="00430D4C"/>
    <w:rsid w:val="00430E9E"/>
    <w:rsid w:val="00431AE1"/>
    <w:rsid w:val="00432B76"/>
    <w:rsid w:val="00432DDE"/>
    <w:rsid w:val="0043317B"/>
    <w:rsid w:val="00433833"/>
    <w:rsid w:val="00433EF4"/>
    <w:rsid w:val="004348DE"/>
    <w:rsid w:val="00434D01"/>
    <w:rsid w:val="00435560"/>
    <w:rsid w:val="004356BE"/>
    <w:rsid w:val="00435D26"/>
    <w:rsid w:val="00435E79"/>
    <w:rsid w:val="00436B56"/>
    <w:rsid w:val="00436C11"/>
    <w:rsid w:val="00436F50"/>
    <w:rsid w:val="004376D0"/>
    <w:rsid w:val="00440C99"/>
    <w:rsid w:val="00440F5D"/>
    <w:rsid w:val="00441063"/>
    <w:rsid w:val="0044175C"/>
    <w:rsid w:val="00441B9D"/>
    <w:rsid w:val="004421EA"/>
    <w:rsid w:val="004423F2"/>
    <w:rsid w:val="00442473"/>
    <w:rsid w:val="004430BD"/>
    <w:rsid w:val="00443264"/>
    <w:rsid w:val="004435E7"/>
    <w:rsid w:val="004445EE"/>
    <w:rsid w:val="004446DF"/>
    <w:rsid w:val="00445EEB"/>
    <w:rsid w:val="00445F4D"/>
    <w:rsid w:val="00446CB5"/>
    <w:rsid w:val="00450153"/>
    <w:rsid w:val="004501BD"/>
    <w:rsid w:val="004504C0"/>
    <w:rsid w:val="00451680"/>
    <w:rsid w:val="00451784"/>
    <w:rsid w:val="004518D5"/>
    <w:rsid w:val="00451B15"/>
    <w:rsid w:val="00452D27"/>
    <w:rsid w:val="00452F17"/>
    <w:rsid w:val="00453037"/>
    <w:rsid w:val="00453A1F"/>
    <w:rsid w:val="00453B64"/>
    <w:rsid w:val="00454550"/>
    <w:rsid w:val="00454631"/>
    <w:rsid w:val="00454A1A"/>
    <w:rsid w:val="004550FB"/>
    <w:rsid w:val="004555D4"/>
    <w:rsid w:val="00455615"/>
    <w:rsid w:val="00455E20"/>
    <w:rsid w:val="0045672B"/>
    <w:rsid w:val="004568CE"/>
    <w:rsid w:val="00456A3D"/>
    <w:rsid w:val="00457969"/>
    <w:rsid w:val="00457DAD"/>
    <w:rsid w:val="00457F2E"/>
    <w:rsid w:val="004602E7"/>
    <w:rsid w:val="00460651"/>
    <w:rsid w:val="004610AD"/>
    <w:rsid w:val="0046111A"/>
    <w:rsid w:val="00462946"/>
    <w:rsid w:val="0046333E"/>
    <w:rsid w:val="00463F43"/>
    <w:rsid w:val="004641D2"/>
    <w:rsid w:val="00464794"/>
    <w:rsid w:val="0046496B"/>
    <w:rsid w:val="00464B94"/>
    <w:rsid w:val="004653A8"/>
    <w:rsid w:val="00465A0B"/>
    <w:rsid w:val="004664E6"/>
    <w:rsid w:val="004671B7"/>
    <w:rsid w:val="004675F9"/>
    <w:rsid w:val="004676F5"/>
    <w:rsid w:val="00467D4C"/>
    <w:rsid w:val="00470092"/>
    <w:rsid w:val="0047077C"/>
    <w:rsid w:val="00470B05"/>
    <w:rsid w:val="00470FC8"/>
    <w:rsid w:val="00471051"/>
    <w:rsid w:val="00471303"/>
    <w:rsid w:val="0047207C"/>
    <w:rsid w:val="004725C7"/>
    <w:rsid w:val="00472B13"/>
    <w:rsid w:val="00472C4D"/>
    <w:rsid w:val="00472CD6"/>
    <w:rsid w:val="004736CA"/>
    <w:rsid w:val="00474E3C"/>
    <w:rsid w:val="00475EA0"/>
    <w:rsid w:val="00475F10"/>
    <w:rsid w:val="00477263"/>
    <w:rsid w:val="00477645"/>
    <w:rsid w:val="00480176"/>
    <w:rsid w:val="00480A58"/>
    <w:rsid w:val="0048174B"/>
    <w:rsid w:val="00481892"/>
    <w:rsid w:val="00482099"/>
    <w:rsid w:val="00482151"/>
    <w:rsid w:val="00482516"/>
    <w:rsid w:val="00482634"/>
    <w:rsid w:val="004829E7"/>
    <w:rsid w:val="00482AFE"/>
    <w:rsid w:val="00482D9B"/>
    <w:rsid w:val="00485F72"/>
    <w:rsid w:val="00485FAD"/>
    <w:rsid w:val="0048641E"/>
    <w:rsid w:val="004875EB"/>
    <w:rsid w:val="00487AED"/>
    <w:rsid w:val="0049070F"/>
    <w:rsid w:val="00491283"/>
    <w:rsid w:val="00491A73"/>
    <w:rsid w:val="00491EDF"/>
    <w:rsid w:val="00492A3F"/>
    <w:rsid w:val="00493936"/>
    <w:rsid w:val="00493B15"/>
    <w:rsid w:val="00493BBE"/>
    <w:rsid w:val="00494506"/>
    <w:rsid w:val="004946A3"/>
    <w:rsid w:val="00494984"/>
    <w:rsid w:val="00494E31"/>
    <w:rsid w:val="00494F62"/>
    <w:rsid w:val="00495D82"/>
    <w:rsid w:val="00495DCC"/>
    <w:rsid w:val="00497460"/>
    <w:rsid w:val="00497B6E"/>
    <w:rsid w:val="004A0B48"/>
    <w:rsid w:val="004A12A4"/>
    <w:rsid w:val="004A1440"/>
    <w:rsid w:val="004A2001"/>
    <w:rsid w:val="004A213A"/>
    <w:rsid w:val="004A27DD"/>
    <w:rsid w:val="004A3590"/>
    <w:rsid w:val="004A3993"/>
    <w:rsid w:val="004A447D"/>
    <w:rsid w:val="004A4570"/>
    <w:rsid w:val="004A484D"/>
    <w:rsid w:val="004A4A84"/>
    <w:rsid w:val="004A4BC5"/>
    <w:rsid w:val="004A59A1"/>
    <w:rsid w:val="004A5AA4"/>
    <w:rsid w:val="004A6329"/>
    <w:rsid w:val="004A6523"/>
    <w:rsid w:val="004A6629"/>
    <w:rsid w:val="004A790F"/>
    <w:rsid w:val="004B00A7"/>
    <w:rsid w:val="004B0223"/>
    <w:rsid w:val="004B03CE"/>
    <w:rsid w:val="004B0F87"/>
    <w:rsid w:val="004B14F7"/>
    <w:rsid w:val="004B1BE1"/>
    <w:rsid w:val="004B22D2"/>
    <w:rsid w:val="004B25E2"/>
    <w:rsid w:val="004B2810"/>
    <w:rsid w:val="004B34D7"/>
    <w:rsid w:val="004B400E"/>
    <w:rsid w:val="004B4070"/>
    <w:rsid w:val="004B462F"/>
    <w:rsid w:val="004B5037"/>
    <w:rsid w:val="004B5260"/>
    <w:rsid w:val="004B5B2F"/>
    <w:rsid w:val="004B626A"/>
    <w:rsid w:val="004B660E"/>
    <w:rsid w:val="004B7098"/>
    <w:rsid w:val="004B7B59"/>
    <w:rsid w:val="004B7D46"/>
    <w:rsid w:val="004B7E6A"/>
    <w:rsid w:val="004C018F"/>
    <w:rsid w:val="004C05BD"/>
    <w:rsid w:val="004C0CE0"/>
    <w:rsid w:val="004C1BC5"/>
    <w:rsid w:val="004C227A"/>
    <w:rsid w:val="004C23B8"/>
    <w:rsid w:val="004C25CD"/>
    <w:rsid w:val="004C2A54"/>
    <w:rsid w:val="004C2B5D"/>
    <w:rsid w:val="004C2B5E"/>
    <w:rsid w:val="004C3193"/>
    <w:rsid w:val="004C326F"/>
    <w:rsid w:val="004C330C"/>
    <w:rsid w:val="004C3A72"/>
    <w:rsid w:val="004C3B06"/>
    <w:rsid w:val="004C3E30"/>
    <w:rsid w:val="004C3F97"/>
    <w:rsid w:val="004C615D"/>
    <w:rsid w:val="004C638D"/>
    <w:rsid w:val="004C7EE7"/>
    <w:rsid w:val="004D06DC"/>
    <w:rsid w:val="004D1CA8"/>
    <w:rsid w:val="004D2ACB"/>
    <w:rsid w:val="004D2DEE"/>
    <w:rsid w:val="004D2E1F"/>
    <w:rsid w:val="004D39D1"/>
    <w:rsid w:val="004D3AF8"/>
    <w:rsid w:val="004D3E29"/>
    <w:rsid w:val="004D5AAC"/>
    <w:rsid w:val="004D7250"/>
    <w:rsid w:val="004D75AE"/>
    <w:rsid w:val="004D7846"/>
    <w:rsid w:val="004D7A77"/>
    <w:rsid w:val="004D7FD9"/>
    <w:rsid w:val="004E02E2"/>
    <w:rsid w:val="004E0F46"/>
    <w:rsid w:val="004E1324"/>
    <w:rsid w:val="004E14A1"/>
    <w:rsid w:val="004E19A5"/>
    <w:rsid w:val="004E1F6F"/>
    <w:rsid w:val="004E28CE"/>
    <w:rsid w:val="004E2F33"/>
    <w:rsid w:val="004E317C"/>
    <w:rsid w:val="004E37E5"/>
    <w:rsid w:val="004E3FDB"/>
    <w:rsid w:val="004E43BA"/>
    <w:rsid w:val="004E4E0A"/>
    <w:rsid w:val="004E4E49"/>
    <w:rsid w:val="004E54CF"/>
    <w:rsid w:val="004E56A7"/>
    <w:rsid w:val="004E5937"/>
    <w:rsid w:val="004E5CF1"/>
    <w:rsid w:val="004E5DAB"/>
    <w:rsid w:val="004E6105"/>
    <w:rsid w:val="004E6638"/>
    <w:rsid w:val="004E6A6D"/>
    <w:rsid w:val="004E789F"/>
    <w:rsid w:val="004F03D1"/>
    <w:rsid w:val="004F0911"/>
    <w:rsid w:val="004F09C4"/>
    <w:rsid w:val="004F1113"/>
    <w:rsid w:val="004F16B7"/>
    <w:rsid w:val="004F1875"/>
    <w:rsid w:val="004F1D07"/>
    <w:rsid w:val="004F1F4A"/>
    <w:rsid w:val="004F296D"/>
    <w:rsid w:val="004F30FB"/>
    <w:rsid w:val="004F3209"/>
    <w:rsid w:val="004F3BD0"/>
    <w:rsid w:val="004F4D42"/>
    <w:rsid w:val="004F4D61"/>
    <w:rsid w:val="004F508B"/>
    <w:rsid w:val="004F5F47"/>
    <w:rsid w:val="004F695F"/>
    <w:rsid w:val="004F6CA4"/>
    <w:rsid w:val="004F6D13"/>
    <w:rsid w:val="004F6F44"/>
    <w:rsid w:val="004F711A"/>
    <w:rsid w:val="004F75E0"/>
    <w:rsid w:val="004F7D59"/>
    <w:rsid w:val="00500752"/>
    <w:rsid w:val="00501180"/>
    <w:rsid w:val="0050135D"/>
    <w:rsid w:val="0050152D"/>
    <w:rsid w:val="00501A50"/>
    <w:rsid w:val="005021F1"/>
    <w:rsid w:val="0050222D"/>
    <w:rsid w:val="00503AF3"/>
    <w:rsid w:val="00504163"/>
    <w:rsid w:val="005043ED"/>
    <w:rsid w:val="0050505B"/>
    <w:rsid w:val="005058F6"/>
    <w:rsid w:val="00506683"/>
    <w:rsid w:val="0050696D"/>
    <w:rsid w:val="005107F3"/>
    <w:rsid w:val="0051094B"/>
    <w:rsid w:val="005110D7"/>
    <w:rsid w:val="005112FC"/>
    <w:rsid w:val="00511D99"/>
    <w:rsid w:val="00512166"/>
    <w:rsid w:val="005128D3"/>
    <w:rsid w:val="005132A8"/>
    <w:rsid w:val="005145B8"/>
    <w:rsid w:val="005147E8"/>
    <w:rsid w:val="005158F2"/>
    <w:rsid w:val="00516132"/>
    <w:rsid w:val="005161D1"/>
    <w:rsid w:val="0051649B"/>
    <w:rsid w:val="00516F04"/>
    <w:rsid w:val="0051738D"/>
    <w:rsid w:val="00517D8C"/>
    <w:rsid w:val="00517ED1"/>
    <w:rsid w:val="00520F75"/>
    <w:rsid w:val="005214D0"/>
    <w:rsid w:val="00521878"/>
    <w:rsid w:val="00522C62"/>
    <w:rsid w:val="00523426"/>
    <w:rsid w:val="00523646"/>
    <w:rsid w:val="00523FB4"/>
    <w:rsid w:val="00523FDD"/>
    <w:rsid w:val="0052428B"/>
    <w:rsid w:val="0052438E"/>
    <w:rsid w:val="005243A9"/>
    <w:rsid w:val="005244FE"/>
    <w:rsid w:val="00524CDB"/>
    <w:rsid w:val="00525198"/>
    <w:rsid w:val="00525482"/>
    <w:rsid w:val="0052561D"/>
    <w:rsid w:val="00525B2B"/>
    <w:rsid w:val="00525B79"/>
    <w:rsid w:val="005260A6"/>
    <w:rsid w:val="00526DFC"/>
    <w:rsid w:val="00526F43"/>
    <w:rsid w:val="00527651"/>
    <w:rsid w:val="00527843"/>
    <w:rsid w:val="005303C1"/>
    <w:rsid w:val="005307D5"/>
    <w:rsid w:val="005319A5"/>
    <w:rsid w:val="00531FB5"/>
    <w:rsid w:val="005336E2"/>
    <w:rsid w:val="005359A5"/>
    <w:rsid w:val="005363AB"/>
    <w:rsid w:val="00536B16"/>
    <w:rsid w:val="00536D8F"/>
    <w:rsid w:val="0053702B"/>
    <w:rsid w:val="00537130"/>
    <w:rsid w:val="005374F3"/>
    <w:rsid w:val="005375CE"/>
    <w:rsid w:val="00537EBE"/>
    <w:rsid w:val="005405AA"/>
    <w:rsid w:val="005408C6"/>
    <w:rsid w:val="0054145F"/>
    <w:rsid w:val="005423FA"/>
    <w:rsid w:val="005429FD"/>
    <w:rsid w:val="00542BA3"/>
    <w:rsid w:val="00542BCA"/>
    <w:rsid w:val="00542FDF"/>
    <w:rsid w:val="0054313C"/>
    <w:rsid w:val="005432D3"/>
    <w:rsid w:val="00543649"/>
    <w:rsid w:val="00543828"/>
    <w:rsid w:val="005448DC"/>
    <w:rsid w:val="00544EF4"/>
    <w:rsid w:val="005459E1"/>
    <w:rsid w:val="00545D91"/>
    <w:rsid w:val="00545E53"/>
    <w:rsid w:val="00546498"/>
    <w:rsid w:val="00546899"/>
    <w:rsid w:val="00546E5D"/>
    <w:rsid w:val="0054720D"/>
    <w:rsid w:val="005479D9"/>
    <w:rsid w:val="0055045A"/>
    <w:rsid w:val="00550A42"/>
    <w:rsid w:val="00550D96"/>
    <w:rsid w:val="00551063"/>
    <w:rsid w:val="005525C1"/>
    <w:rsid w:val="00553298"/>
    <w:rsid w:val="005542BC"/>
    <w:rsid w:val="00555013"/>
    <w:rsid w:val="005556DA"/>
    <w:rsid w:val="0055574B"/>
    <w:rsid w:val="005562E9"/>
    <w:rsid w:val="00556412"/>
    <w:rsid w:val="00556492"/>
    <w:rsid w:val="005564BB"/>
    <w:rsid w:val="005570D7"/>
    <w:rsid w:val="005572BD"/>
    <w:rsid w:val="00557A12"/>
    <w:rsid w:val="00557CA5"/>
    <w:rsid w:val="00560AC7"/>
    <w:rsid w:val="0056108B"/>
    <w:rsid w:val="00561AFB"/>
    <w:rsid w:val="00561FA8"/>
    <w:rsid w:val="005626FE"/>
    <w:rsid w:val="005630E1"/>
    <w:rsid w:val="00563415"/>
    <w:rsid w:val="005635ED"/>
    <w:rsid w:val="00563EFD"/>
    <w:rsid w:val="00564F2A"/>
    <w:rsid w:val="00565253"/>
    <w:rsid w:val="00566251"/>
    <w:rsid w:val="00566340"/>
    <w:rsid w:val="005666F5"/>
    <w:rsid w:val="00566E60"/>
    <w:rsid w:val="00567416"/>
    <w:rsid w:val="00570191"/>
    <w:rsid w:val="0057026E"/>
    <w:rsid w:val="00570570"/>
    <w:rsid w:val="00571B2C"/>
    <w:rsid w:val="00571C81"/>
    <w:rsid w:val="00572512"/>
    <w:rsid w:val="00572907"/>
    <w:rsid w:val="00573981"/>
    <w:rsid w:val="00573EE6"/>
    <w:rsid w:val="005743D1"/>
    <w:rsid w:val="005743E4"/>
    <w:rsid w:val="00574543"/>
    <w:rsid w:val="005749E4"/>
    <w:rsid w:val="0057547F"/>
    <w:rsid w:val="005754EE"/>
    <w:rsid w:val="005757DE"/>
    <w:rsid w:val="0057617E"/>
    <w:rsid w:val="00576290"/>
    <w:rsid w:val="00576497"/>
    <w:rsid w:val="00576BAA"/>
    <w:rsid w:val="00580B7A"/>
    <w:rsid w:val="005810FB"/>
    <w:rsid w:val="0058192A"/>
    <w:rsid w:val="005819E4"/>
    <w:rsid w:val="00581A86"/>
    <w:rsid w:val="005828C3"/>
    <w:rsid w:val="0058341F"/>
    <w:rsid w:val="005835E7"/>
    <w:rsid w:val="0058397F"/>
    <w:rsid w:val="00583A01"/>
    <w:rsid w:val="00583BF8"/>
    <w:rsid w:val="00584256"/>
    <w:rsid w:val="00584278"/>
    <w:rsid w:val="00584EC5"/>
    <w:rsid w:val="00585733"/>
    <w:rsid w:val="00585821"/>
    <w:rsid w:val="00585940"/>
    <w:rsid w:val="00585B32"/>
    <w:rsid w:val="00585F33"/>
    <w:rsid w:val="00586734"/>
    <w:rsid w:val="00586E1F"/>
    <w:rsid w:val="00587615"/>
    <w:rsid w:val="00587EE1"/>
    <w:rsid w:val="00591124"/>
    <w:rsid w:val="00591144"/>
    <w:rsid w:val="0059125D"/>
    <w:rsid w:val="00591311"/>
    <w:rsid w:val="005915F7"/>
    <w:rsid w:val="0059183F"/>
    <w:rsid w:val="00591FD0"/>
    <w:rsid w:val="00592013"/>
    <w:rsid w:val="005926F6"/>
    <w:rsid w:val="00594284"/>
    <w:rsid w:val="00594F1A"/>
    <w:rsid w:val="00595D87"/>
    <w:rsid w:val="00596964"/>
    <w:rsid w:val="00597024"/>
    <w:rsid w:val="00597ED2"/>
    <w:rsid w:val="005A0274"/>
    <w:rsid w:val="005A04AC"/>
    <w:rsid w:val="005A095C"/>
    <w:rsid w:val="005A0D78"/>
    <w:rsid w:val="005A13C4"/>
    <w:rsid w:val="005A1D97"/>
    <w:rsid w:val="005A1E22"/>
    <w:rsid w:val="005A248C"/>
    <w:rsid w:val="005A24B2"/>
    <w:rsid w:val="005A24C2"/>
    <w:rsid w:val="005A288E"/>
    <w:rsid w:val="005A2F4E"/>
    <w:rsid w:val="005A30CB"/>
    <w:rsid w:val="005A3472"/>
    <w:rsid w:val="005A3BF2"/>
    <w:rsid w:val="005A43D0"/>
    <w:rsid w:val="005A669D"/>
    <w:rsid w:val="005A69A9"/>
    <w:rsid w:val="005A69EC"/>
    <w:rsid w:val="005A7029"/>
    <w:rsid w:val="005A7371"/>
    <w:rsid w:val="005A73F2"/>
    <w:rsid w:val="005A75D8"/>
    <w:rsid w:val="005B0365"/>
    <w:rsid w:val="005B104D"/>
    <w:rsid w:val="005B1935"/>
    <w:rsid w:val="005B1F84"/>
    <w:rsid w:val="005B27C6"/>
    <w:rsid w:val="005B2AB9"/>
    <w:rsid w:val="005B2F07"/>
    <w:rsid w:val="005B33EE"/>
    <w:rsid w:val="005B359E"/>
    <w:rsid w:val="005B3855"/>
    <w:rsid w:val="005B3A04"/>
    <w:rsid w:val="005B3CC2"/>
    <w:rsid w:val="005B3E79"/>
    <w:rsid w:val="005B3ED2"/>
    <w:rsid w:val="005B4038"/>
    <w:rsid w:val="005B4C42"/>
    <w:rsid w:val="005B4C5B"/>
    <w:rsid w:val="005B5388"/>
    <w:rsid w:val="005B6574"/>
    <w:rsid w:val="005B713E"/>
    <w:rsid w:val="005B7947"/>
    <w:rsid w:val="005B7DB6"/>
    <w:rsid w:val="005C03B6"/>
    <w:rsid w:val="005C1006"/>
    <w:rsid w:val="005C172F"/>
    <w:rsid w:val="005C245E"/>
    <w:rsid w:val="005C2FF9"/>
    <w:rsid w:val="005C319E"/>
    <w:rsid w:val="005C3413"/>
    <w:rsid w:val="005C348E"/>
    <w:rsid w:val="005C3A29"/>
    <w:rsid w:val="005C41C4"/>
    <w:rsid w:val="005C44C5"/>
    <w:rsid w:val="005C48DA"/>
    <w:rsid w:val="005C5C2C"/>
    <w:rsid w:val="005C5CEE"/>
    <w:rsid w:val="005C60AB"/>
    <w:rsid w:val="005C68E1"/>
    <w:rsid w:val="005C6F7C"/>
    <w:rsid w:val="005D14F1"/>
    <w:rsid w:val="005D200B"/>
    <w:rsid w:val="005D202C"/>
    <w:rsid w:val="005D22B1"/>
    <w:rsid w:val="005D2A1B"/>
    <w:rsid w:val="005D3331"/>
    <w:rsid w:val="005D3763"/>
    <w:rsid w:val="005D37C8"/>
    <w:rsid w:val="005D4254"/>
    <w:rsid w:val="005D5005"/>
    <w:rsid w:val="005D55E1"/>
    <w:rsid w:val="005D5A96"/>
    <w:rsid w:val="005D5CD2"/>
    <w:rsid w:val="005D6364"/>
    <w:rsid w:val="005D6663"/>
    <w:rsid w:val="005D6E52"/>
    <w:rsid w:val="005D74DE"/>
    <w:rsid w:val="005D7C97"/>
    <w:rsid w:val="005E13B5"/>
    <w:rsid w:val="005E1865"/>
    <w:rsid w:val="005E19F7"/>
    <w:rsid w:val="005E2645"/>
    <w:rsid w:val="005E2CA7"/>
    <w:rsid w:val="005E30ED"/>
    <w:rsid w:val="005E3CC0"/>
    <w:rsid w:val="005E41FB"/>
    <w:rsid w:val="005E4419"/>
    <w:rsid w:val="005E47A1"/>
    <w:rsid w:val="005E48E3"/>
    <w:rsid w:val="005E4C1E"/>
    <w:rsid w:val="005E4F04"/>
    <w:rsid w:val="005E4F74"/>
    <w:rsid w:val="005E62C2"/>
    <w:rsid w:val="005E6C71"/>
    <w:rsid w:val="005E6E63"/>
    <w:rsid w:val="005F0963"/>
    <w:rsid w:val="005F0A01"/>
    <w:rsid w:val="005F1F78"/>
    <w:rsid w:val="005F2337"/>
    <w:rsid w:val="005F2824"/>
    <w:rsid w:val="005F2EBA"/>
    <w:rsid w:val="005F35ED"/>
    <w:rsid w:val="005F3BF8"/>
    <w:rsid w:val="005F4E77"/>
    <w:rsid w:val="005F58FE"/>
    <w:rsid w:val="005F6D74"/>
    <w:rsid w:val="005F7812"/>
    <w:rsid w:val="005F7A88"/>
    <w:rsid w:val="0060024D"/>
    <w:rsid w:val="00603A1A"/>
    <w:rsid w:val="00603A47"/>
    <w:rsid w:val="006046D5"/>
    <w:rsid w:val="006049C5"/>
    <w:rsid w:val="006049EE"/>
    <w:rsid w:val="00604E92"/>
    <w:rsid w:val="006056B1"/>
    <w:rsid w:val="00606228"/>
    <w:rsid w:val="00606B35"/>
    <w:rsid w:val="00607A93"/>
    <w:rsid w:val="00607AD9"/>
    <w:rsid w:val="00607ECD"/>
    <w:rsid w:val="0061024F"/>
    <w:rsid w:val="00610826"/>
    <w:rsid w:val="00610C08"/>
    <w:rsid w:val="00610DC4"/>
    <w:rsid w:val="00611863"/>
    <w:rsid w:val="00611F74"/>
    <w:rsid w:val="0061280F"/>
    <w:rsid w:val="00613330"/>
    <w:rsid w:val="00613397"/>
    <w:rsid w:val="006148BF"/>
    <w:rsid w:val="00615772"/>
    <w:rsid w:val="00615DBC"/>
    <w:rsid w:val="00616C85"/>
    <w:rsid w:val="00620BE7"/>
    <w:rsid w:val="00621256"/>
    <w:rsid w:val="00621924"/>
    <w:rsid w:val="00621A24"/>
    <w:rsid w:val="00621FCC"/>
    <w:rsid w:val="00622226"/>
    <w:rsid w:val="00622E4B"/>
    <w:rsid w:val="006234B1"/>
    <w:rsid w:val="00623B20"/>
    <w:rsid w:val="006242AA"/>
    <w:rsid w:val="00625029"/>
    <w:rsid w:val="006254CE"/>
    <w:rsid w:val="00625C58"/>
    <w:rsid w:val="00625F0C"/>
    <w:rsid w:val="00627370"/>
    <w:rsid w:val="00627445"/>
    <w:rsid w:val="00627C79"/>
    <w:rsid w:val="00630286"/>
    <w:rsid w:val="00631201"/>
    <w:rsid w:val="006312A7"/>
    <w:rsid w:val="00631357"/>
    <w:rsid w:val="006315E7"/>
    <w:rsid w:val="006327BB"/>
    <w:rsid w:val="00633037"/>
    <w:rsid w:val="0063330B"/>
    <w:rsid w:val="006333DA"/>
    <w:rsid w:val="00633C30"/>
    <w:rsid w:val="00633ECF"/>
    <w:rsid w:val="00634BC2"/>
    <w:rsid w:val="00635134"/>
    <w:rsid w:val="00635179"/>
    <w:rsid w:val="006356E2"/>
    <w:rsid w:val="00635E55"/>
    <w:rsid w:val="00635F10"/>
    <w:rsid w:val="00635FCB"/>
    <w:rsid w:val="006368E9"/>
    <w:rsid w:val="006369FB"/>
    <w:rsid w:val="00636C43"/>
    <w:rsid w:val="006370ED"/>
    <w:rsid w:val="00640D82"/>
    <w:rsid w:val="00641197"/>
    <w:rsid w:val="00641F54"/>
    <w:rsid w:val="00642404"/>
    <w:rsid w:val="00642A25"/>
    <w:rsid w:val="00642A65"/>
    <w:rsid w:val="00643B1F"/>
    <w:rsid w:val="0064437A"/>
    <w:rsid w:val="006443A4"/>
    <w:rsid w:val="00644517"/>
    <w:rsid w:val="006449A2"/>
    <w:rsid w:val="006450C0"/>
    <w:rsid w:val="00645495"/>
    <w:rsid w:val="006459F9"/>
    <w:rsid w:val="00645DCE"/>
    <w:rsid w:val="00646297"/>
    <w:rsid w:val="006465AC"/>
    <w:rsid w:val="006465BF"/>
    <w:rsid w:val="006468F5"/>
    <w:rsid w:val="006468F7"/>
    <w:rsid w:val="00646FF8"/>
    <w:rsid w:val="0064777E"/>
    <w:rsid w:val="00647985"/>
    <w:rsid w:val="00647C4B"/>
    <w:rsid w:val="00647D6D"/>
    <w:rsid w:val="00650015"/>
    <w:rsid w:val="006511C7"/>
    <w:rsid w:val="006515C3"/>
    <w:rsid w:val="006522E4"/>
    <w:rsid w:val="00653543"/>
    <w:rsid w:val="00653B22"/>
    <w:rsid w:val="00654E89"/>
    <w:rsid w:val="00655F89"/>
    <w:rsid w:val="00656F1C"/>
    <w:rsid w:val="00657072"/>
    <w:rsid w:val="00657BF4"/>
    <w:rsid w:val="0066013D"/>
    <w:rsid w:val="006603FB"/>
    <w:rsid w:val="0066045D"/>
    <w:rsid w:val="006608DF"/>
    <w:rsid w:val="00661385"/>
    <w:rsid w:val="00661902"/>
    <w:rsid w:val="00661F63"/>
    <w:rsid w:val="006623AC"/>
    <w:rsid w:val="0066274A"/>
    <w:rsid w:val="0066341D"/>
    <w:rsid w:val="00663802"/>
    <w:rsid w:val="00664827"/>
    <w:rsid w:val="00664C75"/>
    <w:rsid w:val="00664EF5"/>
    <w:rsid w:val="00664FA9"/>
    <w:rsid w:val="00665F70"/>
    <w:rsid w:val="00666714"/>
    <w:rsid w:val="006678AF"/>
    <w:rsid w:val="00667CBC"/>
    <w:rsid w:val="006701EF"/>
    <w:rsid w:val="00670410"/>
    <w:rsid w:val="00673BA5"/>
    <w:rsid w:val="00673E73"/>
    <w:rsid w:val="00674CDF"/>
    <w:rsid w:val="00675869"/>
    <w:rsid w:val="00675EFE"/>
    <w:rsid w:val="00676195"/>
    <w:rsid w:val="00676B9C"/>
    <w:rsid w:val="006770C8"/>
    <w:rsid w:val="006772C3"/>
    <w:rsid w:val="00680058"/>
    <w:rsid w:val="00680E9D"/>
    <w:rsid w:val="006810FE"/>
    <w:rsid w:val="0068133B"/>
    <w:rsid w:val="00681775"/>
    <w:rsid w:val="00681922"/>
    <w:rsid w:val="00681C0A"/>
    <w:rsid w:val="00681C85"/>
    <w:rsid w:val="00681D86"/>
    <w:rsid w:val="00681F9F"/>
    <w:rsid w:val="006821DB"/>
    <w:rsid w:val="00682952"/>
    <w:rsid w:val="00683E09"/>
    <w:rsid w:val="006840EA"/>
    <w:rsid w:val="006842C5"/>
    <w:rsid w:val="006844E2"/>
    <w:rsid w:val="00684CEC"/>
    <w:rsid w:val="00684E49"/>
    <w:rsid w:val="00685267"/>
    <w:rsid w:val="00685C29"/>
    <w:rsid w:val="00686574"/>
    <w:rsid w:val="006866F6"/>
    <w:rsid w:val="00686D54"/>
    <w:rsid w:val="00686EB8"/>
    <w:rsid w:val="006872AE"/>
    <w:rsid w:val="00687657"/>
    <w:rsid w:val="00690082"/>
    <w:rsid w:val="006900AB"/>
    <w:rsid w:val="006901B0"/>
    <w:rsid w:val="00690252"/>
    <w:rsid w:val="0069161E"/>
    <w:rsid w:val="00691B2C"/>
    <w:rsid w:val="00691D3E"/>
    <w:rsid w:val="00692BD0"/>
    <w:rsid w:val="00692D22"/>
    <w:rsid w:val="00693117"/>
    <w:rsid w:val="0069317C"/>
    <w:rsid w:val="00693203"/>
    <w:rsid w:val="006936C7"/>
    <w:rsid w:val="00694500"/>
    <w:rsid w:val="006946BB"/>
    <w:rsid w:val="00694DF5"/>
    <w:rsid w:val="00695744"/>
    <w:rsid w:val="006969FA"/>
    <w:rsid w:val="006976E8"/>
    <w:rsid w:val="006979A8"/>
    <w:rsid w:val="006A009D"/>
    <w:rsid w:val="006A0396"/>
    <w:rsid w:val="006A03C9"/>
    <w:rsid w:val="006A0523"/>
    <w:rsid w:val="006A09E0"/>
    <w:rsid w:val="006A1104"/>
    <w:rsid w:val="006A1682"/>
    <w:rsid w:val="006A1BDD"/>
    <w:rsid w:val="006A277B"/>
    <w:rsid w:val="006A35D5"/>
    <w:rsid w:val="006A3649"/>
    <w:rsid w:val="006A37D6"/>
    <w:rsid w:val="006A3B15"/>
    <w:rsid w:val="006A4431"/>
    <w:rsid w:val="006A4A45"/>
    <w:rsid w:val="006A4AAD"/>
    <w:rsid w:val="006A4DD7"/>
    <w:rsid w:val="006A5105"/>
    <w:rsid w:val="006A5AF0"/>
    <w:rsid w:val="006A602D"/>
    <w:rsid w:val="006A629E"/>
    <w:rsid w:val="006A6D4F"/>
    <w:rsid w:val="006A7424"/>
    <w:rsid w:val="006A748A"/>
    <w:rsid w:val="006B0006"/>
    <w:rsid w:val="006B0F04"/>
    <w:rsid w:val="006B160D"/>
    <w:rsid w:val="006B1677"/>
    <w:rsid w:val="006B1BA0"/>
    <w:rsid w:val="006B1E78"/>
    <w:rsid w:val="006B2B34"/>
    <w:rsid w:val="006B3F28"/>
    <w:rsid w:val="006B4186"/>
    <w:rsid w:val="006B4887"/>
    <w:rsid w:val="006B53D8"/>
    <w:rsid w:val="006B5AA2"/>
    <w:rsid w:val="006B5CA6"/>
    <w:rsid w:val="006B69A4"/>
    <w:rsid w:val="006B734B"/>
    <w:rsid w:val="006B7D29"/>
    <w:rsid w:val="006B7FDE"/>
    <w:rsid w:val="006C037C"/>
    <w:rsid w:val="006C14CB"/>
    <w:rsid w:val="006C191D"/>
    <w:rsid w:val="006C251F"/>
    <w:rsid w:val="006C28A4"/>
    <w:rsid w:val="006C3771"/>
    <w:rsid w:val="006C3F69"/>
    <w:rsid w:val="006C411E"/>
    <w:rsid w:val="006C419E"/>
    <w:rsid w:val="006C43B1"/>
    <w:rsid w:val="006C44DE"/>
    <w:rsid w:val="006C47A2"/>
    <w:rsid w:val="006C4A31"/>
    <w:rsid w:val="006C4BE9"/>
    <w:rsid w:val="006C59B1"/>
    <w:rsid w:val="006C5AC2"/>
    <w:rsid w:val="006C6AFB"/>
    <w:rsid w:val="006C6F9B"/>
    <w:rsid w:val="006C7262"/>
    <w:rsid w:val="006C77F1"/>
    <w:rsid w:val="006C7B51"/>
    <w:rsid w:val="006D01A3"/>
    <w:rsid w:val="006D0CBC"/>
    <w:rsid w:val="006D1089"/>
    <w:rsid w:val="006D1173"/>
    <w:rsid w:val="006D17DE"/>
    <w:rsid w:val="006D1CB8"/>
    <w:rsid w:val="006D2735"/>
    <w:rsid w:val="006D298A"/>
    <w:rsid w:val="006D2E37"/>
    <w:rsid w:val="006D374A"/>
    <w:rsid w:val="006D3A6D"/>
    <w:rsid w:val="006D3D8B"/>
    <w:rsid w:val="006D45B2"/>
    <w:rsid w:val="006D45C7"/>
    <w:rsid w:val="006D4D51"/>
    <w:rsid w:val="006D4F76"/>
    <w:rsid w:val="006D5A91"/>
    <w:rsid w:val="006D5AFE"/>
    <w:rsid w:val="006D5BF7"/>
    <w:rsid w:val="006D5CB9"/>
    <w:rsid w:val="006D6329"/>
    <w:rsid w:val="006D6649"/>
    <w:rsid w:val="006D6B41"/>
    <w:rsid w:val="006D723B"/>
    <w:rsid w:val="006E0FCC"/>
    <w:rsid w:val="006E1785"/>
    <w:rsid w:val="006E1E96"/>
    <w:rsid w:val="006E2195"/>
    <w:rsid w:val="006E264D"/>
    <w:rsid w:val="006E2780"/>
    <w:rsid w:val="006E2D95"/>
    <w:rsid w:val="006E46FD"/>
    <w:rsid w:val="006E5357"/>
    <w:rsid w:val="006E557B"/>
    <w:rsid w:val="006E5E21"/>
    <w:rsid w:val="006E65A8"/>
    <w:rsid w:val="006E6FB5"/>
    <w:rsid w:val="006E7832"/>
    <w:rsid w:val="006E7EF9"/>
    <w:rsid w:val="006F07FE"/>
    <w:rsid w:val="006F106B"/>
    <w:rsid w:val="006F117B"/>
    <w:rsid w:val="006F1383"/>
    <w:rsid w:val="006F19C0"/>
    <w:rsid w:val="006F1A72"/>
    <w:rsid w:val="006F1F8D"/>
    <w:rsid w:val="006F1F97"/>
    <w:rsid w:val="006F2648"/>
    <w:rsid w:val="006F2F10"/>
    <w:rsid w:val="006F41AD"/>
    <w:rsid w:val="006F482B"/>
    <w:rsid w:val="006F5C0E"/>
    <w:rsid w:val="006F5CEF"/>
    <w:rsid w:val="006F626F"/>
    <w:rsid w:val="006F6311"/>
    <w:rsid w:val="006F64B1"/>
    <w:rsid w:val="006F7025"/>
    <w:rsid w:val="006F7BEC"/>
    <w:rsid w:val="006F7F69"/>
    <w:rsid w:val="00700FDC"/>
    <w:rsid w:val="007018C8"/>
    <w:rsid w:val="00701952"/>
    <w:rsid w:val="00701BFA"/>
    <w:rsid w:val="00702437"/>
    <w:rsid w:val="00702556"/>
    <w:rsid w:val="0070277E"/>
    <w:rsid w:val="00702EE1"/>
    <w:rsid w:val="00703BAB"/>
    <w:rsid w:val="00704156"/>
    <w:rsid w:val="007042B9"/>
    <w:rsid w:val="00704546"/>
    <w:rsid w:val="00704612"/>
    <w:rsid w:val="00704744"/>
    <w:rsid w:val="00704BD6"/>
    <w:rsid w:val="00704DF1"/>
    <w:rsid w:val="007050DC"/>
    <w:rsid w:val="0070524F"/>
    <w:rsid w:val="00705534"/>
    <w:rsid w:val="007056A7"/>
    <w:rsid w:val="0070579E"/>
    <w:rsid w:val="00705F34"/>
    <w:rsid w:val="00705F92"/>
    <w:rsid w:val="007069FC"/>
    <w:rsid w:val="00706C0A"/>
    <w:rsid w:val="00706FEC"/>
    <w:rsid w:val="007070FE"/>
    <w:rsid w:val="00707965"/>
    <w:rsid w:val="00707988"/>
    <w:rsid w:val="0071082E"/>
    <w:rsid w:val="007109D3"/>
    <w:rsid w:val="00711221"/>
    <w:rsid w:val="0071166C"/>
    <w:rsid w:val="00711EBA"/>
    <w:rsid w:val="00712549"/>
    <w:rsid w:val="00712675"/>
    <w:rsid w:val="007133C6"/>
    <w:rsid w:val="00713808"/>
    <w:rsid w:val="007140A4"/>
    <w:rsid w:val="007140E4"/>
    <w:rsid w:val="0071493F"/>
    <w:rsid w:val="007151B6"/>
    <w:rsid w:val="0071520D"/>
    <w:rsid w:val="00715508"/>
    <w:rsid w:val="00715561"/>
    <w:rsid w:val="00715E91"/>
    <w:rsid w:val="00715EDB"/>
    <w:rsid w:val="007160D5"/>
    <w:rsid w:val="00716171"/>
    <w:rsid w:val="00716261"/>
    <w:rsid w:val="007163FB"/>
    <w:rsid w:val="007165FD"/>
    <w:rsid w:val="00716890"/>
    <w:rsid w:val="00716A1F"/>
    <w:rsid w:val="0071708F"/>
    <w:rsid w:val="007173BC"/>
    <w:rsid w:val="007176C3"/>
    <w:rsid w:val="00717C2E"/>
    <w:rsid w:val="007204FA"/>
    <w:rsid w:val="0072112B"/>
    <w:rsid w:val="00721380"/>
    <w:rsid w:val="007213B3"/>
    <w:rsid w:val="00721448"/>
    <w:rsid w:val="00721995"/>
    <w:rsid w:val="00722715"/>
    <w:rsid w:val="00722C94"/>
    <w:rsid w:val="007233A9"/>
    <w:rsid w:val="00723998"/>
    <w:rsid w:val="00723CBE"/>
    <w:rsid w:val="0072457F"/>
    <w:rsid w:val="00724965"/>
    <w:rsid w:val="00724B44"/>
    <w:rsid w:val="00724F92"/>
    <w:rsid w:val="00725406"/>
    <w:rsid w:val="0072557B"/>
    <w:rsid w:val="00725BFC"/>
    <w:rsid w:val="0072621B"/>
    <w:rsid w:val="00726280"/>
    <w:rsid w:val="00726488"/>
    <w:rsid w:val="007269FA"/>
    <w:rsid w:val="00726CBD"/>
    <w:rsid w:val="00727BB1"/>
    <w:rsid w:val="00727D5F"/>
    <w:rsid w:val="00727FAA"/>
    <w:rsid w:val="00730555"/>
    <w:rsid w:val="0073059A"/>
    <w:rsid w:val="007312CC"/>
    <w:rsid w:val="007314A9"/>
    <w:rsid w:val="007317F7"/>
    <w:rsid w:val="00732444"/>
    <w:rsid w:val="00732514"/>
    <w:rsid w:val="0073351A"/>
    <w:rsid w:val="00734250"/>
    <w:rsid w:val="0073454F"/>
    <w:rsid w:val="00734ECB"/>
    <w:rsid w:val="00734F63"/>
    <w:rsid w:val="007359F5"/>
    <w:rsid w:val="00736A64"/>
    <w:rsid w:val="007378D8"/>
    <w:rsid w:val="00737969"/>
    <w:rsid w:val="00737BE1"/>
    <w:rsid w:val="00737D9E"/>
    <w:rsid w:val="00737F6A"/>
    <w:rsid w:val="00740728"/>
    <w:rsid w:val="007409B7"/>
    <w:rsid w:val="007410B6"/>
    <w:rsid w:val="00741B24"/>
    <w:rsid w:val="00741E7E"/>
    <w:rsid w:val="00742C1A"/>
    <w:rsid w:val="00742EC6"/>
    <w:rsid w:val="007433FC"/>
    <w:rsid w:val="007440B3"/>
    <w:rsid w:val="007444F2"/>
    <w:rsid w:val="00744C08"/>
    <w:rsid w:val="00744C6F"/>
    <w:rsid w:val="007457F6"/>
    <w:rsid w:val="00745823"/>
    <w:rsid w:val="00745935"/>
    <w:rsid w:val="00745ABB"/>
    <w:rsid w:val="00745CCA"/>
    <w:rsid w:val="00746536"/>
    <w:rsid w:val="00746BB7"/>
    <w:rsid w:val="00746E38"/>
    <w:rsid w:val="00747CD5"/>
    <w:rsid w:val="0075009E"/>
    <w:rsid w:val="0075024A"/>
    <w:rsid w:val="007503E0"/>
    <w:rsid w:val="00751689"/>
    <w:rsid w:val="00751A00"/>
    <w:rsid w:val="007521E9"/>
    <w:rsid w:val="00752A81"/>
    <w:rsid w:val="00752E53"/>
    <w:rsid w:val="007533F9"/>
    <w:rsid w:val="00753A29"/>
    <w:rsid w:val="00753B51"/>
    <w:rsid w:val="0075479B"/>
    <w:rsid w:val="00754E16"/>
    <w:rsid w:val="00754E29"/>
    <w:rsid w:val="00754E39"/>
    <w:rsid w:val="00756629"/>
    <w:rsid w:val="00756D6C"/>
    <w:rsid w:val="00757094"/>
    <w:rsid w:val="00757573"/>
    <w:rsid w:val="007575D2"/>
    <w:rsid w:val="00757B08"/>
    <w:rsid w:val="00757B4F"/>
    <w:rsid w:val="00757B6A"/>
    <w:rsid w:val="007601BC"/>
    <w:rsid w:val="00760288"/>
    <w:rsid w:val="00760BBC"/>
    <w:rsid w:val="00760FB9"/>
    <w:rsid w:val="007610E0"/>
    <w:rsid w:val="007621AA"/>
    <w:rsid w:val="007621BC"/>
    <w:rsid w:val="0076260A"/>
    <w:rsid w:val="00763665"/>
    <w:rsid w:val="00763E8F"/>
    <w:rsid w:val="0076435F"/>
    <w:rsid w:val="00764405"/>
    <w:rsid w:val="0076445E"/>
    <w:rsid w:val="00764834"/>
    <w:rsid w:val="00764873"/>
    <w:rsid w:val="00764A67"/>
    <w:rsid w:val="00765130"/>
    <w:rsid w:val="007658C9"/>
    <w:rsid w:val="00766D97"/>
    <w:rsid w:val="00766F44"/>
    <w:rsid w:val="00767E93"/>
    <w:rsid w:val="00770127"/>
    <w:rsid w:val="007703FB"/>
    <w:rsid w:val="00770482"/>
    <w:rsid w:val="00770AB8"/>
    <w:rsid w:val="00770F6B"/>
    <w:rsid w:val="00771883"/>
    <w:rsid w:val="007737AC"/>
    <w:rsid w:val="00773860"/>
    <w:rsid w:val="007752C8"/>
    <w:rsid w:val="00775381"/>
    <w:rsid w:val="007753D9"/>
    <w:rsid w:val="007766E6"/>
    <w:rsid w:val="00776A1A"/>
    <w:rsid w:val="00776D52"/>
    <w:rsid w:val="00776DC2"/>
    <w:rsid w:val="0077704B"/>
    <w:rsid w:val="00777BF9"/>
    <w:rsid w:val="00777C82"/>
    <w:rsid w:val="00780122"/>
    <w:rsid w:val="00781533"/>
    <w:rsid w:val="0078214B"/>
    <w:rsid w:val="00783122"/>
    <w:rsid w:val="00783D73"/>
    <w:rsid w:val="0078498A"/>
    <w:rsid w:val="007851BB"/>
    <w:rsid w:val="0078531D"/>
    <w:rsid w:val="0078697F"/>
    <w:rsid w:val="00787772"/>
    <w:rsid w:val="007878FE"/>
    <w:rsid w:val="00787AFD"/>
    <w:rsid w:val="00787C4F"/>
    <w:rsid w:val="00790606"/>
    <w:rsid w:val="00790697"/>
    <w:rsid w:val="007906D3"/>
    <w:rsid w:val="00792207"/>
    <w:rsid w:val="00792B64"/>
    <w:rsid w:val="00792E29"/>
    <w:rsid w:val="00792F17"/>
    <w:rsid w:val="0079379A"/>
    <w:rsid w:val="00793AEF"/>
    <w:rsid w:val="00793B91"/>
    <w:rsid w:val="00794953"/>
    <w:rsid w:val="0079546B"/>
    <w:rsid w:val="00795645"/>
    <w:rsid w:val="00795975"/>
    <w:rsid w:val="00795A21"/>
    <w:rsid w:val="00795A3A"/>
    <w:rsid w:val="007965C4"/>
    <w:rsid w:val="00796DB8"/>
    <w:rsid w:val="00797096"/>
    <w:rsid w:val="007977E6"/>
    <w:rsid w:val="00797913"/>
    <w:rsid w:val="00797DC8"/>
    <w:rsid w:val="007A05C0"/>
    <w:rsid w:val="007A0EC9"/>
    <w:rsid w:val="007A1440"/>
    <w:rsid w:val="007A1797"/>
    <w:rsid w:val="007A1F2F"/>
    <w:rsid w:val="007A2A55"/>
    <w:rsid w:val="007A2A5C"/>
    <w:rsid w:val="007A2CE8"/>
    <w:rsid w:val="007A3213"/>
    <w:rsid w:val="007A3270"/>
    <w:rsid w:val="007A35C9"/>
    <w:rsid w:val="007A39DA"/>
    <w:rsid w:val="007A4A97"/>
    <w:rsid w:val="007A4B7F"/>
    <w:rsid w:val="007A4C2A"/>
    <w:rsid w:val="007A5150"/>
    <w:rsid w:val="007A5373"/>
    <w:rsid w:val="007A62BD"/>
    <w:rsid w:val="007A6BF9"/>
    <w:rsid w:val="007A789F"/>
    <w:rsid w:val="007B0643"/>
    <w:rsid w:val="007B1DA7"/>
    <w:rsid w:val="007B1DC8"/>
    <w:rsid w:val="007B24A5"/>
    <w:rsid w:val="007B268E"/>
    <w:rsid w:val="007B287A"/>
    <w:rsid w:val="007B2AF9"/>
    <w:rsid w:val="007B2C9E"/>
    <w:rsid w:val="007B373B"/>
    <w:rsid w:val="007B58FA"/>
    <w:rsid w:val="007B5D5F"/>
    <w:rsid w:val="007B5F5F"/>
    <w:rsid w:val="007B610E"/>
    <w:rsid w:val="007B6224"/>
    <w:rsid w:val="007B73B4"/>
    <w:rsid w:val="007B75BC"/>
    <w:rsid w:val="007B7E0D"/>
    <w:rsid w:val="007B7E36"/>
    <w:rsid w:val="007C052D"/>
    <w:rsid w:val="007C0B6E"/>
    <w:rsid w:val="007C0BD6"/>
    <w:rsid w:val="007C11F5"/>
    <w:rsid w:val="007C17C4"/>
    <w:rsid w:val="007C20F6"/>
    <w:rsid w:val="007C2FBC"/>
    <w:rsid w:val="007C3424"/>
    <w:rsid w:val="007C3806"/>
    <w:rsid w:val="007C3B3F"/>
    <w:rsid w:val="007C476E"/>
    <w:rsid w:val="007C523B"/>
    <w:rsid w:val="007C597C"/>
    <w:rsid w:val="007C5BA1"/>
    <w:rsid w:val="007C5BB7"/>
    <w:rsid w:val="007C63AA"/>
    <w:rsid w:val="007C70B6"/>
    <w:rsid w:val="007C7B6E"/>
    <w:rsid w:val="007C7BC9"/>
    <w:rsid w:val="007C7EAD"/>
    <w:rsid w:val="007D07D5"/>
    <w:rsid w:val="007D0AAF"/>
    <w:rsid w:val="007D0CF3"/>
    <w:rsid w:val="007D1453"/>
    <w:rsid w:val="007D1C64"/>
    <w:rsid w:val="007D20CB"/>
    <w:rsid w:val="007D32DD"/>
    <w:rsid w:val="007D357E"/>
    <w:rsid w:val="007D39AD"/>
    <w:rsid w:val="007D4343"/>
    <w:rsid w:val="007D5554"/>
    <w:rsid w:val="007D5E47"/>
    <w:rsid w:val="007D6153"/>
    <w:rsid w:val="007D6A75"/>
    <w:rsid w:val="007D6C90"/>
    <w:rsid w:val="007D6DCE"/>
    <w:rsid w:val="007D702C"/>
    <w:rsid w:val="007D72C4"/>
    <w:rsid w:val="007D7CFF"/>
    <w:rsid w:val="007D7DE9"/>
    <w:rsid w:val="007E06A8"/>
    <w:rsid w:val="007E1446"/>
    <w:rsid w:val="007E1730"/>
    <w:rsid w:val="007E1884"/>
    <w:rsid w:val="007E1C72"/>
    <w:rsid w:val="007E2CFE"/>
    <w:rsid w:val="007E4A9E"/>
    <w:rsid w:val="007E4B40"/>
    <w:rsid w:val="007E4F17"/>
    <w:rsid w:val="007E51A5"/>
    <w:rsid w:val="007E5827"/>
    <w:rsid w:val="007E59C9"/>
    <w:rsid w:val="007E5F77"/>
    <w:rsid w:val="007E5FBA"/>
    <w:rsid w:val="007E6917"/>
    <w:rsid w:val="007E6A2E"/>
    <w:rsid w:val="007E7677"/>
    <w:rsid w:val="007E7FBF"/>
    <w:rsid w:val="007F0072"/>
    <w:rsid w:val="007F03D2"/>
    <w:rsid w:val="007F0F84"/>
    <w:rsid w:val="007F2EB6"/>
    <w:rsid w:val="007F367D"/>
    <w:rsid w:val="007F3FB8"/>
    <w:rsid w:val="007F4EBC"/>
    <w:rsid w:val="007F512F"/>
    <w:rsid w:val="007F54C3"/>
    <w:rsid w:val="007F5AE9"/>
    <w:rsid w:val="007F5E8D"/>
    <w:rsid w:val="007F6209"/>
    <w:rsid w:val="00800003"/>
    <w:rsid w:val="00800241"/>
    <w:rsid w:val="008003B2"/>
    <w:rsid w:val="00801DC1"/>
    <w:rsid w:val="00802218"/>
    <w:rsid w:val="008024D7"/>
    <w:rsid w:val="00802949"/>
    <w:rsid w:val="008029F9"/>
    <w:rsid w:val="0080301E"/>
    <w:rsid w:val="00803197"/>
    <w:rsid w:val="008033E4"/>
    <w:rsid w:val="0080365F"/>
    <w:rsid w:val="00803B04"/>
    <w:rsid w:val="00806808"/>
    <w:rsid w:val="0080724E"/>
    <w:rsid w:val="0080728C"/>
    <w:rsid w:val="008073B2"/>
    <w:rsid w:val="00807D2D"/>
    <w:rsid w:val="00807D92"/>
    <w:rsid w:val="008102D9"/>
    <w:rsid w:val="00810DAD"/>
    <w:rsid w:val="00810E0A"/>
    <w:rsid w:val="00811D0A"/>
    <w:rsid w:val="00812A11"/>
    <w:rsid w:val="00812BE5"/>
    <w:rsid w:val="00812BEB"/>
    <w:rsid w:val="00812CDB"/>
    <w:rsid w:val="0081313E"/>
    <w:rsid w:val="0081378A"/>
    <w:rsid w:val="008137A2"/>
    <w:rsid w:val="00813CCF"/>
    <w:rsid w:val="00814054"/>
    <w:rsid w:val="008141E7"/>
    <w:rsid w:val="00815346"/>
    <w:rsid w:val="00815D94"/>
    <w:rsid w:val="00815F66"/>
    <w:rsid w:val="00816290"/>
    <w:rsid w:val="00816434"/>
    <w:rsid w:val="0081672C"/>
    <w:rsid w:val="008170F6"/>
    <w:rsid w:val="00817429"/>
    <w:rsid w:val="00817883"/>
    <w:rsid w:val="00817ADE"/>
    <w:rsid w:val="00820063"/>
    <w:rsid w:val="008205D6"/>
    <w:rsid w:val="00820F19"/>
    <w:rsid w:val="00821514"/>
    <w:rsid w:val="00821742"/>
    <w:rsid w:val="00821C53"/>
    <w:rsid w:val="00821E35"/>
    <w:rsid w:val="00821FC5"/>
    <w:rsid w:val="00822147"/>
    <w:rsid w:val="008221E6"/>
    <w:rsid w:val="008223A0"/>
    <w:rsid w:val="00822458"/>
    <w:rsid w:val="0082248B"/>
    <w:rsid w:val="00822E08"/>
    <w:rsid w:val="0082321B"/>
    <w:rsid w:val="00823E5E"/>
    <w:rsid w:val="00824523"/>
    <w:rsid w:val="00824591"/>
    <w:rsid w:val="00824AED"/>
    <w:rsid w:val="00824B07"/>
    <w:rsid w:val="00826298"/>
    <w:rsid w:val="0082644C"/>
    <w:rsid w:val="00826564"/>
    <w:rsid w:val="0082730D"/>
    <w:rsid w:val="00827443"/>
    <w:rsid w:val="00827820"/>
    <w:rsid w:val="00827CFC"/>
    <w:rsid w:val="00827D7F"/>
    <w:rsid w:val="00827E21"/>
    <w:rsid w:val="00830044"/>
    <w:rsid w:val="00830A5E"/>
    <w:rsid w:val="008314D5"/>
    <w:rsid w:val="0083151B"/>
    <w:rsid w:val="008315C2"/>
    <w:rsid w:val="00831849"/>
    <w:rsid w:val="00831B8B"/>
    <w:rsid w:val="00832206"/>
    <w:rsid w:val="008327EE"/>
    <w:rsid w:val="00832BAA"/>
    <w:rsid w:val="008333E0"/>
    <w:rsid w:val="00833660"/>
    <w:rsid w:val="00833AF1"/>
    <w:rsid w:val="00833E57"/>
    <w:rsid w:val="0083401C"/>
    <w:rsid w:val="0083405D"/>
    <w:rsid w:val="008352D4"/>
    <w:rsid w:val="00836511"/>
    <w:rsid w:val="00836900"/>
    <w:rsid w:val="00836B07"/>
    <w:rsid w:val="00836DB9"/>
    <w:rsid w:val="00837602"/>
    <w:rsid w:val="00837763"/>
    <w:rsid w:val="008377F1"/>
    <w:rsid w:val="00837C67"/>
    <w:rsid w:val="00837D07"/>
    <w:rsid w:val="008404CE"/>
    <w:rsid w:val="008406DF"/>
    <w:rsid w:val="00840CE6"/>
    <w:rsid w:val="008415A7"/>
    <w:rsid w:val="008415B0"/>
    <w:rsid w:val="00841943"/>
    <w:rsid w:val="00841F38"/>
    <w:rsid w:val="00842028"/>
    <w:rsid w:val="00842640"/>
    <w:rsid w:val="00842AF5"/>
    <w:rsid w:val="00842E23"/>
    <w:rsid w:val="008436B8"/>
    <w:rsid w:val="0084455B"/>
    <w:rsid w:val="00844847"/>
    <w:rsid w:val="008452B2"/>
    <w:rsid w:val="0084533D"/>
    <w:rsid w:val="00845A68"/>
    <w:rsid w:val="008460B6"/>
    <w:rsid w:val="0084668D"/>
    <w:rsid w:val="008468F9"/>
    <w:rsid w:val="00846A0B"/>
    <w:rsid w:val="00846E01"/>
    <w:rsid w:val="0084784C"/>
    <w:rsid w:val="008478B1"/>
    <w:rsid w:val="0085077A"/>
    <w:rsid w:val="00850C9D"/>
    <w:rsid w:val="00850D6B"/>
    <w:rsid w:val="0085142D"/>
    <w:rsid w:val="00851916"/>
    <w:rsid w:val="00851F68"/>
    <w:rsid w:val="00852B59"/>
    <w:rsid w:val="008531F0"/>
    <w:rsid w:val="00853286"/>
    <w:rsid w:val="00853BE3"/>
    <w:rsid w:val="00854392"/>
    <w:rsid w:val="008543D0"/>
    <w:rsid w:val="00854D6F"/>
    <w:rsid w:val="00854FD2"/>
    <w:rsid w:val="00856223"/>
    <w:rsid w:val="00856272"/>
    <w:rsid w:val="008563FF"/>
    <w:rsid w:val="00856686"/>
    <w:rsid w:val="00856E20"/>
    <w:rsid w:val="00856F6A"/>
    <w:rsid w:val="0085756D"/>
    <w:rsid w:val="008577E0"/>
    <w:rsid w:val="00857E8B"/>
    <w:rsid w:val="0086018B"/>
    <w:rsid w:val="008611DD"/>
    <w:rsid w:val="008612D5"/>
    <w:rsid w:val="00861BEA"/>
    <w:rsid w:val="008620DE"/>
    <w:rsid w:val="00862714"/>
    <w:rsid w:val="008628B0"/>
    <w:rsid w:val="00862CC9"/>
    <w:rsid w:val="0086337C"/>
    <w:rsid w:val="00863C9F"/>
    <w:rsid w:val="00864F49"/>
    <w:rsid w:val="00865283"/>
    <w:rsid w:val="0086551A"/>
    <w:rsid w:val="00865785"/>
    <w:rsid w:val="00866120"/>
    <w:rsid w:val="00866388"/>
    <w:rsid w:val="00866867"/>
    <w:rsid w:val="00866ADA"/>
    <w:rsid w:val="008714A7"/>
    <w:rsid w:val="00872257"/>
    <w:rsid w:val="00873B1F"/>
    <w:rsid w:val="00873D77"/>
    <w:rsid w:val="00873E7C"/>
    <w:rsid w:val="00875235"/>
    <w:rsid w:val="008753E6"/>
    <w:rsid w:val="00875B3D"/>
    <w:rsid w:val="008769CE"/>
    <w:rsid w:val="0087738C"/>
    <w:rsid w:val="00880155"/>
    <w:rsid w:val="008802AF"/>
    <w:rsid w:val="00880815"/>
    <w:rsid w:val="00881490"/>
    <w:rsid w:val="00881926"/>
    <w:rsid w:val="00881CC4"/>
    <w:rsid w:val="00882281"/>
    <w:rsid w:val="008822D6"/>
    <w:rsid w:val="008826A6"/>
    <w:rsid w:val="0088318F"/>
    <w:rsid w:val="0088331D"/>
    <w:rsid w:val="00884115"/>
    <w:rsid w:val="008846A7"/>
    <w:rsid w:val="00884C3A"/>
    <w:rsid w:val="008852B0"/>
    <w:rsid w:val="00885AE7"/>
    <w:rsid w:val="00885C3F"/>
    <w:rsid w:val="00885C46"/>
    <w:rsid w:val="00885C4A"/>
    <w:rsid w:val="00886149"/>
    <w:rsid w:val="0088692D"/>
    <w:rsid w:val="00886B60"/>
    <w:rsid w:val="00887007"/>
    <w:rsid w:val="00887086"/>
    <w:rsid w:val="008873BF"/>
    <w:rsid w:val="00887566"/>
    <w:rsid w:val="00887889"/>
    <w:rsid w:val="00887BAA"/>
    <w:rsid w:val="008902DE"/>
    <w:rsid w:val="00890DB3"/>
    <w:rsid w:val="00890FBE"/>
    <w:rsid w:val="00891724"/>
    <w:rsid w:val="00891DCB"/>
    <w:rsid w:val="008920FF"/>
    <w:rsid w:val="008926E8"/>
    <w:rsid w:val="00893137"/>
    <w:rsid w:val="008931A9"/>
    <w:rsid w:val="00893EDE"/>
    <w:rsid w:val="0089439E"/>
    <w:rsid w:val="008943C2"/>
    <w:rsid w:val="008943DF"/>
    <w:rsid w:val="00894F19"/>
    <w:rsid w:val="00895792"/>
    <w:rsid w:val="0089637F"/>
    <w:rsid w:val="008965A8"/>
    <w:rsid w:val="00896A10"/>
    <w:rsid w:val="00896A1A"/>
    <w:rsid w:val="00896A61"/>
    <w:rsid w:val="0089717A"/>
    <w:rsid w:val="008971B5"/>
    <w:rsid w:val="008A2671"/>
    <w:rsid w:val="008A2FD9"/>
    <w:rsid w:val="008A3645"/>
    <w:rsid w:val="008A57F7"/>
    <w:rsid w:val="008A5D26"/>
    <w:rsid w:val="008A5D5D"/>
    <w:rsid w:val="008A641A"/>
    <w:rsid w:val="008A6594"/>
    <w:rsid w:val="008A6B13"/>
    <w:rsid w:val="008A6E7E"/>
    <w:rsid w:val="008A6ECB"/>
    <w:rsid w:val="008A712A"/>
    <w:rsid w:val="008A7940"/>
    <w:rsid w:val="008A7F9F"/>
    <w:rsid w:val="008B012A"/>
    <w:rsid w:val="008B07DD"/>
    <w:rsid w:val="008B09B9"/>
    <w:rsid w:val="008B0BF9"/>
    <w:rsid w:val="008B1106"/>
    <w:rsid w:val="008B13FF"/>
    <w:rsid w:val="008B14D2"/>
    <w:rsid w:val="008B1523"/>
    <w:rsid w:val="008B164B"/>
    <w:rsid w:val="008B1D23"/>
    <w:rsid w:val="008B2370"/>
    <w:rsid w:val="008B2866"/>
    <w:rsid w:val="008B3859"/>
    <w:rsid w:val="008B3CFE"/>
    <w:rsid w:val="008B436D"/>
    <w:rsid w:val="008B47E2"/>
    <w:rsid w:val="008B4E49"/>
    <w:rsid w:val="008B4EA0"/>
    <w:rsid w:val="008B50AF"/>
    <w:rsid w:val="008B710B"/>
    <w:rsid w:val="008B73AC"/>
    <w:rsid w:val="008B7712"/>
    <w:rsid w:val="008B7B26"/>
    <w:rsid w:val="008C064C"/>
    <w:rsid w:val="008C0ED2"/>
    <w:rsid w:val="008C152C"/>
    <w:rsid w:val="008C155C"/>
    <w:rsid w:val="008C17C0"/>
    <w:rsid w:val="008C30DF"/>
    <w:rsid w:val="008C3524"/>
    <w:rsid w:val="008C3912"/>
    <w:rsid w:val="008C3A4A"/>
    <w:rsid w:val="008C401C"/>
    <w:rsid w:val="008C4061"/>
    <w:rsid w:val="008C4229"/>
    <w:rsid w:val="008C4E1E"/>
    <w:rsid w:val="008C4EC7"/>
    <w:rsid w:val="008C50B4"/>
    <w:rsid w:val="008C5BE0"/>
    <w:rsid w:val="008C6087"/>
    <w:rsid w:val="008C6337"/>
    <w:rsid w:val="008C66D9"/>
    <w:rsid w:val="008C6F83"/>
    <w:rsid w:val="008C7233"/>
    <w:rsid w:val="008C77B6"/>
    <w:rsid w:val="008D063E"/>
    <w:rsid w:val="008D128F"/>
    <w:rsid w:val="008D1A3C"/>
    <w:rsid w:val="008D2434"/>
    <w:rsid w:val="008D397A"/>
    <w:rsid w:val="008D3F55"/>
    <w:rsid w:val="008D52C9"/>
    <w:rsid w:val="008D6E45"/>
    <w:rsid w:val="008D6F9D"/>
    <w:rsid w:val="008D7EFC"/>
    <w:rsid w:val="008E077A"/>
    <w:rsid w:val="008E07A2"/>
    <w:rsid w:val="008E0DC7"/>
    <w:rsid w:val="008E12BF"/>
    <w:rsid w:val="008E171D"/>
    <w:rsid w:val="008E187A"/>
    <w:rsid w:val="008E2345"/>
    <w:rsid w:val="008E2785"/>
    <w:rsid w:val="008E3087"/>
    <w:rsid w:val="008E481B"/>
    <w:rsid w:val="008E4F25"/>
    <w:rsid w:val="008E5B05"/>
    <w:rsid w:val="008E64D2"/>
    <w:rsid w:val="008E6D7B"/>
    <w:rsid w:val="008E6FB2"/>
    <w:rsid w:val="008E720E"/>
    <w:rsid w:val="008E74BD"/>
    <w:rsid w:val="008E76DA"/>
    <w:rsid w:val="008E78A3"/>
    <w:rsid w:val="008F0654"/>
    <w:rsid w:val="008F0682"/>
    <w:rsid w:val="008F06CB"/>
    <w:rsid w:val="008F06FE"/>
    <w:rsid w:val="008F0897"/>
    <w:rsid w:val="008F0DA9"/>
    <w:rsid w:val="008F2C8F"/>
    <w:rsid w:val="008F2CDE"/>
    <w:rsid w:val="008F2E83"/>
    <w:rsid w:val="008F2F91"/>
    <w:rsid w:val="008F3C86"/>
    <w:rsid w:val="008F4A30"/>
    <w:rsid w:val="008F4B60"/>
    <w:rsid w:val="008F4DC7"/>
    <w:rsid w:val="008F555E"/>
    <w:rsid w:val="008F5D43"/>
    <w:rsid w:val="008F612A"/>
    <w:rsid w:val="008F69B4"/>
    <w:rsid w:val="008F71EB"/>
    <w:rsid w:val="008F7918"/>
    <w:rsid w:val="009012D8"/>
    <w:rsid w:val="009016D8"/>
    <w:rsid w:val="0090293D"/>
    <w:rsid w:val="00902ADC"/>
    <w:rsid w:val="009034DE"/>
    <w:rsid w:val="00903639"/>
    <w:rsid w:val="0090465A"/>
    <w:rsid w:val="00904CAB"/>
    <w:rsid w:val="009050B2"/>
    <w:rsid w:val="0090528C"/>
    <w:rsid w:val="00905396"/>
    <w:rsid w:val="00905882"/>
    <w:rsid w:val="00905951"/>
    <w:rsid w:val="0090605D"/>
    <w:rsid w:val="00906142"/>
    <w:rsid w:val="00906419"/>
    <w:rsid w:val="00906A96"/>
    <w:rsid w:val="00907D32"/>
    <w:rsid w:val="00907D79"/>
    <w:rsid w:val="00907F55"/>
    <w:rsid w:val="0091066B"/>
    <w:rsid w:val="009114C6"/>
    <w:rsid w:val="00912889"/>
    <w:rsid w:val="00913872"/>
    <w:rsid w:val="00913A42"/>
    <w:rsid w:val="00914167"/>
    <w:rsid w:val="009143DB"/>
    <w:rsid w:val="009146D0"/>
    <w:rsid w:val="0091478E"/>
    <w:rsid w:val="00914B88"/>
    <w:rsid w:val="00915065"/>
    <w:rsid w:val="0091650A"/>
    <w:rsid w:val="00916702"/>
    <w:rsid w:val="00916E39"/>
    <w:rsid w:val="009170B1"/>
    <w:rsid w:val="00917A90"/>
    <w:rsid w:val="00917CE5"/>
    <w:rsid w:val="00920260"/>
    <w:rsid w:val="00920717"/>
    <w:rsid w:val="009210BD"/>
    <w:rsid w:val="0092136B"/>
    <w:rsid w:val="009217C0"/>
    <w:rsid w:val="00921EFB"/>
    <w:rsid w:val="00922588"/>
    <w:rsid w:val="009226D4"/>
    <w:rsid w:val="009228A6"/>
    <w:rsid w:val="009231D6"/>
    <w:rsid w:val="0092368E"/>
    <w:rsid w:val="0092369D"/>
    <w:rsid w:val="009242BD"/>
    <w:rsid w:val="009244BE"/>
    <w:rsid w:val="00924722"/>
    <w:rsid w:val="0092477F"/>
    <w:rsid w:val="00925241"/>
    <w:rsid w:val="00925CEC"/>
    <w:rsid w:val="00926159"/>
    <w:rsid w:val="00926187"/>
    <w:rsid w:val="00926A3F"/>
    <w:rsid w:val="00926B3E"/>
    <w:rsid w:val="00926D9C"/>
    <w:rsid w:val="0092794E"/>
    <w:rsid w:val="009300A2"/>
    <w:rsid w:val="009303A6"/>
    <w:rsid w:val="00930903"/>
    <w:rsid w:val="00930D30"/>
    <w:rsid w:val="00930DF2"/>
    <w:rsid w:val="00931937"/>
    <w:rsid w:val="00931C2C"/>
    <w:rsid w:val="00932C45"/>
    <w:rsid w:val="009332A2"/>
    <w:rsid w:val="00933387"/>
    <w:rsid w:val="0093482E"/>
    <w:rsid w:val="00934A51"/>
    <w:rsid w:val="00935166"/>
    <w:rsid w:val="0093555F"/>
    <w:rsid w:val="00935B60"/>
    <w:rsid w:val="00935C6F"/>
    <w:rsid w:val="00936BBE"/>
    <w:rsid w:val="00937598"/>
    <w:rsid w:val="0093790B"/>
    <w:rsid w:val="00937FA8"/>
    <w:rsid w:val="0094034C"/>
    <w:rsid w:val="00940FF2"/>
    <w:rsid w:val="00941C94"/>
    <w:rsid w:val="00942628"/>
    <w:rsid w:val="00942F50"/>
    <w:rsid w:val="00943573"/>
    <w:rsid w:val="00943751"/>
    <w:rsid w:val="00943829"/>
    <w:rsid w:val="00943C31"/>
    <w:rsid w:val="00945FC2"/>
    <w:rsid w:val="0094605F"/>
    <w:rsid w:val="00946661"/>
    <w:rsid w:val="00946DD0"/>
    <w:rsid w:val="00947144"/>
    <w:rsid w:val="00947358"/>
    <w:rsid w:val="009474F9"/>
    <w:rsid w:val="0094769A"/>
    <w:rsid w:val="009509E6"/>
    <w:rsid w:val="00950ACE"/>
    <w:rsid w:val="00950C02"/>
    <w:rsid w:val="009515EA"/>
    <w:rsid w:val="00952018"/>
    <w:rsid w:val="00952800"/>
    <w:rsid w:val="00952CDB"/>
    <w:rsid w:val="00952D22"/>
    <w:rsid w:val="0095300D"/>
    <w:rsid w:val="009538CB"/>
    <w:rsid w:val="009542DD"/>
    <w:rsid w:val="0095547E"/>
    <w:rsid w:val="00955B4E"/>
    <w:rsid w:val="00956812"/>
    <w:rsid w:val="00956B2E"/>
    <w:rsid w:val="00956EF8"/>
    <w:rsid w:val="0095719A"/>
    <w:rsid w:val="0095787F"/>
    <w:rsid w:val="009601BB"/>
    <w:rsid w:val="0096059B"/>
    <w:rsid w:val="009609B0"/>
    <w:rsid w:val="009613D7"/>
    <w:rsid w:val="00961880"/>
    <w:rsid w:val="009623E9"/>
    <w:rsid w:val="009623EF"/>
    <w:rsid w:val="0096252C"/>
    <w:rsid w:val="00962FA8"/>
    <w:rsid w:val="00963B45"/>
    <w:rsid w:val="00963EEB"/>
    <w:rsid w:val="0096413E"/>
    <w:rsid w:val="009648BC"/>
    <w:rsid w:val="00964C2F"/>
    <w:rsid w:val="00965710"/>
    <w:rsid w:val="00965EB4"/>
    <w:rsid w:val="00965F88"/>
    <w:rsid w:val="009670A4"/>
    <w:rsid w:val="00970381"/>
    <w:rsid w:val="00971177"/>
    <w:rsid w:val="00971864"/>
    <w:rsid w:val="00971B5A"/>
    <w:rsid w:val="00972CDA"/>
    <w:rsid w:val="00972EF8"/>
    <w:rsid w:val="009730FB"/>
    <w:rsid w:val="00973B9F"/>
    <w:rsid w:val="00974187"/>
    <w:rsid w:val="0097447A"/>
    <w:rsid w:val="00975CC2"/>
    <w:rsid w:val="00976093"/>
    <w:rsid w:val="00976F8A"/>
    <w:rsid w:val="009773A6"/>
    <w:rsid w:val="00977AA6"/>
    <w:rsid w:val="00977CFA"/>
    <w:rsid w:val="009807F9"/>
    <w:rsid w:val="00981B82"/>
    <w:rsid w:val="00982AF6"/>
    <w:rsid w:val="00982C95"/>
    <w:rsid w:val="00983990"/>
    <w:rsid w:val="00983FEA"/>
    <w:rsid w:val="009844CA"/>
    <w:rsid w:val="00984E03"/>
    <w:rsid w:val="00985064"/>
    <w:rsid w:val="009855A7"/>
    <w:rsid w:val="00986050"/>
    <w:rsid w:val="009860FF"/>
    <w:rsid w:val="0098673B"/>
    <w:rsid w:val="00986F00"/>
    <w:rsid w:val="00986FB6"/>
    <w:rsid w:val="00987633"/>
    <w:rsid w:val="00987BEC"/>
    <w:rsid w:val="00987E85"/>
    <w:rsid w:val="00990091"/>
    <w:rsid w:val="00990754"/>
    <w:rsid w:val="00991884"/>
    <w:rsid w:val="009919AF"/>
    <w:rsid w:val="00991A1C"/>
    <w:rsid w:val="00993000"/>
    <w:rsid w:val="00994033"/>
    <w:rsid w:val="009944F5"/>
    <w:rsid w:val="00994627"/>
    <w:rsid w:val="009946F8"/>
    <w:rsid w:val="00994CEA"/>
    <w:rsid w:val="0099570F"/>
    <w:rsid w:val="00996518"/>
    <w:rsid w:val="00996562"/>
    <w:rsid w:val="009965AD"/>
    <w:rsid w:val="00996E27"/>
    <w:rsid w:val="009971EA"/>
    <w:rsid w:val="00997ECC"/>
    <w:rsid w:val="009A0D12"/>
    <w:rsid w:val="009A17E9"/>
    <w:rsid w:val="009A1987"/>
    <w:rsid w:val="009A2349"/>
    <w:rsid w:val="009A279C"/>
    <w:rsid w:val="009A2BEE"/>
    <w:rsid w:val="009A3512"/>
    <w:rsid w:val="009A3E5D"/>
    <w:rsid w:val="009A3FF1"/>
    <w:rsid w:val="009A4101"/>
    <w:rsid w:val="009A4769"/>
    <w:rsid w:val="009A5289"/>
    <w:rsid w:val="009A5A5C"/>
    <w:rsid w:val="009A7A23"/>
    <w:rsid w:val="009A7A53"/>
    <w:rsid w:val="009B003D"/>
    <w:rsid w:val="009B0295"/>
    <w:rsid w:val="009B0402"/>
    <w:rsid w:val="009B0B75"/>
    <w:rsid w:val="009B16DF"/>
    <w:rsid w:val="009B18F5"/>
    <w:rsid w:val="009B1B01"/>
    <w:rsid w:val="009B3015"/>
    <w:rsid w:val="009B3380"/>
    <w:rsid w:val="009B4795"/>
    <w:rsid w:val="009B4C65"/>
    <w:rsid w:val="009B4CB2"/>
    <w:rsid w:val="009B51FE"/>
    <w:rsid w:val="009B53DA"/>
    <w:rsid w:val="009B5E0D"/>
    <w:rsid w:val="009B6178"/>
    <w:rsid w:val="009B629D"/>
    <w:rsid w:val="009B6701"/>
    <w:rsid w:val="009B6EF7"/>
    <w:rsid w:val="009B7000"/>
    <w:rsid w:val="009B739C"/>
    <w:rsid w:val="009C04EC"/>
    <w:rsid w:val="009C057A"/>
    <w:rsid w:val="009C0A2E"/>
    <w:rsid w:val="009C14A2"/>
    <w:rsid w:val="009C2480"/>
    <w:rsid w:val="009C2D72"/>
    <w:rsid w:val="009C328C"/>
    <w:rsid w:val="009C3A67"/>
    <w:rsid w:val="009C4444"/>
    <w:rsid w:val="009C4882"/>
    <w:rsid w:val="009C498C"/>
    <w:rsid w:val="009C6A71"/>
    <w:rsid w:val="009C741F"/>
    <w:rsid w:val="009C79AD"/>
    <w:rsid w:val="009C7CA6"/>
    <w:rsid w:val="009D01A4"/>
    <w:rsid w:val="009D0241"/>
    <w:rsid w:val="009D035C"/>
    <w:rsid w:val="009D0A1C"/>
    <w:rsid w:val="009D1598"/>
    <w:rsid w:val="009D17C4"/>
    <w:rsid w:val="009D2F9D"/>
    <w:rsid w:val="009D3316"/>
    <w:rsid w:val="009D433F"/>
    <w:rsid w:val="009D49CF"/>
    <w:rsid w:val="009D4ECC"/>
    <w:rsid w:val="009D510F"/>
    <w:rsid w:val="009D5113"/>
    <w:rsid w:val="009D535C"/>
    <w:rsid w:val="009D54C3"/>
    <w:rsid w:val="009D55AA"/>
    <w:rsid w:val="009D76F2"/>
    <w:rsid w:val="009E020F"/>
    <w:rsid w:val="009E16AC"/>
    <w:rsid w:val="009E23F0"/>
    <w:rsid w:val="009E2E9F"/>
    <w:rsid w:val="009E3E77"/>
    <w:rsid w:val="009E3FAB"/>
    <w:rsid w:val="009E55E7"/>
    <w:rsid w:val="009E5ADA"/>
    <w:rsid w:val="009E5B02"/>
    <w:rsid w:val="009E5B3F"/>
    <w:rsid w:val="009E5B97"/>
    <w:rsid w:val="009E5C5F"/>
    <w:rsid w:val="009E5FDF"/>
    <w:rsid w:val="009E75A8"/>
    <w:rsid w:val="009E7D90"/>
    <w:rsid w:val="009F04A5"/>
    <w:rsid w:val="009F0E9B"/>
    <w:rsid w:val="009F0F38"/>
    <w:rsid w:val="009F14A1"/>
    <w:rsid w:val="009F15AF"/>
    <w:rsid w:val="009F1AB0"/>
    <w:rsid w:val="009F1C54"/>
    <w:rsid w:val="009F20B5"/>
    <w:rsid w:val="009F229F"/>
    <w:rsid w:val="009F2F3C"/>
    <w:rsid w:val="009F31AB"/>
    <w:rsid w:val="009F3489"/>
    <w:rsid w:val="009F38C6"/>
    <w:rsid w:val="009F501D"/>
    <w:rsid w:val="009F5275"/>
    <w:rsid w:val="009F5368"/>
    <w:rsid w:val="009F6527"/>
    <w:rsid w:val="009F76A0"/>
    <w:rsid w:val="009F7A6B"/>
    <w:rsid w:val="009F7B26"/>
    <w:rsid w:val="00A00C2F"/>
    <w:rsid w:val="00A01631"/>
    <w:rsid w:val="00A0185C"/>
    <w:rsid w:val="00A026C9"/>
    <w:rsid w:val="00A02BB4"/>
    <w:rsid w:val="00A0340E"/>
    <w:rsid w:val="00A039D5"/>
    <w:rsid w:val="00A03B00"/>
    <w:rsid w:val="00A03E67"/>
    <w:rsid w:val="00A04515"/>
    <w:rsid w:val="00A046AD"/>
    <w:rsid w:val="00A04D26"/>
    <w:rsid w:val="00A052E8"/>
    <w:rsid w:val="00A07900"/>
    <w:rsid w:val="00A079C1"/>
    <w:rsid w:val="00A07EA6"/>
    <w:rsid w:val="00A10235"/>
    <w:rsid w:val="00A109B9"/>
    <w:rsid w:val="00A10C3E"/>
    <w:rsid w:val="00A11A53"/>
    <w:rsid w:val="00A12394"/>
    <w:rsid w:val="00A12520"/>
    <w:rsid w:val="00A12CC3"/>
    <w:rsid w:val="00A130FD"/>
    <w:rsid w:val="00A13ADF"/>
    <w:rsid w:val="00A13D6D"/>
    <w:rsid w:val="00A140AB"/>
    <w:rsid w:val="00A14769"/>
    <w:rsid w:val="00A15060"/>
    <w:rsid w:val="00A157C5"/>
    <w:rsid w:val="00A16151"/>
    <w:rsid w:val="00A16EC6"/>
    <w:rsid w:val="00A1715C"/>
    <w:rsid w:val="00A17993"/>
    <w:rsid w:val="00A17C06"/>
    <w:rsid w:val="00A17E23"/>
    <w:rsid w:val="00A20BE8"/>
    <w:rsid w:val="00A21052"/>
    <w:rsid w:val="00A21157"/>
    <w:rsid w:val="00A2126E"/>
    <w:rsid w:val="00A21706"/>
    <w:rsid w:val="00A2207E"/>
    <w:rsid w:val="00A22358"/>
    <w:rsid w:val="00A234CB"/>
    <w:rsid w:val="00A23DC8"/>
    <w:rsid w:val="00A245F4"/>
    <w:rsid w:val="00A24E01"/>
    <w:rsid w:val="00A24FCC"/>
    <w:rsid w:val="00A259E4"/>
    <w:rsid w:val="00A267D4"/>
    <w:rsid w:val="00A26A90"/>
    <w:rsid w:val="00A26B27"/>
    <w:rsid w:val="00A2784A"/>
    <w:rsid w:val="00A27C07"/>
    <w:rsid w:val="00A30E4F"/>
    <w:rsid w:val="00A31696"/>
    <w:rsid w:val="00A32253"/>
    <w:rsid w:val="00A32308"/>
    <w:rsid w:val="00A32ABD"/>
    <w:rsid w:val="00A32D63"/>
    <w:rsid w:val="00A32F55"/>
    <w:rsid w:val="00A3310E"/>
    <w:rsid w:val="00A333A0"/>
    <w:rsid w:val="00A33952"/>
    <w:rsid w:val="00A33F8D"/>
    <w:rsid w:val="00A34267"/>
    <w:rsid w:val="00A34CB9"/>
    <w:rsid w:val="00A35174"/>
    <w:rsid w:val="00A366CF"/>
    <w:rsid w:val="00A372AB"/>
    <w:rsid w:val="00A372DC"/>
    <w:rsid w:val="00A37E70"/>
    <w:rsid w:val="00A401BB"/>
    <w:rsid w:val="00A40B6F"/>
    <w:rsid w:val="00A41050"/>
    <w:rsid w:val="00A4165D"/>
    <w:rsid w:val="00A41D9D"/>
    <w:rsid w:val="00A437E1"/>
    <w:rsid w:val="00A44152"/>
    <w:rsid w:val="00A445DB"/>
    <w:rsid w:val="00A447BB"/>
    <w:rsid w:val="00A4493E"/>
    <w:rsid w:val="00A44D3E"/>
    <w:rsid w:val="00A45515"/>
    <w:rsid w:val="00A45901"/>
    <w:rsid w:val="00A45A9D"/>
    <w:rsid w:val="00A4685E"/>
    <w:rsid w:val="00A46A73"/>
    <w:rsid w:val="00A46B9E"/>
    <w:rsid w:val="00A46BA6"/>
    <w:rsid w:val="00A46EDB"/>
    <w:rsid w:val="00A505CF"/>
    <w:rsid w:val="00A50CD4"/>
    <w:rsid w:val="00A50FE5"/>
    <w:rsid w:val="00A51191"/>
    <w:rsid w:val="00A512B2"/>
    <w:rsid w:val="00A55BEB"/>
    <w:rsid w:val="00A56D62"/>
    <w:rsid w:val="00A56F07"/>
    <w:rsid w:val="00A5762C"/>
    <w:rsid w:val="00A5780A"/>
    <w:rsid w:val="00A57B1F"/>
    <w:rsid w:val="00A57D3A"/>
    <w:rsid w:val="00A600FC"/>
    <w:rsid w:val="00A60911"/>
    <w:rsid w:val="00A60BCA"/>
    <w:rsid w:val="00A62196"/>
    <w:rsid w:val="00A6229A"/>
    <w:rsid w:val="00A626F6"/>
    <w:rsid w:val="00A62772"/>
    <w:rsid w:val="00A62B82"/>
    <w:rsid w:val="00A634FB"/>
    <w:rsid w:val="00A636D3"/>
    <w:rsid w:val="00A638DA"/>
    <w:rsid w:val="00A64201"/>
    <w:rsid w:val="00A64DC2"/>
    <w:rsid w:val="00A6503A"/>
    <w:rsid w:val="00A65266"/>
    <w:rsid w:val="00A654C2"/>
    <w:rsid w:val="00A65802"/>
    <w:rsid w:val="00A65B41"/>
    <w:rsid w:val="00A65CD7"/>
    <w:rsid w:val="00A65E00"/>
    <w:rsid w:val="00A65E01"/>
    <w:rsid w:val="00A6617A"/>
    <w:rsid w:val="00A662AC"/>
    <w:rsid w:val="00A6664B"/>
    <w:rsid w:val="00A6677A"/>
    <w:rsid w:val="00A66A78"/>
    <w:rsid w:val="00A66AC5"/>
    <w:rsid w:val="00A66CF7"/>
    <w:rsid w:val="00A7046C"/>
    <w:rsid w:val="00A71739"/>
    <w:rsid w:val="00A718CF"/>
    <w:rsid w:val="00A71AE9"/>
    <w:rsid w:val="00A71F5D"/>
    <w:rsid w:val="00A720C1"/>
    <w:rsid w:val="00A72A40"/>
    <w:rsid w:val="00A72F9F"/>
    <w:rsid w:val="00A732EE"/>
    <w:rsid w:val="00A7429A"/>
    <w:rsid w:val="00A7436E"/>
    <w:rsid w:val="00A74394"/>
    <w:rsid w:val="00A743C2"/>
    <w:rsid w:val="00A74584"/>
    <w:rsid w:val="00A74D43"/>
    <w:rsid w:val="00A74E96"/>
    <w:rsid w:val="00A74F09"/>
    <w:rsid w:val="00A75A8E"/>
    <w:rsid w:val="00A75A8F"/>
    <w:rsid w:val="00A76E01"/>
    <w:rsid w:val="00A76ED2"/>
    <w:rsid w:val="00A7717D"/>
    <w:rsid w:val="00A77402"/>
    <w:rsid w:val="00A77C55"/>
    <w:rsid w:val="00A77E0C"/>
    <w:rsid w:val="00A77F28"/>
    <w:rsid w:val="00A80986"/>
    <w:rsid w:val="00A80CA9"/>
    <w:rsid w:val="00A80FA5"/>
    <w:rsid w:val="00A824DD"/>
    <w:rsid w:val="00A82955"/>
    <w:rsid w:val="00A829E9"/>
    <w:rsid w:val="00A82DF1"/>
    <w:rsid w:val="00A832FC"/>
    <w:rsid w:val="00A83476"/>
    <w:rsid w:val="00A83546"/>
    <w:rsid w:val="00A83676"/>
    <w:rsid w:val="00A83B7B"/>
    <w:rsid w:val="00A83BC8"/>
    <w:rsid w:val="00A84274"/>
    <w:rsid w:val="00A8507D"/>
    <w:rsid w:val="00A850F3"/>
    <w:rsid w:val="00A852B0"/>
    <w:rsid w:val="00A85C9F"/>
    <w:rsid w:val="00A864E3"/>
    <w:rsid w:val="00A86704"/>
    <w:rsid w:val="00A86E53"/>
    <w:rsid w:val="00A874AA"/>
    <w:rsid w:val="00A90543"/>
    <w:rsid w:val="00A913CA"/>
    <w:rsid w:val="00A919E3"/>
    <w:rsid w:val="00A92DD4"/>
    <w:rsid w:val="00A93C5F"/>
    <w:rsid w:val="00A941F8"/>
    <w:rsid w:val="00A94381"/>
    <w:rsid w:val="00A943A9"/>
    <w:rsid w:val="00A94574"/>
    <w:rsid w:val="00A94B1B"/>
    <w:rsid w:val="00A95936"/>
    <w:rsid w:val="00A96265"/>
    <w:rsid w:val="00A96476"/>
    <w:rsid w:val="00A96487"/>
    <w:rsid w:val="00A97084"/>
    <w:rsid w:val="00A9760E"/>
    <w:rsid w:val="00A97C74"/>
    <w:rsid w:val="00A97C8E"/>
    <w:rsid w:val="00AA0193"/>
    <w:rsid w:val="00AA01D2"/>
    <w:rsid w:val="00AA043C"/>
    <w:rsid w:val="00AA0C50"/>
    <w:rsid w:val="00AA0CF9"/>
    <w:rsid w:val="00AA1C2C"/>
    <w:rsid w:val="00AA1EFE"/>
    <w:rsid w:val="00AA33C6"/>
    <w:rsid w:val="00AA35F6"/>
    <w:rsid w:val="00AA3812"/>
    <w:rsid w:val="00AA41E0"/>
    <w:rsid w:val="00AA4E17"/>
    <w:rsid w:val="00AA52CB"/>
    <w:rsid w:val="00AA64A9"/>
    <w:rsid w:val="00AA667C"/>
    <w:rsid w:val="00AA6CA6"/>
    <w:rsid w:val="00AA6E91"/>
    <w:rsid w:val="00AA7439"/>
    <w:rsid w:val="00AB047E"/>
    <w:rsid w:val="00AB0619"/>
    <w:rsid w:val="00AB08BB"/>
    <w:rsid w:val="00AB0B0A"/>
    <w:rsid w:val="00AB0BB7"/>
    <w:rsid w:val="00AB0E20"/>
    <w:rsid w:val="00AB0F99"/>
    <w:rsid w:val="00AB1041"/>
    <w:rsid w:val="00AB11FE"/>
    <w:rsid w:val="00AB217F"/>
    <w:rsid w:val="00AB22C6"/>
    <w:rsid w:val="00AB2AD0"/>
    <w:rsid w:val="00AB2BFB"/>
    <w:rsid w:val="00AB4189"/>
    <w:rsid w:val="00AB4F59"/>
    <w:rsid w:val="00AB517C"/>
    <w:rsid w:val="00AB5210"/>
    <w:rsid w:val="00AB5775"/>
    <w:rsid w:val="00AB6443"/>
    <w:rsid w:val="00AB67FC"/>
    <w:rsid w:val="00AB7152"/>
    <w:rsid w:val="00AB766D"/>
    <w:rsid w:val="00AC00F2"/>
    <w:rsid w:val="00AC02D6"/>
    <w:rsid w:val="00AC0DA7"/>
    <w:rsid w:val="00AC0E90"/>
    <w:rsid w:val="00AC18CD"/>
    <w:rsid w:val="00AC2C9C"/>
    <w:rsid w:val="00AC2E36"/>
    <w:rsid w:val="00AC312B"/>
    <w:rsid w:val="00AC31B5"/>
    <w:rsid w:val="00AC3295"/>
    <w:rsid w:val="00AC32D7"/>
    <w:rsid w:val="00AC359B"/>
    <w:rsid w:val="00AC38CB"/>
    <w:rsid w:val="00AC38D4"/>
    <w:rsid w:val="00AC3A19"/>
    <w:rsid w:val="00AC3B2A"/>
    <w:rsid w:val="00AC4587"/>
    <w:rsid w:val="00AC4AF6"/>
    <w:rsid w:val="00AC4EA1"/>
    <w:rsid w:val="00AC5381"/>
    <w:rsid w:val="00AC57C4"/>
    <w:rsid w:val="00AC5920"/>
    <w:rsid w:val="00AC631F"/>
    <w:rsid w:val="00AC6371"/>
    <w:rsid w:val="00AC7576"/>
    <w:rsid w:val="00AC7D94"/>
    <w:rsid w:val="00AD0176"/>
    <w:rsid w:val="00AD0E65"/>
    <w:rsid w:val="00AD1E30"/>
    <w:rsid w:val="00AD2BF2"/>
    <w:rsid w:val="00AD2E3B"/>
    <w:rsid w:val="00AD34F4"/>
    <w:rsid w:val="00AD37B5"/>
    <w:rsid w:val="00AD38F7"/>
    <w:rsid w:val="00AD3FBF"/>
    <w:rsid w:val="00AD450B"/>
    <w:rsid w:val="00AD4E90"/>
    <w:rsid w:val="00AD4ECE"/>
    <w:rsid w:val="00AD4FAC"/>
    <w:rsid w:val="00AD532F"/>
    <w:rsid w:val="00AD5422"/>
    <w:rsid w:val="00AD6337"/>
    <w:rsid w:val="00AD6892"/>
    <w:rsid w:val="00AD6E09"/>
    <w:rsid w:val="00AD7906"/>
    <w:rsid w:val="00AD7FED"/>
    <w:rsid w:val="00AE001A"/>
    <w:rsid w:val="00AE01E6"/>
    <w:rsid w:val="00AE0ADC"/>
    <w:rsid w:val="00AE1103"/>
    <w:rsid w:val="00AE175F"/>
    <w:rsid w:val="00AE31DD"/>
    <w:rsid w:val="00AE40D5"/>
    <w:rsid w:val="00AE4179"/>
    <w:rsid w:val="00AE43C6"/>
    <w:rsid w:val="00AE4425"/>
    <w:rsid w:val="00AE4A94"/>
    <w:rsid w:val="00AE4FBE"/>
    <w:rsid w:val="00AE5D7F"/>
    <w:rsid w:val="00AE5F6C"/>
    <w:rsid w:val="00AE650F"/>
    <w:rsid w:val="00AE6555"/>
    <w:rsid w:val="00AE668D"/>
    <w:rsid w:val="00AE7219"/>
    <w:rsid w:val="00AE7474"/>
    <w:rsid w:val="00AE79E8"/>
    <w:rsid w:val="00AE7D16"/>
    <w:rsid w:val="00AE7F02"/>
    <w:rsid w:val="00AF0E3D"/>
    <w:rsid w:val="00AF1EFB"/>
    <w:rsid w:val="00AF26A0"/>
    <w:rsid w:val="00AF2950"/>
    <w:rsid w:val="00AF2B46"/>
    <w:rsid w:val="00AF34B4"/>
    <w:rsid w:val="00AF45DF"/>
    <w:rsid w:val="00AF4CAA"/>
    <w:rsid w:val="00AF50CD"/>
    <w:rsid w:val="00AF5379"/>
    <w:rsid w:val="00AF54E6"/>
    <w:rsid w:val="00AF571A"/>
    <w:rsid w:val="00AF5B8F"/>
    <w:rsid w:val="00AF5F16"/>
    <w:rsid w:val="00AF60A0"/>
    <w:rsid w:val="00AF67CF"/>
    <w:rsid w:val="00AF67FC"/>
    <w:rsid w:val="00AF6B5C"/>
    <w:rsid w:val="00AF7DF5"/>
    <w:rsid w:val="00B00555"/>
    <w:rsid w:val="00B006E5"/>
    <w:rsid w:val="00B015AA"/>
    <w:rsid w:val="00B01B52"/>
    <w:rsid w:val="00B01D28"/>
    <w:rsid w:val="00B01DDE"/>
    <w:rsid w:val="00B0210F"/>
    <w:rsid w:val="00B024C2"/>
    <w:rsid w:val="00B03222"/>
    <w:rsid w:val="00B03C50"/>
    <w:rsid w:val="00B03FDA"/>
    <w:rsid w:val="00B04019"/>
    <w:rsid w:val="00B0429D"/>
    <w:rsid w:val="00B04681"/>
    <w:rsid w:val="00B04BEC"/>
    <w:rsid w:val="00B04EFD"/>
    <w:rsid w:val="00B05532"/>
    <w:rsid w:val="00B05DBC"/>
    <w:rsid w:val="00B0638E"/>
    <w:rsid w:val="00B06B40"/>
    <w:rsid w:val="00B073A3"/>
    <w:rsid w:val="00B07700"/>
    <w:rsid w:val="00B07753"/>
    <w:rsid w:val="00B07881"/>
    <w:rsid w:val="00B10081"/>
    <w:rsid w:val="00B1021B"/>
    <w:rsid w:val="00B10413"/>
    <w:rsid w:val="00B10C11"/>
    <w:rsid w:val="00B10DDA"/>
    <w:rsid w:val="00B10EF9"/>
    <w:rsid w:val="00B12ECE"/>
    <w:rsid w:val="00B1379F"/>
    <w:rsid w:val="00B13921"/>
    <w:rsid w:val="00B141F0"/>
    <w:rsid w:val="00B1523B"/>
    <w:rsid w:val="00B1528C"/>
    <w:rsid w:val="00B15AC2"/>
    <w:rsid w:val="00B15BF2"/>
    <w:rsid w:val="00B16515"/>
    <w:rsid w:val="00B16719"/>
    <w:rsid w:val="00B16ACD"/>
    <w:rsid w:val="00B177D2"/>
    <w:rsid w:val="00B179A7"/>
    <w:rsid w:val="00B17B59"/>
    <w:rsid w:val="00B200E3"/>
    <w:rsid w:val="00B204C7"/>
    <w:rsid w:val="00B209AA"/>
    <w:rsid w:val="00B21487"/>
    <w:rsid w:val="00B21C4A"/>
    <w:rsid w:val="00B21C88"/>
    <w:rsid w:val="00B2234A"/>
    <w:rsid w:val="00B232D1"/>
    <w:rsid w:val="00B238F8"/>
    <w:rsid w:val="00B24314"/>
    <w:rsid w:val="00B24611"/>
    <w:rsid w:val="00B24DB5"/>
    <w:rsid w:val="00B24DE9"/>
    <w:rsid w:val="00B24F8D"/>
    <w:rsid w:val="00B276FA"/>
    <w:rsid w:val="00B27C1A"/>
    <w:rsid w:val="00B300C7"/>
    <w:rsid w:val="00B308DE"/>
    <w:rsid w:val="00B30CCB"/>
    <w:rsid w:val="00B313D5"/>
    <w:rsid w:val="00B31F70"/>
    <w:rsid w:val="00B31F9E"/>
    <w:rsid w:val="00B3268F"/>
    <w:rsid w:val="00B32BC1"/>
    <w:rsid w:val="00B32C2C"/>
    <w:rsid w:val="00B3370F"/>
    <w:rsid w:val="00B3392C"/>
    <w:rsid w:val="00B33A1A"/>
    <w:rsid w:val="00B33E6C"/>
    <w:rsid w:val="00B342D2"/>
    <w:rsid w:val="00B34EF2"/>
    <w:rsid w:val="00B358FF"/>
    <w:rsid w:val="00B35FF2"/>
    <w:rsid w:val="00B371CC"/>
    <w:rsid w:val="00B37741"/>
    <w:rsid w:val="00B37CB1"/>
    <w:rsid w:val="00B37DE3"/>
    <w:rsid w:val="00B4028F"/>
    <w:rsid w:val="00B403AA"/>
    <w:rsid w:val="00B40B0F"/>
    <w:rsid w:val="00B40FD9"/>
    <w:rsid w:val="00B411F5"/>
    <w:rsid w:val="00B416A2"/>
    <w:rsid w:val="00B41990"/>
    <w:rsid w:val="00B41A67"/>
    <w:rsid w:val="00B41CD9"/>
    <w:rsid w:val="00B427E6"/>
    <w:rsid w:val="00B428A6"/>
    <w:rsid w:val="00B429AD"/>
    <w:rsid w:val="00B42ADE"/>
    <w:rsid w:val="00B43E1F"/>
    <w:rsid w:val="00B43F2B"/>
    <w:rsid w:val="00B440B1"/>
    <w:rsid w:val="00B44172"/>
    <w:rsid w:val="00B44332"/>
    <w:rsid w:val="00B44A12"/>
    <w:rsid w:val="00B4570B"/>
    <w:rsid w:val="00B4572C"/>
    <w:rsid w:val="00B45CB8"/>
    <w:rsid w:val="00B45FBC"/>
    <w:rsid w:val="00B47E92"/>
    <w:rsid w:val="00B50A35"/>
    <w:rsid w:val="00B50A7E"/>
    <w:rsid w:val="00B51536"/>
    <w:rsid w:val="00B5155D"/>
    <w:rsid w:val="00B51A7D"/>
    <w:rsid w:val="00B51BFC"/>
    <w:rsid w:val="00B521A2"/>
    <w:rsid w:val="00B530B1"/>
    <w:rsid w:val="00B535C2"/>
    <w:rsid w:val="00B54A80"/>
    <w:rsid w:val="00B54EDF"/>
    <w:rsid w:val="00B54F0B"/>
    <w:rsid w:val="00B54FBD"/>
    <w:rsid w:val="00B550B0"/>
    <w:rsid w:val="00B550C7"/>
    <w:rsid w:val="00B552EC"/>
    <w:rsid w:val="00B55544"/>
    <w:rsid w:val="00B56A7A"/>
    <w:rsid w:val="00B5751D"/>
    <w:rsid w:val="00B5774B"/>
    <w:rsid w:val="00B610AC"/>
    <w:rsid w:val="00B61DA6"/>
    <w:rsid w:val="00B61EE2"/>
    <w:rsid w:val="00B62254"/>
    <w:rsid w:val="00B62BCD"/>
    <w:rsid w:val="00B63230"/>
    <w:rsid w:val="00B63C8A"/>
    <w:rsid w:val="00B642FC"/>
    <w:rsid w:val="00B64678"/>
    <w:rsid w:val="00B64D26"/>
    <w:rsid w:val="00B64F61"/>
    <w:rsid w:val="00B64FBB"/>
    <w:rsid w:val="00B6520E"/>
    <w:rsid w:val="00B655BA"/>
    <w:rsid w:val="00B655E1"/>
    <w:rsid w:val="00B65B37"/>
    <w:rsid w:val="00B66742"/>
    <w:rsid w:val="00B675AE"/>
    <w:rsid w:val="00B70226"/>
    <w:rsid w:val="00B70E22"/>
    <w:rsid w:val="00B719B0"/>
    <w:rsid w:val="00B71AEB"/>
    <w:rsid w:val="00B7229C"/>
    <w:rsid w:val="00B72A5F"/>
    <w:rsid w:val="00B72D21"/>
    <w:rsid w:val="00B72E24"/>
    <w:rsid w:val="00B73637"/>
    <w:rsid w:val="00B74719"/>
    <w:rsid w:val="00B74C71"/>
    <w:rsid w:val="00B7602F"/>
    <w:rsid w:val="00B76C8B"/>
    <w:rsid w:val="00B77398"/>
    <w:rsid w:val="00B774CB"/>
    <w:rsid w:val="00B80402"/>
    <w:rsid w:val="00B80B9A"/>
    <w:rsid w:val="00B80FE6"/>
    <w:rsid w:val="00B814E0"/>
    <w:rsid w:val="00B81626"/>
    <w:rsid w:val="00B8166E"/>
    <w:rsid w:val="00B829AF"/>
    <w:rsid w:val="00B82B9B"/>
    <w:rsid w:val="00B82CAA"/>
    <w:rsid w:val="00B830B7"/>
    <w:rsid w:val="00B83171"/>
    <w:rsid w:val="00B8323F"/>
    <w:rsid w:val="00B848EA"/>
    <w:rsid w:val="00B84B2B"/>
    <w:rsid w:val="00B85205"/>
    <w:rsid w:val="00B8570E"/>
    <w:rsid w:val="00B86D95"/>
    <w:rsid w:val="00B878A4"/>
    <w:rsid w:val="00B90500"/>
    <w:rsid w:val="00B90ED7"/>
    <w:rsid w:val="00B9176C"/>
    <w:rsid w:val="00B9315B"/>
    <w:rsid w:val="00B935A4"/>
    <w:rsid w:val="00B93802"/>
    <w:rsid w:val="00B942C0"/>
    <w:rsid w:val="00B94BD4"/>
    <w:rsid w:val="00B953CE"/>
    <w:rsid w:val="00B95C25"/>
    <w:rsid w:val="00B95C75"/>
    <w:rsid w:val="00B95DF6"/>
    <w:rsid w:val="00B96421"/>
    <w:rsid w:val="00B96783"/>
    <w:rsid w:val="00B96A5F"/>
    <w:rsid w:val="00B97670"/>
    <w:rsid w:val="00B976C1"/>
    <w:rsid w:val="00BA1163"/>
    <w:rsid w:val="00BA1D40"/>
    <w:rsid w:val="00BA212C"/>
    <w:rsid w:val="00BA2DE7"/>
    <w:rsid w:val="00BA2EE0"/>
    <w:rsid w:val="00BA313B"/>
    <w:rsid w:val="00BA3D45"/>
    <w:rsid w:val="00BA3DF1"/>
    <w:rsid w:val="00BA4067"/>
    <w:rsid w:val="00BA47AA"/>
    <w:rsid w:val="00BA4D56"/>
    <w:rsid w:val="00BA561A"/>
    <w:rsid w:val="00BA5C94"/>
    <w:rsid w:val="00BA6909"/>
    <w:rsid w:val="00BA69B5"/>
    <w:rsid w:val="00BA6B45"/>
    <w:rsid w:val="00BA707D"/>
    <w:rsid w:val="00BA75C6"/>
    <w:rsid w:val="00BA7B28"/>
    <w:rsid w:val="00BB06D6"/>
    <w:rsid w:val="00BB07FB"/>
    <w:rsid w:val="00BB0B27"/>
    <w:rsid w:val="00BB0DC6"/>
    <w:rsid w:val="00BB15E4"/>
    <w:rsid w:val="00BB1AF8"/>
    <w:rsid w:val="00BB1E19"/>
    <w:rsid w:val="00BB21D1"/>
    <w:rsid w:val="00BB2661"/>
    <w:rsid w:val="00BB27D3"/>
    <w:rsid w:val="00BB32F2"/>
    <w:rsid w:val="00BB4338"/>
    <w:rsid w:val="00BB46E2"/>
    <w:rsid w:val="00BB47F9"/>
    <w:rsid w:val="00BB49AC"/>
    <w:rsid w:val="00BB4A94"/>
    <w:rsid w:val="00BB531E"/>
    <w:rsid w:val="00BB54D4"/>
    <w:rsid w:val="00BB5B44"/>
    <w:rsid w:val="00BB6C0E"/>
    <w:rsid w:val="00BB6E02"/>
    <w:rsid w:val="00BB7165"/>
    <w:rsid w:val="00BB7B38"/>
    <w:rsid w:val="00BC0E90"/>
    <w:rsid w:val="00BC10DD"/>
    <w:rsid w:val="00BC11E5"/>
    <w:rsid w:val="00BC14F2"/>
    <w:rsid w:val="00BC1AD8"/>
    <w:rsid w:val="00BC1C1D"/>
    <w:rsid w:val="00BC256D"/>
    <w:rsid w:val="00BC26F2"/>
    <w:rsid w:val="00BC2F94"/>
    <w:rsid w:val="00BC3612"/>
    <w:rsid w:val="00BC3FF5"/>
    <w:rsid w:val="00BC4BC6"/>
    <w:rsid w:val="00BC52FD"/>
    <w:rsid w:val="00BC659D"/>
    <w:rsid w:val="00BC6944"/>
    <w:rsid w:val="00BC6E62"/>
    <w:rsid w:val="00BC70F7"/>
    <w:rsid w:val="00BC7443"/>
    <w:rsid w:val="00BC7C74"/>
    <w:rsid w:val="00BC7DD0"/>
    <w:rsid w:val="00BD0159"/>
    <w:rsid w:val="00BD0648"/>
    <w:rsid w:val="00BD0BBA"/>
    <w:rsid w:val="00BD1040"/>
    <w:rsid w:val="00BD1341"/>
    <w:rsid w:val="00BD1611"/>
    <w:rsid w:val="00BD1E50"/>
    <w:rsid w:val="00BD34AA"/>
    <w:rsid w:val="00BD39B1"/>
    <w:rsid w:val="00BD3F3B"/>
    <w:rsid w:val="00BD4608"/>
    <w:rsid w:val="00BD47B1"/>
    <w:rsid w:val="00BD5FA2"/>
    <w:rsid w:val="00BD6EED"/>
    <w:rsid w:val="00BD6F5A"/>
    <w:rsid w:val="00BD7198"/>
    <w:rsid w:val="00BD7383"/>
    <w:rsid w:val="00BD785E"/>
    <w:rsid w:val="00BD7B28"/>
    <w:rsid w:val="00BD7C75"/>
    <w:rsid w:val="00BE0C44"/>
    <w:rsid w:val="00BE0D7A"/>
    <w:rsid w:val="00BE1B8B"/>
    <w:rsid w:val="00BE23DD"/>
    <w:rsid w:val="00BE289E"/>
    <w:rsid w:val="00BE2A18"/>
    <w:rsid w:val="00BE2BDB"/>
    <w:rsid w:val="00BE2C01"/>
    <w:rsid w:val="00BE41EC"/>
    <w:rsid w:val="00BE4780"/>
    <w:rsid w:val="00BE52A0"/>
    <w:rsid w:val="00BE56FB"/>
    <w:rsid w:val="00BE5D8F"/>
    <w:rsid w:val="00BE674E"/>
    <w:rsid w:val="00BE6DF0"/>
    <w:rsid w:val="00BE6F39"/>
    <w:rsid w:val="00BE76DF"/>
    <w:rsid w:val="00BF08CC"/>
    <w:rsid w:val="00BF1551"/>
    <w:rsid w:val="00BF169B"/>
    <w:rsid w:val="00BF17BF"/>
    <w:rsid w:val="00BF3121"/>
    <w:rsid w:val="00BF317D"/>
    <w:rsid w:val="00BF32F4"/>
    <w:rsid w:val="00BF3AD7"/>
    <w:rsid w:val="00BF3DDE"/>
    <w:rsid w:val="00BF403D"/>
    <w:rsid w:val="00BF412B"/>
    <w:rsid w:val="00BF47E9"/>
    <w:rsid w:val="00BF4D4F"/>
    <w:rsid w:val="00BF4F56"/>
    <w:rsid w:val="00BF549C"/>
    <w:rsid w:val="00BF5D3B"/>
    <w:rsid w:val="00BF5E14"/>
    <w:rsid w:val="00BF6589"/>
    <w:rsid w:val="00BF6940"/>
    <w:rsid w:val="00BF6BDC"/>
    <w:rsid w:val="00BF6F7F"/>
    <w:rsid w:val="00BF70D9"/>
    <w:rsid w:val="00BF7AAC"/>
    <w:rsid w:val="00C00647"/>
    <w:rsid w:val="00C00FAA"/>
    <w:rsid w:val="00C01026"/>
    <w:rsid w:val="00C015CA"/>
    <w:rsid w:val="00C01D1B"/>
    <w:rsid w:val="00C0207B"/>
    <w:rsid w:val="00C0209B"/>
    <w:rsid w:val="00C02764"/>
    <w:rsid w:val="00C03631"/>
    <w:rsid w:val="00C0421D"/>
    <w:rsid w:val="00C044C1"/>
    <w:rsid w:val="00C04881"/>
    <w:rsid w:val="00C04A5F"/>
    <w:rsid w:val="00C04CEF"/>
    <w:rsid w:val="00C04E79"/>
    <w:rsid w:val="00C064C0"/>
    <w:rsid w:val="00C0662F"/>
    <w:rsid w:val="00C069F7"/>
    <w:rsid w:val="00C06C76"/>
    <w:rsid w:val="00C10184"/>
    <w:rsid w:val="00C11344"/>
    <w:rsid w:val="00C115FD"/>
    <w:rsid w:val="00C11771"/>
    <w:rsid w:val="00C11943"/>
    <w:rsid w:val="00C11994"/>
    <w:rsid w:val="00C1258A"/>
    <w:rsid w:val="00C12C29"/>
    <w:rsid w:val="00C12D44"/>
    <w:rsid w:val="00C12E96"/>
    <w:rsid w:val="00C12EE8"/>
    <w:rsid w:val="00C13CF3"/>
    <w:rsid w:val="00C1457D"/>
    <w:rsid w:val="00C14763"/>
    <w:rsid w:val="00C15B8F"/>
    <w:rsid w:val="00C16141"/>
    <w:rsid w:val="00C1624D"/>
    <w:rsid w:val="00C16A70"/>
    <w:rsid w:val="00C1751E"/>
    <w:rsid w:val="00C20179"/>
    <w:rsid w:val="00C20564"/>
    <w:rsid w:val="00C2123E"/>
    <w:rsid w:val="00C212F0"/>
    <w:rsid w:val="00C21BB2"/>
    <w:rsid w:val="00C22104"/>
    <w:rsid w:val="00C22D9A"/>
    <w:rsid w:val="00C22DE8"/>
    <w:rsid w:val="00C2363F"/>
    <w:rsid w:val="00C236C8"/>
    <w:rsid w:val="00C25BD0"/>
    <w:rsid w:val="00C260B1"/>
    <w:rsid w:val="00C26E56"/>
    <w:rsid w:val="00C2717E"/>
    <w:rsid w:val="00C271B7"/>
    <w:rsid w:val="00C27217"/>
    <w:rsid w:val="00C27DDB"/>
    <w:rsid w:val="00C27E94"/>
    <w:rsid w:val="00C3005F"/>
    <w:rsid w:val="00C30450"/>
    <w:rsid w:val="00C3097B"/>
    <w:rsid w:val="00C30AB4"/>
    <w:rsid w:val="00C31406"/>
    <w:rsid w:val="00C32680"/>
    <w:rsid w:val="00C32791"/>
    <w:rsid w:val="00C32FCC"/>
    <w:rsid w:val="00C33065"/>
    <w:rsid w:val="00C33C6E"/>
    <w:rsid w:val="00C342B9"/>
    <w:rsid w:val="00C34D05"/>
    <w:rsid w:val="00C357FD"/>
    <w:rsid w:val="00C35951"/>
    <w:rsid w:val="00C359E6"/>
    <w:rsid w:val="00C35F88"/>
    <w:rsid w:val="00C3633D"/>
    <w:rsid w:val="00C364DB"/>
    <w:rsid w:val="00C37194"/>
    <w:rsid w:val="00C37463"/>
    <w:rsid w:val="00C37740"/>
    <w:rsid w:val="00C379BA"/>
    <w:rsid w:val="00C37C61"/>
    <w:rsid w:val="00C40637"/>
    <w:rsid w:val="00C4097B"/>
    <w:rsid w:val="00C40F6C"/>
    <w:rsid w:val="00C40FCF"/>
    <w:rsid w:val="00C4149D"/>
    <w:rsid w:val="00C42A5A"/>
    <w:rsid w:val="00C42D54"/>
    <w:rsid w:val="00C4393B"/>
    <w:rsid w:val="00C43C14"/>
    <w:rsid w:val="00C44426"/>
    <w:rsid w:val="00C445F3"/>
    <w:rsid w:val="00C446BC"/>
    <w:rsid w:val="00C44AA5"/>
    <w:rsid w:val="00C44F36"/>
    <w:rsid w:val="00C451F4"/>
    <w:rsid w:val="00C45D30"/>
    <w:rsid w:val="00C45DE5"/>
    <w:rsid w:val="00C45EB1"/>
    <w:rsid w:val="00C46122"/>
    <w:rsid w:val="00C467D3"/>
    <w:rsid w:val="00C46A0D"/>
    <w:rsid w:val="00C46E80"/>
    <w:rsid w:val="00C47250"/>
    <w:rsid w:val="00C5059F"/>
    <w:rsid w:val="00C50767"/>
    <w:rsid w:val="00C50A01"/>
    <w:rsid w:val="00C50EA9"/>
    <w:rsid w:val="00C52EB4"/>
    <w:rsid w:val="00C53E7C"/>
    <w:rsid w:val="00C53F30"/>
    <w:rsid w:val="00C54940"/>
    <w:rsid w:val="00C54A3A"/>
    <w:rsid w:val="00C54DD6"/>
    <w:rsid w:val="00C55566"/>
    <w:rsid w:val="00C55B18"/>
    <w:rsid w:val="00C55E29"/>
    <w:rsid w:val="00C56448"/>
    <w:rsid w:val="00C564C3"/>
    <w:rsid w:val="00C565A2"/>
    <w:rsid w:val="00C5697F"/>
    <w:rsid w:val="00C57969"/>
    <w:rsid w:val="00C57A7E"/>
    <w:rsid w:val="00C602E3"/>
    <w:rsid w:val="00C605CD"/>
    <w:rsid w:val="00C60A44"/>
    <w:rsid w:val="00C618B3"/>
    <w:rsid w:val="00C61C3E"/>
    <w:rsid w:val="00C622B5"/>
    <w:rsid w:val="00C62BA6"/>
    <w:rsid w:val="00C62F0E"/>
    <w:rsid w:val="00C6305F"/>
    <w:rsid w:val="00C636AA"/>
    <w:rsid w:val="00C63A81"/>
    <w:rsid w:val="00C64502"/>
    <w:rsid w:val="00C64598"/>
    <w:rsid w:val="00C64ABA"/>
    <w:rsid w:val="00C64DA1"/>
    <w:rsid w:val="00C660DD"/>
    <w:rsid w:val="00C667BE"/>
    <w:rsid w:val="00C66F69"/>
    <w:rsid w:val="00C673FC"/>
    <w:rsid w:val="00C6766B"/>
    <w:rsid w:val="00C713B0"/>
    <w:rsid w:val="00C7184E"/>
    <w:rsid w:val="00C71CA4"/>
    <w:rsid w:val="00C72223"/>
    <w:rsid w:val="00C72BF1"/>
    <w:rsid w:val="00C741F7"/>
    <w:rsid w:val="00C7499C"/>
    <w:rsid w:val="00C74F71"/>
    <w:rsid w:val="00C75B4C"/>
    <w:rsid w:val="00C76417"/>
    <w:rsid w:val="00C7654F"/>
    <w:rsid w:val="00C76C88"/>
    <w:rsid w:val="00C7726F"/>
    <w:rsid w:val="00C80097"/>
    <w:rsid w:val="00C81F12"/>
    <w:rsid w:val="00C81F32"/>
    <w:rsid w:val="00C82178"/>
    <w:rsid w:val="00C8227B"/>
    <w:rsid w:val="00C823DA"/>
    <w:rsid w:val="00C8259F"/>
    <w:rsid w:val="00C82746"/>
    <w:rsid w:val="00C830A5"/>
    <w:rsid w:val="00C8312F"/>
    <w:rsid w:val="00C83230"/>
    <w:rsid w:val="00C84C47"/>
    <w:rsid w:val="00C85099"/>
    <w:rsid w:val="00C858A4"/>
    <w:rsid w:val="00C85C8E"/>
    <w:rsid w:val="00C864FD"/>
    <w:rsid w:val="00C8686A"/>
    <w:rsid w:val="00C86AFA"/>
    <w:rsid w:val="00C874F8"/>
    <w:rsid w:val="00C87B05"/>
    <w:rsid w:val="00C87ED7"/>
    <w:rsid w:val="00C90324"/>
    <w:rsid w:val="00C91534"/>
    <w:rsid w:val="00C9197B"/>
    <w:rsid w:val="00C91F14"/>
    <w:rsid w:val="00C92032"/>
    <w:rsid w:val="00C92143"/>
    <w:rsid w:val="00C92BC1"/>
    <w:rsid w:val="00C9314C"/>
    <w:rsid w:val="00C9339F"/>
    <w:rsid w:val="00C94E43"/>
    <w:rsid w:val="00C950E7"/>
    <w:rsid w:val="00C95549"/>
    <w:rsid w:val="00C95858"/>
    <w:rsid w:val="00C9614A"/>
    <w:rsid w:val="00C96BD4"/>
    <w:rsid w:val="00CA01A8"/>
    <w:rsid w:val="00CA0AC9"/>
    <w:rsid w:val="00CA0D95"/>
    <w:rsid w:val="00CA1916"/>
    <w:rsid w:val="00CA2359"/>
    <w:rsid w:val="00CA2D8C"/>
    <w:rsid w:val="00CA2FE5"/>
    <w:rsid w:val="00CA3275"/>
    <w:rsid w:val="00CA3F22"/>
    <w:rsid w:val="00CA4648"/>
    <w:rsid w:val="00CA53A0"/>
    <w:rsid w:val="00CA6530"/>
    <w:rsid w:val="00CA69F5"/>
    <w:rsid w:val="00CA7C0B"/>
    <w:rsid w:val="00CA7D51"/>
    <w:rsid w:val="00CB0ADA"/>
    <w:rsid w:val="00CB146A"/>
    <w:rsid w:val="00CB18D0"/>
    <w:rsid w:val="00CB1994"/>
    <w:rsid w:val="00CB1C8A"/>
    <w:rsid w:val="00CB24F5"/>
    <w:rsid w:val="00CB2663"/>
    <w:rsid w:val="00CB3412"/>
    <w:rsid w:val="00CB3552"/>
    <w:rsid w:val="00CB3BBE"/>
    <w:rsid w:val="00CB4AEE"/>
    <w:rsid w:val="00CB4B55"/>
    <w:rsid w:val="00CB5576"/>
    <w:rsid w:val="00CB56FC"/>
    <w:rsid w:val="00CB59E9"/>
    <w:rsid w:val="00CB5C4B"/>
    <w:rsid w:val="00CB6299"/>
    <w:rsid w:val="00CB6604"/>
    <w:rsid w:val="00CB7DED"/>
    <w:rsid w:val="00CC0155"/>
    <w:rsid w:val="00CC0D6A"/>
    <w:rsid w:val="00CC1188"/>
    <w:rsid w:val="00CC11C8"/>
    <w:rsid w:val="00CC1CC3"/>
    <w:rsid w:val="00CC3081"/>
    <w:rsid w:val="00CC3477"/>
    <w:rsid w:val="00CC35FC"/>
    <w:rsid w:val="00CC3831"/>
    <w:rsid w:val="00CC3A21"/>
    <w:rsid w:val="00CC3D37"/>
    <w:rsid w:val="00CC3E3D"/>
    <w:rsid w:val="00CC4265"/>
    <w:rsid w:val="00CC456C"/>
    <w:rsid w:val="00CC459B"/>
    <w:rsid w:val="00CC519B"/>
    <w:rsid w:val="00CC51CE"/>
    <w:rsid w:val="00CC592F"/>
    <w:rsid w:val="00CC603D"/>
    <w:rsid w:val="00CC61EE"/>
    <w:rsid w:val="00CC7206"/>
    <w:rsid w:val="00CC7730"/>
    <w:rsid w:val="00CC7781"/>
    <w:rsid w:val="00CC7BCD"/>
    <w:rsid w:val="00CD04B7"/>
    <w:rsid w:val="00CD0989"/>
    <w:rsid w:val="00CD12C1"/>
    <w:rsid w:val="00CD1A7C"/>
    <w:rsid w:val="00CD1D96"/>
    <w:rsid w:val="00CD214E"/>
    <w:rsid w:val="00CD2632"/>
    <w:rsid w:val="00CD2722"/>
    <w:rsid w:val="00CD2ED3"/>
    <w:rsid w:val="00CD3612"/>
    <w:rsid w:val="00CD3904"/>
    <w:rsid w:val="00CD3C4D"/>
    <w:rsid w:val="00CD3C68"/>
    <w:rsid w:val="00CD3E9B"/>
    <w:rsid w:val="00CD3EAD"/>
    <w:rsid w:val="00CD46FA"/>
    <w:rsid w:val="00CD5973"/>
    <w:rsid w:val="00CD6BDE"/>
    <w:rsid w:val="00CD76A7"/>
    <w:rsid w:val="00CD7A09"/>
    <w:rsid w:val="00CE09B0"/>
    <w:rsid w:val="00CE0F1C"/>
    <w:rsid w:val="00CE2562"/>
    <w:rsid w:val="00CE31A6"/>
    <w:rsid w:val="00CE338E"/>
    <w:rsid w:val="00CE3EF8"/>
    <w:rsid w:val="00CE4D76"/>
    <w:rsid w:val="00CE603E"/>
    <w:rsid w:val="00CE6D05"/>
    <w:rsid w:val="00CE7043"/>
    <w:rsid w:val="00CE7E58"/>
    <w:rsid w:val="00CF010D"/>
    <w:rsid w:val="00CF080E"/>
    <w:rsid w:val="00CF09AA"/>
    <w:rsid w:val="00CF0DEC"/>
    <w:rsid w:val="00CF11A1"/>
    <w:rsid w:val="00CF2084"/>
    <w:rsid w:val="00CF2E01"/>
    <w:rsid w:val="00CF4813"/>
    <w:rsid w:val="00CF5233"/>
    <w:rsid w:val="00CF52BC"/>
    <w:rsid w:val="00CF575D"/>
    <w:rsid w:val="00CF6B1C"/>
    <w:rsid w:val="00CF6CE3"/>
    <w:rsid w:val="00CF6E3B"/>
    <w:rsid w:val="00CF783A"/>
    <w:rsid w:val="00CF7900"/>
    <w:rsid w:val="00D002C5"/>
    <w:rsid w:val="00D00635"/>
    <w:rsid w:val="00D00A90"/>
    <w:rsid w:val="00D00D7B"/>
    <w:rsid w:val="00D017C8"/>
    <w:rsid w:val="00D021FD"/>
    <w:rsid w:val="00D029B8"/>
    <w:rsid w:val="00D02F60"/>
    <w:rsid w:val="00D035CE"/>
    <w:rsid w:val="00D03D28"/>
    <w:rsid w:val="00D03F86"/>
    <w:rsid w:val="00D0464E"/>
    <w:rsid w:val="00D048A7"/>
    <w:rsid w:val="00D04A96"/>
    <w:rsid w:val="00D04D50"/>
    <w:rsid w:val="00D05084"/>
    <w:rsid w:val="00D06056"/>
    <w:rsid w:val="00D0678C"/>
    <w:rsid w:val="00D06CEB"/>
    <w:rsid w:val="00D06FAC"/>
    <w:rsid w:val="00D072EB"/>
    <w:rsid w:val="00D07A7B"/>
    <w:rsid w:val="00D07F4F"/>
    <w:rsid w:val="00D1019C"/>
    <w:rsid w:val="00D105EF"/>
    <w:rsid w:val="00D10867"/>
    <w:rsid w:val="00D10A53"/>
    <w:rsid w:val="00D10DF5"/>
    <w:rsid w:val="00D10E06"/>
    <w:rsid w:val="00D10F4D"/>
    <w:rsid w:val="00D110B2"/>
    <w:rsid w:val="00D12E46"/>
    <w:rsid w:val="00D140B5"/>
    <w:rsid w:val="00D146F5"/>
    <w:rsid w:val="00D1498B"/>
    <w:rsid w:val="00D150A9"/>
    <w:rsid w:val="00D15197"/>
    <w:rsid w:val="00D1531C"/>
    <w:rsid w:val="00D15D6C"/>
    <w:rsid w:val="00D1679E"/>
    <w:rsid w:val="00D16820"/>
    <w:rsid w:val="00D169C8"/>
    <w:rsid w:val="00D16CF3"/>
    <w:rsid w:val="00D1793F"/>
    <w:rsid w:val="00D20602"/>
    <w:rsid w:val="00D20FC2"/>
    <w:rsid w:val="00D21107"/>
    <w:rsid w:val="00D21342"/>
    <w:rsid w:val="00D21B95"/>
    <w:rsid w:val="00D21C8D"/>
    <w:rsid w:val="00D222FD"/>
    <w:rsid w:val="00D228C3"/>
    <w:rsid w:val="00D22AF5"/>
    <w:rsid w:val="00D232EA"/>
    <w:rsid w:val="00D2343D"/>
    <w:rsid w:val="00D235EA"/>
    <w:rsid w:val="00D23D15"/>
    <w:rsid w:val="00D24222"/>
    <w:rsid w:val="00D243F6"/>
    <w:rsid w:val="00D24525"/>
    <w:rsid w:val="00D247A9"/>
    <w:rsid w:val="00D25BEC"/>
    <w:rsid w:val="00D25C51"/>
    <w:rsid w:val="00D269E9"/>
    <w:rsid w:val="00D301FD"/>
    <w:rsid w:val="00D30C69"/>
    <w:rsid w:val="00D321D1"/>
    <w:rsid w:val="00D32721"/>
    <w:rsid w:val="00D328DC"/>
    <w:rsid w:val="00D32E9E"/>
    <w:rsid w:val="00D33387"/>
    <w:rsid w:val="00D33439"/>
    <w:rsid w:val="00D33599"/>
    <w:rsid w:val="00D33CFD"/>
    <w:rsid w:val="00D347D3"/>
    <w:rsid w:val="00D35955"/>
    <w:rsid w:val="00D35979"/>
    <w:rsid w:val="00D37B24"/>
    <w:rsid w:val="00D40245"/>
    <w:rsid w:val="00D402FB"/>
    <w:rsid w:val="00D40D7D"/>
    <w:rsid w:val="00D41160"/>
    <w:rsid w:val="00D43408"/>
    <w:rsid w:val="00D43BF6"/>
    <w:rsid w:val="00D4442D"/>
    <w:rsid w:val="00D4462C"/>
    <w:rsid w:val="00D45ACF"/>
    <w:rsid w:val="00D45BA0"/>
    <w:rsid w:val="00D466ED"/>
    <w:rsid w:val="00D46814"/>
    <w:rsid w:val="00D46EF3"/>
    <w:rsid w:val="00D47D7A"/>
    <w:rsid w:val="00D501F7"/>
    <w:rsid w:val="00D5048C"/>
    <w:rsid w:val="00D50ABD"/>
    <w:rsid w:val="00D51F42"/>
    <w:rsid w:val="00D5347D"/>
    <w:rsid w:val="00D53894"/>
    <w:rsid w:val="00D53951"/>
    <w:rsid w:val="00D5494C"/>
    <w:rsid w:val="00D55290"/>
    <w:rsid w:val="00D55AA8"/>
    <w:rsid w:val="00D55B4C"/>
    <w:rsid w:val="00D56078"/>
    <w:rsid w:val="00D56B63"/>
    <w:rsid w:val="00D57791"/>
    <w:rsid w:val="00D577EC"/>
    <w:rsid w:val="00D6046A"/>
    <w:rsid w:val="00D6098E"/>
    <w:rsid w:val="00D61A8E"/>
    <w:rsid w:val="00D62836"/>
    <w:rsid w:val="00D62870"/>
    <w:rsid w:val="00D632CF"/>
    <w:rsid w:val="00D635B1"/>
    <w:rsid w:val="00D637B4"/>
    <w:rsid w:val="00D639C2"/>
    <w:rsid w:val="00D63A01"/>
    <w:rsid w:val="00D63DCC"/>
    <w:rsid w:val="00D640C5"/>
    <w:rsid w:val="00D64360"/>
    <w:rsid w:val="00D64F6E"/>
    <w:rsid w:val="00D650F1"/>
    <w:rsid w:val="00D655D9"/>
    <w:rsid w:val="00D65872"/>
    <w:rsid w:val="00D65B4D"/>
    <w:rsid w:val="00D66387"/>
    <w:rsid w:val="00D66903"/>
    <w:rsid w:val="00D66F34"/>
    <w:rsid w:val="00D67254"/>
    <w:rsid w:val="00D675E1"/>
    <w:rsid w:val="00D676F3"/>
    <w:rsid w:val="00D67BEA"/>
    <w:rsid w:val="00D702EA"/>
    <w:rsid w:val="00D70397"/>
    <w:rsid w:val="00D70ED0"/>
    <w:rsid w:val="00D70EF5"/>
    <w:rsid w:val="00D71024"/>
    <w:rsid w:val="00D716BA"/>
    <w:rsid w:val="00D71A25"/>
    <w:rsid w:val="00D71FCF"/>
    <w:rsid w:val="00D72392"/>
    <w:rsid w:val="00D726B7"/>
    <w:rsid w:val="00D72A54"/>
    <w:rsid w:val="00D72CC1"/>
    <w:rsid w:val="00D72F0A"/>
    <w:rsid w:val="00D73B7C"/>
    <w:rsid w:val="00D73F16"/>
    <w:rsid w:val="00D73FAE"/>
    <w:rsid w:val="00D7460C"/>
    <w:rsid w:val="00D751D6"/>
    <w:rsid w:val="00D75437"/>
    <w:rsid w:val="00D757C8"/>
    <w:rsid w:val="00D76A54"/>
    <w:rsid w:val="00D76AE4"/>
    <w:rsid w:val="00D76C7B"/>
    <w:rsid w:val="00D76EC9"/>
    <w:rsid w:val="00D77259"/>
    <w:rsid w:val="00D775E1"/>
    <w:rsid w:val="00D806B7"/>
    <w:rsid w:val="00D80E7D"/>
    <w:rsid w:val="00D81397"/>
    <w:rsid w:val="00D81FD3"/>
    <w:rsid w:val="00D82879"/>
    <w:rsid w:val="00D82892"/>
    <w:rsid w:val="00D83644"/>
    <w:rsid w:val="00D838A5"/>
    <w:rsid w:val="00D83F3C"/>
    <w:rsid w:val="00D848B9"/>
    <w:rsid w:val="00D84F94"/>
    <w:rsid w:val="00D85413"/>
    <w:rsid w:val="00D858C9"/>
    <w:rsid w:val="00D86F29"/>
    <w:rsid w:val="00D8795F"/>
    <w:rsid w:val="00D901C4"/>
    <w:rsid w:val="00D903B5"/>
    <w:rsid w:val="00D90499"/>
    <w:rsid w:val="00D90E69"/>
    <w:rsid w:val="00D90F65"/>
    <w:rsid w:val="00D91368"/>
    <w:rsid w:val="00D93106"/>
    <w:rsid w:val="00D9331C"/>
    <w:rsid w:val="00D933E9"/>
    <w:rsid w:val="00D94CDD"/>
    <w:rsid w:val="00D94E78"/>
    <w:rsid w:val="00D94E93"/>
    <w:rsid w:val="00D9505D"/>
    <w:rsid w:val="00D95087"/>
    <w:rsid w:val="00D953D0"/>
    <w:rsid w:val="00D959F5"/>
    <w:rsid w:val="00D95D81"/>
    <w:rsid w:val="00D9659B"/>
    <w:rsid w:val="00D96884"/>
    <w:rsid w:val="00D96895"/>
    <w:rsid w:val="00D97432"/>
    <w:rsid w:val="00D97C6A"/>
    <w:rsid w:val="00DA0CC1"/>
    <w:rsid w:val="00DA0DA8"/>
    <w:rsid w:val="00DA14A5"/>
    <w:rsid w:val="00DA1C99"/>
    <w:rsid w:val="00DA2997"/>
    <w:rsid w:val="00DA2DC1"/>
    <w:rsid w:val="00DA337F"/>
    <w:rsid w:val="00DA37AB"/>
    <w:rsid w:val="00DA39F9"/>
    <w:rsid w:val="00DA3E5D"/>
    <w:rsid w:val="00DA3FDD"/>
    <w:rsid w:val="00DA4000"/>
    <w:rsid w:val="00DA4A03"/>
    <w:rsid w:val="00DA5036"/>
    <w:rsid w:val="00DA5621"/>
    <w:rsid w:val="00DA5787"/>
    <w:rsid w:val="00DA5F09"/>
    <w:rsid w:val="00DA7017"/>
    <w:rsid w:val="00DA7028"/>
    <w:rsid w:val="00DA7385"/>
    <w:rsid w:val="00DA7E3E"/>
    <w:rsid w:val="00DB081B"/>
    <w:rsid w:val="00DB150B"/>
    <w:rsid w:val="00DB17FF"/>
    <w:rsid w:val="00DB1AD2"/>
    <w:rsid w:val="00DB2B58"/>
    <w:rsid w:val="00DB323E"/>
    <w:rsid w:val="00DB35A1"/>
    <w:rsid w:val="00DB39D3"/>
    <w:rsid w:val="00DB3A9A"/>
    <w:rsid w:val="00DB3BB9"/>
    <w:rsid w:val="00DB478F"/>
    <w:rsid w:val="00DB5206"/>
    <w:rsid w:val="00DB5E3A"/>
    <w:rsid w:val="00DB6276"/>
    <w:rsid w:val="00DB63F5"/>
    <w:rsid w:val="00DB690B"/>
    <w:rsid w:val="00DB6B60"/>
    <w:rsid w:val="00DB7317"/>
    <w:rsid w:val="00DB7569"/>
    <w:rsid w:val="00DB77E0"/>
    <w:rsid w:val="00DB7AB6"/>
    <w:rsid w:val="00DC0593"/>
    <w:rsid w:val="00DC05EE"/>
    <w:rsid w:val="00DC0642"/>
    <w:rsid w:val="00DC13D9"/>
    <w:rsid w:val="00DC1804"/>
    <w:rsid w:val="00DC1C6B"/>
    <w:rsid w:val="00DC1DBA"/>
    <w:rsid w:val="00DC20F2"/>
    <w:rsid w:val="00DC2136"/>
    <w:rsid w:val="00DC2254"/>
    <w:rsid w:val="00DC297E"/>
    <w:rsid w:val="00DC2C2E"/>
    <w:rsid w:val="00DC43E0"/>
    <w:rsid w:val="00DC4AF0"/>
    <w:rsid w:val="00DC5578"/>
    <w:rsid w:val="00DC5E3D"/>
    <w:rsid w:val="00DC68A9"/>
    <w:rsid w:val="00DC6DD0"/>
    <w:rsid w:val="00DC7355"/>
    <w:rsid w:val="00DC7886"/>
    <w:rsid w:val="00DC7B91"/>
    <w:rsid w:val="00DC7DFF"/>
    <w:rsid w:val="00DD07BA"/>
    <w:rsid w:val="00DD0CF2"/>
    <w:rsid w:val="00DD1618"/>
    <w:rsid w:val="00DD1778"/>
    <w:rsid w:val="00DD1C8E"/>
    <w:rsid w:val="00DD1CD0"/>
    <w:rsid w:val="00DD2005"/>
    <w:rsid w:val="00DD2E9D"/>
    <w:rsid w:val="00DD3F83"/>
    <w:rsid w:val="00DD4630"/>
    <w:rsid w:val="00DD482A"/>
    <w:rsid w:val="00DD513B"/>
    <w:rsid w:val="00DD5375"/>
    <w:rsid w:val="00DD6B19"/>
    <w:rsid w:val="00DD6BBE"/>
    <w:rsid w:val="00DD6E0F"/>
    <w:rsid w:val="00DD7792"/>
    <w:rsid w:val="00DE05BD"/>
    <w:rsid w:val="00DE0873"/>
    <w:rsid w:val="00DE0F8C"/>
    <w:rsid w:val="00DE0FBE"/>
    <w:rsid w:val="00DE145B"/>
    <w:rsid w:val="00DE1554"/>
    <w:rsid w:val="00DE1838"/>
    <w:rsid w:val="00DE2901"/>
    <w:rsid w:val="00DE40CE"/>
    <w:rsid w:val="00DE41E7"/>
    <w:rsid w:val="00DE44E2"/>
    <w:rsid w:val="00DE4D3B"/>
    <w:rsid w:val="00DE4EFB"/>
    <w:rsid w:val="00DE5908"/>
    <w:rsid w:val="00DE590F"/>
    <w:rsid w:val="00DE5D7C"/>
    <w:rsid w:val="00DE64C5"/>
    <w:rsid w:val="00DE6B2A"/>
    <w:rsid w:val="00DE6DA4"/>
    <w:rsid w:val="00DE79C5"/>
    <w:rsid w:val="00DE7CF3"/>
    <w:rsid w:val="00DE7DC1"/>
    <w:rsid w:val="00DE7F1B"/>
    <w:rsid w:val="00DF0CCD"/>
    <w:rsid w:val="00DF1CD9"/>
    <w:rsid w:val="00DF27B7"/>
    <w:rsid w:val="00DF2809"/>
    <w:rsid w:val="00DF3F7E"/>
    <w:rsid w:val="00DF441D"/>
    <w:rsid w:val="00DF4580"/>
    <w:rsid w:val="00DF57F5"/>
    <w:rsid w:val="00DF5A20"/>
    <w:rsid w:val="00DF6BF5"/>
    <w:rsid w:val="00DF757A"/>
    <w:rsid w:val="00DF7648"/>
    <w:rsid w:val="00E00355"/>
    <w:rsid w:val="00E0092F"/>
    <w:rsid w:val="00E0094A"/>
    <w:rsid w:val="00E00E29"/>
    <w:rsid w:val="00E014E8"/>
    <w:rsid w:val="00E0199E"/>
    <w:rsid w:val="00E01AFE"/>
    <w:rsid w:val="00E01D87"/>
    <w:rsid w:val="00E02BAB"/>
    <w:rsid w:val="00E03FF5"/>
    <w:rsid w:val="00E04CEB"/>
    <w:rsid w:val="00E04DB9"/>
    <w:rsid w:val="00E0545C"/>
    <w:rsid w:val="00E056F1"/>
    <w:rsid w:val="00E058C5"/>
    <w:rsid w:val="00E05B03"/>
    <w:rsid w:val="00E05B8A"/>
    <w:rsid w:val="00E060BC"/>
    <w:rsid w:val="00E06CA3"/>
    <w:rsid w:val="00E070CD"/>
    <w:rsid w:val="00E101D0"/>
    <w:rsid w:val="00E11420"/>
    <w:rsid w:val="00E11482"/>
    <w:rsid w:val="00E118D1"/>
    <w:rsid w:val="00E11CC6"/>
    <w:rsid w:val="00E11F7B"/>
    <w:rsid w:val="00E121B4"/>
    <w:rsid w:val="00E12DA9"/>
    <w:rsid w:val="00E132FB"/>
    <w:rsid w:val="00E140BA"/>
    <w:rsid w:val="00E1468B"/>
    <w:rsid w:val="00E1473F"/>
    <w:rsid w:val="00E14C94"/>
    <w:rsid w:val="00E16388"/>
    <w:rsid w:val="00E1645C"/>
    <w:rsid w:val="00E16E18"/>
    <w:rsid w:val="00E170B7"/>
    <w:rsid w:val="00E17183"/>
    <w:rsid w:val="00E172C5"/>
    <w:rsid w:val="00E177DD"/>
    <w:rsid w:val="00E20900"/>
    <w:rsid w:val="00E209A2"/>
    <w:rsid w:val="00E20C7F"/>
    <w:rsid w:val="00E22A3D"/>
    <w:rsid w:val="00E235A2"/>
    <w:rsid w:val="00E2396E"/>
    <w:rsid w:val="00E24117"/>
    <w:rsid w:val="00E24728"/>
    <w:rsid w:val="00E24A1A"/>
    <w:rsid w:val="00E24AA4"/>
    <w:rsid w:val="00E24BF8"/>
    <w:rsid w:val="00E24D8D"/>
    <w:rsid w:val="00E25020"/>
    <w:rsid w:val="00E25AC9"/>
    <w:rsid w:val="00E265F4"/>
    <w:rsid w:val="00E2661B"/>
    <w:rsid w:val="00E26D61"/>
    <w:rsid w:val="00E2744B"/>
    <w:rsid w:val="00E276AC"/>
    <w:rsid w:val="00E27CDC"/>
    <w:rsid w:val="00E27F61"/>
    <w:rsid w:val="00E3015B"/>
    <w:rsid w:val="00E301B6"/>
    <w:rsid w:val="00E30810"/>
    <w:rsid w:val="00E30D3A"/>
    <w:rsid w:val="00E31FE6"/>
    <w:rsid w:val="00E3200E"/>
    <w:rsid w:val="00E3241C"/>
    <w:rsid w:val="00E32590"/>
    <w:rsid w:val="00E336EA"/>
    <w:rsid w:val="00E33A99"/>
    <w:rsid w:val="00E346B2"/>
    <w:rsid w:val="00E34A35"/>
    <w:rsid w:val="00E3542C"/>
    <w:rsid w:val="00E35F23"/>
    <w:rsid w:val="00E3623E"/>
    <w:rsid w:val="00E369CE"/>
    <w:rsid w:val="00E37C2F"/>
    <w:rsid w:val="00E419C5"/>
    <w:rsid w:val="00E41C28"/>
    <w:rsid w:val="00E41EF8"/>
    <w:rsid w:val="00E42118"/>
    <w:rsid w:val="00E42474"/>
    <w:rsid w:val="00E42FE7"/>
    <w:rsid w:val="00E44352"/>
    <w:rsid w:val="00E46006"/>
    <w:rsid w:val="00E46171"/>
    <w:rsid w:val="00E46288"/>
    <w:rsid w:val="00E46308"/>
    <w:rsid w:val="00E465F2"/>
    <w:rsid w:val="00E46673"/>
    <w:rsid w:val="00E4704C"/>
    <w:rsid w:val="00E47600"/>
    <w:rsid w:val="00E479A0"/>
    <w:rsid w:val="00E503BA"/>
    <w:rsid w:val="00E50713"/>
    <w:rsid w:val="00E51E17"/>
    <w:rsid w:val="00E51E40"/>
    <w:rsid w:val="00E51E96"/>
    <w:rsid w:val="00E52418"/>
    <w:rsid w:val="00E52DAB"/>
    <w:rsid w:val="00E53927"/>
    <w:rsid w:val="00E539B0"/>
    <w:rsid w:val="00E54536"/>
    <w:rsid w:val="00E54CE8"/>
    <w:rsid w:val="00E55994"/>
    <w:rsid w:val="00E577E0"/>
    <w:rsid w:val="00E60214"/>
    <w:rsid w:val="00E602F9"/>
    <w:rsid w:val="00E60606"/>
    <w:rsid w:val="00E60A97"/>
    <w:rsid w:val="00E60C66"/>
    <w:rsid w:val="00E612B8"/>
    <w:rsid w:val="00E615E4"/>
    <w:rsid w:val="00E6164D"/>
    <w:rsid w:val="00E6167A"/>
    <w:rsid w:val="00E618C9"/>
    <w:rsid w:val="00E61B75"/>
    <w:rsid w:val="00E61DBC"/>
    <w:rsid w:val="00E62774"/>
    <w:rsid w:val="00E6307C"/>
    <w:rsid w:val="00E6321A"/>
    <w:rsid w:val="00E63258"/>
    <w:rsid w:val="00E636FA"/>
    <w:rsid w:val="00E6412A"/>
    <w:rsid w:val="00E64331"/>
    <w:rsid w:val="00E649DE"/>
    <w:rsid w:val="00E649E6"/>
    <w:rsid w:val="00E66451"/>
    <w:rsid w:val="00E66C50"/>
    <w:rsid w:val="00E66CDF"/>
    <w:rsid w:val="00E679D3"/>
    <w:rsid w:val="00E7119E"/>
    <w:rsid w:val="00E71208"/>
    <w:rsid w:val="00E71444"/>
    <w:rsid w:val="00E71508"/>
    <w:rsid w:val="00E71C91"/>
    <w:rsid w:val="00E71E98"/>
    <w:rsid w:val="00E720A1"/>
    <w:rsid w:val="00E72213"/>
    <w:rsid w:val="00E72D0C"/>
    <w:rsid w:val="00E730EC"/>
    <w:rsid w:val="00E73595"/>
    <w:rsid w:val="00E73650"/>
    <w:rsid w:val="00E75D10"/>
    <w:rsid w:val="00E75DB5"/>
    <w:rsid w:val="00E75DDA"/>
    <w:rsid w:val="00E763C3"/>
    <w:rsid w:val="00E77031"/>
    <w:rsid w:val="00E773E8"/>
    <w:rsid w:val="00E778E1"/>
    <w:rsid w:val="00E77EAF"/>
    <w:rsid w:val="00E77EB8"/>
    <w:rsid w:val="00E80DD1"/>
    <w:rsid w:val="00E81E88"/>
    <w:rsid w:val="00E82EE4"/>
    <w:rsid w:val="00E8332E"/>
    <w:rsid w:val="00E83427"/>
    <w:rsid w:val="00E83480"/>
    <w:rsid w:val="00E83ADD"/>
    <w:rsid w:val="00E83E7B"/>
    <w:rsid w:val="00E843CB"/>
    <w:rsid w:val="00E848FB"/>
    <w:rsid w:val="00E848FE"/>
    <w:rsid w:val="00E84E60"/>
    <w:rsid w:val="00E84F38"/>
    <w:rsid w:val="00E8518B"/>
    <w:rsid w:val="00E851EB"/>
    <w:rsid w:val="00E854A9"/>
    <w:rsid w:val="00E85623"/>
    <w:rsid w:val="00E85B9C"/>
    <w:rsid w:val="00E85CCF"/>
    <w:rsid w:val="00E85D27"/>
    <w:rsid w:val="00E867AC"/>
    <w:rsid w:val="00E86F02"/>
    <w:rsid w:val="00E87441"/>
    <w:rsid w:val="00E900DC"/>
    <w:rsid w:val="00E90A92"/>
    <w:rsid w:val="00E90FEE"/>
    <w:rsid w:val="00E91FAE"/>
    <w:rsid w:val="00E92AD4"/>
    <w:rsid w:val="00E92E6F"/>
    <w:rsid w:val="00E945AD"/>
    <w:rsid w:val="00E948C8"/>
    <w:rsid w:val="00E94FFF"/>
    <w:rsid w:val="00E951AC"/>
    <w:rsid w:val="00E95C1E"/>
    <w:rsid w:val="00E96E3F"/>
    <w:rsid w:val="00E976CB"/>
    <w:rsid w:val="00EA0872"/>
    <w:rsid w:val="00EA0BA0"/>
    <w:rsid w:val="00EA0EA4"/>
    <w:rsid w:val="00EA12B8"/>
    <w:rsid w:val="00EA1C44"/>
    <w:rsid w:val="00EA21A9"/>
    <w:rsid w:val="00EA270C"/>
    <w:rsid w:val="00EA27A9"/>
    <w:rsid w:val="00EA2DBE"/>
    <w:rsid w:val="00EA3065"/>
    <w:rsid w:val="00EA322C"/>
    <w:rsid w:val="00EA32A2"/>
    <w:rsid w:val="00EA3985"/>
    <w:rsid w:val="00EA3B31"/>
    <w:rsid w:val="00EA4974"/>
    <w:rsid w:val="00EA532E"/>
    <w:rsid w:val="00EA5349"/>
    <w:rsid w:val="00EA5767"/>
    <w:rsid w:val="00EA5900"/>
    <w:rsid w:val="00EA5CA4"/>
    <w:rsid w:val="00EA6128"/>
    <w:rsid w:val="00EB06D9"/>
    <w:rsid w:val="00EB0805"/>
    <w:rsid w:val="00EB0A3B"/>
    <w:rsid w:val="00EB0A6D"/>
    <w:rsid w:val="00EB0CC4"/>
    <w:rsid w:val="00EB192B"/>
    <w:rsid w:val="00EB196F"/>
    <w:rsid w:val="00EB19ED"/>
    <w:rsid w:val="00EB1CAB"/>
    <w:rsid w:val="00EB2268"/>
    <w:rsid w:val="00EB2A6F"/>
    <w:rsid w:val="00EB3A35"/>
    <w:rsid w:val="00EB498D"/>
    <w:rsid w:val="00EB4B1F"/>
    <w:rsid w:val="00EB5074"/>
    <w:rsid w:val="00EB5728"/>
    <w:rsid w:val="00EB5750"/>
    <w:rsid w:val="00EB694E"/>
    <w:rsid w:val="00EB7B25"/>
    <w:rsid w:val="00EB7C01"/>
    <w:rsid w:val="00EB7E9A"/>
    <w:rsid w:val="00EC0558"/>
    <w:rsid w:val="00EC0ED7"/>
    <w:rsid w:val="00EC0F5A"/>
    <w:rsid w:val="00EC14AD"/>
    <w:rsid w:val="00EC17FB"/>
    <w:rsid w:val="00EC1D44"/>
    <w:rsid w:val="00EC26B4"/>
    <w:rsid w:val="00EC296E"/>
    <w:rsid w:val="00EC305E"/>
    <w:rsid w:val="00EC38E2"/>
    <w:rsid w:val="00EC3D04"/>
    <w:rsid w:val="00EC4265"/>
    <w:rsid w:val="00EC4466"/>
    <w:rsid w:val="00EC4656"/>
    <w:rsid w:val="00EC4CEB"/>
    <w:rsid w:val="00EC4EC2"/>
    <w:rsid w:val="00EC51B1"/>
    <w:rsid w:val="00EC5908"/>
    <w:rsid w:val="00EC5FF5"/>
    <w:rsid w:val="00EC659E"/>
    <w:rsid w:val="00EC6B7B"/>
    <w:rsid w:val="00EC6E05"/>
    <w:rsid w:val="00EC7F56"/>
    <w:rsid w:val="00ED0BE9"/>
    <w:rsid w:val="00ED2072"/>
    <w:rsid w:val="00ED26E0"/>
    <w:rsid w:val="00ED2AE0"/>
    <w:rsid w:val="00ED33C1"/>
    <w:rsid w:val="00ED399F"/>
    <w:rsid w:val="00ED459C"/>
    <w:rsid w:val="00ED49E9"/>
    <w:rsid w:val="00ED4C41"/>
    <w:rsid w:val="00ED4CB9"/>
    <w:rsid w:val="00ED4DC4"/>
    <w:rsid w:val="00ED5553"/>
    <w:rsid w:val="00ED576A"/>
    <w:rsid w:val="00ED5E36"/>
    <w:rsid w:val="00ED5E61"/>
    <w:rsid w:val="00ED67CB"/>
    <w:rsid w:val="00ED6961"/>
    <w:rsid w:val="00ED6CC0"/>
    <w:rsid w:val="00ED7A4D"/>
    <w:rsid w:val="00EE079A"/>
    <w:rsid w:val="00EE0E54"/>
    <w:rsid w:val="00EE1023"/>
    <w:rsid w:val="00EE257E"/>
    <w:rsid w:val="00EE2DDD"/>
    <w:rsid w:val="00EE2F03"/>
    <w:rsid w:val="00EE304E"/>
    <w:rsid w:val="00EE33E0"/>
    <w:rsid w:val="00EE3981"/>
    <w:rsid w:val="00EE47B0"/>
    <w:rsid w:val="00EE4DC3"/>
    <w:rsid w:val="00EE51DC"/>
    <w:rsid w:val="00EE68AD"/>
    <w:rsid w:val="00EE6BDC"/>
    <w:rsid w:val="00EF0878"/>
    <w:rsid w:val="00EF0B96"/>
    <w:rsid w:val="00EF1499"/>
    <w:rsid w:val="00EF259D"/>
    <w:rsid w:val="00EF2F6F"/>
    <w:rsid w:val="00EF3011"/>
    <w:rsid w:val="00EF3150"/>
    <w:rsid w:val="00EF3486"/>
    <w:rsid w:val="00EF4233"/>
    <w:rsid w:val="00EF42CE"/>
    <w:rsid w:val="00EF47AF"/>
    <w:rsid w:val="00EF483B"/>
    <w:rsid w:val="00EF5259"/>
    <w:rsid w:val="00EF53B6"/>
    <w:rsid w:val="00EF5BB8"/>
    <w:rsid w:val="00EF649B"/>
    <w:rsid w:val="00EF6642"/>
    <w:rsid w:val="00F00B73"/>
    <w:rsid w:val="00F019D7"/>
    <w:rsid w:val="00F01BB7"/>
    <w:rsid w:val="00F025AE"/>
    <w:rsid w:val="00F02AEA"/>
    <w:rsid w:val="00F02E24"/>
    <w:rsid w:val="00F03227"/>
    <w:rsid w:val="00F03637"/>
    <w:rsid w:val="00F03F79"/>
    <w:rsid w:val="00F042D0"/>
    <w:rsid w:val="00F04C3B"/>
    <w:rsid w:val="00F0593C"/>
    <w:rsid w:val="00F0598D"/>
    <w:rsid w:val="00F05DEE"/>
    <w:rsid w:val="00F06AA6"/>
    <w:rsid w:val="00F06CB9"/>
    <w:rsid w:val="00F07B6C"/>
    <w:rsid w:val="00F07ED4"/>
    <w:rsid w:val="00F101E6"/>
    <w:rsid w:val="00F106D3"/>
    <w:rsid w:val="00F10DB7"/>
    <w:rsid w:val="00F10F2F"/>
    <w:rsid w:val="00F115CA"/>
    <w:rsid w:val="00F11D32"/>
    <w:rsid w:val="00F1270A"/>
    <w:rsid w:val="00F1437B"/>
    <w:rsid w:val="00F14817"/>
    <w:rsid w:val="00F148FC"/>
    <w:rsid w:val="00F149CE"/>
    <w:rsid w:val="00F14EBA"/>
    <w:rsid w:val="00F1510F"/>
    <w:rsid w:val="00F1533A"/>
    <w:rsid w:val="00F1586A"/>
    <w:rsid w:val="00F15E5A"/>
    <w:rsid w:val="00F17650"/>
    <w:rsid w:val="00F176F9"/>
    <w:rsid w:val="00F17F0A"/>
    <w:rsid w:val="00F2003D"/>
    <w:rsid w:val="00F20576"/>
    <w:rsid w:val="00F20DB1"/>
    <w:rsid w:val="00F21FB3"/>
    <w:rsid w:val="00F22506"/>
    <w:rsid w:val="00F22D84"/>
    <w:rsid w:val="00F22F9B"/>
    <w:rsid w:val="00F245E1"/>
    <w:rsid w:val="00F248A4"/>
    <w:rsid w:val="00F2501D"/>
    <w:rsid w:val="00F25C7E"/>
    <w:rsid w:val="00F2668F"/>
    <w:rsid w:val="00F26ADD"/>
    <w:rsid w:val="00F26E9B"/>
    <w:rsid w:val="00F2723B"/>
    <w:rsid w:val="00F2742F"/>
    <w:rsid w:val="00F2753B"/>
    <w:rsid w:val="00F30758"/>
    <w:rsid w:val="00F30A6A"/>
    <w:rsid w:val="00F31804"/>
    <w:rsid w:val="00F318B2"/>
    <w:rsid w:val="00F3256C"/>
    <w:rsid w:val="00F32B0F"/>
    <w:rsid w:val="00F32CDE"/>
    <w:rsid w:val="00F33F8B"/>
    <w:rsid w:val="00F340B2"/>
    <w:rsid w:val="00F3506B"/>
    <w:rsid w:val="00F3546B"/>
    <w:rsid w:val="00F36267"/>
    <w:rsid w:val="00F362D0"/>
    <w:rsid w:val="00F362DD"/>
    <w:rsid w:val="00F36B90"/>
    <w:rsid w:val="00F40BF2"/>
    <w:rsid w:val="00F40C6B"/>
    <w:rsid w:val="00F4130B"/>
    <w:rsid w:val="00F41670"/>
    <w:rsid w:val="00F42D63"/>
    <w:rsid w:val="00F4314F"/>
    <w:rsid w:val="00F43390"/>
    <w:rsid w:val="00F438EF"/>
    <w:rsid w:val="00F43A4C"/>
    <w:rsid w:val="00F443B2"/>
    <w:rsid w:val="00F4582F"/>
    <w:rsid w:val="00F458D8"/>
    <w:rsid w:val="00F45A0D"/>
    <w:rsid w:val="00F464CE"/>
    <w:rsid w:val="00F4659B"/>
    <w:rsid w:val="00F479FA"/>
    <w:rsid w:val="00F50147"/>
    <w:rsid w:val="00F50237"/>
    <w:rsid w:val="00F503E9"/>
    <w:rsid w:val="00F50ABA"/>
    <w:rsid w:val="00F50DB3"/>
    <w:rsid w:val="00F51303"/>
    <w:rsid w:val="00F51485"/>
    <w:rsid w:val="00F51A96"/>
    <w:rsid w:val="00F53062"/>
    <w:rsid w:val="00F53094"/>
    <w:rsid w:val="00F53596"/>
    <w:rsid w:val="00F53D59"/>
    <w:rsid w:val="00F5482D"/>
    <w:rsid w:val="00F55BA8"/>
    <w:rsid w:val="00F55C3D"/>
    <w:rsid w:val="00F55DB1"/>
    <w:rsid w:val="00F55DBE"/>
    <w:rsid w:val="00F55E00"/>
    <w:rsid w:val="00F55F92"/>
    <w:rsid w:val="00F56ACA"/>
    <w:rsid w:val="00F572C6"/>
    <w:rsid w:val="00F57662"/>
    <w:rsid w:val="00F57A7E"/>
    <w:rsid w:val="00F6009B"/>
    <w:rsid w:val="00F600FE"/>
    <w:rsid w:val="00F60386"/>
    <w:rsid w:val="00F607FC"/>
    <w:rsid w:val="00F60949"/>
    <w:rsid w:val="00F60CA6"/>
    <w:rsid w:val="00F60CF0"/>
    <w:rsid w:val="00F61D3D"/>
    <w:rsid w:val="00F61EBB"/>
    <w:rsid w:val="00F62C10"/>
    <w:rsid w:val="00F62E4D"/>
    <w:rsid w:val="00F6386A"/>
    <w:rsid w:val="00F63B70"/>
    <w:rsid w:val="00F63EA6"/>
    <w:rsid w:val="00F647F4"/>
    <w:rsid w:val="00F65F1E"/>
    <w:rsid w:val="00F6652D"/>
    <w:rsid w:val="00F66B34"/>
    <w:rsid w:val="00F66EA5"/>
    <w:rsid w:val="00F675B9"/>
    <w:rsid w:val="00F67E05"/>
    <w:rsid w:val="00F70575"/>
    <w:rsid w:val="00F7057A"/>
    <w:rsid w:val="00F705C7"/>
    <w:rsid w:val="00F70845"/>
    <w:rsid w:val="00F711C9"/>
    <w:rsid w:val="00F71393"/>
    <w:rsid w:val="00F71441"/>
    <w:rsid w:val="00F71E92"/>
    <w:rsid w:val="00F720D7"/>
    <w:rsid w:val="00F7258C"/>
    <w:rsid w:val="00F72B4F"/>
    <w:rsid w:val="00F72D64"/>
    <w:rsid w:val="00F731DC"/>
    <w:rsid w:val="00F74BEE"/>
    <w:rsid w:val="00F74C59"/>
    <w:rsid w:val="00F75021"/>
    <w:rsid w:val="00F75653"/>
    <w:rsid w:val="00F75C3A"/>
    <w:rsid w:val="00F75EC2"/>
    <w:rsid w:val="00F76446"/>
    <w:rsid w:val="00F76B97"/>
    <w:rsid w:val="00F77A23"/>
    <w:rsid w:val="00F77A49"/>
    <w:rsid w:val="00F77C02"/>
    <w:rsid w:val="00F812EA"/>
    <w:rsid w:val="00F816C2"/>
    <w:rsid w:val="00F818FC"/>
    <w:rsid w:val="00F8211A"/>
    <w:rsid w:val="00F822FE"/>
    <w:rsid w:val="00F82E30"/>
    <w:rsid w:val="00F82FFA"/>
    <w:rsid w:val="00F831CB"/>
    <w:rsid w:val="00F8341C"/>
    <w:rsid w:val="00F83DC2"/>
    <w:rsid w:val="00F83EBE"/>
    <w:rsid w:val="00F84395"/>
    <w:rsid w:val="00F8461F"/>
    <w:rsid w:val="00F848A3"/>
    <w:rsid w:val="00F848BE"/>
    <w:rsid w:val="00F849FB"/>
    <w:rsid w:val="00F84ACF"/>
    <w:rsid w:val="00F84B72"/>
    <w:rsid w:val="00F85372"/>
    <w:rsid w:val="00F85742"/>
    <w:rsid w:val="00F85BAD"/>
    <w:rsid w:val="00F85BF8"/>
    <w:rsid w:val="00F85DDA"/>
    <w:rsid w:val="00F864E2"/>
    <w:rsid w:val="00F8678A"/>
    <w:rsid w:val="00F86935"/>
    <w:rsid w:val="00F871CE"/>
    <w:rsid w:val="00F87802"/>
    <w:rsid w:val="00F87CC6"/>
    <w:rsid w:val="00F90BC5"/>
    <w:rsid w:val="00F911E8"/>
    <w:rsid w:val="00F92081"/>
    <w:rsid w:val="00F92519"/>
    <w:rsid w:val="00F9292C"/>
    <w:rsid w:val="00F92C0A"/>
    <w:rsid w:val="00F92E50"/>
    <w:rsid w:val="00F92EA2"/>
    <w:rsid w:val="00F93BBD"/>
    <w:rsid w:val="00F9415B"/>
    <w:rsid w:val="00F94595"/>
    <w:rsid w:val="00F94C5A"/>
    <w:rsid w:val="00F955F2"/>
    <w:rsid w:val="00F96661"/>
    <w:rsid w:val="00F96F9F"/>
    <w:rsid w:val="00F9786F"/>
    <w:rsid w:val="00FA017E"/>
    <w:rsid w:val="00FA0710"/>
    <w:rsid w:val="00FA087B"/>
    <w:rsid w:val="00FA13C2"/>
    <w:rsid w:val="00FA19F0"/>
    <w:rsid w:val="00FA1D72"/>
    <w:rsid w:val="00FA204B"/>
    <w:rsid w:val="00FA204C"/>
    <w:rsid w:val="00FA2512"/>
    <w:rsid w:val="00FA3A3E"/>
    <w:rsid w:val="00FA4844"/>
    <w:rsid w:val="00FA5507"/>
    <w:rsid w:val="00FA56C1"/>
    <w:rsid w:val="00FA58F3"/>
    <w:rsid w:val="00FA649C"/>
    <w:rsid w:val="00FA7BA2"/>
    <w:rsid w:val="00FA7F91"/>
    <w:rsid w:val="00FB0025"/>
    <w:rsid w:val="00FB0769"/>
    <w:rsid w:val="00FB121C"/>
    <w:rsid w:val="00FB1BD1"/>
    <w:rsid w:val="00FB1CDD"/>
    <w:rsid w:val="00FB1FEB"/>
    <w:rsid w:val="00FB21AA"/>
    <w:rsid w:val="00FB253C"/>
    <w:rsid w:val="00FB2543"/>
    <w:rsid w:val="00FB294D"/>
    <w:rsid w:val="00FB2C2F"/>
    <w:rsid w:val="00FB305C"/>
    <w:rsid w:val="00FB41A1"/>
    <w:rsid w:val="00FB45EE"/>
    <w:rsid w:val="00FB4B23"/>
    <w:rsid w:val="00FB4C15"/>
    <w:rsid w:val="00FB4D80"/>
    <w:rsid w:val="00FB4E68"/>
    <w:rsid w:val="00FB55F9"/>
    <w:rsid w:val="00FB5DC4"/>
    <w:rsid w:val="00FB775A"/>
    <w:rsid w:val="00FC08E3"/>
    <w:rsid w:val="00FC0930"/>
    <w:rsid w:val="00FC0B8D"/>
    <w:rsid w:val="00FC106A"/>
    <w:rsid w:val="00FC1640"/>
    <w:rsid w:val="00FC2530"/>
    <w:rsid w:val="00FC25AB"/>
    <w:rsid w:val="00FC2E3D"/>
    <w:rsid w:val="00FC345C"/>
    <w:rsid w:val="00FC3BDE"/>
    <w:rsid w:val="00FC44BF"/>
    <w:rsid w:val="00FC45CA"/>
    <w:rsid w:val="00FC4CD9"/>
    <w:rsid w:val="00FC4E22"/>
    <w:rsid w:val="00FC5034"/>
    <w:rsid w:val="00FC5493"/>
    <w:rsid w:val="00FC56A2"/>
    <w:rsid w:val="00FC696D"/>
    <w:rsid w:val="00FC6A9F"/>
    <w:rsid w:val="00FC7524"/>
    <w:rsid w:val="00FD0D1B"/>
    <w:rsid w:val="00FD1421"/>
    <w:rsid w:val="00FD1717"/>
    <w:rsid w:val="00FD1C5A"/>
    <w:rsid w:val="00FD1DBE"/>
    <w:rsid w:val="00FD204C"/>
    <w:rsid w:val="00FD21A7"/>
    <w:rsid w:val="00FD25A7"/>
    <w:rsid w:val="00FD27B6"/>
    <w:rsid w:val="00FD31DB"/>
    <w:rsid w:val="00FD3689"/>
    <w:rsid w:val="00FD3832"/>
    <w:rsid w:val="00FD39CE"/>
    <w:rsid w:val="00FD42A3"/>
    <w:rsid w:val="00FD4640"/>
    <w:rsid w:val="00FD4B89"/>
    <w:rsid w:val="00FD56AD"/>
    <w:rsid w:val="00FD5846"/>
    <w:rsid w:val="00FD6DE2"/>
    <w:rsid w:val="00FD729F"/>
    <w:rsid w:val="00FD732B"/>
    <w:rsid w:val="00FD7468"/>
    <w:rsid w:val="00FD75FB"/>
    <w:rsid w:val="00FD7CE0"/>
    <w:rsid w:val="00FE0B3B"/>
    <w:rsid w:val="00FE1BE2"/>
    <w:rsid w:val="00FE2B2B"/>
    <w:rsid w:val="00FE2ECD"/>
    <w:rsid w:val="00FE3655"/>
    <w:rsid w:val="00FE42B3"/>
    <w:rsid w:val="00FE4317"/>
    <w:rsid w:val="00FE5ACC"/>
    <w:rsid w:val="00FE6135"/>
    <w:rsid w:val="00FE69AF"/>
    <w:rsid w:val="00FE70AD"/>
    <w:rsid w:val="00FE730A"/>
    <w:rsid w:val="00FF0B56"/>
    <w:rsid w:val="00FF1264"/>
    <w:rsid w:val="00FF1573"/>
    <w:rsid w:val="00FF1DD7"/>
    <w:rsid w:val="00FF2555"/>
    <w:rsid w:val="00FF3809"/>
    <w:rsid w:val="00FF387F"/>
    <w:rsid w:val="00FF4453"/>
    <w:rsid w:val="00FF4BFF"/>
    <w:rsid w:val="00FF5473"/>
    <w:rsid w:val="00FF551C"/>
    <w:rsid w:val="00FF5E81"/>
    <w:rsid w:val="00FF6455"/>
    <w:rsid w:val="00FF70B3"/>
    <w:rsid w:val="00FF7127"/>
    <w:rsid w:val="00FF72BD"/>
    <w:rsid w:val="00FF7571"/>
    <w:rsid w:val="00FF79CE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CAE241"/>
  <w15:docId w15:val="{BF0D3EA8-DF2E-4462-BEA5-203BAA31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34EF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E73"/>
    <w:pPr>
      <w:keepNext/>
      <w:keepLines/>
      <w:autoSpaceDN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1523B"/>
    <w:pPr>
      <w:keepNext/>
      <w:suppressAutoHyphens w:val="0"/>
      <w:autoSpaceDN/>
      <w:spacing w:after="0" w:line="360" w:lineRule="auto"/>
      <w:jc w:val="center"/>
      <w:textAlignment w:val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523B"/>
    <w:pPr>
      <w:keepNext/>
      <w:keepLines/>
      <w:widowControl w:val="0"/>
      <w:suppressAutoHyphens w:val="0"/>
      <w:autoSpaceDE w:val="0"/>
      <w:adjustRightInd w:val="0"/>
      <w:spacing w:before="40" w:after="0" w:line="360" w:lineRule="auto"/>
      <w:textAlignment w:val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523B"/>
    <w:pPr>
      <w:keepNext/>
      <w:keepLines/>
      <w:widowControl w:val="0"/>
      <w:suppressAutoHyphens w:val="0"/>
      <w:autoSpaceDE w:val="0"/>
      <w:adjustRightInd w:val="0"/>
      <w:spacing w:before="40" w:after="0" w:line="360" w:lineRule="auto"/>
      <w:textAlignment w:val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523B"/>
    <w:pPr>
      <w:keepNext/>
      <w:keepLines/>
      <w:widowControl w:val="0"/>
      <w:suppressAutoHyphens w:val="0"/>
      <w:autoSpaceDE w:val="0"/>
      <w:adjustRightInd w:val="0"/>
      <w:spacing w:before="40" w:after="0" w:line="360" w:lineRule="auto"/>
      <w:textAlignment w:val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autoSpaceDN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autoSpaceDN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autoSpaceDN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autoSpaceDN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234E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4E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prawka">
    <w:name w:val="Revision"/>
    <w:hidden/>
    <w:uiPriority w:val="99"/>
    <w:semiHidden/>
    <w:rsid w:val="00234EFE"/>
    <w:pPr>
      <w:spacing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58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58F3"/>
    <w:rPr>
      <w:rFonts w:ascii="Calibri" w:eastAsia="Calibri" w:hAnsi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58F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B1523B"/>
    <w:rPr>
      <w:rFonts w:ascii="Times New Roman" w:hAnsi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52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523B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523B"/>
    <w:rPr>
      <w:rFonts w:asciiTheme="majorHAnsi" w:eastAsiaTheme="majorEastAsia" w:hAnsiTheme="majorHAnsi" w:cstheme="majorBidi"/>
      <w:color w:val="365F91" w:themeColor="accent1" w:themeShade="BF"/>
      <w:szCs w:val="20"/>
    </w:rPr>
  </w:style>
  <w:style w:type="paragraph" w:styleId="Akapitzlist">
    <w:name w:val="List Paragraph"/>
    <w:basedOn w:val="Normalny"/>
    <w:uiPriority w:val="34"/>
    <w:qFormat/>
    <w:rsid w:val="00B1523B"/>
    <w:pPr>
      <w:widowControl w:val="0"/>
      <w:suppressAutoHyphens w:val="0"/>
      <w:autoSpaceDE w:val="0"/>
      <w:adjustRightInd w:val="0"/>
      <w:spacing w:after="0" w:line="360" w:lineRule="auto"/>
      <w:ind w:left="720"/>
      <w:contextualSpacing/>
      <w:textAlignment w:val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1523B"/>
    <w:pPr>
      <w:widowControl w:val="0"/>
      <w:suppressAutoHyphens w:val="0"/>
      <w:autoSpaceDE w:val="0"/>
      <w:adjustRightInd w:val="0"/>
      <w:spacing w:after="0" w:line="360" w:lineRule="auto"/>
      <w:textAlignment w:val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1523B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15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1523B"/>
    <w:rPr>
      <w:rFonts w:ascii="Courier New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6254CE"/>
    <w:rPr>
      <w:b/>
      <w:bCs/>
    </w:rPr>
  </w:style>
  <w:style w:type="character" w:styleId="Uwydatnienie">
    <w:name w:val="Emphasis"/>
    <w:basedOn w:val="Domylnaczcionkaakapitu"/>
    <w:uiPriority w:val="20"/>
    <w:qFormat/>
    <w:rsid w:val="00F51485"/>
    <w:rPr>
      <w:i/>
      <w:iCs/>
    </w:rPr>
  </w:style>
  <w:style w:type="paragraph" w:styleId="Tekstpodstawowy3">
    <w:name w:val="Body Text 3"/>
    <w:basedOn w:val="Normalny"/>
    <w:link w:val="Tekstpodstawowy3Znak"/>
    <w:semiHidden/>
    <w:rsid w:val="00EA3985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napToGrid w:val="0"/>
      <w:sz w:val="24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A3985"/>
    <w:rPr>
      <w:rFonts w:ascii="Times New Roman" w:hAnsi="Times New Roman"/>
      <w:snapToGrid w:val="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1669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4061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8171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589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4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65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72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907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38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57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944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19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301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779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1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2816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494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1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2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121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130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71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52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7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0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7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0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663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86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754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1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3920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42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58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7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38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34724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64061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639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8963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516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081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6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89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7964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512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3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992">
          <w:marLeft w:val="0"/>
          <w:marRight w:val="0"/>
          <w:marTop w:val="150"/>
          <w:marBottom w:val="1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3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854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806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119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8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6257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15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2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38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8524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6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091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70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12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2444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94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567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956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7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1594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79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2490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40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375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46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758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98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435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904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38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2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786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9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383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4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316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9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82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157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4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0982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68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322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26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61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9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61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579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658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3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84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545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2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55550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571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4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420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3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5984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2049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345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27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6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684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792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39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0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2109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941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409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2530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027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1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_ziobro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A29F62-485B-4343-9F43-64B24607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350</TotalTime>
  <Pages>66</Pages>
  <Words>19174</Words>
  <Characters>115045</Characters>
  <Application>Microsoft Office Word</Application>
  <DocSecurity>0</DocSecurity>
  <Lines>958</Lines>
  <Paragraphs>267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133952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Joanna Żeber</dc:creator>
  <cp:keywords/>
  <dc:description/>
  <cp:lastModifiedBy>Ziobro-Prostko Katarzyna</cp:lastModifiedBy>
  <cp:revision>44</cp:revision>
  <cp:lastPrinted>2024-10-21T09:41:00Z</cp:lastPrinted>
  <dcterms:created xsi:type="dcterms:W3CDTF">2025-01-27T10:32:00Z</dcterms:created>
  <dcterms:modified xsi:type="dcterms:W3CDTF">2025-01-31T13:00:00Z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